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tiff" ContentType="image/tiff"/>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ffff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45"/>
      </w:tblGrid>
      <w:tr w:rsidR="00D06AB1" w:rsidRPr="00672BFD" w14:paraId="2D1AD5F0" w14:textId="77777777" w:rsidTr="00212A86">
        <w:tc>
          <w:tcPr>
            <w:tcW w:w="509" w:type="dxa"/>
          </w:tcPr>
          <w:p w14:paraId="55886296" w14:textId="77777777" w:rsidR="00672BFD" w:rsidRPr="00405884" w:rsidRDefault="00672BFD" w:rsidP="0024666E">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45" w:type="dxa"/>
          </w:tcPr>
          <w:p w14:paraId="6C3AF6CC" w14:textId="77777777" w:rsidR="00672BFD" w:rsidRPr="00672BFD" w:rsidRDefault="00410C3C" w:rsidP="00A1114F">
            <w:pPr>
              <w:pStyle w:val="afffd"/>
              <w:framePr w:wrap="notBeside" w:vAnchor="page" w:hAnchor="page" w:x="1372" w:y="568"/>
              <w:tabs>
                <w:tab w:val="clear" w:pos="4153"/>
                <w:tab w:val="clear" w:pos="8306"/>
              </w:tabs>
              <w:spacing w:line="240" w:lineRule="auto"/>
              <w:ind w:left="3"/>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A1114F">
              <w:rPr>
                <w:rFonts w:ascii="黑体" w:eastAsia="黑体" w:hAnsi="黑体" w:hint="eastAsia"/>
                <w:sz w:val="21"/>
                <w:szCs w:val="21"/>
              </w:rPr>
              <w:t>01.040.83</w:t>
            </w:r>
            <w:r w:rsidRPr="00672BFD">
              <w:rPr>
                <w:rFonts w:ascii="黑体" w:eastAsia="黑体" w:hAnsi="黑体"/>
                <w:sz w:val="21"/>
                <w:szCs w:val="21"/>
              </w:rPr>
              <w:fldChar w:fldCharType="end"/>
            </w:r>
            <w:bookmarkEnd w:id="0"/>
          </w:p>
        </w:tc>
      </w:tr>
      <w:tr w:rsidR="00D06AB1" w:rsidRPr="00672BFD" w14:paraId="7ABA8FD3" w14:textId="77777777" w:rsidTr="00212A86">
        <w:tc>
          <w:tcPr>
            <w:tcW w:w="509" w:type="dxa"/>
          </w:tcPr>
          <w:p w14:paraId="798E2C54" w14:textId="77777777" w:rsidR="00672BFD" w:rsidRPr="00672BFD" w:rsidRDefault="00672BFD" w:rsidP="0024666E">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45" w:type="dxa"/>
          </w:tcPr>
          <w:p w14:paraId="5E47920B" w14:textId="305FC598" w:rsidR="00672BFD" w:rsidRPr="00672BFD" w:rsidRDefault="00410C3C" w:rsidP="00A1114F">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A1114F">
              <w:rPr>
                <w:rFonts w:ascii="黑体" w:eastAsia="黑体" w:hAnsi="黑体" w:hint="eastAsia"/>
                <w:sz w:val="21"/>
                <w:szCs w:val="21"/>
              </w:rPr>
              <w:t>B</w:t>
            </w:r>
            <w:r w:rsidR="009B09D1">
              <w:rPr>
                <w:rFonts w:ascii="黑体" w:eastAsia="黑体" w:hAnsi="黑体"/>
                <w:sz w:val="21"/>
                <w:szCs w:val="21"/>
              </w:rPr>
              <w:t xml:space="preserve"> </w:t>
            </w:r>
            <w:r w:rsidR="00A1114F">
              <w:rPr>
                <w:rFonts w:ascii="黑体" w:eastAsia="黑体" w:hAnsi="黑体" w:hint="eastAsia"/>
                <w:sz w:val="21"/>
                <w:szCs w:val="21"/>
              </w:rPr>
              <w:t>72</w:t>
            </w:r>
            <w:r w:rsidRPr="00672BFD">
              <w:rPr>
                <w:rFonts w:ascii="黑体" w:eastAsia="黑体" w:hAnsi="黑体"/>
                <w:sz w:val="21"/>
                <w:szCs w:val="21"/>
              </w:rPr>
              <w:fldChar w:fldCharType="end"/>
            </w:r>
            <w:bookmarkEnd w:id="1"/>
          </w:p>
        </w:tc>
      </w:tr>
    </w:tbl>
    <w:p w14:paraId="622C9E11" w14:textId="77777777" w:rsidR="0000040A" w:rsidRDefault="0000040A" w:rsidP="000107E0">
      <w:pPr>
        <w:pStyle w:val="affffa"/>
        <w:framePr w:w="9639" w:h="624" w:hRule="exact" w:hSpace="181" w:vSpace="181" w:wrap="around" w:hAnchor="page" w:x="1305" w:y="2269"/>
      </w:pPr>
      <w:bookmarkStart w:id="2" w:name="_Hlk26473981"/>
      <w:r>
        <w:rPr>
          <w:rFonts w:hint="eastAsia"/>
        </w:rPr>
        <w:t>中华人民共和国国家标准</w:t>
      </w:r>
    </w:p>
    <w:bookmarkEnd w:id="2"/>
    <w:p w14:paraId="64B8DB4C" w14:textId="77777777" w:rsidR="00AA456B" w:rsidRPr="00DA7370" w:rsidRDefault="00410C3C" w:rsidP="0012076F">
      <w:pPr>
        <w:pStyle w:val="affffffffff7"/>
        <w:framePr w:wrap="auto"/>
        <w:rPr>
          <w:lang w:val="fr-FR"/>
        </w:rPr>
      </w:pPr>
      <w:r>
        <w:fldChar w:fldCharType="begin">
          <w:ffData>
            <w:name w:val="文字1"/>
            <w:enabled/>
            <w:calcOnExit w:val="0"/>
            <w:textInput>
              <w:default w:val="GB/T"/>
            </w:textInput>
          </w:ffData>
        </w:fldChar>
      </w:r>
      <w:bookmarkStart w:id="3" w:name="文字1"/>
      <w:r w:rsidR="00C9517F" w:rsidRPr="00DA7370">
        <w:rPr>
          <w:lang w:val="fr-FR"/>
        </w:rPr>
        <w:instrText xml:space="preserve"> FORMTEXT </w:instrText>
      </w:r>
      <w:r>
        <w:fldChar w:fldCharType="separate"/>
      </w:r>
      <w:r w:rsidR="00C9517F" w:rsidRPr="00DA7370">
        <w:rPr>
          <w:lang w:val="fr-FR"/>
        </w:rPr>
        <w:t>GB/T</w:t>
      </w:r>
      <w:r>
        <w:fldChar w:fldCharType="end"/>
      </w:r>
      <w:bookmarkEnd w:id="3"/>
      <w:r w:rsidR="00C9517F" w:rsidRPr="00DA7370">
        <w:rPr>
          <w:lang w:val="fr-FR"/>
        </w:rPr>
        <w:t xml:space="preserve"> </w:t>
      </w:r>
      <w:r>
        <w:fldChar w:fldCharType="begin">
          <w:ffData>
            <w:name w:val="NSTD_CODE_F"/>
            <w:enabled/>
            <w:calcOnExit w:val="0"/>
            <w:textInput>
              <w:default w:val="XXXXX"/>
            </w:textInput>
          </w:ffData>
        </w:fldChar>
      </w:r>
      <w:bookmarkStart w:id="4" w:name="NSTD_CODE_F"/>
      <w:r w:rsidR="00087A77" w:rsidRPr="00DA7370">
        <w:rPr>
          <w:lang w:val="fr-FR"/>
        </w:rPr>
        <w:instrText xml:space="preserve"> FORMTEXT </w:instrText>
      </w:r>
      <w:r>
        <w:fldChar w:fldCharType="separate"/>
      </w:r>
      <w:r w:rsidR="00A1114F">
        <w:rPr>
          <w:rFonts w:hint="eastAsia"/>
        </w:rPr>
        <w:t>14795</w:t>
      </w:r>
      <w:r>
        <w:fldChar w:fldCharType="end"/>
      </w:r>
      <w:bookmarkEnd w:id="4"/>
      <w:r w:rsidR="004644A6" w:rsidRPr="00DA7370">
        <w:rPr>
          <w:rFonts w:hAnsi="黑体"/>
          <w:lang w:val="fr-FR"/>
        </w:rPr>
        <w:t>—</w:t>
      </w:r>
      <w:r>
        <w:fldChar w:fldCharType="begin">
          <w:ffData>
            <w:name w:val="NSTD_CODE_B"/>
            <w:enabled/>
            <w:calcOnExit w:val="0"/>
            <w:textInput>
              <w:default w:val="XXXX"/>
            </w:textInput>
          </w:ffData>
        </w:fldChar>
      </w:r>
      <w:bookmarkStart w:id="5" w:name="NSTD_CODE_B"/>
      <w:r w:rsidR="00087A77" w:rsidRPr="00DA7370">
        <w:rPr>
          <w:lang w:val="fr-FR"/>
        </w:rPr>
        <w:instrText xml:space="preserve"> FORMTEXT </w:instrText>
      </w:r>
      <w:r>
        <w:fldChar w:fldCharType="separate"/>
      </w:r>
      <w:r w:rsidR="00A1114F">
        <w:rPr>
          <w:rFonts w:hint="eastAsia"/>
        </w:rPr>
        <w:t>202X</w:t>
      </w:r>
      <w:r>
        <w:fldChar w:fldCharType="end"/>
      </w:r>
      <w:bookmarkEnd w:id="5"/>
    </w:p>
    <w:p w14:paraId="22C1ECBF" w14:textId="77777777" w:rsidR="00E846C8" w:rsidRPr="001E4882" w:rsidRDefault="00410C3C" w:rsidP="0012076F">
      <w:pPr>
        <w:pStyle w:val="affffffffff8"/>
        <w:framePr w:wrap="auto"/>
      </w:pPr>
      <w:r w:rsidRPr="001E4882">
        <w:fldChar w:fldCharType="begin">
          <w:ffData>
            <w:name w:val="OSTD_CODE"/>
            <w:enabled/>
            <w:calcOnExit w:val="0"/>
            <w:textInput/>
          </w:ffData>
        </w:fldChar>
      </w:r>
      <w:bookmarkStart w:id="6" w:name="OSTD_CODE"/>
      <w:r w:rsidR="00087A77" w:rsidRPr="001E4882">
        <w:instrText xml:space="preserve"> FORMTEXT </w:instrText>
      </w:r>
      <w:r w:rsidRPr="001E4882">
        <w:fldChar w:fldCharType="separate"/>
      </w:r>
      <w:r w:rsidR="00A1114F">
        <w:t>代替 GB/T</w:t>
      </w:r>
      <w:r w:rsidR="0090008C">
        <w:rPr>
          <w:rFonts w:hint="eastAsia"/>
        </w:rPr>
        <w:t xml:space="preserve"> </w:t>
      </w:r>
      <w:r w:rsidR="00A1114F">
        <w:rPr>
          <w:rFonts w:hint="eastAsia"/>
        </w:rPr>
        <w:t>14795-2008</w:t>
      </w:r>
      <w:r w:rsidRPr="001E4882">
        <w:fldChar w:fldCharType="end"/>
      </w:r>
      <w:bookmarkEnd w:id="6"/>
    </w:p>
    <w:p w14:paraId="04A411B7" w14:textId="77777777" w:rsidR="008F70BD" w:rsidRPr="00B4346D" w:rsidRDefault="00BF7BDC" w:rsidP="00324EDD">
      <w:pPr>
        <w:spacing w:line="240" w:lineRule="auto"/>
        <w:ind w:left="8080"/>
        <w:rPr>
          <w:rFonts w:ascii="黑体" w:eastAsia="黑体" w:hAnsi="黑体"/>
          <w:kern w:val="0"/>
          <w:sz w:val="52"/>
          <w:szCs w:val="20"/>
        </w:rPr>
      </w:pPr>
      <w:r>
        <w:rPr>
          <w:rFonts w:ascii="黑体" w:eastAsia="黑体" w:hAnsi="黑体"/>
          <w:noProof/>
          <w:kern w:val="0"/>
          <w:sz w:val="52"/>
          <w:szCs w:val="20"/>
        </w:rPr>
        <w:pict w14:anchorId="17B8E376">
          <v:line id="直接连接符 73" o:spid="_x0000_s2050" style="position:absolute;left:0;text-align:left;z-index:251660288;visibility:visible;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w:r>
      <w:r w:rsidR="003E2D49" w:rsidRPr="00B4346D">
        <w:rPr>
          <w:rFonts w:ascii="黑体" w:eastAsia="黑体" w:hAnsi="黑体"/>
          <w:noProof/>
          <w:kern w:val="0"/>
          <w:sz w:val="52"/>
          <w:szCs w:val="20"/>
        </w:rPr>
        <w:drawing>
          <wp:anchor distT="0" distB="0" distL="114300" distR="114300" simplePos="0" relativeHeight="251659264" behindDoc="0" locked="0" layoutInCell="1" allowOverlap="0" wp14:anchorId="2AFAE675" wp14:editId="7667E001">
            <wp:simplePos x="0" y="0"/>
            <wp:positionH relativeFrom="page">
              <wp:posOffset>5004435</wp:posOffset>
            </wp:positionH>
            <wp:positionV relativeFrom="page">
              <wp:posOffset>466725</wp:posOffset>
            </wp:positionV>
            <wp:extent cx="1447200" cy="732960"/>
            <wp:effectExtent l="0" t="0" r="635"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7200" cy="732960"/>
                    </a:xfrm>
                    <a:prstGeom prst="rect">
                      <a:avLst/>
                    </a:prstGeom>
                    <a:noFill/>
                    <a:ln>
                      <a:noFill/>
                    </a:ln>
                  </pic:spPr>
                </pic:pic>
              </a:graphicData>
            </a:graphic>
          </wp:anchor>
        </w:drawing>
      </w:r>
    </w:p>
    <w:p w14:paraId="2548410B" w14:textId="77777777" w:rsidR="006816A4" w:rsidRDefault="006816A4" w:rsidP="0036429C">
      <w:pPr>
        <w:pStyle w:val="affffa"/>
        <w:framePr w:w="9639" w:h="6976" w:hRule="exact" w:hSpace="0" w:vSpace="0" w:wrap="around" w:hAnchor="page" w:y="6408"/>
        <w:jc w:val="center"/>
        <w:rPr>
          <w:rFonts w:ascii="黑体" w:eastAsia="黑体" w:hAnsi="黑体"/>
          <w:b w:val="0"/>
          <w:bCs w:val="0"/>
          <w:w w:val="100"/>
        </w:rPr>
      </w:pPr>
    </w:p>
    <w:p w14:paraId="5FF4193D" w14:textId="77777777" w:rsidR="006816A4" w:rsidRDefault="00A64BA1" w:rsidP="00496E11">
      <w:pPr>
        <w:pStyle w:val="affffffffff9"/>
        <w:framePr w:wrap="auto" w:y="6421"/>
      </w:pPr>
      <w:r>
        <w:rPr>
          <w:rFonts w:hint="eastAsia"/>
        </w:rPr>
        <w:t xml:space="preserve">        </w:t>
      </w:r>
      <w:r w:rsidR="00410C3C">
        <w:fldChar w:fldCharType="begin">
          <w:ffData>
            <w:name w:val="CSTD_NAME"/>
            <w:enabled/>
            <w:calcOnExit w:val="0"/>
            <w:textInput>
              <w:default w:val="点击此处添加标准名称"/>
            </w:textInput>
          </w:ffData>
        </w:fldChar>
      </w:r>
      <w:bookmarkStart w:id="7" w:name="CSTD_NAME"/>
      <w:r w:rsidR="00DF15BE">
        <w:instrText xml:space="preserve"> FORMTEXT </w:instrText>
      </w:r>
      <w:r w:rsidR="00410C3C">
        <w:fldChar w:fldCharType="separate"/>
      </w:r>
      <w:r w:rsidR="00A761BF">
        <w:t>天然橡胶 术语</w:t>
      </w:r>
      <w:r w:rsidR="00410C3C">
        <w:fldChar w:fldCharType="end"/>
      </w:r>
      <w:bookmarkEnd w:id="7"/>
    </w:p>
    <w:p w14:paraId="3279159F" w14:textId="77777777" w:rsidR="00815419" w:rsidRPr="00815419" w:rsidRDefault="00815419" w:rsidP="00496E11">
      <w:pPr>
        <w:framePr w:w="9639" w:h="6974" w:hRule="exact" w:wrap="around" w:vAnchor="page" w:hAnchor="page" w:x="1021" w:y="7213" w:anchorLock="1"/>
        <w:ind w:left="-1418"/>
      </w:pPr>
    </w:p>
    <w:p w14:paraId="6A3F5425" w14:textId="77777777" w:rsidR="00755402" w:rsidRPr="008B50C8" w:rsidRDefault="00410C3C" w:rsidP="00496E11">
      <w:pPr>
        <w:pStyle w:val="afffffff9"/>
        <w:framePr w:w="9639" w:h="6974" w:hRule="exact" w:wrap="around" w:vAnchor="page" w:hAnchor="page" w:x="1021" w:y="7213" w:anchorLock="1"/>
        <w:textAlignment w:val="bottom"/>
        <w:rPr>
          <w:rFonts w:eastAsia="黑体"/>
          <w:noProof/>
          <w:szCs w:val="28"/>
        </w:rPr>
      </w:pPr>
      <w:r>
        <w:rPr>
          <w:rFonts w:eastAsia="黑体"/>
          <w:noProof/>
          <w:szCs w:val="28"/>
        </w:rPr>
        <w:fldChar w:fldCharType="begin">
          <w:ffData>
            <w:name w:val="ESTD_NAME"/>
            <w:enabled/>
            <w:calcOnExit w:val="0"/>
            <w:textInput>
              <w:default w:val="Natural rubber-Vocabulary"/>
            </w:textInput>
          </w:ffData>
        </w:fldChar>
      </w:r>
      <w:bookmarkStart w:id="8" w:name="ESTD_NAME"/>
      <w:r w:rsidR="0005311F">
        <w:rPr>
          <w:rFonts w:eastAsia="黑体"/>
          <w:noProof/>
          <w:szCs w:val="28"/>
        </w:rPr>
        <w:instrText xml:space="preserve"> FORMTEXT </w:instrText>
      </w:r>
      <w:r>
        <w:rPr>
          <w:rFonts w:eastAsia="黑体"/>
          <w:noProof/>
          <w:szCs w:val="28"/>
        </w:rPr>
      </w:r>
      <w:r>
        <w:rPr>
          <w:rFonts w:eastAsia="黑体"/>
          <w:noProof/>
          <w:szCs w:val="28"/>
        </w:rPr>
        <w:fldChar w:fldCharType="separate"/>
      </w:r>
      <w:r w:rsidR="0005311F">
        <w:rPr>
          <w:rFonts w:eastAsia="黑体"/>
          <w:noProof/>
          <w:szCs w:val="28"/>
        </w:rPr>
        <w:t>Natural rubber-Vocabulary</w:t>
      </w:r>
      <w:r>
        <w:rPr>
          <w:rFonts w:eastAsia="黑体"/>
          <w:noProof/>
          <w:szCs w:val="28"/>
        </w:rPr>
        <w:fldChar w:fldCharType="end"/>
      </w:r>
      <w:bookmarkEnd w:id="8"/>
    </w:p>
    <w:p w14:paraId="1A8BF20D" w14:textId="77777777" w:rsidR="00815419" w:rsidRPr="00324EDD" w:rsidRDefault="00815419" w:rsidP="00496E11">
      <w:pPr>
        <w:framePr w:w="9639" w:h="6974" w:hRule="exact" w:wrap="around" w:vAnchor="page" w:hAnchor="page" w:x="1021" w:y="7213" w:anchorLock="1"/>
        <w:spacing w:line="760" w:lineRule="exact"/>
        <w:ind w:left="-1418"/>
      </w:pPr>
    </w:p>
    <w:p w14:paraId="05D191B3" w14:textId="77777777" w:rsidR="00B87131" w:rsidRPr="008B50C8" w:rsidRDefault="00410C3C" w:rsidP="00496E11">
      <w:pPr>
        <w:pStyle w:val="afffffff9"/>
        <w:framePr w:w="9639" w:h="6974" w:hRule="exact" w:wrap="around" w:vAnchor="page" w:hAnchor="page" w:x="1021" w:y="7213" w:anchorLock="1"/>
        <w:textAlignment w:val="bottom"/>
        <w:rPr>
          <w:rFonts w:eastAsia="黑体"/>
          <w:noProof/>
          <w:szCs w:val="28"/>
        </w:rPr>
      </w:pPr>
      <w:r>
        <w:rPr>
          <w:rFonts w:eastAsia="黑体"/>
          <w:noProof/>
          <w:szCs w:val="28"/>
        </w:rPr>
        <w:fldChar w:fldCharType="begin">
          <w:ffData>
            <w:name w:val="IN_STD_CODE"/>
            <w:enabled/>
            <w:calcOnExit w:val="0"/>
            <w:textInput>
              <w:default w:val="(点击此处添加与国际标准一致性程度的标识)"/>
            </w:textInput>
          </w:ffData>
        </w:fldChar>
      </w:r>
      <w:bookmarkStart w:id="9" w:name="IN_STD_CODE"/>
      <w:r w:rsidR="00C423A4">
        <w:rPr>
          <w:rFonts w:eastAsia="黑体"/>
          <w:noProof/>
          <w:szCs w:val="28"/>
        </w:rPr>
        <w:instrText xml:space="preserve"> FORMTEXT </w:instrText>
      </w:r>
      <w:r>
        <w:rPr>
          <w:rFonts w:eastAsia="黑体"/>
          <w:noProof/>
          <w:szCs w:val="28"/>
        </w:rPr>
      </w:r>
      <w:r>
        <w:rPr>
          <w:rFonts w:eastAsia="黑体"/>
          <w:noProof/>
          <w:szCs w:val="28"/>
        </w:rPr>
        <w:fldChar w:fldCharType="separate"/>
      </w:r>
      <w:r w:rsidR="00A1114F">
        <w:rPr>
          <w:rFonts w:eastAsia="黑体" w:hint="eastAsia"/>
          <w:noProof/>
          <w:szCs w:val="28"/>
        </w:rPr>
        <w:t>(</w:t>
      </w:r>
      <w:r w:rsidR="00A1114F">
        <w:rPr>
          <w:rFonts w:eastAsia="黑体" w:hint="eastAsia"/>
          <w:noProof/>
          <w:szCs w:val="28"/>
        </w:rPr>
        <w:t>点击此处添加与国际标准一致性程度的标识</w:t>
      </w:r>
      <w:r w:rsidR="00A1114F">
        <w:rPr>
          <w:rFonts w:eastAsia="黑体" w:hint="eastAsia"/>
          <w:noProof/>
          <w:szCs w:val="28"/>
        </w:rPr>
        <w:t>)</w:t>
      </w:r>
      <w:r>
        <w:rPr>
          <w:rFonts w:eastAsia="黑体"/>
          <w:noProof/>
          <w:szCs w:val="28"/>
        </w:rPr>
        <w:fldChar w:fldCharType="end"/>
      </w:r>
      <w:bookmarkEnd w:id="9"/>
    </w:p>
    <w:p w14:paraId="53CF439D" w14:textId="77777777" w:rsidR="00CA7AFD" w:rsidRPr="00AC4D95" w:rsidRDefault="00410C3C" w:rsidP="00496E11">
      <w:pPr>
        <w:pStyle w:val="afffffff9"/>
        <w:framePr w:w="9639" w:h="6974" w:hRule="exact" w:wrap="around" w:vAnchor="page" w:hAnchor="page" w:x="1021" w:y="7213" w:anchorLock="1"/>
        <w:spacing w:before="440" w:after="160"/>
        <w:textAlignment w:val="bottom"/>
        <w:rPr>
          <w:noProof/>
          <w:sz w:val="24"/>
          <w:szCs w:val="28"/>
        </w:rPr>
      </w:pPr>
      <w:r>
        <w:rPr>
          <w:noProof/>
          <w:sz w:val="24"/>
          <w:szCs w:val="28"/>
        </w:rPr>
        <w:fldChar w:fldCharType="begin">
          <w:ffData>
            <w:name w:val="下拉1"/>
            <w:enabled/>
            <w:calcOnExit w:val="0"/>
            <w:ddList>
              <w:listEntry w:val="（征求意见稿）"/>
              <w:listEntry w:val=" "/>
              <w:listEntry w:val="草案版次选择"/>
              <w:listEntry w:val="（工作组讨论稿）"/>
              <w:listEntry w:val="（送审讨论稿）"/>
              <w:listEntry w:val="（送审稿）"/>
              <w:listEntry w:val="（报批稿）"/>
            </w:ddList>
          </w:ffData>
        </w:fldChar>
      </w:r>
      <w:bookmarkStart w:id="10" w:name="下拉1"/>
      <w:r w:rsidR="00BE74F7">
        <w:rPr>
          <w:noProof/>
          <w:sz w:val="24"/>
          <w:szCs w:val="28"/>
        </w:rPr>
        <w:instrText xml:space="preserve"> FORMDROPDOWN </w:instrText>
      </w:r>
      <w:r w:rsidR="00BF7BDC">
        <w:rPr>
          <w:noProof/>
          <w:sz w:val="24"/>
          <w:szCs w:val="28"/>
        </w:rPr>
      </w:r>
      <w:r w:rsidR="00BF7BDC">
        <w:rPr>
          <w:noProof/>
          <w:sz w:val="24"/>
          <w:szCs w:val="28"/>
        </w:rPr>
        <w:fldChar w:fldCharType="separate"/>
      </w:r>
      <w:r>
        <w:rPr>
          <w:noProof/>
          <w:sz w:val="24"/>
          <w:szCs w:val="28"/>
        </w:rPr>
        <w:fldChar w:fldCharType="end"/>
      </w:r>
      <w:bookmarkEnd w:id="10"/>
    </w:p>
    <w:p w14:paraId="5161B1BB" w14:textId="77777777" w:rsidR="0036429C" w:rsidRDefault="00410C3C" w:rsidP="00496E11">
      <w:pPr>
        <w:pStyle w:val="afffffff9"/>
        <w:framePr w:w="9639" w:h="6974" w:hRule="exact" w:wrap="around" w:vAnchor="page" w:hAnchor="page" w:x="1021" w:y="7213" w:anchorLock="1"/>
        <w:spacing w:before="180" w:line="240" w:lineRule="atLeast"/>
        <w:textAlignment w:val="bottom"/>
        <w:rPr>
          <w:noProof/>
          <w:sz w:val="21"/>
          <w:szCs w:val="28"/>
        </w:rPr>
      </w:pPr>
      <w:r>
        <w:rPr>
          <w:noProof/>
          <w:sz w:val="21"/>
          <w:szCs w:val="28"/>
        </w:rPr>
        <w:fldChar w:fldCharType="begin">
          <w:ffData>
            <w:name w:val="CMPLSH_DATE"/>
            <w:enabled/>
            <w:calcOnExit w:val="0"/>
            <w:textInput>
              <w:default w:val="本草案完成时间: 2022.03.15"/>
            </w:textInput>
          </w:ffData>
        </w:fldChar>
      </w:r>
      <w:bookmarkStart w:id="11" w:name="CMPLSH_DATE"/>
      <w:r w:rsidR="00D03893">
        <w:rPr>
          <w:noProof/>
          <w:sz w:val="21"/>
          <w:szCs w:val="28"/>
        </w:rPr>
        <w:instrText xml:space="preserve"> FORMTEXT </w:instrText>
      </w:r>
      <w:r>
        <w:rPr>
          <w:noProof/>
          <w:sz w:val="21"/>
          <w:szCs w:val="28"/>
        </w:rPr>
      </w:r>
      <w:r>
        <w:rPr>
          <w:noProof/>
          <w:sz w:val="21"/>
          <w:szCs w:val="28"/>
        </w:rPr>
        <w:fldChar w:fldCharType="separate"/>
      </w:r>
      <w:r w:rsidR="00D03893">
        <w:rPr>
          <w:rFonts w:hint="eastAsia"/>
          <w:noProof/>
          <w:sz w:val="21"/>
          <w:szCs w:val="28"/>
        </w:rPr>
        <w:t>本草案完成时间</w:t>
      </w:r>
      <w:r w:rsidR="000027F4">
        <w:rPr>
          <w:rFonts w:hint="eastAsia"/>
          <w:noProof/>
          <w:sz w:val="21"/>
          <w:szCs w:val="28"/>
        </w:rPr>
        <w:t>: 2022.07.06</w:t>
      </w:r>
      <w:r>
        <w:rPr>
          <w:noProof/>
          <w:sz w:val="21"/>
          <w:szCs w:val="28"/>
        </w:rPr>
        <w:fldChar w:fldCharType="end"/>
      </w:r>
      <w:bookmarkEnd w:id="11"/>
    </w:p>
    <w:p w14:paraId="2BEC28A7" w14:textId="77777777" w:rsidR="00DE703F" w:rsidRPr="00A6537A" w:rsidRDefault="00410C3C" w:rsidP="007D179E">
      <w:pPr>
        <w:pStyle w:val="afffffff9"/>
        <w:framePr w:w="9639" w:h="6974" w:hRule="exact" w:wrap="around" w:vAnchor="page" w:hAnchor="page" w:x="1021" w:y="7213"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008620FC" w:rsidRPr="00A6537A">
        <w:rPr>
          <w:b/>
          <w:noProof/>
          <w:sz w:val="21"/>
          <w:szCs w:val="28"/>
        </w:rPr>
        <w:instrText xml:space="preserve"> FORMDROPDOWN </w:instrText>
      </w:r>
      <w:r w:rsidR="00BF7BDC">
        <w:rPr>
          <w:b/>
          <w:noProof/>
          <w:sz w:val="21"/>
          <w:szCs w:val="28"/>
        </w:rPr>
      </w:r>
      <w:r w:rsidR="00BF7BDC">
        <w:rPr>
          <w:b/>
          <w:noProof/>
          <w:sz w:val="21"/>
          <w:szCs w:val="28"/>
        </w:rPr>
        <w:fldChar w:fldCharType="separate"/>
      </w:r>
      <w:r w:rsidRPr="00A6537A">
        <w:rPr>
          <w:b/>
          <w:noProof/>
          <w:sz w:val="21"/>
          <w:szCs w:val="28"/>
        </w:rPr>
        <w:fldChar w:fldCharType="end"/>
      </w:r>
      <w:bookmarkEnd w:id="12"/>
    </w:p>
    <w:p w14:paraId="1DE060B8" w14:textId="77777777" w:rsidR="00CD50A1" w:rsidRDefault="00410C3C" w:rsidP="00EE7869">
      <w:pPr>
        <w:pStyle w:val="affffffffff5"/>
        <w:framePr w:wrap="around" w:y="14176"/>
      </w:pPr>
      <w:r>
        <w:rPr>
          <w:rFonts w:ascii="黑体"/>
        </w:rPr>
        <w:fldChar w:fldCharType="begin">
          <w:ffData>
            <w:name w:val="PLSH_DATE_Y"/>
            <w:enabled/>
            <w:calcOnExit w:val="0"/>
            <w:textInput>
              <w:default w:val="XXXX"/>
              <w:maxLength w:val="4"/>
            </w:textInput>
          </w:ffData>
        </w:fldChar>
      </w:r>
      <w:bookmarkStart w:id="13" w:name="PLSH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4"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5"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5"/>
      <w:r w:rsidR="00CD50A1">
        <w:rPr>
          <w:rFonts w:hint="eastAsia"/>
        </w:rPr>
        <w:t>发布</w:t>
      </w:r>
    </w:p>
    <w:p w14:paraId="43EB2259" w14:textId="77777777" w:rsidR="00CD50A1" w:rsidRDefault="00410C3C" w:rsidP="00EE7869">
      <w:pPr>
        <w:pStyle w:val="affffffffff6"/>
        <w:framePr w:wrap="around" w:y="14176"/>
      </w:pPr>
      <w:r>
        <w:rPr>
          <w:rFonts w:ascii="黑体"/>
        </w:rPr>
        <w:fldChar w:fldCharType="begin">
          <w:ffData>
            <w:name w:val="CROT_DATE_Y"/>
            <w:enabled/>
            <w:calcOnExit w:val="0"/>
            <w:textInput>
              <w:default w:val="XXXX"/>
              <w:maxLength w:val="4"/>
            </w:textInput>
          </w:ffData>
        </w:fldChar>
      </w:r>
      <w:bookmarkStart w:id="16"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7"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8"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8"/>
      <w:r w:rsidR="00CD50A1">
        <w:rPr>
          <w:rFonts w:hint="eastAsia"/>
        </w:rPr>
        <w:t>实施</w:t>
      </w:r>
    </w:p>
    <w:p w14:paraId="2E919051" w14:textId="77777777" w:rsidR="00A02BAE" w:rsidRPr="00CD50A1" w:rsidRDefault="00FC17B7" w:rsidP="00A02BAE">
      <w:pPr>
        <w:rPr>
          <w:rFonts w:ascii="宋体" w:hAnsi="宋体"/>
          <w:sz w:val="28"/>
          <w:szCs w:val="28"/>
        </w:rPr>
        <w:sectPr w:rsidR="00A02BAE" w:rsidRPr="00CD50A1" w:rsidSect="00144395">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w:drawing>
          <wp:anchor distT="0" distB="0" distL="114300" distR="114300" simplePos="0" relativeHeight="251664384" behindDoc="0" locked="0" layoutInCell="1" allowOverlap="1" wp14:anchorId="0A098DD6" wp14:editId="2B930DCE">
            <wp:simplePos x="0" y="0"/>
            <wp:positionH relativeFrom="column">
              <wp:posOffset>1610360</wp:posOffset>
            </wp:positionH>
            <wp:positionV relativeFrom="paragraph">
              <wp:posOffset>8281035</wp:posOffset>
            </wp:positionV>
            <wp:extent cx="2868840" cy="545400"/>
            <wp:effectExtent l="0" t="0" r="0" b="762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国标发布单位(1).tif"/>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868840" cy="545400"/>
                    </a:xfrm>
                    <a:prstGeom prst="rect">
                      <a:avLst/>
                    </a:prstGeom>
                  </pic:spPr>
                </pic:pic>
              </a:graphicData>
            </a:graphic>
          </wp:anchor>
        </w:drawing>
      </w:r>
      <w:r w:rsidR="00BF7BDC">
        <w:rPr>
          <w:rFonts w:ascii="宋体" w:hAnsi="宋体"/>
          <w:noProof/>
          <w:sz w:val="28"/>
          <w:szCs w:val="28"/>
        </w:rPr>
        <w:pict w14:anchorId="4385611E">
          <v:line id="直接连接符 5" o:spid="_x0000_s2051" style="position:absolute;left:0;text-align:left;z-index:251663360;visibility:visible;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w:r>
      <w:r>
        <w:rPr>
          <w:rFonts w:ascii="宋体" w:hAnsi="宋体" w:hint="eastAsia"/>
          <w:sz w:val="28"/>
          <w:szCs w:val="28"/>
        </w:rPr>
        <w:t>`</w:t>
      </w:r>
    </w:p>
    <w:p w14:paraId="48C552E6" w14:textId="77777777" w:rsidR="00144395" w:rsidRDefault="00144395" w:rsidP="00144395">
      <w:pPr>
        <w:pStyle w:val="affffff6"/>
        <w:spacing w:after="468"/>
        <w:rPr>
          <w:rFonts w:hint="eastAsia"/>
        </w:rPr>
      </w:pPr>
      <w:bookmarkStart w:id="19" w:name="BookMark1"/>
      <w:r w:rsidRPr="00144395">
        <w:rPr>
          <w:rFonts w:hint="eastAsia"/>
          <w:spacing w:val="320"/>
        </w:rPr>
        <w:lastRenderedPageBreak/>
        <w:t>目</w:t>
      </w:r>
      <w:r>
        <w:rPr>
          <w:rFonts w:hint="eastAsia"/>
        </w:rPr>
        <w:t>次</w:t>
      </w:r>
    </w:p>
    <w:p w14:paraId="1AE2AFF0" w14:textId="79273883" w:rsidR="00144395" w:rsidRPr="00144395" w:rsidRDefault="00144395">
      <w:pPr>
        <w:pStyle w:val="TOC1"/>
        <w:rPr>
          <w:rFonts w:asciiTheme="minorHAnsi" w:eastAsiaTheme="minorEastAsia" w:hAnsiTheme="minorHAnsi" w:cstheme="minorBidi"/>
          <w:noProof/>
          <w:szCs w:val="22"/>
        </w:rPr>
      </w:pPr>
      <w:r w:rsidRPr="00144395">
        <w:fldChar w:fldCharType="begin"/>
      </w:r>
      <w:r w:rsidRPr="00144395">
        <w:instrText xml:space="preserve"> TOC \o "1-1" \h \t "标准文件_一级条标题,2,标准文件_附录一级条标题,2," </w:instrText>
      </w:r>
      <w:r w:rsidRPr="00144395">
        <w:fldChar w:fldCharType="separate"/>
      </w:r>
      <w:hyperlink w:anchor="_Toc108107350" w:history="1">
        <w:r w:rsidRPr="00144395">
          <w:rPr>
            <w:rStyle w:val="afffffff2"/>
            <w:noProof/>
          </w:rPr>
          <w:t>前言</w:t>
        </w:r>
        <w:r w:rsidRPr="00144395">
          <w:rPr>
            <w:noProof/>
          </w:rPr>
          <w:tab/>
        </w:r>
        <w:r w:rsidRPr="00144395">
          <w:rPr>
            <w:noProof/>
          </w:rPr>
          <w:fldChar w:fldCharType="begin"/>
        </w:r>
        <w:r w:rsidRPr="00144395">
          <w:rPr>
            <w:noProof/>
          </w:rPr>
          <w:instrText xml:space="preserve"> PAGEREF _Toc108107350 \h </w:instrText>
        </w:r>
        <w:r w:rsidRPr="00144395">
          <w:rPr>
            <w:noProof/>
          </w:rPr>
        </w:r>
        <w:r w:rsidRPr="00144395">
          <w:rPr>
            <w:noProof/>
          </w:rPr>
          <w:fldChar w:fldCharType="separate"/>
        </w:r>
        <w:r w:rsidR="004F693A">
          <w:rPr>
            <w:noProof/>
          </w:rPr>
          <w:t>III</w:t>
        </w:r>
        <w:r w:rsidRPr="00144395">
          <w:rPr>
            <w:noProof/>
          </w:rPr>
          <w:fldChar w:fldCharType="end"/>
        </w:r>
      </w:hyperlink>
    </w:p>
    <w:p w14:paraId="058440D0" w14:textId="7D58EF2F" w:rsidR="00144395" w:rsidRPr="00144395" w:rsidRDefault="00144395">
      <w:pPr>
        <w:pStyle w:val="TOC1"/>
        <w:rPr>
          <w:rFonts w:asciiTheme="minorHAnsi" w:eastAsiaTheme="minorEastAsia" w:hAnsiTheme="minorHAnsi" w:cstheme="minorBidi"/>
          <w:noProof/>
          <w:szCs w:val="22"/>
        </w:rPr>
      </w:pPr>
      <w:hyperlink w:anchor="_Toc108107351" w:history="1">
        <w:r w:rsidRPr="00144395">
          <w:rPr>
            <w:rStyle w:val="afffffff2"/>
            <w:noProof/>
          </w:rPr>
          <w:t>1</w:t>
        </w:r>
        <w:r>
          <w:rPr>
            <w:rStyle w:val="afffffff2"/>
            <w:noProof/>
          </w:rPr>
          <w:t xml:space="preserve"> </w:t>
        </w:r>
        <w:r w:rsidRPr="00144395">
          <w:rPr>
            <w:rStyle w:val="afffffff2"/>
            <w:noProof/>
          </w:rPr>
          <w:t xml:space="preserve"> 范围</w:t>
        </w:r>
        <w:r w:rsidRPr="00144395">
          <w:rPr>
            <w:noProof/>
          </w:rPr>
          <w:tab/>
        </w:r>
        <w:r w:rsidRPr="00144395">
          <w:rPr>
            <w:noProof/>
          </w:rPr>
          <w:fldChar w:fldCharType="begin"/>
        </w:r>
        <w:r w:rsidRPr="00144395">
          <w:rPr>
            <w:noProof/>
          </w:rPr>
          <w:instrText xml:space="preserve"> PAGEREF _Toc108107351 \h </w:instrText>
        </w:r>
        <w:r w:rsidRPr="00144395">
          <w:rPr>
            <w:noProof/>
          </w:rPr>
        </w:r>
        <w:r w:rsidRPr="00144395">
          <w:rPr>
            <w:noProof/>
          </w:rPr>
          <w:fldChar w:fldCharType="separate"/>
        </w:r>
        <w:r w:rsidR="004F693A">
          <w:rPr>
            <w:noProof/>
          </w:rPr>
          <w:t>1</w:t>
        </w:r>
        <w:r w:rsidRPr="00144395">
          <w:rPr>
            <w:noProof/>
          </w:rPr>
          <w:fldChar w:fldCharType="end"/>
        </w:r>
      </w:hyperlink>
    </w:p>
    <w:p w14:paraId="3DB72F00" w14:textId="4F311C93" w:rsidR="00144395" w:rsidRPr="00144395" w:rsidRDefault="00144395">
      <w:pPr>
        <w:pStyle w:val="TOC1"/>
        <w:rPr>
          <w:rFonts w:asciiTheme="minorHAnsi" w:eastAsiaTheme="minorEastAsia" w:hAnsiTheme="minorHAnsi" w:cstheme="minorBidi"/>
          <w:noProof/>
          <w:szCs w:val="22"/>
        </w:rPr>
      </w:pPr>
      <w:hyperlink w:anchor="_Toc108107352" w:history="1">
        <w:r w:rsidRPr="00144395">
          <w:rPr>
            <w:rStyle w:val="afffffff2"/>
            <w:noProof/>
          </w:rPr>
          <w:t>2</w:t>
        </w:r>
        <w:r>
          <w:rPr>
            <w:rStyle w:val="afffffff2"/>
            <w:noProof/>
          </w:rPr>
          <w:t xml:space="preserve"> </w:t>
        </w:r>
        <w:r w:rsidRPr="00144395">
          <w:rPr>
            <w:rStyle w:val="afffffff2"/>
            <w:noProof/>
          </w:rPr>
          <w:t xml:space="preserve"> 规范性引用文件</w:t>
        </w:r>
        <w:r w:rsidRPr="00144395">
          <w:rPr>
            <w:noProof/>
          </w:rPr>
          <w:tab/>
        </w:r>
        <w:r w:rsidRPr="00144395">
          <w:rPr>
            <w:noProof/>
          </w:rPr>
          <w:fldChar w:fldCharType="begin"/>
        </w:r>
        <w:r w:rsidRPr="00144395">
          <w:rPr>
            <w:noProof/>
          </w:rPr>
          <w:instrText xml:space="preserve"> PAGEREF _Toc108107352 \h </w:instrText>
        </w:r>
        <w:r w:rsidRPr="00144395">
          <w:rPr>
            <w:noProof/>
          </w:rPr>
        </w:r>
        <w:r w:rsidRPr="00144395">
          <w:rPr>
            <w:noProof/>
          </w:rPr>
          <w:fldChar w:fldCharType="separate"/>
        </w:r>
        <w:r w:rsidR="004F693A">
          <w:rPr>
            <w:noProof/>
          </w:rPr>
          <w:t>1</w:t>
        </w:r>
        <w:r w:rsidRPr="00144395">
          <w:rPr>
            <w:noProof/>
          </w:rPr>
          <w:fldChar w:fldCharType="end"/>
        </w:r>
      </w:hyperlink>
    </w:p>
    <w:p w14:paraId="3792D8C2" w14:textId="778DF341" w:rsidR="00144395" w:rsidRPr="00144395" w:rsidRDefault="00144395">
      <w:pPr>
        <w:pStyle w:val="TOC1"/>
        <w:rPr>
          <w:rFonts w:asciiTheme="minorHAnsi" w:eastAsiaTheme="minorEastAsia" w:hAnsiTheme="minorHAnsi" w:cstheme="minorBidi"/>
          <w:noProof/>
          <w:szCs w:val="22"/>
        </w:rPr>
      </w:pPr>
      <w:hyperlink w:anchor="_Toc108107353" w:history="1">
        <w:r w:rsidRPr="00144395">
          <w:rPr>
            <w:rStyle w:val="afffffff2"/>
            <w:noProof/>
          </w:rPr>
          <w:t>3</w:t>
        </w:r>
        <w:r>
          <w:rPr>
            <w:rStyle w:val="afffffff2"/>
            <w:noProof/>
          </w:rPr>
          <w:t xml:space="preserve"> </w:t>
        </w:r>
        <w:r w:rsidRPr="00144395">
          <w:rPr>
            <w:rStyle w:val="afffffff2"/>
            <w:noProof/>
          </w:rPr>
          <w:t xml:space="preserve"> 橡胶的范畴与来源</w:t>
        </w:r>
        <w:r w:rsidRPr="00144395">
          <w:rPr>
            <w:noProof/>
          </w:rPr>
          <w:tab/>
        </w:r>
        <w:r w:rsidRPr="00144395">
          <w:rPr>
            <w:noProof/>
          </w:rPr>
          <w:fldChar w:fldCharType="begin"/>
        </w:r>
        <w:r w:rsidRPr="00144395">
          <w:rPr>
            <w:noProof/>
          </w:rPr>
          <w:instrText xml:space="preserve"> PAGEREF _Toc108107353 \h </w:instrText>
        </w:r>
        <w:r w:rsidRPr="00144395">
          <w:rPr>
            <w:noProof/>
          </w:rPr>
        </w:r>
        <w:r w:rsidRPr="00144395">
          <w:rPr>
            <w:noProof/>
          </w:rPr>
          <w:fldChar w:fldCharType="separate"/>
        </w:r>
        <w:r w:rsidR="004F693A">
          <w:rPr>
            <w:noProof/>
          </w:rPr>
          <w:t>1</w:t>
        </w:r>
        <w:r w:rsidRPr="00144395">
          <w:rPr>
            <w:noProof/>
          </w:rPr>
          <w:fldChar w:fldCharType="end"/>
        </w:r>
      </w:hyperlink>
    </w:p>
    <w:p w14:paraId="17926870" w14:textId="46C2A0DA" w:rsidR="00144395" w:rsidRPr="00144395" w:rsidRDefault="00144395">
      <w:pPr>
        <w:pStyle w:val="TOC1"/>
        <w:rPr>
          <w:rFonts w:asciiTheme="minorHAnsi" w:eastAsiaTheme="minorEastAsia" w:hAnsiTheme="minorHAnsi" w:cstheme="minorBidi"/>
          <w:noProof/>
          <w:szCs w:val="22"/>
        </w:rPr>
      </w:pPr>
      <w:hyperlink w:anchor="_Toc108107354" w:history="1">
        <w:r w:rsidRPr="00144395">
          <w:rPr>
            <w:rStyle w:val="afffffff2"/>
            <w:noProof/>
          </w:rPr>
          <w:t>4</w:t>
        </w:r>
        <w:r>
          <w:rPr>
            <w:rStyle w:val="afffffff2"/>
            <w:noProof/>
          </w:rPr>
          <w:t xml:space="preserve"> </w:t>
        </w:r>
        <w:r w:rsidRPr="00144395">
          <w:rPr>
            <w:rStyle w:val="afffffff2"/>
            <w:noProof/>
          </w:rPr>
          <w:t xml:space="preserve"> 胶乳的性质和早期保存</w:t>
        </w:r>
        <w:r w:rsidRPr="00144395">
          <w:rPr>
            <w:noProof/>
          </w:rPr>
          <w:tab/>
        </w:r>
        <w:r w:rsidRPr="00144395">
          <w:rPr>
            <w:noProof/>
          </w:rPr>
          <w:fldChar w:fldCharType="begin"/>
        </w:r>
        <w:r w:rsidRPr="00144395">
          <w:rPr>
            <w:noProof/>
          </w:rPr>
          <w:instrText xml:space="preserve"> PAGEREF _Toc108107354 \h </w:instrText>
        </w:r>
        <w:r w:rsidRPr="00144395">
          <w:rPr>
            <w:noProof/>
          </w:rPr>
        </w:r>
        <w:r w:rsidRPr="00144395">
          <w:rPr>
            <w:noProof/>
          </w:rPr>
          <w:fldChar w:fldCharType="separate"/>
        </w:r>
        <w:r w:rsidR="004F693A">
          <w:rPr>
            <w:noProof/>
          </w:rPr>
          <w:t>2</w:t>
        </w:r>
        <w:r w:rsidRPr="00144395">
          <w:rPr>
            <w:noProof/>
          </w:rPr>
          <w:fldChar w:fldCharType="end"/>
        </w:r>
      </w:hyperlink>
    </w:p>
    <w:p w14:paraId="66BD61FC" w14:textId="5CBDAB00" w:rsidR="00144395" w:rsidRPr="00144395" w:rsidRDefault="00144395">
      <w:pPr>
        <w:pStyle w:val="TOC1"/>
        <w:rPr>
          <w:rFonts w:asciiTheme="minorHAnsi" w:eastAsiaTheme="minorEastAsia" w:hAnsiTheme="minorHAnsi" w:cstheme="minorBidi"/>
          <w:noProof/>
          <w:szCs w:val="22"/>
        </w:rPr>
      </w:pPr>
      <w:hyperlink w:anchor="_Toc108107355" w:history="1">
        <w:r w:rsidRPr="00144395">
          <w:rPr>
            <w:rStyle w:val="afffffff2"/>
            <w:noProof/>
          </w:rPr>
          <w:t>5</w:t>
        </w:r>
        <w:r>
          <w:rPr>
            <w:rStyle w:val="afffffff2"/>
            <w:noProof/>
          </w:rPr>
          <w:t xml:space="preserve"> </w:t>
        </w:r>
        <w:r w:rsidRPr="00144395">
          <w:rPr>
            <w:rStyle w:val="afffffff2"/>
            <w:noProof/>
          </w:rPr>
          <w:t xml:space="preserve"> 商品胶乳</w:t>
        </w:r>
        <w:r w:rsidRPr="00144395">
          <w:rPr>
            <w:noProof/>
          </w:rPr>
          <w:tab/>
        </w:r>
        <w:r w:rsidRPr="00144395">
          <w:rPr>
            <w:noProof/>
          </w:rPr>
          <w:fldChar w:fldCharType="begin"/>
        </w:r>
        <w:r w:rsidRPr="00144395">
          <w:rPr>
            <w:noProof/>
          </w:rPr>
          <w:instrText xml:space="preserve"> PAGEREF _Toc108107355 \h </w:instrText>
        </w:r>
        <w:r w:rsidRPr="00144395">
          <w:rPr>
            <w:noProof/>
          </w:rPr>
        </w:r>
        <w:r w:rsidRPr="00144395">
          <w:rPr>
            <w:noProof/>
          </w:rPr>
          <w:fldChar w:fldCharType="separate"/>
        </w:r>
        <w:r w:rsidR="004F693A">
          <w:rPr>
            <w:noProof/>
          </w:rPr>
          <w:t>8</w:t>
        </w:r>
        <w:r w:rsidRPr="00144395">
          <w:rPr>
            <w:noProof/>
          </w:rPr>
          <w:fldChar w:fldCharType="end"/>
        </w:r>
      </w:hyperlink>
    </w:p>
    <w:p w14:paraId="0A64DD76" w14:textId="43BC8757" w:rsidR="00144395" w:rsidRPr="00144395" w:rsidRDefault="00144395">
      <w:pPr>
        <w:pStyle w:val="TOC1"/>
        <w:rPr>
          <w:rFonts w:asciiTheme="minorHAnsi" w:eastAsiaTheme="minorEastAsia" w:hAnsiTheme="minorHAnsi" w:cstheme="minorBidi"/>
          <w:noProof/>
          <w:szCs w:val="22"/>
        </w:rPr>
      </w:pPr>
      <w:hyperlink w:anchor="_Toc108107356" w:history="1">
        <w:r w:rsidRPr="00144395">
          <w:rPr>
            <w:rStyle w:val="afffffff2"/>
            <w:noProof/>
          </w:rPr>
          <w:t>6</w:t>
        </w:r>
        <w:r>
          <w:rPr>
            <w:rStyle w:val="afffffff2"/>
            <w:noProof/>
          </w:rPr>
          <w:t xml:space="preserve"> </w:t>
        </w:r>
        <w:r w:rsidRPr="00144395">
          <w:rPr>
            <w:rStyle w:val="afffffff2"/>
            <w:noProof/>
          </w:rPr>
          <w:t xml:space="preserve"> 商品胶乳的生产工艺和设备</w:t>
        </w:r>
        <w:r w:rsidRPr="00144395">
          <w:rPr>
            <w:noProof/>
          </w:rPr>
          <w:tab/>
        </w:r>
        <w:r w:rsidRPr="00144395">
          <w:rPr>
            <w:noProof/>
          </w:rPr>
          <w:fldChar w:fldCharType="begin"/>
        </w:r>
        <w:r w:rsidRPr="00144395">
          <w:rPr>
            <w:noProof/>
          </w:rPr>
          <w:instrText xml:space="preserve"> PAGEREF _Toc108107356 \h </w:instrText>
        </w:r>
        <w:r w:rsidRPr="00144395">
          <w:rPr>
            <w:noProof/>
          </w:rPr>
        </w:r>
        <w:r w:rsidRPr="00144395">
          <w:rPr>
            <w:noProof/>
          </w:rPr>
          <w:fldChar w:fldCharType="separate"/>
        </w:r>
        <w:r w:rsidR="004F693A">
          <w:rPr>
            <w:noProof/>
          </w:rPr>
          <w:t>11</w:t>
        </w:r>
        <w:r w:rsidRPr="00144395">
          <w:rPr>
            <w:noProof/>
          </w:rPr>
          <w:fldChar w:fldCharType="end"/>
        </w:r>
      </w:hyperlink>
    </w:p>
    <w:p w14:paraId="5A90B455" w14:textId="60A976F3" w:rsidR="00144395" w:rsidRPr="00144395" w:rsidRDefault="00144395">
      <w:pPr>
        <w:pStyle w:val="TOC1"/>
        <w:rPr>
          <w:rFonts w:asciiTheme="minorHAnsi" w:eastAsiaTheme="minorEastAsia" w:hAnsiTheme="minorHAnsi" w:cstheme="minorBidi"/>
          <w:noProof/>
          <w:szCs w:val="22"/>
        </w:rPr>
      </w:pPr>
      <w:hyperlink w:anchor="_Toc108107357" w:history="1">
        <w:r w:rsidRPr="00144395">
          <w:rPr>
            <w:rStyle w:val="afffffff2"/>
            <w:noProof/>
          </w:rPr>
          <w:t>7</w:t>
        </w:r>
        <w:r>
          <w:rPr>
            <w:rStyle w:val="afffffff2"/>
            <w:noProof/>
          </w:rPr>
          <w:t xml:space="preserve"> </w:t>
        </w:r>
        <w:r w:rsidRPr="00144395">
          <w:rPr>
            <w:rStyle w:val="afffffff2"/>
            <w:noProof/>
          </w:rPr>
          <w:t xml:space="preserve"> 生胶的分级与种类</w:t>
        </w:r>
        <w:r w:rsidRPr="00144395">
          <w:rPr>
            <w:noProof/>
          </w:rPr>
          <w:tab/>
        </w:r>
        <w:r w:rsidRPr="00144395">
          <w:rPr>
            <w:noProof/>
          </w:rPr>
          <w:fldChar w:fldCharType="begin"/>
        </w:r>
        <w:r w:rsidRPr="00144395">
          <w:rPr>
            <w:noProof/>
          </w:rPr>
          <w:instrText xml:space="preserve"> PAGEREF _Toc108107357 \h </w:instrText>
        </w:r>
        <w:r w:rsidRPr="00144395">
          <w:rPr>
            <w:noProof/>
          </w:rPr>
        </w:r>
        <w:r w:rsidRPr="00144395">
          <w:rPr>
            <w:noProof/>
          </w:rPr>
          <w:fldChar w:fldCharType="separate"/>
        </w:r>
        <w:r w:rsidR="004F693A">
          <w:rPr>
            <w:noProof/>
          </w:rPr>
          <w:t>15</w:t>
        </w:r>
        <w:r w:rsidRPr="00144395">
          <w:rPr>
            <w:noProof/>
          </w:rPr>
          <w:fldChar w:fldCharType="end"/>
        </w:r>
      </w:hyperlink>
    </w:p>
    <w:p w14:paraId="7C63111E" w14:textId="59F24B46" w:rsidR="00144395" w:rsidRPr="00144395" w:rsidRDefault="00144395">
      <w:pPr>
        <w:pStyle w:val="TOC1"/>
        <w:rPr>
          <w:rFonts w:asciiTheme="minorHAnsi" w:eastAsiaTheme="minorEastAsia" w:hAnsiTheme="minorHAnsi" w:cstheme="minorBidi"/>
          <w:noProof/>
          <w:szCs w:val="22"/>
        </w:rPr>
      </w:pPr>
      <w:hyperlink w:anchor="_Toc108107358" w:history="1">
        <w:r w:rsidRPr="00144395">
          <w:rPr>
            <w:rStyle w:val="afffffff2"/>
            <w:noProof/>
          </w:rPr>
          <w:t>8</w:t>
        </w:r>
        <w:r>
          <w:rPr>
            <w:rStyle w:val="afffffff2"/>
            <w:noProof/>
          </w:rPr>
          <w:t xml:space="preserve"> </w:t>
        </w:r>
        <w:r w:rsidRPr="00144395">
          <w:rPr>
            <w:rStyle w:val="afffffff2"/>
            <w:noProof/>
          </w:rPr>
          <w:t xml:space="preserve"> 生胶的生产设备</w:t>
        </w:r>
        <w:r w:rsidRPr="00144395">
          <w:rPr>
            <w:noProof/>
          </w:rPr>
          <w:tab/>
        </w:r>
        <w:r w:rsidRPr="00144395">
          <w:rPr>
            <w:noProof/>
          </w:rPr>
          <w:fldChar w:fldCharType="begin"/>
        </w:r>
        <w:r w:rsidRPr="00144395">
          <w:rPr>
            <w:noProof/>
          </w:rPr>
          <w:instrText xml:space="preserve"> PAGEREF _Toc108107358 \h </w:instrText>
        </w:r>
        <w:r w:rsidRPr="00144395">
          <w:rPr>
            <w:noProof/>
          </w:rPr>
        </w:r>
        <w:r w:rsidRPr="00144395">
          <w:rPr>
            <w:noProof/>
          </w:rPr>
          <w:fldChar w:fldCharType="separate"/>
        </w:r>
        <w:r w:rsidR="004F693A">
          <w:rPr>
            <w:noProof/>
          </w:rPr>
          <w:t>22</w:t>
        </w:r>
        <w:r w:rsidRPr="00144395">
          <w:rPr>
            <w:noProof/>
          </w:rPr>
          <w:fldChar w:fldCharType="end"/>
        </w:r>
      </w:hyperlink>
    </w:p>
    <w:p w14:paraId="7F94AFD8" w14:textId="5F0C2741" w:rsidR="00144395" w:rsidRPr="00144395" w:rsidRDefault="00144395">
      <w:pPr>
        <w:pStyle w:val="TOC1"/>
        <w:rPr>
          <w:rFonts w:asciiTheme="minorHAnsi" w:eastAsiaTheme="minorEastAsia" w:hAnsiTheme="minorHAnsi" w:cstheme="minorBidi"/>
          <w:noProof/>
          <w:szCs w:val="22"/>
        </w:rPr>
      </w:pPr>
      <w:hyperlink w:anchor="_Toc108107359" w:history="1">
        <w:r w:rsidRPr="00144395">
          <w:rPr>
            <w:rStyle w:val="afffffff2"/>
            <w:noProof/>
          </w:rPr>
          <w:t>9</w:t>
        </w:r>
        <w:r>
          <w:rPr>
            <w:rStyle w:val="afffffff2"/>
            <w:noProof/>
          </w:rPr>
          <w:t xml:space="preserve"> </w:t>
        </w:r>
        <w:r w:rsidRPr="00144395">
          <w:rPr>
            <w:rStyle w:val="afffffff2"/>
            <w:noProof/>
          </w:rPr>
          <w:t xml:space="preserve"> 生胶的应用</w:t>
        </w:r>
        <w:r w:rsidRPr="00144395">
          <w:rPr>
            <w:noProof/>
          </w:rPr>
          <w:tab/>
        </w:r>
        <w:r w:rsidRPr="00144395">
          <w:rPr>
            <w:noProof/>
          </w:rPr>
          <w:fldChar w:fldCharType="begin"/>
        </w:r>
        <w:r w:rsidRPr="00144395">
          <w:rPr>
            <w:noProof/>
          </w:rPr>
          <w:instrText xml:space="preserve"> PAGEREF _Toc108107359 \h </w:instrText>
        </w:r>
        <w:r w:rsidRPr="00144395">
          <w:rPr>
            <w:noProof/>
          </w:rPr>
        </w:r>
        <w:r w:rsidRPr="00144395">
          <w:rPr>
            <w:noProof/>
          </w:rPr>
          <w:fldChar w:fldCharType="separate"/>
        </w:r>
        <w:r w:rsidR="004F693A">
          <w:rPr>
            <w:noProof/>
          </w:rPr>
          <w:t>29</w:t>
        </w:r>
        <w:r w:rsidRPr="00144395">
          <w:rPr>
            <w:noProof/>
          </w:rPr>
          <w:fldChar w:fldCharType="end"/>
        </w:r>
      </w:hyperlink>
    </w:p>
    <w:p w14:paraId="062AECBB" w14:textId="0179D224" w:rsidR="00144395" w:rsidRPr="00144395" w:rsidRDefault="00144395">
      <w:pPr>
        <w:pStyle w:val="TOC1"/>
        <w:rPr>
          <w:rFonts w:asciiTheme="minorHAnsi" w:eastAsiaTheme="minorEastAsia" w:hAnsiTheme="minorHAnsi" w:cstheme="minorBidi"/>
          <w:noProof/>
          <w:szCs w:val="22"/>
        </w:rPr>
      </w:pPr>
      <w:hyperlink w:anchor="_Toc108107360" w:history="1">
        <w:r w:rsidRPr="00144395">
          <w:rPr>
            <w:rStyle w:val="afffffff2"/>
            <w:noProof/>
          </w:rPr>
          <w:t>10</w:t>
        </w:r>
        <w:r>
          <w:rPr>
            <w:rStyle w:val="afffffff2"/>
            <w:noProof/>
          </w:rPr>
          <w:t xml:space="preserve"> </w:t>
        </w:r>
        <w:r w:rsidRPr="00144395">
          <w:rPr>
            <w:rStyle w:val="afffffff2"/>
            <w:noProof/>
          </w:rPr>
          <w:t xml:space="preserve"> 乳胶制品</w:t>
        </w:r>
        <w:r w:rsidRPr="00144395">
          <w:rPr>
            <w:noProof/>
          </w:rPr>
          <w:tab/>
        </w:r>
        <w:r w:rsidRPr="00144395">
          <w:rPr>
            <w:noProof/>
          </w:rPr>
          <w:fldChar w:fldCharType="begin"/>
        </w:r>
        <w:r w:rsidRPr="00144395">
          <w:rPr>
            <w:noProof/>
          </w:rPr>
          <w:instrText xml:space="preserve"> PAGEREF _Toc108107360 \h </w:instrText>
        </w:r>
        <w:r w:rsidRPr="00144395">
          <w:rPr>
            <w:noProof/>
          </w:rPr>
        </w:r>
        <w:r w:rsidRPr="00144395">
          <w:rPr>
            <w:noProof/>
          </w:rPr>
          <w:fldChar w:fldCharType="separate"/>
        </w:r>
        <w:r w:rsidR="004F693A">
          <w:rPr>
            <w:noProof/>
          </w:rPr>
          <w:t>36</w:t>
        </w:r>
        <w:r w:rsidRPr="00144395">
          <w:rPr>
            <w:noProof/>
          </w:rPr>
          <w:fldChar w:fldCharType="end"/>
        </w:r>
      </w:hyperlink>
    </w:p>
    <w:p w14:paraId="37C86DC4" w14:textId="66F4B342" w:rsidR="00144395" w:rsidRPr="00144395" w:rsidRDefault="00144395">
      <w:pPr>
        <w:pStyle w:val="TOC1"/>
        <w:rPr>
          <w:rFonts w:asciiTheme="minorHAnsi" w:eastAsiaTheme="minorEastAsia" w:hAnsiTheme="minorHAnsi" w:cstheme="minorBidi"/>
          <w:noProof/>
          <w:szCs w:val="22"/>
        </w:rPr>
      </w:pPr>
      <w:hyperlink w:anchor="_Toc108107361" w:history="1">
        <w:r w:rsidRPr="00144395">
          <w:rPr>
            <w:rStyle w:val="afffffff2"/>
            <w:noProof/>
          </w:rPr>
          <w:t>11</w:t>
        </w:r>
        <w:r>
          <w:rPr>
            <w:rStyle w:val="afffffff2"/>
            <w:noProof/>
          </w:rPr>
          <w:t xml:space="preserve"> </w:t>
        </w:r>
        <w:r w:rsidRPr="00144395">
          <w:rPr>
            <w:rStyle w:val="afffffff2"/>
            <w:noProof/>
          </w:rPr>
          <w:t xml:space="preserve"> 专用和改性橡胶</w:t>
        </w:r>
        <w:r w:rsidRPr="00144395">
          <w:rPr>
            <w:noProof/>
          </w:rPr>
          <w:tab/>
        </w:r>
        <w:r w:rsidRPr="00144395">
          <w:rPr>
            <w:noProof/>
          </w:rPr>
          <w:fldChar w:fldCharType="begin"/>
        </w:r>
        <w:r w:rsidRPr="00144395">
          <w:rPr>
            <w:noProof/>
          </w:rPr>
          <w:instrText xml:space="preserve"> PAGEREF _Toc108107361 \h </w:instrText>
        </w:r>
        <w:r w:rsidRPr="00144395">
          <w:rPr>
            <w:noProof/>
          </w:rPr>
        </w:r>
        <w:r w:rsidRPr="00144395">
          <w:rPr>
            <w:noProof/>
          </w:rPr>
          <w:fldChar w:fldCharType="separate"/>
        </w:r>
        <w:r w:rsidR="004F693A">
          <w:rPr>
            <w:noProof/>
          </w:rPr>
          <w:t>40</w:t>
        </w:r>
        <w:r w:rsidRPr="00144395">
          <w:rPr>
            <w:noProof/>
          </w:rPr>
          <w:fldChar w:fldCharType="end"/>
        </w:r>
      </w:hyperlink>
    </w:p>
    <w:p w14:paraId="1F27DC03" w14:textId="5F6AE496" w:rsidR="00144395" w:rsidRPr="00144395" w:rsidRDefault="00144395">
      <w:pPr>
        <w:pStyle w:val="TOC1"/>
        <w:rPr>
          <w:rFonts w:asciiTheme="minorHAnsi" w:eastAsiaTheme="minorEastAsia" w:hAnsiTheme="minorHAnsi" w:cstheme="minorBidi"/>
          <w:noProof/>
          <w:szCs w:val="22"/>
        </w:rPr>
      </w:pPr>
      <w:hyperlink w:anchor="_Toc108107362" w:history="1">
        <w:r w:rsidRPr="00144395">
          <w:rPr>
            <w:rStyle w:val="afffffff2"/>
            <w:noProof/>
          </w:rPr>
          <w:t>12</w:t>
        </w:r>
        <w:r>
          <w:rPr>
            <w:rStyle w:val="afffffff2"/>
            <w:noProof/>
          </w:rPr>
          <w:t xml:space="preserve"> </w:t>
        </w:r>
        <w:r w:rsidRPr="00144395">
          <w:rPr>
            <w:rStyle w:val="afffffff2"/>
            <w:noProof/>
          </w:rPr>
          <w:t xml:space="preserve"> 杂胶</w:t>
        </w:r>
        <w:r w:rsidRPr="00144395">
          <w:rPr>
            <w:noProof/>
          </w:rPr>
          <w:tab/>
        </w:r>
        <w:r w:rsidRPr="00144395">
          <w:rPr>
            <w:noProof/>
          </w:rPr>
          <w:fldChar w:fldCharType="begin"/>
        </w:r>
        <w:r w:rsidRPr="00144395">
          <w:rPr>
            <w:noProof/>
          </w:rPr>
          <w:instrText xml:space="preserve"> PAGEREF _Toc108107362 \h </w:instrText>
        </w:r>
        <w:r w:rsidRPr="00144395">
          <w:rPr>
            <w:noProof/>
          </w:rPr>
        </w:r>
        <w:r w:rsidRPr="00144395">
          <w:rPr>
            <w:noProof/>
          </w:rPr>
          <w:fldChar w:fldCharType="separate"/>
        </w:r>
        <w:r w:rsidR="004F693A">
          <w:rPr>
            <w:noProof/>
          </w:rPr>
          <w:t>43</w:t>
        </w:r>
        <w:r w:rsidRPr="00144395">
          <w:rPr>
            <w:noProof/>
          </w:rPr>
          <w:fldChar w:fldCharType="end"/>
        </w:r>
      </w:hyperlink>
    </w:p>
    <w:p w14:paraId="57301077" w14:textId="27CA697E" w:rsidR="00144395" w:rsidRPr="00144395" w:rsidRDefault="00144395">
      <w:pPr>
        <w:pStyle w:val="TOC1"/>
        <w:rPr>
          <w:rFonts w:asciiTheme="minorHAnsi" w:eastAsiaTheme="minorEastAsia" w:hAnsiTheme="minorHAnsi" w:cstheme="minorBidi"/>
          <w:noProof/>
          <w:szCs w:val="22"/>
        </w:rPr>
      </w:pPr>
      <w:hyperlink w:anchor="_Toc108107363" w:history="1">
        <w:r w:rsidRPr="00144395">
          <w:rPr>
            <w:rStyle w:val="afffffff2"/>
            <w:noProof/>
          </w:rPr>
          <w:t>13</w:t>
        </w:r>
        <w:r>
          <w:rPr>
            <w:rStyle w:val="afffffff2"/>
            <w:noProof/>
          </w:rPr>
          <w:t xml:space="preserve"> </w:t>
        </w:r>
        <w:r w:rsidRPr="00144395">
          <w:rPr>
            <w:rStyle w:val="afffffff2"/>
            <w:noProof/>
          </w:rPr>
          <w:t xml:space="preserve"> 橡胶及产品理化性能</w:t>
        </w:r>
        <w:r w:rsidRPr="00144395">
          <w:rPr>
            <w:noProof/>
          </w:rPr>
          <w:tab/>
        </w:r>
        <w:r w:rsidRPr="00144395">
          <w:rPr>
            <w:noProof/>
          </w:rPr>
          <w:fldChar w:fldCharType="begin"/>
        </w:r>
        <w:r w:rsidRPr="00144395">
          <w:rPr>
            <w:noProof/>
          </w:rPr>
          <w:instrText xml:space="preserve"> PAGEREF _Toc108107363 \h </w:instrText>
        </w:r>
        <w:r w:rsidRPr="00144395">
          <w:rPr>
            <w:noProof/>
          </w:rPr>
        </w:r>
        <w:r w:rsidRPr="00144395">
          <w:rPr>
            <w:noProof/>
          </w:rPr>
          <w:fldChar w:fldCharType="separate"/>
        </w:r>
        <w:r w:rsidR="004F693A">
          <w:rPr>
            <w:noProof/>
          </w:rPr>
          <w:t>44</w:t>
        </w:r>
        <w:r w:rsidRPr="00144395">
          <w:rPr>
            <w:noProof/>
          </w:rPr>
          <w:fldChar w:fldCharType="end"/>
        </w:r>
      </w:hyperlink>
    </w:p>
    <w:p w14:paraId="69F499F7" w14:textId="2AEB11BE" w:rsidR="00144395" w:rsidRPr="00144395" w:rsidRDefault="00144395">
      <w:pPr>
        <w:pStyle w:val="TOC1"/>
        <w:rPr>
          <w:rFonts w:asciiTheme="minorHAnsi" w:eastAsiaTheme="minorEastAsia" w:hAnsiTheme="minorHAnsi" w:cstheme="minorBidi"/>
          <w:noProof/>
          <w:szCs w:val="22"/>
        </w:rPr>
      </w:pPr>
      <w:hyperlink w:anchor="_Toc108107364" w:history="1">
        <w:r w:rsidRPr="00144395">
          <w:rPr>
            <w:rStyle w:val="afffffff2"/>
            <w:noProof/>
          </w:rPr>
          <w:t>14</w:t>
        </w:r>
        <w:r>
          <w:rPr>
            <w:rStyle w:val="afffffff2"/>
            <w:noProof/>
          </w:rPr>
          <w:t xml:space="preserve"> </w:t>
        </w:r>
        <w:r w:rsidRPr="00144395">
          <w:rPr>
            <w:rStyle w:val="afffffff2"/>
            <w:noProof/>
          </w:rPr>
          <w:t xml:space="preserve"> 配合剂</w:t>
        </w:r>
        <w:r w:rsidRPr="00144395">
          <w:rPr>
            <w:noProof/>
          </w:rPr>
          <w:tab/>
        </w:r>
        <w:r w:rsidRPr="00144395">
          <w:rPr>
            <w:noProof/>
          </w:rPr>
          <w:fldChar w:fldCharType="begin"/>
        </w:r>
        <w:r w:rsidRPr="00144395">
          <w:rPr>
            <w:noProof/>
          </w:rPr>
          <w:instrText xml:space="preserve"> PAGEREF _Toc108107364 \h </w:instrText>
        </w:r>
        <w:r w:rsidRPr="00144395">
          <w:rPr>
            <w:noProof/>
          </w:rPr>
        </w:r>
        <w:r w:rsidRPr="00144395">
          <w:rPr>
            <w:noProof/>
          </w:rPr>
          <w:fldChar w:fldCharType="separate"/>
        </w:r>
        <w:r w:rsidR="004F693A">
          <w:rPr>
            <w:noProof/>
          </w:rPr>
          <w:t>54</w:t>
        </w:r>
        <w:r w:rsidRPr="00144395">
          <w:rPr>
            <w:noProof/>
          </w:rPr>
          <w:fldChar w:fldCharType="end"/>
        </w:r>
      </w:hyperlink>
    </w:p>
    <w:p w14:paraId="67C398C8" w14:textId="04CE1D40" w:rsidR="00144395" w:rsidRPr="00144395" w:rsidRDefault="00144395">
      <w:pPr>
        <w:pStyle w:val="TOC1"/>
        <w:rPr>
          <w:rFonts w:asciiTheme="minorHAnsi" w:eastAsiaTheme="minorEastAsia" w:hAnsiTheme="minorHAnsi" w:cstheme="minorBidi"/>
          <w:noProof/>
          <w:szCs w:val="22"/>
        </w:rPr>
      </w:pPr>
      <w:hyperlink w:anchor="_Toc108107365" w:history="1">
        <w:r w:rsidRPr="00144395">
          <w:rPr>
            <w:rStyle w:val="afffffff2"/>
            <w:noProof/>
          </w:rPr>
          <w:t>附录A（资料性）</w:t>
        </w:r>
        <w:r>
          <w:rPr>
            <w:rStyle w:val="afffffff2"/>
            <w:noProof/>
          </w:rPr>
          <w:t xml:space="preserve"> </w:t>
        </w:r>
        <w:r w:rsidRPr="00144395">
          <w:rPr>
            <w:rStyle w:val="afffffff2"/>
            <w:noProof/>
          </w:rPr>
          <w:t xml:space="preserve"> 删除的术语</w:t>
        </w:r>
        <w:r w:rsidRPr="00144395">
          <w:rPr>
            <w:noProof/>
          </w:rPr>
          <w:tab/>
        </w:r>
        <w:r w:rsidRPr="00144395">
          <w:rPr>
            <w:noProof/>
          </w:rPr>
          <w:fldChar w:fldCharType="begin"/>
        </w:r>
        <w:r w:rsidRPr="00144395">
          <w:rPr>
            <w:noProof/>
          </w:rPr>
          <w:instrText xml:space="preserve"> PAGEREF _Toc108107365 \h </w:instrText>
        </w:r>
        <w:r w:rsidRPr="00144395">
          <w:rPr>
            <w:noProof/>
          </w:rPr>
        </w:r>
        <w:r w:rsidRPr="00144395">
          <w:rPr>
            <w:noProof/>
          </w:rPr>
          <w:fldChar w:fldCharType="separate"/>
        </w:r>
        <w:r w:rsidR="004F693A">
          <w:rPr>
            <w:noProof/>
          </w:rPr>
          <w:t>61</w:t>
        </w:r>
        <w:r w:rsidRPr="00144395">
          <w:rPr>
            <w:noProof/>
          </w:rPr>
          <w:fldChar w:fldCharType="end"/>
        </w:r>
      </w:hyperlink>
    </w:p>
    <w:p w14:paraId="55C91AC1" w14:textId="5624F09C" w:rsidR="00144395" w:rsidRPr="00144395" w:rsidRDefault="00144395">
      <w:pPr>
        <w:pStyle w:val="TOC1"/>
        <w:rPr>
          <w:rFonts w:asciiTheme="minorHAnsi" w:eastAsiaTheme="minorEastAsia" w:hAnsiTheme="minorHAnsi" w:cstheme="minorBidi"/>
          <w:noProof/>
          <w:szCs w:val="22"/>
        </w:rPr>
      </w:pPr>
      <w:hyperlink w:anchor="_Toc108107366" w:history="1">
        <w:r w:rsidRPr="00144395">
          <w:rPr>
            <w:rStyle w:val="afffffff2"/>
            <w:noProof/>
          </w:rPr>
          <w:t>附录B（资料性）</w:t>
        </w:r>
        <w:r>
          <w:rPr>
            <w:rStyle w:val="afffffff2"/>
            <w:noProof/>
          </w:rPr>
          <w:t xml:space="preserve"> </w:t>
        </w:r>
        <w:r w:rsidRPr="00144395">
          <w:rPr>
            <w:rStyle w:val="afffffff2"/>
            <w:noProof/>
          </w:rPr>
          <w:t xml:space="preserve"> 新增术语</w:t>
        </w:r>
        <w:r w:rsidRPr="00144395">
          <w:rPr>
            <w:noProof/>
          </w:rPr>
          <w:tab/>
        </w:r>
        <w:r w:rsidRPr="00144395">
          <w:rPr>
            <w:noProof/>
          </w:rPr>
          <w:fldChar w:fldCharType="begin"/>
        </w:r>
        <w:r w:rsidRPr="00144395">
          <w:rPr>
            <w:noProof/>
          </w:rPr>
          <w:instrText xml:space="preserve"> PAGEREF _Toc108107366 \h </w:instrText>
        </w:r>
        <w:r w:rsidRPr="00144395">
          <w:rPr>
            <w:noProof/>
          </w:rPr>
        </w:r>
        <w:r w:rsidRPr="00144395">
          <w:rPr>
            <w:noProof/>
          </w:rPr>
          <w:fldChar w:fldCharType="separate"/>
        </w:r>
        <w:r w:rsidR="004F693A">
          <w:rPr>
            <w:noProof/>
          </w:rPr>
          <w:t>62</w:t>
        </w:r>
        <w:r w:rsidRPr="00144395">
          <w:rPr>
            <w:noProof/>
          </w:rPr>
          <w:fldChar w:fldCharType="end"/>
        </w:r>
      </w:hyperlink>
    </w:p>
    <w:p w14:paraId="1F143FBF" w14:textId="53D60A11" w:rsidR="00144395" w:rsidRPr="00144395" w:rsidRDefault="00144395">
      <w:pPr>
        <w:pStyle w:val="TOC1"/>
        <w:rPr>
          <w:rFonts w:asciiTheme="minorHAnsi" w:eastAsiaTheme="minorEastAsia" w:hAnsiTheme="minorHAnsi" w:cstheme="minorBidi"/>
          <w:noProof/>
          <w:szCs w:val="22"/>
        </w:rPr>
      </w:pPr>
      <w:hyperlink w:anchor="_Toc108107367" w:history="1">
        <w:r w:rsidRPr="00144395">
          <w:rPr>
            <w:rStyle w:val="afffffff2"/>
            <w:noProof/>
          </w:rPr>
          <w:t>索引</w:t>
        </w:r>
        <w:r w:rsidRPr="00144395">
          <w:rPr>
            <w:noProof/>
          </w:rPr>
          <w:tab/>
        </w:r>
        <w:r w:rsidRPr="00144395">
          <w:rPr>
            <w:noProof/>
          </w:rPr>
          <w:fldChar w:fldCharType="begin"/>
        </w:r>
        <w:r w:rsidRPr="00144395">
          <w:rPr>
            <w:noProof/>
          </w:rPr>
          <w:instrText xml:space="preserve"> PAGEREF _Toc108107367 \h </w:instrText>
        </w:r>
        <w:r w:rsidRPr="00144395">
          <w:rPr>
            <w:noProof/>
          </w:rPr>
        </w:r>
        <w:r w:rsidRPr="00144395">
          <w:rPr>
            <w:noProof/>
          </w:rPr>
          <w:fldChar w:fldCharType="separate"/>
        </w:r>
        <w:r w:rsidR="004F693A">
          <w:rPr>
            <w:noProof/>
          </w:rPr>
          <w:t>64</w:t>
        </w:r>
        <w:r w:rsidRPr="00144395">
          <w:rPr>
            <w:noProof/>
          </w:rPr>
          <w:fldChar w:fldCharType="end"/>
        </w:r>
      </w:hyperlink>
    </w:p>
    <w:p w14:paraId="0AA72FE2" w14:textId="66DE4FDC" w:rsidR="00144395" w:rsidRPr="00144395" w:rsidRDefault="00144395" w:rsidP="00144395">
      <w:pPr>
        <w:pStyle w:val="affffff6"/>
        <w:spacing w:after="468"/>
        <w:sectPr w:rsidR="00144395" w:rsidRPr="00144395" w:rsidSect="00144395">
          <w:headerReference w:type="even" r:id="rId16"/>
          <w:headerReference w:type="default" r:id="rId17"/>
          <w:footerReference w:type="even" r:id="rId18"/>
          <w:footerReference w:type="default" r:id="rId19"/>
          <w:pgSz w:w="11906" w:h="16838" w:code="9"/>
          <w:pgMar w:top="567" w:right="1134" w:bottom="1134" w:left="1134" w:header="1418" w:footer="1134" w:gutter="284"/>
          <w:pgNumType w:fmt="upperRoman" w:start="1"/>
          <w:cols w:space="425"/>
          <w:formProt w:val="0"/>
          <w:docGrid w:type="lines" w:linePitch="312"/>
        </w:sectPr>
      </w:pPr>
      <w:r w:rsidRPr="00144395">
        <w:fldChar w:fldCharType="end"/>
      </w:r>
    </w:p>
    <w:p w14:paraId="044D091A" w14:textId="77777777" w:rsidR="005A5675" w:rsidRDefault="005A5675" w:rsidP="006A3AD2">
      <w:pPr>
        <w:pStyle w:val="affffff6"/>
        <w:spacing w:after="468"/>
        <w:rPr>
          <w:spacing w:val="320"/>
        </w:rPr>
        <w:sectPr w:rsidR="005A5675" w:rsidSect="00144395">
          <w:headerReference w:type="even" r:id="rId20"/>
          <w:headerReference w:type="default" r:id="rId21"/>
          <w:footerReference w:type="even" r:id="rId22"/>
          <w:footerReference w:type="default" r:id="rId23"/>
          <w:pgSz w:w="11906" w:h="16838" w:code="9"/>
          <w:pgMar w:top="567" w:right="1134" w:bottom="1134" w:left="1134" w:header="1418" w:footer="1134" w:gutter="284"/>
          <w:pgNumType w:fmt="upperRoman"/>
          <w:cols w:space="425"/>
          <w:formProt w:val="0"/>
          <w:docGrid w:type="lines" w:linePitch="312"/>
        </w:sectPr>
      </w:pPr>
      <w:bookmarkStart w:id="20" w:name="BookMark2"/>
      <w:bookmarkEnd w:id="19"/>
    </w:p>
    <w:p w14:paraId="1A62DBC0" w14:textId="77777777" w:rsidR="000B2A3D" w:rsidRDefault="000B2A3D" w:rsidP="000B2A3D">
      <w:pPr>
        <w:pStyle w:val="a6"/>
        <w:spacing w:after="468"/>
      </w:pPr>
      <w:bookmarkStart w:id="21" w:name="_Toc98757019"/>
      <w:bookmarkStart w:id="22" w:name="_Toc108098939"/>
      <w:bookmarkStart w:id="23" w:name="_Toc108107350"/>
      <w:r w:rsidRPr="000B2A3D">
        <w:rPr>
          <w:spacing w:val="320"/>
        </w:rPr>
        <w:lastRenderedPageBreak/>
        <w:t>前</w:t>
      </w:r>
      <w:r>
        <w:t>言</w:t>
      </w:r>
      <w:bookmarkEnd w:id="21"/>
      <w:bookmarkEnd w:id="22"/>
      <w:bookmarkEnd w:id="23"/>
    </w:p>
    <w:p w14:paraId="5D951C28" w14:textId="77777777" w:rsidR="000B2A3D" w:rsidRPr="0079732E" w:rsidRDefault="000B2A3D" w:rsidP="0012076F">
      <w:pPr>
        <w:pStyle w:val="afffff"/>
      </w:pPr>
      <w:r w:rsidRPr="0079732E">
        <w:rPr>
          <w:rFonts w:hint="eastAsia"/>
        </w:rPr>
        <w:t>本文件按照GB/T 1.1—2020《标准化工作导则  第1部分：标准化文件的结构和起草规则》的规定起草。</w:t>
      </w:r>
    </w:p>
    <w:p w14:paraId="3C660858" w14:textId="77777777" w:rsidR="00CC35E9" w:rsidRPr="0079732E" w:rsidRDefault="00CC35E9" w:rsidP="0012076F">
      <w:pPr>
        <w:pStyle w:val="afffff"/>
      </w:pPr>
      <w:r w:rsidRPr="0079732E">
        <w:rPr>
          <w:rFonts w:hint="eastAsia"/>
        </w:rPr>
        <w:t>本文件代替</w:t>
      </w:r>
      <w:r w:rsidRPr="0079732E">
        <w:t>GB/T 14795</w:t>
      </w:r>
      <w:r w:rsidR="000A6F1E" w:rsidRPr="00961E73">
        <w:rPr>
          <w:rFonts w:hint="eastAsia"/>
        </w:rPr>
        <w:t>—</w:t>
      </w:r>
      <w:r w:rsidRPr="0079732E">
        <w:t>2008 《天然橡胶 术语》。与</w:t>
      </w:r>
      <w:r w:rsidRPr="00961E73">
        <w:t xml:space="preserve">GB/T </w:t>
      </w:r>
      <w:r w:rsidRPr="00961E73">
        <w:rPr>
          <w:rFonts w:hint="eastAsia"/>
        </w:rPr>
        <w:t>14795</w:t>
      </w:r>
      <w:r w:rsidRPr="00961E73">
        <w:t>—</w:t>
      </w:r>
      <w:r w:rsidRPr="00961E73">
        <w:t>20</w:t>
      </w:r>
      <w:r w:rsidRPr="00961E73">
        <w:rPr>
          <w:rFonts w:hint="eastAsia"/>
        </w:rPr>
        <w:t>08</w:t>
      </w:r>
      <w:r w:rsidRPr="0079732E">
        <w:t>相比，</w:t>
      </w:r>
      <w:r w:rsidR="00780867" w:rsidRPr="00B51DB7">
        <w:rPr>
          <w:rFonts w:hint="eastAsia"/>
        </w:rPr>
        <w:t>除结构调整和逻辑性变动外,</w:t>
      </w:r>
      <w:r w:rsidRPr="0079732E">
        <w:t>主要技术变化如下</w:t>
      </w:r>
      <w:r w:rsidRPr="0079732E">
        <w:rPr>
          <w:rFonts w:hint="eastAsia"/>
        </w:rPr>
        <w:t>；</w:t>
      </w:r>
    </w:p>
    <w:p w14:paraId="315ADB55" w14:textId="77777777" w:rsidR="00CC35E9" w:rsidRPr="00EA2794" w:rsidRDefault="0088265D" w:rsidP="0012076F">
      <w:pPr>
        <w:pStyle w:val="afffff"/>
      </w:pPr>
      <w:r w:rsidRPr="00EA2794">
        <w:t>——</w:t>
      </w:r>
      <w:r w:rsidR="0005311F" w:rsidRPr="00EA2794">
        <w:rPr>
          <w:rFonts w:hint="eastAsia"/>
        </w:rPr>
        <w:t>将英文名称“Natural rubber-</w:t>
      </w:r>
      <w:r w:rsidR="0005311F" w:rsidRPr="00EA2794">
        <w:t>Terminology</w:t>
      </w:r>
      <w:r w:rsidR="0005311F" w:rsidRPr="00EA2794">
        <w:rPr>
          <w:rFonts w:hint="eastAsia"/>
        </w:rPr>
        <w:t>”改为“Natural rubber</w:t>
      </w:r>
      <w:r w:rsidR="0005311F" w:rsidRPr="00EA2794">
        <w:rPr>
          <w:rFonts w:ascii="Times New Roman"/>
        </w:rPr>
        <w:t>-</w:t>
      </w:r>
      <w:r w:rsidR="0005311F" w:rsidRPr="00EA2794">
        <w:rPr>
          <w:rFonts w:hint="eastAsia"/>
        </w:rPr>
        <w:t>Vocabulary”；</w:t>
      </w:r>
    </w:p>
    <w:p w14:paraId="059D0AAC" w14:textId="77777777" w:rsidR="00CC35E9" w:rsidRPr="00EA2794" w:rsidRDefault="0088265D" w:rsidP="0012076F">
      <w:pPr>
        <w:pStyle w:val="afffff"/>
      </w:pPr>
      <w:r w:rsidRPr="00EA2794">
        <w:t>——</w:t>
      </w:r>
      <w:r w:rsidR="00CC35E9" w:rsidRPr="00EA2794">
        <w:rPr>
          <w:rFonts w:hint="eastAsia"/>
        </w:rPr>
        <w:t>增加</w:t>
      </w:r>
      <w:r w:rsidR="000027F4">
        <w:rPr>
          <w:rFonts w:hint="eastAsia"/>
        </w:rPr>
        <w:t>了</w:t>
      </w:r>
      <w:r w:rsidR="00CC35E9" w:rsidRPr="00EA2794">
        <w:rPr>
          <w:color w:val="000000"/>
        </w:rPr>
        <w:t>第</w:t>
      </w:r>
      <w:r w:rsidR="00CC35E9" w:rsidRPr="00EA2794">
        <w:rPr>
          <w:rFonts w:hint="eastAsia"/>
          <w:color w:val="000000"/>
        </w:rPr>
        <w:t>2</w:t>
      </w:r>
      <w:r w:rsidR="00CC35E9" w:rsidRPr="00EA2794">
        <w:rPr>
          <w:color w:val="000000"/>
        </w:rPr>
        <w:t xml:space="preserve">章 </w:t>
      </w:r>
      <w:r w:rsidR="00CC35E9" w:rsidRPr="00EA2794">
        <w:rPr>
          <w:rFonts w:hint="eastAsia"/>
          <w:color w:val="000000"/>
        </w:rPr>
        <w:t>规范性引用文件</w:t>
      </w:r>
      <w:r w:rsidR="00CC35E9" w:rsidRPr="00EA2794">
        <w:rPr>
          <w:color w:val="000000"/>
        </w:rPr>
        <w:t>，</w:t>
      </w:r>
      <w:r w:rsidR="00CC35E9" w:rsidRPr="00EA2794">
        <w:t>其余章节顺序后延（见第</w:t>
      </w:r>
      <w:r w:rsidR="00CC35E9" w:rsidRPr="00EA2794">
        <w:rPr>
          <w:rFonts w:hint="eastAsia"/>
        </w:rPr>
        <w:t>2</w:t>
      </w:r>
      <w:r w:rsidR="00CC35E9" w:rsidRPr="00EA2794">
        <w:t>章）</w:t>
      </w:r>
      <w:r w:rsidR="00CC35E9" w:rsidRPr="00EA2794">
        <w:rPr>
          <w:rFonts w:hint="eastAsia"/>
        </w:rPr>
        <w:t>；</w:t>
      </w:r>
    </w:p>
    <w:p w14:paraId="47C19EFF" w14:textId="137C0E60" w:rsidR="00AE4449" w:rsidRDefault="00924346" w:rsidP="0012076F">
      <w:pPr>
        <w:pStyle w:val="afffff"/>
        <w:rPr>
          <w:color w:val="000000" w:themeColor="text1"/>
        </w:rPr>
      </w:pPr>
      <w:r w:rsidRPr="00C717AE">
        <w:rPr>
          <w:color w:val="000000" w:themeColor="text1"/>
        </w:rPr>
        <w:t>——</w:t>
      </w:r>
      <w:r w:rsidR="00B9513F">
        <w:rPr>
          <w:rFonts w:hint="eastAsia"/>
          <w:color w:val="000000" w:themeColor="text1"/>
        </w:rPr>
        <w:t>对</w:t>
      </w:r>
      <w:r w:rsidRPr="00C717AE">
        <w:rPr>
          <w:rFonts w:hint="eastAsia"/>
          <w:color w:val="000000" w:themeColor="text1"/>
        </w:rPr>
        <w:t>资料性附录A</w:t>
      </w:r>
      <w:r w:rsidR="00B9513F">
        <w:rPr>
          <w:rFonts w:hint="eastAsia"/>
          <w:color w:val="000000" w:themeColor="text1"/>
        </w:rPr>
        <w:t>标题和内容进行了</w:t>
      </w:r>
      <w:r w:rsidR="00B871C6">
        <w:rPr>
          <w:rFonts w:hint="eastAsia"/>
          <w:color w:val="000000" w:themeColor="text1"/>
        </w:rPr>
        <w:t>更</w:t>
      </w:r>
      <w:r w:rsidR="00B9513F">
        <w:rPr>
          <w:rFonts w:hint="eastAsia"/>
          <w:color w:val="000000" w:themeColor="text1"/>
        </w:rPr>
        <w:t>改</w:t>
      </w:r>
      <w:r w:rsidR="00B871C6">
        <w:rPr>
          <w:rFonts w:hint="eastAsia"/>
          <w:color w:val="000000" w:themeColor="text1"/>
        </w:rPr>
        <w:t>（见附录A</w:t>
      </w:r>
      <w:r w:rsidR="00B871C6">
        <w:rPr>
          <w:color w:val="000000" w:themeColor="text1"/>
        </w:rPr>
        <w:t>,2008</w:t>
      </w:r>
      <w:r w:rsidR="00B871C6">
        <w:rPr>
          <w:rFonts w:hint="eastAsia"/>
          <w:color w:val="000000" w:themeColor="text1"/>
        </w:rPr>
        <w:t>年版的附录A）</w:t>
      </w:r>
      <w:r w:rsidR="00FA6D78">
        <w:rPr>
          <w:rFonts w:hint="eastAsia"/>
          <w:color w:val="000000" w:themeColor="text1"/>
        </w:rPr>
        <w:t>,</w:t>
      </w:r>
      <w:r w:rsidR="00FA6D78" w:rsidRPr="00FA6D78">
        <w:rPr>
          <w:rFonts w:hint="eastAsia"/>
        </w:rPr>
        <w:t xml:space="preserve"> </w:t>
      </w:r>
      <w:r w:rsidR="00FA6D78" w:rsidRPr="00EA2794">
        <w:rPr>
          <w:rFonts w:hint="eastAsia"/>
        </w:rPr>
        <w:t>删除了已经淘汰的天然橡胶产品和加工技术有关的术语</w:t>
      </w:r>
      <w:r w:rsidR="00AE4449">
        <w:rPr>
          <w:rFonts w:hint="eastAsia"/>
          <w:color w:val="000000" w:themeColor="text1"/>
        </w:rPr>
        <w:t>；</w:t>
      </w:r>
    </w:p>
    <w:p w14:paraId="0A2E0638" w14:textId="4BA43EBB" w:rsidR="00FA6D78" w:rsidRDefault="00FA6D78" w:rsidP="00FA6D78">
      <w:pPr>
        <w:pStyle w:val="afffff"/>
      </w:pPr>
      <w:r w:rsidRPr="00EA2794">
        <w:t>——</w:t>
      </w:r>
      <w:r w:rsidRPr="00EA2794">
        <w:rPr>
          <w:rFonts w:hint="eastAsia"/>
        </w:rPr>
        <w:t>增加</w:t>
      </w:r>
      <w:r w:rsidRPr="00EA2794">
        <w:t>了</w:t>
      </w:r>
      <w:r w:rsidRPr="00EA2794">
        <w:rPr>
          <w:rFonts w:hint="eastAsia"/>
        </w:rPr>
        <w:t>与天然橡胶分子结构与性能以及天然橡胶新产品、新技术、新装备等有关的术语</w:t>
      </w:r>
      <w:r>
        <w:rPr>
          <w:rFonts w:hint="eastAsia"/>
        </w:rPr>
        <w:t>（见附录B）；</w:t>
      </w:r>
    </w:p>
    <w:p w14:paraId="3A6986FF" w14:textId="77777777" w:rsidR="00924346" w:rsidRPr="00C717AE" w:rsidRDefault="00AE4449" w:rsidP="0012076F">
      <w:pPr>
        <w:pStyle w:val="afffff"/>
        <w:rPr>
          <w:color w:val="000000" w:themeColor="text1"/>
        </w:rPr>
      </w:pPr>
      <w:r w:rsidRPr="00C717AE">
        <w:rPr>
          <w:color w:val="000000" w:themeColor="text1"/>
        </w:rPr>
        <w:t>——</w:t>
      </w:r>
      <w:r>
        <w:rPr>
          <w:rFonts w:hint="eastAsia"/>
          <w:color w:val="000000" w:themeColor="text1"/>
        </w:rPr>
        <w:t>删除了</w:t>
      </w:r>
      <w:r w:rsidR="00235F3A">
        <w:rPr>
          <w:rFonts w:hint="eastAsia"/>
          <w:color w:val="000000" w:themeColor="text1"/>
        </w:rPr>
        <w:t>参考文献</w:t>
      </w:r>
      <w:r w:rsidR="00924346" w:rsidRPr="00C717AE">
        <w:rPr>
          <w:rFonts w:hint="eastAsia"/>
          <w:color w:val="000000" w:themeColor="text1"/>
        </w:rPr>
        <w:t>；</w:t>
      </w:r>
    </w:p>
    <w:p w14:paraId="7D6CA958" w14:textId="77777777" w:rsidR="00924346" w:rsidRPr="00C717AE" w:rsidRDefault="00924346" w:rsidP="0012076F">
      <w:pPr>
        <w:pStyle w:val="afffff"/>
        <w:rPr>
          <w:color w:val="000000" w:themeColor="text1"/>
        </w:rPr>
      </w:pPr>
      <w:r w:rsidRPr="00C717AE">
        <w:rPr>
          <w:color w:val="000000" w:themeColor="text1"/>
        </w:rPr>
        <w:t>——</w:t>
      </w:r>
      <w:r w:rsidRPr="00C717AE">
        <w:rPr>
          <w:rFonts w:hint="eastAsia"/>
          <w:color w:val="000000" w:themeColor="text1"/>
        </w:rPr>
        <w:t>将</w:t>
      </w:r>
      <w:r w:rsidR="00E63D19" w:rsidRPr="00C717AE">
        <w:rPr>
          <w:rFonts w:hint="eastAsia"/>
          <w:color w:val="000000" w:themeColor="text1"/>
        </w:rPr>
        <w:t>汉语拼音索引和英文索引</w:t>
      </w:r>
      <w:r w:rsidR="00963EE7" w:rsidRPr="00C717AE">
        <w:rPr>
          <w:rFonts w:hint="eastAsia"/>
          <w:color w:val="000000" w:themeColor="text1"/>
        </w:rPr>
        <w:t>合并为</w:t>
      </w:r>
      <w:r w:rsidRPr="00C717AE">
        <w:rPr>
          <w:rFonts w:hint="eastAsia"/>
          <w:color w:val="000000" w:themeColor="text1"/>
        </w:rPr>
        <w:t>索引。</w:t>
      </w:r>
    </w:p>
    <w:p w14:paraId="4CA98476" w14:textId="77777777" w:rsidR="00CC35E9" w:rsidRPr="0079732E" w:rsidRDefault="00CC35E9" w:rsidP="00CC35E9">
      <w:pPr>
        <w:pStyle w:val="affffffffffffff2"/>
        <w:ind w:firstLine="420"/>
        <w:rPr>
          <w:rFonts w:hAnsi="宋体"/>
        </w:rPr>
      </w:pPr>
      <w:r w:rsidRPr="0079732E">
        <w:rPr>
          <w:rFonts w:hAnsi="宋体"/>
        </w:rPr>
        <w:t>请注意本文件的某些内容可能涉及专利。本文件的发布机构不承担识别这些专利的责任</w:t>
      </w:r>
      <w:r w:rsidR="00EA2794">
        <w:rPr>
          <w:rFonts w:hAnsi="宋体" w:hint="eastAsia"/>
        </w:rPr>
        <w:t>。</w:t>
      </w:r>
    </w:p>
    <w:p w14:paraId="1E4B8780" w14:textId="77777777" w:rsidR="00CC35E9" w:rsidRPr="0079732E" w:rsidRDefault="00CC35E9" w:rsidP="00CC35E9">
      <w:pPr>
        <w:pStyle w:val="affffffffffffff2"/>
        <w:ind w:firstLine="420"/>
        <w:rPr>
          <w:rFonts w:hAnsi="宋体"/>
        </w:rPr>
      </w:pPr>
      <w:r w:rsidRPr="0079732E">
        <w:rPr>
          <w:rFonts w:hAnsi="宋体"/>
        </w:rPr>
        <w:t>本文件由中国石油和化学工业联合会提出。</w:t>
      </w:r>
    </w:p>
    <w:p w14:paraId="5299EACD" w14:textId="77777777" w:rsidR="00CC35E9" w:rsidRPr="0079732E" w:rsidRDefault="00CC35E9" w:rsidP="00CC35E9">
      <w:pPr>
        <w:pStyle w:val="affffffffffffff2"/>
        <w:ind w:firstLine="420"/>
        <w:rPr>
          <w:rFonts w:hAnsi="宋体"/>
        </w:rPr>
      </w:pPr>
      <w:r w:rsidRPr="0079732E">
        <w:rPr>
          <w:rFonts w:hAnsi="宋体"/>
        </w:rPr>
        <w:t>本文件由全国橡胶与橡胶制品标准化技术委员会天然橡胶分技术委员会（SAC/TC 35/SC 8）归口。</w:t>
      </w:r>
    </w:p>
    <w:p w14:paraId="75D1A83D" w14:textId="77777777" w:rsidR="00CC35E9" w:rsidRPr="0079732E" w:rsidRDefault="00CC35E9" w:rsidP="00CC35E9">
      <w:pPr>
        <w:pStyle w:val="affffffffffffff2"/>
        <w:ind w:firstLine="420"/>
        <w:rPr>
          <w:rFonts w:hAnsi="宋体"/>
        </w:rPr>
      </w:pPr>
      <w:r w:rsidRPr="0079732E">
        <w:rPr>
          <w:rFonts w:hAnsi="宋体"/>
        </w:rPr>
        <w:t>本文件起草单位：中国热带农业科学院农产品加工研究所。</w:t>
      </w:r>
    </w:p>
    <w:p w14:paraId="07303056" w14:textId="77777777" w:rsidR="00CC35E9" w:rsidRPr="0079732E" w:rsidRDefault="00CC35E9" w:rsidP="00CC35E9">
      <w:pPr>
        <w:pStyle w:val="affffffffffffff2"/>
        <w:ind w:firstLine="420"/>
        <w:rPr>
          <w:rFonts w:hAnsi="宋体"/>
        </w:rPr>
      </w:pPr>
      <w:r w:rsidRPr="0079732E">
        <w:rPr>
          <w:rFonts w:hAnsi="宋体"/>
        </w:rPr>
        <w:t xml:space="preserve">本文件主要起草人： </w:t>
      </w:r>
    </w:p>
    <w:p w14:paraId="5EBB169A" w14:textId="77777777" w:rsidR="00CC35E9" w:rsidRPr="0079732E" w:rsidRDefault="00CC35E9" w:rsidP="00CC35E9">
      <w:pPr>
        <w:pStyle w:val="affffffffffffff2"/>
        <w:ind w:firstLine="420"/>
        <w:rPr>
          <w:rFonts w:hAnsi="宋体"/>
        </w:rPr>
      </w:pPr>
      <w:r w:rsidRPr="0079732E">
        <w:rPr>
          <w:rFonts w:hAnsi="宋体"/>
        </w:rPr>
        <w:t>本文件于1987年首次发布，2008年进行了</w:t>
      </w:r>
      <w:r w:rsidRPr="0079732E">
        <w:rPr>
          <w:rFonts w:hAnsi="宋体" w:hint="eastAsia"/>
        </w:rPr>
        <w:t>整合</w:t>
      </w:r>
      <w:r w:rsidRPr="0079732E">
        <w:rPr>
          <w:rFonts w:hAnsi="宋体"/>
        </w:rPr>
        <w:t>修订，本次为第</w:t>
      </w:r>
      <w:r w:rsidRPr="0079732E">
        <w:rPr>
          <w:rFonts w:hAnsi="宋体" w:hint="eastAsia"/>
        </w:rPr>
        <w:t>二</w:t>
      </w:r>
      <w:r w:rsidRPr="0079732E">
        <w:rPr>
          <w:rFonts w:hAnsi="宋体"/>
        </w:rPr>
        <w:t>次修订</w:t>
      </w:r>
      <w:r w:rsidRPr="0079732E">
        <w:rPr>
          <w:rFonts w:hAnsi="宋体" w:hint="eastAsia"/>
        </w:rPr>
        <w:t>。</w:t>
      </w:r>
    </w:p>
    <w:p w14:paraId="4A5EF719" w14:textId="77777777" w:rsidR="000B2A3D" w:rsidRDefault="000B2A3D" w:rsidP="0012076F">
      <w:pPr>
        <w:pStyle w:val="afffff"/>
      </w:pPr>
    </w:p>
    <w:p w14:paraId="383A5C2A" w14:textId="77777777" w:rsidR="00E633F1" w:rsidRDefault="00E633F1" w:rsidP="0012076F">
      <w:pPr>
        <w:pStyle w:val="afffff"/>
      </w:pPr>
    </w:p>
    <w:p w14:paraId="31EE882E" w14:textId="77777777" w:rsidR="0030148A" w:rsidRDefault="0030148A"/>
    <w:p w14:paraId="26EB2D25" w14:textId="77777777" w:rsidR="0030148A" w:rsidRDefault="0030148A"/>
    <w:p w14:paraId="272FB584" w14:textId="77777777" w:rsidR="0030148A" w:rsidRDefault="0030148A"/>
    <w:p w14:paraId="6C5350F5" w14:textId="77777777" w:rsidR="0030148A" w:rsidRDefault="0030148A"/>
    <w:p w14:paraId="5355B632" w14:textId="77777777" w:rsidR="0030148A" w:rsidRDefault="0030148A"/>
    <w:p w14:paraId="1A3B8B49" w14:textId="77777777" w:rsidR="0030148A" w:rsidRDefault="0030148A"/>
    <w:p w14:paraId="795B314E" w14:textId="77777777" w:rsidR="0030148A" w:rsidRDefault="0030148A"/>
    <w:p w14:paraId="3A7F699C" w14:textId="77777777" w:rsidR="0030148A" w:rsidRDefault="0030148A"/>
    <w:p w14:paraId="45034B48" w14:textId="77777777" w:rsidR="0030148A" w:rsidRDefault="00E633F1">
      <w:pPr>
        <w:tabs>
          <w:tab w:val="left" w:pos="3430"/>
        </w:tabs>
      </w:pPr>
      <w:r>
        <w:tab/>
      </w:r>
    </w:p>
    <w:p w14:paraId="2A6BD92E" w14:textId="77777777" w:rsidR="00E633F1" w:rsidRDefault="00E633F1" w:rsidP="00E633F1"/>
    <w:p w14:paraId="06779341" w14:textId="77777777" w:rsidR="000B2A3D" w:rsidRPr="00E633F1" w:rsidRDefault="000B2A3D" w:rsidP="00E633F1">
      <w:pPr>
        <w:sectPr w:rsidR="000B2A3D" w:rsidRPr="00E633F1" w:rsidSect="00144395">
          <w:headerReference w:type="even" r:id="rId24"/>
          <w:headerReference w:type="default" r:id="rId25"/>
          <w:footerReference w:type="even" r:id="rId26"/>
          <w:footerReference w:type="default" r:id="rId27"/>
          <w:pgSz w:w="11906" w:h="16838" w:code="9"/>
          <w:pgMar w:top="567" w:right="1134" w:bottom="1134" w:left="1134" w:header="1418" w:footer="1134" w:gutter="284"/>
          <w:pgNumType w:fmt="upperRoman"/>
          <w:cols w:space="425"/>
          <w:formProt w:val="0"/>
          <w:docGrid w:type="lines" w:linePitch="312"/>
        </w:sectPr>
      </w:pPr>
    </w:p>
    <w:p w14:paraId="3458DA6A" w14:textId="77777777" w:rsidR="00894836" w:rsidRPr="00D66B1C" w:rsidRDefault="00894836" w:rsidP="00093D25">
      <w:pPr>
        <w:spacing w:line="20" w:lineRule="exact"/>
        <w:jc w:val="center"/>
        <w:rPr>
          <w:rFonts w:ascii="黑体" w:eastAsia="黑体" w:hAnsi="黑体"/>
          <w:sz w:val="32"/>
          <w:szCs w:val="32"/>
        </w:rPr>
      </w:pPr>
      <w:bookmarkStart w:id="24" w:name="BookMark4"/>
      <w:bookmarkEnd w:id="20"/>
    </w:p>
    <w:p w14:paraId="4FBFD804"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AAA374A7E93A48EDB065919C51A5D2CC"/>
        </w:placeholder>
      </w:sdtPr>
      <w:sdtEndPr/>
      <w:sdtContent>
        <w:bookmarkStart w:id="25" w:name="NEW_STAND_NAME" w:displacedByCustomXml="prev"/>
        <w:p w14:paraId="0DCF048C" w14:textId="77777777" w:rsidR="00251890" w:rsidRDefault="00A761BF" w:rsidP="007D179E">
          <w:pPr>
            <w:pStyle w:val="afffffffffc"/>
            <w:spacing w:beforeLines="1" w:before="3" w:afterLines="220" w:after="686"/>
          </w:pPr>
          <w:r>
            <w:rPr>
              <w:rFonts w:hint="eastAsia"/>
            </w:rPr>
            <w:t>天然橡胶</w:t>
          </w:r>
          <w:r>
            <w:t xml:space="preserve"> 术语</w:t>
          </w:r>
        </w:p>
      </w:sdtContent>
    </w:sdt>
    <w:bookmarkEnd w:id="25" w:displacedByCustomXml="prev"/>
    <w:p w14:paraId="59EE2255" w14:textId="77777777" w:rsidR="00E2552F" w:rsidRDefault="00E2552F" w:rsidP="00A77CCB">
      <w:pPr>
        <w:pStyle w:val="afff0"/>
        <w:spacing w:before="312" w:after="312"/>
      </w:pPr>
      <w:bookmarkStart w:id="26" w:name="_Toc17233325"/>
      <w:bookmarkStart w:id="27" w:name="_Toc17233333"/>
      <w:bookmarkStart w:id="28" w:name="_Toc24884211"/>
      <w:bookmarkStart w:id="29" w:name="_Toc24884218"/>
      <w:bookmarkStart w:id="30" w:name="_Toc26648465"/>
      <w:bookmarkStart w:id="31" w:name="_Toc26718930"/>
      <w:bookmarkStart w:id="32" w:name="_Toc26986530"/>
      <w:bookmarkStart w:id="33" w:name="_Toc26986771"/>
      <w:bookmarkStart w:id="34" w:name="_Toc98757020"/>
      <w:bookmarkStart w:id="35" w:name="_Toc108098940"/>
      <w:bookmarkStart w:id="36" w:name="_Toc108107351"/>
      <w:r>
        <w:rPr>
          <w:rFonts w:hint="eastAsia"/>
        </w:rPr>
        <w:t>范围</w:t>
      </w:r>
      <w:bookmarkEnd w:id="26"/>
      <w:bookmarkEnd w:id="27"/>
      <w:bookmarkEnd w:id="28"/>
      <w:bookmarkEnd w:id="29"/>
      <w:bookmarkEnd w:id="30"/>
      <w:bookmarkEnd w:id="31"/>
      <w:bookmarkEnd w:id="32"/>
      <w:bookmarkEnd w:id="33"/>
      <w:bookmarkEnd w:id="34"/>
      <w:bookmarkEnd w:id="35"/>
      <w:bookmarkEnd w:id="36"/>
    </w:p>
    <w:p w14:paraId="1FA80EEB" w14:textId="77777777" w:rsidR="00A1114F" w:rsidRPr="00EB0396" w:rsidRDefault="00A1114F" w:rsidP="00A1114F">
      <w:pPr>
        <w:pStyle w:val="Char1"/>
        <w:spacing w:line="360" w:lineRule="exact"/>
        <w:ind w:firstLine="420"/>
      </w:pPr>
      <w:bookmarkStart w:id="37" w:name="_Toc17233326"/>
      <w:bookmarkStart w:id="38" w:name="_Toc17233334"/>
      <w:bookmarkStart w:id="39" w:name="_Toc24884212"/>
      <w:bookmarkStart w:id="40" w:name="_Toc24884219"/>
      <w:bookmarkStart w:id="41" w:name="_Toc26648466"/>
      <w:r>
        <w:rPr>
          <w:rFonts w:hint="eastAsia"/>
        </w:rPr>
        <w:t>本文件</w:t>
      </w:r>
      <w:r w:rsidR="00933CA4">
        <w:rPr>
          <w:rFonts w:hint="eastAsia"/>
        </w:rPr>
        <w:t>界定</w:t>
      </w:r>
      <w:r w:rsidRPr="00EB0396">
        <w:rPr>
          <w:rFonts w:hint="eastAsia"/>
        </w:rPr>
        <w:t>了天然橡胶</w:t>
      </w:r>
      <w:r w:rsidR="000962EE">
        <w:rPr>
          <w:rFonts w:hint="eastAsia"/>
        </w:rPr>
        <w:t>行业相关</w:t>
      </w:r>
      <w:r w:rsidRPr="00EB0396">
        <w:rPr>
          <w:rFonts w:hint="eastAsia"/>
        </w:rPr>
        <w:t>的术语。本</w:t>
      </w:r>
      <w:r>
        <w:rPr>
          <w:rFonts w:hint="eastAsia"/>
        </w:rPr>
        <w:t>文件</w:t>
      </w:r>
      <w:r w:rsidRPr="00EB0396">
        <w:rPr>
          <w:rFonts w:hint="eastAsia"/>
        </w:rPr>
        <w:t>适用于天然橡胶</w:t>
      </w:r>
      <w:r w:rsidR="005501CF">
        <w:rPr>
          <w:rFonts w:hint="eastAsia"/>
        </w:rPr>
        <w:t>领域</w:t>
      </w:r>
      <w:r w:rsidRPr="00EB0396">
        <w:rPr>
          <w:rFonts w:hint="eastAsia"/>
        </w:rPr>
        <w:t>所使用的术语。</w:t>
      </w:r>
    </w:p>
    <w:p w14:paraId="0D510067" w14:textId="77777777" w:rsidR="008B0C9C" w:rsidRPr="00A1114F" w:rsidRDefault="00A1114F" w:rsidP="00F80070">
      <w:pPr>
        <w:pStyle w:val="Char1"/>
        <w:spacing w:line="360" w:lineRule="exact"/>
        <w:ind w:firstLineChars="0" w:firstLine="0"/>
      </w:pPr>
      <w:r w:rsidRPr="00EB0396">
        <w:rPr>
          <w:rFonts w:hint="eastAsia"/>
        </w:rPr>
        <w:t>除非另有说明，所有术语均为名词。</w:t>
      </w:r>
    </w:p>
    <w:p w14:paraId="77891747" w14:textId="77777777" w:rsidR="00E2552F" w:rsidRDefault="00E2552F" w:rsidP="00161354">
      <w:pPr>
        <w:pStyle w:val="affffffffffffff6"/>
      </w:pPr>
      <w:bookmarkStart w:id="42" w:name="_Toc26718931"/>
      <w:bookmarkStart w:id="43" w:name="_Toc26986531"/>
      <w:bookmarkStart w:id="44" w:name="_Toc26986772"/>
      <w:bookmarkStart w:id="45" w:name="_Toc98757021"/>
      <w:bookmarkStart w:id="46" w:name="_Toc108098941"/>
      <w:bookmarkStart w:id="47" w:name="_Toc108107352"/>
      <w:r>
        <w:rPr>
          <w:rFonts w:hint="eastAsia"/>
        </w:rPr>
        <w:t>规范性引用文件</w:t>
      </w:r>
      <w:bookmarkEnd w:id="37"/>
      <w:bookmarkEnd w:id="38"/>
      <w:bookmarkEnd w:id="39"/>
      <w:bookmarkEnd w:id="40"/>
      <w:bookmarkEnd w:id="41"/>
      <w:bookmarkEnd w:id="42"/>
      <w:bookmarkEnd w:id="43"/>
      <w:bookmarkEnd w:id="44"/>
      <w:bookmarkEnd w:id="45"/>
      <w:bookmarkEnd w:id="46"/>
      <w:bookmarkEnd w:id="47"/>
    </w:p>
    <w:sdt>
      <w:sdtPr>
        <w:rPr>
          <w:rFonts w:hint="eastAsia"/>
        </w:rPr>
        <w:id w:val="715848253"/>
        <w:placeholder>
          <w:docPart w:val="4D3D958DEC67448B8FC45CF6B812996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614EF0E8" w14:textId="77777777" w:rsidR="000C3E10" w:rsidRPr="000C3E10" w:rsidRDefault="00510800" w:rsidP="0012076F">
          <w:pPr>
            <w:pStyle w:val="afffff"/>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C7CE6B3" w14:textId="77777777" w:rsidR="00991C45" w:rsidRDefault="004915AB" w:rsidP="00991C45">
      <w:pPr>
        <w:pStyle w:val="afffff"/>
      </w:pPr>
      <w:r>
        <w:rPr>
          <w:rFonts w:hint="eastAsia"/>
        </w:rPr>
        <w:t xml:space="preserve">GB/T 9881-2008 </w:t>
      </w:r>
      <w:r w:rsidR="00991C45">
        <w:rPr>
          <w:rFonts w:hint="eastAsia"/>
        </w:rPr>
        <w:t>橡胶</w:t>
      </w:r>
      <w:r>
        <w:rPr>
          <w:rFonts w:hint="eastAsia"/>
        </w:rPr>
        <w:t xml:space="preserve"> </w:t>
      </w:r>
      <w:r w:rsidR="00991C45">
        <w:rPr>
          <w:rFonts w:hint="eastAsia"/>
        </w:rPr>
        <w:t>术语</w:t>
      </w:r>
      <w:r>
        <w:rPr>
          <w:rFonts w:hint="eastAsia"/>
        </w:rPr>
        <w:t xml:space="preserve"> (ISO 1382:2008,MOD)</w:t>
      </w:r>
    </w:p>
    <w:p w14:paraId="4EAB2284" w14:textId="77777777" w:rsidR="00991C45" w:rsidRPr="00484AF0" w:rsidRDefault="00991C45" w:rsidP="003D112C">
      <w:pPr>
        <w:pStyle w:val="afffff"/>
        <w:ind w:firstLineChars="202" w:firstLine="424"/>
      </w:pPr>
      <w:r w:rsidRPr="00F833DD">
        <w:rPr>
          <w:rFonts w:hint="eastAsia"/>
        </w:rPr>
        <w:t xml:space="preserve">ISO 1382-2020 Rubber </w:t>
      </w:r>
      <w:r w:rsidRPr="00F833DD">
        <w:t>Vocabulary</w:t>
      </w:r>
    </w:p>
    <w:p w14:paraId="1657F25B" w14:textId="77777777" w:rsidR="0012076F" w:rsidRPr="00161354" w:rsidRDefault="0020569B" w:rsidP="00161354">
      <w:pPr>
        <w:pStyle w:val="affffffffffffff6"/>
      </w:pPr>
      <w:bookmarkStart w:id="48" w:name="_Toc108098942"/>
      <w:bookmarkStart w:id="49" w:name="_Toc108107353"/>
      <w:r>
        <w:rPr>
          <w:rFonts w:hint="eastAsia"/>
        </w:rPr>
        <w:t>橡胶的范畴与来源</w:t>
      </w:r>
      <w:bookmarkEnd w:id="48"/>
      <w:bookmarkEnd w:id="49"/>
      <w:r w:rsidR="00EE57CA">
        <w:rPr>
          <w:rFonts w:hint="eastAsia"/>
        </w:rPr>
        <w:t xml:space="preserve">   </w:t>
      </w:r>
    </w:p>
    <w:p w14:paraId="46F93CB7" w14:textId="77777777" w:rsidR="00C645D3" w:rsidRDefault="00C645D3" w:rsidP="00C645D3">
      <w:pPr>
        <w:pStyle w:val="afffffffffff9"/>
        <w:ind w:left="420" w:hangingChars="200" w:hanging="420"/>
        <w:rPr>
          <w:rFonts w:ascii="黑体" w:eastAsia="黑体" w:hAnsi="黑体"/>
        </w:rPr>
      </w:pPr>
      <w:r w:rsidRPr="005D36F0">
        <w:rPr>
          <w:rFonts w:ascii="黑体" w:eastAsia="黑体" w:hAnsi="黑体"/>
        </w:rPr>
        <w:br/>
      </w:r>
      <w:r>
        <w:rPr>
          <w:rFonts w:ascii="黑体" w:eastAsia="黑体" w:hAnsi="黑体" w:hint="eastAsia"/>
        </w:rPr>
        <w:t>聚合物</w:t>
      </w:r>
      <w:r w:rsidR="00410C3C">
        <w:rPr>
          <w:rFonts w:ascii="黑体" w:eastAsia="黑体" w:hAnsi="黑体"/>
        </w:rPr>
        <w:fldChar w:fldCharType="begin"/>
      </w:r>
      <w:r w:rsidR="001A56B7">
        <w:instrText xml:space="preserve"> XE "</w:instrText>
      </w:r>
      <w:r w:rsidR="001A56B7" w:rsidRPr="00995C8A">
        <w:rPr>
          <w:rFonts w:hint="eastAsia"/>
        </w:rPr>
        <w:instrText>聚合物</w:instrText>
      </w:r>
      <w:r w:rsidR="001A56B7">
        <w:instrText xml:space="preserve">" </w:instrText>
      </w:r>
      <w:r w:rsidR="00410C3C">
        <w:rPr>
          <w:rFonts w:ascii="黑体" w:eastAsia="黑体" w:hAnsi="黑体"/>
        </w:rPr>
        <w:fldChar w:fldCharType="end"/>
      </w:r>
      <w:r>
        <w:rPr>
          <w:rFonts w:ascii="黑体" w:eastAsia="黑体" w:hAnsi="黑体" w:hint="eastAsia"/>
        </w:rPr>
        <w:t xml:space="preserve">  polymer</w:t>
      </w:r>
    </w:p>
    <w:p w14:paraId="629B0009" w14:textId="77777777" w:rsidR="00C645D3" w:rsidRPr="00C52685" w:rsidRDefault="00C645D3" w:rsidP="00C645D3">
      <w:pPr>
        <w:pStyle w:val="affffffffffff7"/>
        <w:ind w:firstLineChars="200" w:firstLine="420"/>
        <w:rPr>
          <w:rFonts w:ascii="宋体" w:eastAsia="宋体" w:hAnsi="宋体"/>
        </w:rPr>
      </w:pPr>
      <w:r w:rsidRPr="00C52685">
        <w:rPr>
          <w:rFonts w:ascii="宋体" w:eastAsia="宋体" w:hAnsi="宋体"/>
        </w:rPr>
        <w:t>由</w:t>
      </w:r>
      <w:r w:rsidRPr="00C52685">
        <w:rPr>
          <w:rFonts w:ascii="宋体" w:eastAsia="宋体" w:hAnsi="宋体" w:hint="eastAsia"/>
        </w:rPr>
        <w:t>以</w:t>
      </w:r>
      <w:r w:rsidRPr="00C52685">
        <w:rPr>
          <w:rFonts w:ascii="宋体" w:eastAsia="宋体" w:hAnsi="宋体"/>
        </w:rPr>
        <w:t>一定数量的彼此连接的一类或</w:t>
      </w:r>
      <w:r w:rsidRPr="00C52685">
        <w:rPr>
          <w:rFonts w:ascii="宋体" w:eastAsia="宋体" w:hAnsi="宋体" w:hint="eastAsia"/>
        </w:rPr>
        <w:t>几类</w:t>
      </w:r>
      <w:r w:rsidRPr="00C52685">
        <w:rPr>
          <w:rFonts w:ascii="宋体" w:eastAsia="宋体" w:hAnsi="宋体"/>
        </w:rPr>
        <w:t>原子或原子团（结构单元）多次重复为特</w:t>
      </w:r>
      <w:r w:rsidRPr="00C52685">
        <w:rPr>
          <w:rFonts w:ascii="宋体" w:eastAsia="宋体" w:hAnsi="宋体" w:hint="eastAsia"/>
        </w:rPr>
        <w:t>征</w:t>
      </w:r>
      <w:r w:rsidRPr="00C52685">
        <w:rPr>
          <w:rFonts w:ascii="宋体" w:eastAsia="宋体" w:hAnsi="宋体"/>
        </w:rPr>
        <w:t>的分子构成的物质</w:t>
      </w:r>
      <w:r w:rsidRPr="00C52685">
        <w:rPr>
          <w:rFonts w:ascii="宋体" w:eastAsia="宋体" w:hAnsi="宋体" w:hint="eastAsia"/>
        </w:rPr>
        <w:t>。</w:t>
      </w:r>
      <w:r w:rsidRPr="00C52685">
        <w:rPr>
          <w:rFonts w:ascii="宋体" w:eastAsia="宋体" w:hAnsi="宋体"/>
        </w:rPr>
        <w:t>原子或原子团的数量足以</w:t>
      </w:r>
      <w:r w:rsidRPr="00C52685">
        <w:rPr>
          <w:rFonts w:ascii="宋体" w:eastAsia="宋体" w:hAnsi="宋体" w:hint="eastAsia"/>
        </w:rPr>
        <w:t>赋予材料</w:t>
      </w:r>
      <w:r w:rsidRPr="00C52685">
        <w:rPr>
          <w:rFonts w:ascii="宋体" w:eastAsia="宋体" w:hAnsi="宋体"/>
        </w:rPr>
        <w:t>一组</w:t>
      </w:r>
      <w:r w:rsidRPr="00C52685">
        <w:rPr>
          <w:rFonts w:ascii="宋体" w:eastAsia="宋体" w:hAnsi="宋体" w:hint="eastAsia"/>
        </w:rPr>
        <w:t>性能，即使</w:t>
      </w:r>
      <w:r w:rsidRPr="00C52685">
        <w:rPr>
          <w:rFonts w:ascii="宋体" w:eastAsia="宋体" w:hAnsi="宋体"/>
        </w:rPr>
        <w:t>在增加或去掉一个或几个结构单元的情况下，</w:t>
      </w:r>
      <w:r w:rsidRPr="00C52685">
        <w:rPr>
          <w:rFonts w:ascii="宋体" w:eastAsia="宋体" w:hAnsi="宋体" w:hint="eastAsia"/>
        </w:rPr>
        <w:t>这些性能</w:t>
      </w:r>
      <w:r w:rsidRPr="00C52685">
        <w:rPr>
          <w:rFonts w:ascii="宋体" w:eastAsia="宋体" w:hAnsi="宋体"/>
        </w:rPr>
        <w:t>也无明显</w:t>
      </w:r>
      <w:r w:rsidRPr="00C52685">
        <w:rPr>
          <w:rFonts w:ascii="宋体" w:eastAsia="宋体" w:hAnsi="宋体" w:hint="eastAsia"/>
        </w:rPr>
        <w:t>的</w:t>
      </w:r>
      <w:r w:rsidRPr="00C52685">
        <w:rPr>
          <w:rFonts w:ascii="宋体" w:eastAsia="宋体" w:hAnsi="宋体"/>
        </w:rPr>
        <w:t>变化（IUPAC的定义）。</w:t>
      </w:r>
    </w:p>
    <w:p w14:paraId="6F5D4504" w14:textId="77777777" w:rsidR="00C645D3" w:rsidRPr="003D112C" w:rsidRDefault="003D112C" w:rsidP="00933CA4">
      <w:pPr>
        <w:pStyle w:val="afff6"/>
        <w:numPr>
          <w:ilvl w:val="0"/>
          <w:numId w:val="0"/>
        </w:numPr>
        <w:ind w:left="374"/>
        <w:rPr>
          <w:rFonts w:ascii="仿宋_GB2312" w:eastAsia="仿宋_GB2312"/>
        </w:rPr>
      </w:pPr>
      <w:r w:rsidRPr="003D112C">
        <w:rPr>
          <w:rFonts w:ascii="仿宋_GB2312" w:eastAsia="仿宋_GB2312" w:hint="eastAsia"/>
        </w:rPr>
        <w:t>[</w:t>
      </w:r>
      <w:r w:rsidR="00933CA4">
        <w:rPr>
          <w:rFonts w:ascii="仿宋_GB2312" w:eastAsia="仿宋_GB2312" w:hint="eastAsia"/>
        </w:rPr>
        <w:t>来源：</w:t>
      </w:r>
      <w:r w:rsidR="00C645D3" w:rsidRPr="003D112C">
        <w:rPr>
          <w:rFonts w:ascii="仿宋_GB2312" w:eastAsia="仿宋_GB2312" w:hint="eastAsia"/>
        </w:rPr>
        <w:t>GB/T 9881-2008</w:t>
      </w:r>
      <w:r w:rsidRPr="003D112C">
        <w:rPr>
          <w:rFonts w:ascii="仿宋_GB2312" w:eastAsia="仿宋_GB2312" w:hint="eastAsia"/>
        </w:rPr>
        <w:t>，</w:t>
      </w:r>
      <w:r w:rsidR="00933CA4">
        <w:rPr>
          <w:rFonts w:ascii="仿宋_GB2312" w:eastAsia="仿宋_GB2312" w:hint="eastAsia"/>
        </w:rPr>
        <w:t>2.308，有修改</w:t>
      </w:r>
      <w:r w:rsidRPr="003D112C">
        <w:rPr>
          <w:rFonts w:ascii="仿宋_GB2312" w:eastAsia="仿宋_GB2312" w:hint="eastAsia"/>
        </w:rPr>
        <w:t>]</w:t>
      </w:r>
    </w:p>
    <w:p w14:paraId="682D8BEF"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highlight w:val="lightGray"/>
        </w:rPr>
        <w:br/>
      </w:r>
      <w:r w:rsidRPr="00251890">
        <w:rPr>
          <w:rFonts w:ascii="黑体" w:eastAsia="黑体" w:hAnsi="黑体" w:hint="eastAsia"/>
        </w:rPr>
        <w:t>弹性体</w:t>
      </w:r>
      <w:r w:rsidRPr="00251890">
        <w:rPr>
          <w:rFonts w:ascii="黑体" w:eastAsia="黑体" w:hAnsi="黑体"/>
        </w:rPr>
        <w:t xml:space="preserve">  elastomer  </w:t>
      </w:r>
    </w:p>
    <w:p w14:paraId="365E35CD" w14:textId="77777777" w:rsidR="00C645D3" w:rsidRPr="00C52685" w:rsidRDefault="00C645D3" w:rsidP="00C645D3">
      <w:pPr>
        <w:pStyle w:val="affffffffffff7"/>
        <w:ind w:firstLineChars="200" w:firstLine="420"/>
        <w:rPr>
          <w:rFonts w:ascii="宋体" w:eastAsia="宋体" w:hAnsi="宋体"/>
        </w:rPr>
      </w:pPr>
      <w:r w:rsidRPr="00C52685">
        <w:rPr>
          <w:rFonts w:ascii="宋体" w:eastAsia="宋体" w:hAnsi="宋体"/>
        </w:rPr>
        <w:t>由微弱应力引起显著变形，且在该应力消除之后能迅速</w:t>
      </w:r>
      <w:r w:rsidR="000962EE">
        <w:rPr>
          <w:rFonts w:ascii="宋体" w:eastAsia="宋体" w:hAnsi="宋体" w:hint="eastAsia"/>
        </w:rPr>
        <w:t>恢</w:t>
      </w:r>
      <w:r w:rsidRPr="00C52685">
        <w:rPr>
          <w:rFonts w:ascii="宋体" w:eastAsia="宋体" w:hAnsi="宋体"/>
        </w:rPr>
        <w:t>复到接近其原有尺寸和形状的高分子材料。</w:t>
      </w:r>
    </w:p>
    <w:p w14:paraId="5742DB7A" w14:textId="77777777" w:rsidR="00C645D3" w:rsidRPr="00EE57CA" w:rsidRDefault="00C645D3" w:rsidP="001613D5">
      <w:pPr>
        <w:pStyle w:val="afffffffffff9"/>
        <w:ind w:left="141" w:hangingChars="67" w:hanging="141"/>
        <w:rPr>
          <w:rFonts w:ascii="黑体" w:eastAsia="黑体" w:hAnsi="黑体"/>
          <w:b/>
        </w:rPr>
      </w:pPr>
      <w:r w:rsidRPr="000D0ED6">
        <w:rPr>
          <w:rFonts w:ascii="黑体" w:eastAsia="黑体" w:hAnsi="黑体"/>
        </w:rPr>
        <w:br/>
      </w:r>
      <w:r w:rsidR="001613D5">
        <w:rPr>
          <w:rFonts w:ascii="黑体" w:eastAsia="黑体" w:hAnsi="黑体" w:hint="eastAsia"/>
        </w:rPr>
        <w:t xml:space="preserve">  </w:t>
      </w:r>
      <w:r w:rsidR="00897529">
        <w:rPr>
          <w:rFonts w:ascii="黑体" w:eastAsia="黑体" w:hAnsi="黑体" w:hint="eastAsia"/>
        </w:rPr>
        <w:t xml:space="preserve"> </w:t>
      </w:r>
      <w:r w:rsidRPr="00EE57CA">
        <w:rPr>
          <w:rFonts w:ascii="黑体" w:eastAsia="黑体" w:hAnsi="黑体" w:hint="eastAsia"/>
        </w:rPr>
        <w:t>橡胶  rubber</w:t>
      </w:r>
    </w:p>
    <w:p w14:paraId="3AEAC7A3" w14:textId="77777777" w:rsidR="00C645D3" w:rsidRPr="00790AE0" w:rsidRDefault="00897529" w:rsidP="00897529">
      <w:pPr>
        <w:pStyle w:val="affffffffffff7"/>
        <w:rPr>
          <w:rFonts w:ascii="宋体" w:eastAsia="宋体" w:hAnsi="宋体"/>
        </w:rPr>
      </w:pPr>
      <w:r>
        <w:rPr>
          <w:rFonts w:ascii="宋体" w:eastAsia="宋体" w:hAnsi="宋体" w:hint="eastAsia"/>
        </w:rPr>
        <w:t xml:space="preserve">    </w:t>
      </w:r>
      <w:r w:rsidR="00E03BE8" w:rsidRPr="00790AE0">
        <w:rPr>
          <w:rFonts w:ascii="宋体" w:eastAsia="宋体" w:hAnsi="宋体"/>
        </w:rPr>
        <w:t>可以改</w:t>
      </w:r>
      <w:r w:rsidR="00E03BE8" w:rsidRPr="00790AE0">
        <w:rPr>
          <w:rFonts w:ascii="宋体" w:eastAsia="宋体" w:hAnsi="宋体" w:hint="eastAsia"/>
        </w:rPr>
        <w:t>性</w:t>
      </w:r>
      <w:r w:rsidR="00E03BE8" w:rsidRPr="00790AE0">
        <w:rPr>
          <w:rFonts w:ascii="宋体" w:eastAsia="宋体" w:hAnsi="宋体"/>
        </w:rPr>
        <w:t>或已被改性为某种状态的弹性体，在这种状态下，它基本不溶（但能溶胀）于苯、甲乙酮、乙醇-甲苯共沸物等沸腾溶剂中。</w:t>
      </w:r>
      <w:r w:rsidR="00E03BE8" w:rsidRPr="00790AE0">
        <w:rPr>
          <w:rFonts w:ascii="宋体" w:eastAsia="宋体" w:hAnsi="宋体" w:hint="eastAsia"/>
        </w:rPr>
        <w:t>并且</w:t>
      </w:r>
      <w:r w:rsidR="00E03BE8" w:rsidRPr="00790AE0">
        <w:rPr>
          <w:rFonts w:ascii="宋体" w:eastAsia="宋体" w:hAnsi="宋体"/>
        </w:rPr>
        <w:t>，在改性状态下，</w:t>
      </w:r>
      <w:r w:rsidR="00E03BE8" w:rsidRPr="00790AE0">
        <w:rPr>
          <w:rFonts w:ascii="宋体" w:eastAsia="宋体" w:hAnsi="宋体" w:hint="eastAsia"/>
        </w:rPr>
        <w:t>采</w:t>
      </w:r>
      <w:r w:rsidR="00E03BE8" w:rsidRPr="00790AE0">
        <w:rPr>
          <w:rFonts w:ascii="宋体" w:eastAsia="宋体" w:hAnsi="宋体"/>
        </w:rPr>
        <w:t>用加热和适当</w:t>
      </w:r>
      <w:r w:rsidR="00E03BE8" w:rsidRPr="00790AE0">
        <w:rPr>
          <w:rFonts w:ascii="宋体" w:eastAsia="宋体" w:hAnsi="宋体" w:hint="eastAsia"/>
        </w:rPr>
        <w:t>加</w:t>
      </w:r>
      <w:r w:rsidR="00E03BE8" w:rsidRPr="00790AE0">
        <w:rPr>
          <w:rFonts w:ascii="宋体" w:eastAsia="宋体" w:hAnsi="宋体"/>
        </w:rPr>
        <w:t>压的方式不易将其再模压为固定的形状。</w:t>
      </w:r>
    </w:p>
    <w:p w14:paraId="5BF99CC4" w14:textId="77777777" w:rsidR="001613D5" w:rsidRDefault="00C645D3" w:rsidP="00B20A22">
      <w:pPr>
        <w:pStyle w:val="afff6"/>
        <w:ind w:firstLine="52"/>
      </w:pPr>
      <w:r w:rsidRPr="00C52685">
        <w:t>改性橡胶在无稀释剂状态下，在标准室温（18</w:t>
      </w:r>
      <w:r w:rsidRPr="001613D5">
        <w:rPr>
          <w:rFonts w:hAnsi="宋体" w:cs="宋体" w:hint="eastAsia"/>
        </w:rPr>
        <w:t>℃</w:t>
      </w:r>
      <w:r w:rsidRPr="00C52685">
        <w:t>～29</w:t>
      </w:r>
      <w:r w:rsidRPr="001613D5">
        <w:rPr>
          <w:rFonts w:hAnsi="宋体" w:cs="宋体" w:hint="eastAsia"/>
        </w:rPr>
        <w:t>℃</w:t>
      </w:r>
      <w:r w:rsidRPr="00C52685">
        <w:t>）拉伸到原有长度的两倍，保持1min，移去载荷后在1min内，它能回复到原有长度的1.5倍</w:t>
      </w:r>
      <w:r w:rsidR="00E257FB">
        <w:rPr>
          <w:rFonts w:hint="eastAsia"/>
        </w:rPr>
        <w:t>以</w:t>
      </w:r>
      <w:r w:rsidRPr="00C52685">
        <w:t>下。</w:t>
      </w:r>
    </w:p>
    <w:p w14:paraId="12000244" w14:textId="77777777" w:rsidR="00792FDE" w:rsidRPr="00792FDE" w:rsidRDefault="00792FDE" w:rsidP="00792FDE">
      <w:pPr>
        <w:pStyle w:val="afffffffffff9"/>
        <w:ind w:left="420" w:hangingChars="200" w:hanging="420"/>
        <w:rPr>
          <w:rFonts w:ascii="黑体" w:eastAsia="黑体" w:hAnsi="黑体"/>
        </w:rPr>
      </w:pPr>
      <w:r w:rsidRPr="00792FDE">
        <w:rPr>
          <w:rFonts w:ascii="黑体" w:eastAsia="黑体" w:hAnsi="黑体"/>
        </w:rPr>
        <w:br/>
      </w:r>
      <w:r>
        <w:rPr>
          <w:rFonts w:ascii="黑体" w:eastAsia="黑体" w:hAnsi="黑体" w:hint="eastAsia"/>
        </w:rPr>
        <w:t>合成橡胶  s</w:t>
      </w:r>
      <w:r w:rsidRPr="00792FDE">
        <w:rPr>
          <w:rFonts w:ascii="黑体" w:eastAsia="黑体" w:hAnsi="黑体"/>
        </w:rPr>
        <w:t>ynthetic rubbe</w:t>
      </w:r>
      <w:r>
        <w:rPr>
          <w:rFonts w:ascii="黑体" w:eastAsia="黑体" w:hAnsi="黑体" w:hint="eastAsia"/>
        </w:rPr>
        <w:t>r</w:t>
      </w:r>
    </w:p>
    <w:p w14:paraId="2563B63C" w14:textId="77777777" w:rsidR="00C645D3" w:rsidRPr="00C52685" w:rsidRDefault="00C645D3" w:rsidP="00C645D3">
      <w:pPr>
        <w:pStyle w:val="affffffffffff7"/>
        <w:ind w:firstLineChars="200" w:firstLine="420"/>
        <w:rPr>
          <w:rFonts w:ascii="宋体" w:eastAsia="宋体" w:hAnsi="宋体"/>
        </w:rPr>
      </w:pPr>
      <w:r w:rsidRPr="00C52685">
        <w:rPr>
          <w:rFonts w:ascii="宋体" w:eastAsia="宋体" w:hAnsi="宋体"/>
        </w:rPr>
        <w:t>通过一种或几种单体生产的橡胶。</w:t>
      </w:r>
    </w:p>
    <w:p w14:paraId="7D52D2DE"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天然橡胶</w:t>
      </w:r>
      <w:r w:rsidRPr="00251890">
        <w:rPr>
          <w:rFonts w:ascii="黑体" w:eastAsia="黑体" w:hAnsi="黑体"/>
        </w:rPr>
        <w:t xml:space="preserve">  natural rubber</w:t>
      </w:r>
    </w:p>
    <w:p w14:paraId="6D707BE4" w14:textId="77777777" w:rsidR="00C645D3" w:rsidRDefault="00C645D3" w:rsidP="00C645D3">
      <w:pPr>
        <w:pStyle w:val="affffffffffff7"/>
        <w:ind w:firstLineChars="200" w:firstLine="420"/>
        <w:rPr>
          <w:rFonts w:ascii="宋体" w:eastAsia="宋体" w:hAnsi="宋体"/>
        </w:rPr>
      </w:pPr>
      <w:r w:rsidRPr="00C52685">
        <w:rPr>
          <w:rFonts w:ascii="宋体" w:eastAsia="宋体" w:hAnsi="宋体"/>
        </w:rPr>
        <w:t>从植物源巴西</w:t>
      </w:r>
      <w:proofErr w:type="gramStart"/>
      <w:r w:rsidRPr="00C52685">
        <w:rPr>
          <w:rFonts w:ascii="宋体" w:eastAsia="宋体" w:hAnsi="宋体"/>
        </w:rPr>
        <w:t>橡</w:t>
      </w:r>
      <w:proofErr w:type="gramEnd"/>
      <w:r w:rsidRPr="00C52685">
        <w:rPr>
          <w:rFonts w:ascii="宋体" w:eastAsia="宋体" w:hAnsi="宋体" w:hint="eastAsia"/>
        </w:rPr>
        <w:t>三叶橡</w:t>
      </w:r>
      <w:r w:rsidRPr="00C52685">
        <w:rPr>
          <w:rFonts w:ascii="宋体" w:eastAsia="宋体" w:hAnsi="宋体"/>
        </w:rPr>
        <w:t xml:space="preserve">胶树（Hevea </w:t>
      </w:r>
      <w:proofErr w:type="spellStart"/>
      <w:r w:rsidRPr="00C52685">
        <w:rPr>
          <w:rFonts w:ascii="宋体" w:eastAsia="宋体" w:hAnsi="宋体"/>
        </w:rPr>
        <w:t>brasiliansis</w:t>
      </w:r>
      <w:proofErr w:type="spellEnd"/>
      <w:r w:rsidRPr="00C52685">
        <w:rPr>
          <w:rFonts w:ascii="宋体" w:eastAsia="宋体" w:hAnsi="宋体" w:hint="eastAsia"/>
        </w:rPr>
        <w:t>）</w:t>
      </w:r>
      <w:r w:rsidRPr="00C52685">
        <w:rPr>
          <w:rFonts w:ascii="宋体" w:eastAsia="宋体" w:hAnsi="宋体"/>
        </w:rPr>
        <w:t>，以及橡胶藤或橡胶草等含胶植物采集的热固性材料，其橡胶</w:t>
      </w:r>
      <w:proofErr w:type="gramStart"/>
      <w:r w:rsidRPr="00C52685">
        <w:rPr>
          <w:rFonts w:ascii="宋体" w:eastAsia="宋体" w:hAnsi="宋体"/>
        </w:rPr>
        <w:t>烃</w:t>
      </w:r>
      <w:proofErr w:type="gramEnd"/>
      <w:r w:rsidRPr="00C52685">
        <w:rPr>
          <w:rFonts w:ascii="宋体" w:eastAsia="宋体" w:hAnsi="宋体"/>
        </w:rPr>
        <w:t>主要为顺式1，4</w:t>
      </w:r>
      <w:r w:rsidRPr="00C52685">
        <w:rPr>
          <w:rFonts w:ascii="宋体" w:eastAsia="宋体" w:hAnsi="宋体" w:hint="eastAsia"/>
        </w:rPr>
        <w:t>-</w:t>
      </w:r>
      <w:r w:rsidRPr="00C52685">
        <w:rPr>
          <w:rFonts w:ascii="宋体" w:eastAsia="宋体" w:hAnsi="宋体"/>
        </w:rPr>
        <w:t xml:space="preserve">聚异戊二烯。 </w:t>
      </w:r>
    </w:p>
    <w:p w14:paraId="0F4DD3BD" w14:textId="77777777" w:rsidR="003D112C" w:rsidRPr="003D112C" w:rsidRDefault="003D112C" w:rsidP="003D112C">
      <w:pPr>
        <w:pStyle w:val="afff6"/>
        <w:numPr>
          <w:ilvl w:val="0"/>
          <w:numId w:val="0"/>
        </w:numPr>
        <w:ind w:left="374"/>
      </w:pPr>
      <w:r w:rsidRPr="003D112C">
        <w:rPr>
          <w:rFonts w:ascii="仿宋_GB2312" w:eastAsia="仿宋_GB2312" w:hint="eastAsia"/>
        </w:rPr>
        <w:t>[</w:t>
      </w:r>
      <w:r w:rsidR="001F7690">
        <w:rPr>
          <w:rFonts w:ascii="仿宋_GB2312" w:eastAsia="仿宋_GB2312" w:hint="eastAsia"/>
        </w:rPr>
        <w:t>来源：</w:t>
      </w:r>
      <w:r w:rsidRPr="003D112C">
        <w:rPr>
          <w:rFonts w:ascii="仿宋_GB2312" w:eastAsia="仿宋_GB2312" w:hint="eastAsia"/>
        </w:rPr>
        <w:t>GB/T 9881-2008</w:t>
      </w:r>
      <w:r w:rsidR="007F7975">
        <w:rPr>
          <w:rFonts w:ascii="仿宋_GB2312" w:eastAsia="仿宋_GB2312" w:hint="eastAsia"/>
        </w:rPr>
        <w:t>，</w:t>
      </w:r>
      <w:r w:rsidR="001F7690">
        <w:rPr>
          <w:rFonts w:ascii="仿宋_GB2312" w:eastAsia="仿宋_GB2312" w:hint="eastAsia"/>
        </w:rPr>
        <w:t>2.269</w:t>
      </w:r>
      <w:r w:rsidRPr="003D112C">
        <w:rPr>
          <w:rFonts w:ascii="仿宋_GB2312" w:eastAsia="仿宋_GB2312" w:hint="eastAsia"/>
        </w:rPr>
        <w:t>，</w:t>
      </w:r>
      <w:r w:rsidR="007F7975">
        <w:rPr>
          <w:rFonts w:ascii="仿宋_GB2312" w:eastAsia="仿宋_GB2312" w:hint="eastAsia"/>
        </w:rPr>
        <w:t>有修改</w:t>
      </w:r>
      <w:r w:rsidRPr="003D112C">
        <w:rPr>
          <w:rFonts w:ascii="仿宋_GB2312" w:eastAsia="仿宋_GB2312" w:hint="eastAsia"/>
        </w:rPr>
        <w:t>]</w:t>
      </w:r>
    </w:p>
    <w:p w14:paraId="37C0C184" w14:textId="77777777" w:rsidR="00251890" w:rsidRPr="00251890" w:rsidRDefault="00251890" w:rsidP="00251890">
      <w:pPr>
        <w:pStyle w:val="afffffffffff9"/>
        <w:ind w:left="420" w:hangingChars="200" w:hanging="420"/>
        <w:rPr>
          <w:rFonts w:ascii="黑体" w:eastAsia="黑体" w:hAnsi="黑体"/>
          <w:b/>
          <w:noProof/>
        </w:rPr>
      </w:pPr>
      <w:r w:rsidRPr="00251890">
        <w:rPr>
          <w:rFonts w:ascii="黑体" w:eastAsia="黑体" w:hAnsi="黑体"/>
        </w:rPr>
        <w:lastRenderedPageBreak/>
        <w:br/>
      </w:r>
      <w:r w:rsidRPr="00251890">
        <w:rPr>
          <w:rFonts w:ascii="黑体" w:eastAsia="黑体" w:hAnsi="黑体" w:hint="eastAsia"/>
        </w:rPr>
        <w:t>野生橡胶</w:t>
      </w:r>
      <w:r w:rsidRPr="00251890">
        <w:rPr>
          <w:rFonts w:ascii="黑体" w:eastAsia="黑体" w:hAnsi="黑体"/>
        </w:rPr>
        <w:t xml:space="preserve">  wild rubber</w:t>
      </w:r>
    </w:p>
    <w:p w14:paraId="78CCC635" w14:textId="77777777" w:rsidR="00C645D3" w:rsidRPr="00EB0396" w:rsidRDefault="00C645D3" w:rsidP="00C645D3">
      <w:pPr>
        <w:pStyle w:val="Char1"/>
        <w:ind w:firstLine="420"/>
      </w:pPr>
      <w:r w:rsidRPr="00EB0396">
        <w:rPr>
          <w:rFonts w:hint="eastAsia"/>
        </w:rPr>
        <w:t>凡是从巴西三叶橡胶树以外的植物中采集的橡胶统称为野生橡胶。</w:t>
      </w:r>
    </w:p>
    <w:p w14:paraId="62DCD69D" w14:textId="77777777" w:rsidR="00C645D3" w:rsidRPr="00F3759F" w:rsidRDefault="00C645D3" w:rsidP="00F3759F">
      <w:pPr>
        <w:pStyle w:val="a5"/>
        <w:adjustRightInd w:val="0"/>
        <w:snapToGrid w:val="0"/>
        <w:ind w:left="0" w:firstLineChars="236" w:firstLine="425"/>
      </w:pPr>
      <w:r w:rsidRPr="00F3759F">
        <w:rPr>
          <w:rFonts w:hint="eastAsia"/>
        </w:rPr>
        <w:t>原则上，凡是从自然界中天然存在的植物中采集的橡胶都属于天然橡胶。但是，除巴西三叶橡胶树外，其它植物大多具有难以移栽、采集的橡胶</w:t>
      </w:r>
      <w:proofErr w:type="gramStart"/>
      <w:r w:rsidRPr="00F3759F">
        <w:rPr>
          <w:rFonts w:hint="eastAsia"/>
        </w:rPr>
        <w:t>无应用</w:t>
      </w:r>
      <w:proofErr w:type="gramEnd"/>
      <w:r w:rsidRPr="00F3759F">
        <w:rPr>
          <w:rFonts w:hint="eastAsia"/>
        </w:rPr>
        <w:t>价值或产量</w:t>
      </w:r>
      <w:proofErr w:type="gramStart"/>
      <w:r w:rsidRPr="00F3759F">
        <w:rPr>
          <w:rFonts w:hint="eastAsia"/>
        </w:rPr>
        <w:t>太</w:t>
      </w:r>
      <w:proofErr w:type="gramEnd"/>
      <w:r w:rsidRPr="00F3759F">
        <w:rPr>
          <w:rFonts w:hint="eastAsia"/>
        </w:rPr>
        <w:t>低等不足之处而处于野生状态。因此，术语“天然橡胶”主要指巴西三叶橡胶树，</w:t>
      </w:r>
      <w:r w:rsidRPr="00F3759F">
        <w:t>以及</w:t>
      </w:r>
      <w:r w:rsidRPr="00F3759F">
        <w:rPr>
          <w:rFonts w:hint="eastAsia"/>
        </w:rPr>
        <w:t>部分</w:t>
      </w:r>
      <w:r w:rsidRPr="00F3759F">
        <w:t>橡胶藤或橡胶草采集的顺式1，4</w:t>
      </w:r>
      <w:r w:rsidRPr="00F3759F">
        <w:rPr>
          <w:rFonts w:hint="eastAsia"/>
        </w:rPr>
        <w:t>-</w:t>
      </w:r>
      <w:r w:rsidRPr="00F3759F">
        <w:t>聚异戊二烯</w:t>
      </w:r>
      <w:r w:rsidRPr="00F3759F">
        <w:rPr>
          <w:rFonts w:hint="eastAsia"/>
        </w:rPr>
        <w:t>，而将其它植物类橡胶统称为野生橡胶。</w:t>
      </w:r>
    </w:p>
    <w:p w14:paraId="4D222C83" w14:textId="77777777" w:rsidR="00C645D3" w:rsidRPr="00F3759F" w:rsidRDefault="00C645D3" w:rsidP="00F3759F">
      <w:pPr>
        <w:pStyle w:val="a5"/>
        <w:adjustRightInd w:val="0"/>
        <w:snapToGrid w:val="0"/>
        <w:ind w:hanging="385"/>
      </w:pPr>
      <w:r w:rsidRPr="00F3759F">
        <w:rPr>
          <w:rFonts w:hint="eastAsia"/>
        </w:rPr>
        <w:t>已发现的野生橡胶的种类有30多种，这里只列出了具有代表性的几种野生橡胶。</w:t>
      </w:r>
    </w:p>
    <w:p w14:paraId="33127183"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 xml:space="preserve">巴拉塔（橡胶） </w:t>
      </w:r>
      <w:r w:rsidRPr="00251890">
        <w:rPr>
          <w:rFonts w:ascii="黑体" w:eastAsia="黑体" w:hAnsi="黑体"/>
        </w:rPr>
        <w:t xml:space="preserve"> balata</w:t>
      </w:r>
    </w:p>
    <w:p w14:paraId="659972D9" w14:textId="77777777" w:rsidR="00C645D3" w:rsidRDefault="00C645D3" w:rsidP="00C645D3">
      <w:pPr>
        <w:pStyle w:val="affffffffffff7"/>
        <w:ind w:firstLineChars="200" w:firstLine="420"/>
        <w:rPr>
          <w:rFonts w:ascii="宋体" w:eastAsia="宋体" w:hAnsi="宋体"/>
        </w:rPr>
      </w:pPr>
      <w:r w:rsidRPr="00C52685">
        <w:rPr>
          <w:rFonts w:ascii="宋体" w:eastAsia="宋体" w:hAnsi="宋体"/>
        </w:rPr>
        <w:t>从</w:t>
      </w:r>
      <w:r w:rsidR="001F7690">
        <w:rPr>
          <w:rFonts w:ascii="宋体" w:eastAsia="宋体" w:hAnsi="宋体" w:hint="eastAsia"/>
        </w:rPr>
        <w:t>各种山</w:t>
      </w:r>
      <w:proofErr w:type="gramStart"/>
      <w:r w:rsidR="001F7690">
        <w:rPr>
          <w:rFonts w:ascii="宋体" w:eastAsia="宋体" w:hAnsi="宋体" w:hint="eastAsia"/>
        </w:rPr>
        <w:t>榄</w:t>
      </w:r>
      <w:proofErr w:type="gramEnd"/>
      <w:r w:rsidR="001F7690">
        <w:rPr>
          <w:rFonts w:ascii="宋体" w:eastAsia="宋体" w:hAnsi="宋体" w:hint="eastAsia"/>
        </w:rPr>
        <w:t>科</w:t>
      </w:r>
      <w:proofErr w:type="spellStart"/>
      <w:r w:rsidR="001F7690">
        <w:rPr>
          <w:rFonts w:ascii="宋体" w:eastAsia="宋体" w:hAnsi="宋体" w:hint="eastAsia"/>
        </w:rPr>
        <w:t>Sapotaceae</w:t>
      </w:r>
      <w:proofErr w:type="spellEnd"/>
      <w:r w:rsidR="001F7690">
        <w:rPr>
          <w:rFonts w:ascii="宋体" w:eastAsia="宋体" w:hAnsi="宋体" w:hint="eastAsia"/>
        </w:rPr>
        <w:t xml:space="preserve"> 树，尤其是</w:t>
      </w:r>
      <w:proofErr w:type="spellStart"/>
      <w:r w:rsidRPr="00C52685">
        <w:rPr>
          <w:rFonts w:ascii="宋体" w:eastAsia="宋体" w:hAnsi="宋体"/>
        </w:rPr>
        <w:t>Mimusops</w:t>
      </w:r>
      <w:proofErr w:type="spellEnd"/>
      <w:r w:rsidRPr="00C52685">
        <w:rPr>
          <w:rFonts w:ascii="宋体" w:eastAsia="宋体" w:hAnsi="宋体"/>
        </w:rPr>
        <w:t xml:space="preserve"> </w:t>
      </w:r>
      <w:proofErr w:type="spellStart"/>
      <w:r w:rsidRPr="00C52685">
        <w:rPr>
          <w:rFonts w:ascii="宋体" w:eastAsia="宋体" w:hAnsi="宋体"/>
        </w:rPr>
        <w:t>globosa</w:t>
      </w:r>
      <w:proofErr w:type="spellEnd"/>
      <w:r w:rsidR="00442B3B">
        <w:rPr>
          <w:rFonts w:ascii="宋体" w:eastAsia="宋体" w:hAnsi="宋体" w:hint="eastAsia"/>
        </w:rPr>
        <w:t>树</w:t>
      </w:r>
      <w:r w:rsidRPr="00C52685">
        <w:rPr>
          <w:rFonts w:ascii="宋体" w:eastAsia="宋体" w:hAnsi="宋体"/>
        </w:rPr>
        <w:t>的</w:t>
      </w:r>
      <w:r w:rsidR="001F7690">
        <w:rPr>
          <w:rFonts w:ascii="宋体" w:eastAsia="宋体" w:hAnsi="宋体" w:hint="eastAsia"/>
        </w:rPr>
        <w:t>汁液中提取，</w:t>
      </w:r>
      <w:r w:rsidRPr="00C52685">
        <w:rPr>
          <w:rFonts w:ascii="宋体" w:eastAsia="宋体" w:hAnsi="宋体"/>
        </w:rPr>
        <w:t>含有大约同样比例</w:t>
      </w:r>
      <w:r w:rsidRPr="00C52685">
        <w:rPr>
          <w:rFonts w:ascii="宋体" w:eastAsia="宋体" w:hAnsi="宋体" w:hint="eastAsia"/>
        </w:rPr>
        <w:t>的</w:t>
      </w:r>
      <w:r w:rsidRPr="00C52685">
        <w:rPr>
          <w:rFonts w:ascii="宋体" w:eastAsia="宋体" w:hAnsi="宋体"/>
        </w:rPr>
        <w:t>反式</w:t>
      </w:r>
      <w:r w:rsidRPr="00C52685">
        <w:rPr>
          <w:rFonts w:ascii="宋体" w:eastAsia="宋体" w:hAnsi="宋体" w:hint="eastAsia"/>
        </w:rPr>
        <w:t>1，4</w:t>
      </w:r>
      <w:r w:rsidRPr="00C52685">
        <w:rPr>
          <w:rFonts w:ascii="宋体" w:eastAsia="宋体" w:hAnsi="宋体"/>
        </w:rPr>
        <w:t>-聚异戊二烯和树脂的</w:t>
      </w:r>
      <w:r w:rsidR="001F7690">
        <w:rPr>
          <w:rFonts w:ascii="宋体" w:eastAsia="宋体" w:hAnsi="宋体" w:hint="eastAsia"/>
        </w:rPr>
        <w:t>柔韧性粘稠的</w:t>
      </w:r>
      <w:r w:rsidRPr="00C52685">
        <w:rPr>
          <w:rFonts w:ascii="宋体" w:eastAsia="宋体" w:hAnsi="宋体"/>
        </w:rPr>
        <w:t>热塑性材料。</w:t>
      </w:r>
    </w:p>
    <w:p w14:paraId="4AD7DAE1" w14:textId="77777777" w:rsidR="003D112C" w:rsidRPr="003D112C" w:rsidRDefault="003D112C" w:rsidP="003D112C">
      <w:pPr>
        <w:pStyle w:val="afff6"/>
        <w:numPr>
          <w:ilvl w:val="0"/>
          <w:numId w:val="0"/>
        </w:numPr>
        <w:ind w:left="374"/>
      </w:pPr>
      <w:r w:rsidRPr="003D112C">
        <w:rPr>
          <w:rFonts w:ascii="仿宋_GB2312" w:eastAsia="仿宋_GB2312" w:hint="eastAsia"/>
        </w:rPr>
        <w:t>[</w:t>
      </w:r>
      <w:r w:rsidR="007F7975">
        <w:rPr>
          <w:rFonts w:ascii="仿宋_GB2312" w:eastAsia="仿宋_GB2312" w:hint="eastAsia"/>
        </w:rPr>
        <w:t>来源：</w:t>
      </w:r>
      <w:r w:rsidRPr="003D112C">
        <w:rPr>
          <w:rFonts w:ascii="仿宋_GB2312" w:eastAsia="仿宋_GB2312" w:hint="eastAsia"/>
        </w:rPr>
        <w:t>GB/T 9881-2008</w:t>
      </w:r>
      <w:r w:rsidR="007F7975">
        <w:rPr>
          <w:rFonts w:ascii="仿宋_GB2312" w:eastAsia="仿宋_GB2312" w:hint="eastAsia"/>
        </w:rPr>
        <w:t>，2.36</w:t>
      </w:r>
      <w:r w:rsidRPr="003D112C">
        <w:rPr>
          <w:rFonts w:ascii="仿宋_GB2312" w:eastAsia="仿宋_GB2312" w:hint="eastAsia"/>
        </w:rPr>
        <w:t>]</w:t>
      </w:r>
    </w:p>
    <w:p w14:paraId="55F4C0BB"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巴拉橡胶</w:t>
      </w:r>
      <w:r w:rsidRPr="00251890">
        <w:rPr>
          <w:rFonts w:ascii="黑体" w:eastAsia="黑体" w:hAnsi="黑体"/>
        </w:rPr>
        <w:t xml:space="preserve">  Para rubber</w:t>
      </w:r>
    </w:p>
    <w:p w14:paraId="29929B5B" w14:textId="77777777" w:rsidR="00C645D3" w:rsidRPr="00EB0396" w:rsidRDefault="00C645D3" w:rsidP="00C645D3">
      <w:pPr>
        <w:pStyle w:val="affffffffffff7"/>
        <w:ind w:firstLineChars="200" w:firstLine="420"/>
        <w:rPr>
          <w:rFonts w:ascii="宋体" w:eastAsia="宋体" w:hAnsi="宋体"/>
        </w:rPr>
      </w:pPr>
      <w:r w:rsidRPr="00EB0396">
        <w:rPr>
          <w:rFonts w:ascii="宋体" w:eastAsia="宋体" w:hAnsi="宋体" w:hint="eastAsia"/>
        </w:rPr>
        <w:t>指</w:t>
      </w:r>
      <w:r w:rsidRPr="00EB0396">
        <w:rPr>
          <w:rFonts w:ascii="宋体" w:eastAsia="宋体" w:hAnsi="宋体"/>
        </w:rPr>
        <w:t>20世纪初期在巴西生产的巴西橡胶</w:t>
      </w:r>
      <w:r w:rsidRPr="00EB0396">
        <w:rPr>
          <w:rFonts w:ascii="宋体" w:eastAsia="宋体" w:hAnsi="宋体" w:hint="eastAsia"/>
        </w:rPr>
        <w:t>。由于这些橡胶</w:t>
      </w:r>
      <w:r w:rsidRPr="00EB0396">
        <w:rPr>
          <w:rFonts w:ascii="宋体" w:eastAsia="宋体" w:hAnsi="宋体"/>
        </w:rPr>
        <w:t>基本上是加工成球状的初制品，并从巴西的巴拉港出口，因而称巴拉橡胶或巴拉胶球。</w:t>
      </w:r>
    </w:p>
    <w:p w14:paraId="785EA83B"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杜仲橡胶</w:t>
      </w:r>
      <w:r w:rsidRPr="00251890">
        <w:rPr>
          <w:rFonts w:ascii="黑体" w:eastAsia="黑体" w:hAnsi="黑体"/>
        </w:rPr>
        <w:t xml:space="preserve">  Eucommia </w:t>
      </w:r>
      <w:proofErr w:type="spellStart"/>
      <w:r w:rsidRPr="00251890">
        <w:rPr>
          <w:rFonts w:ascii="黑体" w:eastAsia="黑体" w:hAnsi="黑体"/>
        </w:rPr>
        <w:t>ulmoides</w:t>
      </w:r>
      <w:proofErr w:type="spellEnd"/>
      <w:r w:rsidRPr="00251890">
        <w:rPr>
          <w:rFonts w:ascii="黑体" w:eastAsia="黑体" w:hAnsi="黑体"/>
        </w:rPr>
        <w:t xml:space="preserve"> rubber</w:t>
      </w:r>
    </w:p>
    <w:p w14:paraId="6268C5C9" w14:textId="77777777" w:rsidR="00C645D3" w:rsidRPr="00EB0396" w:rsidRDefault="00C645D3" w:rsidP="00C645D3">
      <w:pPr>
        <w:pStyle w:val="affffffffffff7"/>
        <w:ind w:firstLineChars="200" w:firstLine="420"/>
        <w:rPr>
          <w:rFonts w:eastAsia="宋体"/>
        </w:rPr>
      </w:pPr>
      <w:r w:rsidRPr="00EB0396">
        <w:rPr>
          <w:rFonts w:eastAsia="宋体"/>
        </w:rPr>
        <w:t>中国古塔波橡胶</w:t>
      </w:r>
    </w:p>
    <w:p w14:paraId="68788EA7" w14:textId="77777777" w:rsidR="00C645D3" w:rsidRPr="009F50B9" w:rsidRDefault="00C645D3" w:rsidP="00C645D3">
      <w:pPr>
        <w:pStyle w:val="affffffffffff7"/>
        <w:ind w:firstLineChars="200" w:firstLine="420"/>
        <w:rPr>
          <w:rFonts w:ascii="宋体" w:eastAsia="宋体" w:hAnsi="宋体"/>
        </w:rPr>
      </w:pPr>
      <w:r w:rsidRPr="009F50B9">
        <w:rPr>
          <w:rFonts w:ascii="宋体" w:eastAsia="宋体" w:hAnsi="宋体"/>
        </w:rPr>
        <w:t>从原产</w:t>
      </w:r>
      <w:r w:rsidRPr="009F50B9">
        <w:rPr>
          <w:rFonts w:ascii="宋体" w:eastAsia="宋体" w:hAnsi="宋体" w:hint="eastAsia"/>
        </w:rPr>
        <w:t>于</w:t>
      </w:r>
      <w:r w:rsidRPr="009F50B9">
        <w:rPr>
          <w:rFonts w:ascii="宋体" w:eastAsia="宋体" w:hAnsi="宋体"/>
        </w:rPr>
        <w:t xml:space="preserve">中国南方的乔木杜仲橡胶树（Eucommia </w:t>
      </w:r>
      <w:proofErr w:type="spellStart"/>
      <w:r w:rsidRPr="009F50B9">
        <w:rPr>
          <w:rFonts w:ascii="宋体" w:eastAsia="宋体" w:hAnsi="宋体"/>
        </w:rPr>
        <w:t>ulmoides</w:t>
      </w:r>
      <w:proofErr w:type="spellEnd"/>
      <w:r w:rsidRPr="009F50B9">
        <w:rPr>
          <w:rFonts w:ascii="宋体" w:eastAsia="宋体" w:hAnsi="宋体"/>
        </w:rPr>
        <w:t>）采集的硬质天然橡胶，橡胶</w:t>
      </w:r>
      <w:proofErr w:type="gramStart"/>
      <w:r w:rsidRPr="009F50B9">
        <w:rPr>
          <w:rFonts w:ascii="宋体" w:eastAsia="宋体" w:hAnsi="宋体"/>
        </w:rPr>
        <w:t>烃</w:t>
      </w:r>
      <w:proofErr w:type="gramEnd"/>
      <w:r w:rsidRPr="009F50B9">
        <w:rPr>
          <w:rFonts w:ascii="宋体" w:eastAsia="宋体" w:hAnsi="宋体"/>
        </w:rPr>
        <w:t>具有反式1，4-聚异戊二稀结构。由于其性能与古塔波橡胶相似，故又称中国古塔波橡胶。</w:t>
      </w:r>
    </w:p>
    <w:p w14:paraId="74058650"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古塔波橡胶</w:t>
      </w:r>
      <w:r w:rsidRPr="00251890">
        <w:rPr>
          <w:rFonts w:ascii="黑体" w:eastAsia="黑体" w:hAnsi="黑体"/>
        </w:rPr>
        <w:t xml:space="preserve">  Gutta percha rubber</w:t>
      </w:r>
    </w:p>
    <w:p w14:paraId="12FEAF9D" w14:textId="77777777" w:rsidR="00C645D3" w:rsidRPr="009F50B9" w:rsidRDefault="00C645D3" w:rsidP="00C645D3">
      <w:pPr>
        <w:pStyle w:val="affffffffffff7"/>
        <w:ind w:firstLineChars="200" w:firstLine="420"/>
        <w:rPr>
          <w:rFonts w:ascii="宋体" w:eastAsia="宋体" w:hAnsi="宋体"/>
        </w:rPr>
      </w:pPr>
      <w:r w:rsidRPr="009F50B9">
        <w:rPr>
          <w:rFonts w:ascii="宋体" w:eastAsia="宋体" w:hAnsi="宋体"/>
        </w:rPr>
        <w:t>从原产于东南亚的山</w:t>
      </w:r>
      <w:proofErr w:type="gramStart"/>
      <w:r w:rsidRPr="009F50B9">
        <w:rPr>
          <w:rFonts w:ascii="宋体" w:eastAsia="宋体" w:hAnsi="宋体"/>
        </w:rPr>
        <w:t>榄</w:t>
      </w:r>
      <w:proofErr w:type="gramEnd"/>
      <w:r w:rsidRPr="009F50B9">
        <w:rPr>
          <w:rFonts w:ascii="宋体" w:eastAsia="宋体" w:hAnsi="宋体"/>
        </w:rPr>
        <w:t>科乔木古塔波橡胶树采集的硬质热塑性物质，大部分橡胶</w:t>
      </w:r>
      <w:proofErr w:type="gramStart"/>
      <w:r w:rsidRPr="009F50B9">
        <w:rPr>
          <w:rFonts w:ascii="宋体" w:eastAsia="宋体" w:hAnsi="宋体"/>
        </w:rPr>
        <w:t>烃</w:t>
      </w:r>
      <w:proofErr w:type="gramEnd"/>
      <w:r w:rsidRPr="009F50B9">
        <w:rPr>
          <w:rFonts w:ascii="宋体" w:eastAsia="宋体" w:hAnsi="宋体"/>
        </w:rPr>
        <w:t>分子具有反式1，4-聚异戊二</w:t>
      </w:r>
      <w:r w:rsidRPr="009F50B9">
        <w:rPr>
          <w:rFonts w:ascii="宋体" w:eastAsia="宋体" w:hAnsi="宋体" w:hint="eastAsia"/>
        </w:rPr>
        <w:t>烯结构。</w:t>
      </w:r>
    </w:p>
    <w:p w14:paraId="4FA3D9F3"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type="textWrapping" w:clear="all"/>
      </w:r>
      <w:r w:rsidRPr="00251890">
        <w:rPr>
          <w:rFonts w:ascii="黑体" w:eastAsia="黑体" w:hAnsi="黑体" w:hint="eastAsia"/>
        </w:rPr>
        <w:t>蒲公英橡胶</w:t>
      </w:r>
      <w:r w:rsidRPr="00251890">
        <w:rPr>
          <w:rFonts w:ascii="黑体" w:eastAsia="黑体" w:hAnsi="黑体"/>
        </w:rPr>
        <w:t xml:space="preserve">  taraxacum rubber</w:t>
      </w:r>
    </w:p>
    <w:p w14:paraId="5BED16CB" w14:textId="77777777" w:rsidR="00506645" w:rsidRPr="005D4F7E" w:rsidRDefault="00506645" w:rsidP="005D4F7E">
      <w:pPr>
        <w:pStyle w:val="affffffffffff7"/>
        <w:ind w:firstLineChars="200" w:firstLine="420"/>
        <w:rPr>
          <w:rFonts w:ascii="宋体" w:eastAsia="宋体" w:hAnsi="宋体"/>
        </w:rPr>
      </w:pPr>
      <w:r w:rsidRPr="005D4F7E">
        <w:rPr>
          <w:rFonts w:ascii="宋体" w:eastAsia="宋体" w:hAnsi="宋体" w:hint="eastAsia"/>
        </w:rPr>
        <w:t xml:space="preserve">一种从蒲公英（taraxacum </w:t>
      </w:r>
      <w:proofErr w:type="spellStart"/>
      <w:r w:rsidRPr="005D4F7E">
        <w:rPr>
          <w:rFonts w:ascii="宋体" w:eastAsia="宋体" w:hAnsi="宋体" w:hint="eastAsia"/>
        </w:rPr>
        <w:t>kok-saghyz</w:t>
      </w:r>
      <w:proofErr w:type="spellEnd"/>
      <w:r w:rsidRPr="005D4F7E">
        <w:rPr>
          <w:rFonts w:ascii="宋体" w:eastAsia="宋体" w:hAnsi="宋体" w:hint="eastAsia"/>
        </w:rPr>
        <w:t>）根部提取的天然橡胶，其分子结构、分子量及其分布、凝聚态结构及物理化学性质最接近巴西三叶橡胶。</w:t>
      </w:r>
    </w:p>
    <w:p w14:paraId="31904995"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银菊橡胶</w:t>
      </w:r>
      <w:r w:rsidRPr="00251890">
        <w:rPr>
          <w:rFonts w:ascii="黑体" w:eastAsia="黑体" w:hAnsi="黑体"/>
        </w:rPr>
        <w:t xml:space="preserve">  Guayule rubber</w:t>
      </w:r>
    </w:p>
    <w:p w14:paraId="076398D2" w14:textId="77777777" w:rsidR="00C645D3" w:rsidRPr="009F50B9" w:rsidRDefault="00C645D3" w:rsidP="00C645D3">
      <w:pPr>
        <w:pStyle w:val="affffffffffff7"/>
        <w:ind w:firstLineChars="200" w:firstLine="420"/>
        <w:rPr>
          <w:rFonts w:ascii="宋体" w:eastAsia="宋体" w:hAnsi="宋体"/>
        </w:rPr>
      </w:pPr>
      <w:r w:rsidRPr="009F50B9">
        <w:rPr>
          <w:rFonts w:ascii="宋体" w:eastAsia="宋体" w:hAnsi="宋体"/>
        </w:rPr>
        <w:t>从</w:t>
      </w:r>
      <w:r w:rsidRPr="009F50B9">
        <w:rPr>
          <w:rFonts w:ascii="宋体" w:eastAsia="宋体" w:hAnsi="宋体" w:hint="eastAsia"/>
        </w:rPr>
        <w:t>（</w:t>
      </w:r>
      <w:r w:rsidRPr="009F50B9">
        <w:rPr>
          <w:rFonts w:ascii="宋体" w:eastAsia="宋体" w:hAnsi="宋体"/>
        </w:rPr>
        <w:t>原产于中美洲的野生</w:t>
      </w:r>
      <w:r w:rsidRPr="009F50B9">
        <w:rPr>
          <w:rFonts w:ascii="宋体" w:eastAsia="宋体" w:hAnsi="宋体" w:hint="eastAsia"/>
        </w:rPr>
        <w:t>）</w:t>
      </w:r>
      <w:r w:rsidRPr="009F50B9">
        <w:rPr>
          <w:rFonts w:ascii="宋体" w:eastAsia="宋体" w:hAnsi="宋体"/>
        </w:rPr>
        <w:t xml:space="preserve">灌木银胶菊（Parthenium </w:t>
      </w:r>
      <w:proofErr w:type="spellStart"/>
      <w:r w:rsidRPr="009F50B9">
        <w:rPr>
          <w:rFonts w:ascii="宋体" w:eastAsia="宋体" w:hAnsi="宋体"/>
        </w:rPr>
        <w:t>argentatum</w:t>
      </w:r>
      <w:proofErr w:type="spellEnd"/>
      <w:r w:rsidRPr="009F50B9">
        <w:rPr>
          <w:rFonts w:ascii="宋体" w:eastAsia="宋体" w:hAnsi="宋体"/>
        </w:rPr>
        <w:t>）中萃取出的橡胶</w:t>
      </w:r>
      <w:r w:rsidRPr="009F50B9">
        <w:rPr>
          <w:rFonts w:ascii="宋体" w:eastAsia="宋体" w:hAnsi="宋体" w:hint="eastAsia"/>
        </w:rPr>
        <w:t>/</w:t>
      </w:r>
      <w:r w:rsidRPr="009F50B9">
        <w:rPr>
          <w:rFonts w:ascii="宋体" w:eastAsia="宋体" w:hAnsi="宋体"/>
        </w:rPr>
        <w:t>树脂中分离出的顺式聚异戊二烯</w:t>
      </w:r>
      <w:r w:rsidRPr="009F50B9">
        <w:rPr>
          <w:rFonts w:ascii="宋体" w:eastAsia="宋体" w:hAnsi="宋体" w:hint="eastAsia"/>
        </w:rPr>
        <w:t>，（</w:t>
      </w:r>
      <w:r w:rsidRPr="009F50B9">
        <w:rPr>
          <w:rFonts w:ascii="宋体" w:eastAsia="宋体" w:hAnsi="宋体"/>
        </w:rPr>
        <w:t>其性能和巴西橡胶相似</w:t>
      </w:r>
      <w:r w:rsidRPr="009F50B9">
        <w:rPr>
          <w:rFonts w:ascii="宋体" w:eastAsia="宋体" w:hAnsi="宋体" w:hint="eastAsia"/>
        </w:rPr>
        <w:t>）</w:t>
      </w:r>
      <w:r w:rsidRPr="009F50B9">
        <w:rPr>
          <w:rFonts w:ascii="宋体" w:eastAsia="宋体" w:hAnsi="宋体"/>
        </w:rPr>
        <w:t>。</w:t>
      </w:r>
    </w:p>
    <w:p w14:paraId="12EA72E7" w14:textId="77777777" w:rsidR="00C645D3" w:rsidRPr="00EB0396" w:rsidRDefault="00C645D3" w:rsidP="00C645D3">
      <w:pPr>
        <w:pStyle w:val="afff0"/>
        <w:spacing w:before="312" w:after="312"/>
      </w:pPr>
      <w:bookmarkStart w:id="50" w:name="_Toc98757023"/>
      <w:bookmarkStart w:id="51" w:name="_Toc108098943"/>
      <w:bookmarkStart w:id="52" w:name="_Toc108107354"/>
      <w:r w:rsidRPr="00EB0396">
        <w:rPr>
          <w:rFonts w:hint="eastAsia"/>
        </w:rPr>
        <w:t>胶乳的性质和早期保存</w:t>
      </w:r>
      <w:bookmarkEnd w:id="50"/>
      <w:bookmarkEnd w:id="51"/>
      <w:bookmarkEnd w:id="52"/>
    </w:p>
    <w:p w14:paraId="4746CDC0" w14:textId="77777777" w:rsidR="00C645D3" w:rsidRPr="009F50B9" w:rsidRDefault="00C645D3" w:rsidP="00C645D3">
      <w:pPr>
        <w:pStyle w:val="afffffffffff9"/>
        <w:ind w:left="420" w:hangingChars="200" w:hanging="420"/>
        <w:rPr>
          <w:rFonts w:ascii="黑体" w:eastAsia="黑体" w:hAnsi="黑体"/>
        </w:rPr>
      </w:pPr>
      <w:r w:rsidRPr="009F50B9">
        <w:rPr>
          <w:rFonts w:ascii="黑体" w:eastAsia="黑体" w:hAnsi="黑体"/>
          <w:highlight w:val="lightGray"/>
        </w:rPr>
        <w:br/>
      </w:r>
      <w:r w:rsidRPr="009F50B9">
        <w:rPr>
          <w:rFonts w:ascii="黑体" w:eastAsia="黑体" w:hAnsi="黑体" w:hint="eastAsia"/>
        </w:rPr>
        <w:t>胶乳</w:t>
      </w:r>
      <w:r w:rsidRPr="009F50B9">
        <w:rPr>
          <w:rFonts w:ascii="黑体" w:eastAsia="黑体" w:hAnsi="黑体"/>
        </w:rPr>
        <w:t xml:space="preserve"> </w:t>
      </w:r>
      <w:r w:rsidRPr="009F50B9">
        <w:rPr>
          <w:rFonts w:ascii="黑体" w:eastAsia="黑体" w:hAnsi="黑体" w:hint="eastAsia"/>
        </w:rPr>
        <w:t xml:space="preserve"> </w:t>
      </w:r>
      <w:r w:rsidRPr="009F50B9">
        <w:rPr>
          <w:rFonts w:ascii="黑体" w:eastAsia="黑体" w:hAnsi="黑体"/>
        </w:rPr>
        <w:t xml:space="preserve">rubber latex  </w:t>
      </w:r>
    </w:p>
    <w:p w14:paraId="025023AF" w14:textId="77777777" w:rsidR="00C645D3" w:rsidRPr="009F50B9" w:rsidRDefault="00C645D3" w:rsidP="00C645D3">
      <w:pPr>
        <w:pStyle w:val="affffffffffff7"/>
        <w:ind w:firstLineChars="200" w:firstLine="420"/>
        <w:rPr>
          <w:rFonts w:ascii="宋体" w:eastAsia="宋体" w:hAnsi="宋体"/>
        </w:rPr>
      </w:pPr>
      <w:r w:rsidRPr="009F50B9">
        <w:rPr>
          <w:rFonts w:ascii="宋体" w:eastAsia="宋体" w:hAnsi="宋体"/>
        </w:rPr>
        <w:t>橡胶粒子的</w:t>
      </w:r>
      <w:r w:rsidRPr="009F50B9">
        <w:rPr>
          <w:rFonts w:ascii="宋体" w:eastAsia="宋体" w:hAnsi="宋体" w:hint="eastAsia"/>
        </w:rPr>
        <w:t>乳化</w:t>
      </w:r>
      <w:r w:rsidRPr="009F50B9">
        <w:rPr>
          <w:rFonts w:ascii="宋体" w:eastAsia="宋体" w:hAnsi="宋体"/>
        </w:rPr>
        <w:t>性水分散体系。</w:t>
      </w:r>
    </w:p>
    <w:p w14:paraId="57759763" w14:textId="77777777" w:rsidR="00251890" w:rsidRPr="00743BB5" w:rsidRDefault="00B17898" w:rsidP="00743BB5">
      <w:pPr>
        <w:pStyle w:val="afffffffffff9"/>
        <w:ind w:left="420" w:hangingChars="200" w:hanging="420"/>
        <w:rPr>
          <w:rFonts w:ascii="黑体" w:eastAsia="黑体" w:hAnsi="黑体"/>
          <w:b/>
        </w:rPr>
      </w:pPr>
      <w:r w:rsidRPr="00743BB5">
        <w:rPr>
          <w:rFonts w:ascii="黑体" w:eastAsia="黑体" w:hAnsi="黑体"/>
        </w:rPr>
        <w:br w:type="textWrapping" w:clear="all"/>
      </w:r>
      <w:r w:rsidRPr="00743BB5">
        <w:rPr>
          <w:rFonts w:ascii="黑体" w:eastAsia="黑体" w:hAnsi="黑体" w:hint="eastAsia"/>
        </w:rPr>
        <w:t>天然胶乳</w:t>
      </w:r>
      <w:r w:rsidRPr="00743BB5">
        <w:rPr>
          <w:rFonts w:ascii="黑体" w:eastAsia="黑体" w:hAnsi="黑体"/>
        </w:rPr>
        <w:t xml:space="preserve">  natural latex</w:t>
      </w:r>
    </w:p>
    <w:p w14:paraId="553D8E40" w14:textId="77777777" w:rsidR="00C645D3" w:rsidRPr="00EB0396" w:rsidRDefault="00C645D3" w:rsidP="00C645D3">
      <w:pPr>
        <w:pStyle w:val="affffffffffff7"/>
        <w:ind w:firstLineChars="200" w:firstLine="420"/>
        <w:rPr>
          <w:rFonts w:eastAsia="宋体"/>
        </w:rPr>
      </w:pPr>
      <w:r w:rsidRPr="00EB0396">
        <w:rPr>
          <w:rFonts w:eastAsia="宋体"/>
        </w:rPr>
        <w:t>由橡胶树、橡胶藤或橡胶草等含胶植物经割取、收集而得来的胶乳，是制造生胶的原料。</w:t>
      </w:r>
    </w:p>
    <w:p w14:paraId="35872390"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 xml:space="preserve">生胶乳 </w:t>
      </w:r>
      <w:r w:rsidRPr="00251890">
        <w:rPr>
          <w:rFonts w:ascii="黑体" w:eastAsia="黑体" w:hAnsi="黑体"/>
        </w:rPr>
        <w:t xml:space="preserve"> raw latex</w:t>
      </w:r>
    </w:p>
    <w:p w14:paraId="1C6C1DE3" w14:textId="77777777" w:rsidR="00C645D3" w:rsidRPr="00EB0396" w:rsidRDefault="007F7975" w:rsidP="00C645D3">
      <w:pPr>
        <w:pStyle w:val="affffffffffff7"/>
        <w:ind w:firstLineChars="200" w:firstLine="420"/>
        <w:rPr>
          <w:rFonts w:eastAsia="宋体"/>
        </w:rPr>
      </w:pPr>
      <w:r w:rsidRPr="009F50B9">
        <w:rPr>
          <w:rFonts w:ascii="宋体" w:eastAsia="宋体" w:hAnsi="宋体" w:hint="eastAsia"/>
        </w:rPr>
        <w:lastRenderedPageBreak/>
        <w:t>&lt;</w:t>
      </w:r>
      <w:r>
        <w:rPr>
          <w:rFonts w:ascii="宋体" w:eastAsia="宋体" w:hAnsi="宋体" w:hint="eastAsia"/>
        </w:rPr>
        <w:t>天然</w:t>
      </w:r>
      <w:r w:rsidRPr="009F50B9">
        <w:rPr>
          <w:rFonts w:ascii="宋体" w:eastAsia="宋体" w:hAnsi="宋体" w:hint="eastAsia"/>
        </w:rPr>
        <w:t>胶乳&gt;</w:t>
      </w:r>
      <w:r w:rsidR="00C645D3" w:rsidRPr="00EB0396">
        <w:rPr>
          <w:rFonts w:eastAsia="宋体"/>
        </w:rPr>
        <w:t>未经配合的保存胶乳。</w:t>
      </w:r>
    </w:p>
    <w:p w14:paraId="7AC34762"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新鲜胶乳</w:t>
      </w:r>
      <w:r w:rsidRPr="00251890">
        <w:rPr>
          <w:rFonts w:ascii="黑体" w:eastAsia="黑体" w:hAnsi="黑体"/>
        </w:rPr>
        <w:t xml:space="preserve">  fresh latex</w:t>
      </w:r>
    </w:p>
    <w:p w14:paraId="3096641A" w14:textId="77777777" w:rsidR="00C645D3" w:rsidRPr="00A43510" w:rsidRDefault="007020C2" w:rsidP="00C645D3">
      <w:pPr>
        <w:pStyle w:val="affffffffffff7"/>
        <w:ind w:firstLineChars="200" w:firstLine="420"/>
        <w:rPr>
          <w:rFonts w:ascii="宋体" w:eastAsia="宋体" w:hAnsi="宋体"/>
          <w:b/>
        </w:rPr>
      </w:pPr>
      <w:r w:rsidRPr="007020C2">
        <w:rPr>
          <w:rFonts w:ascii="宋体" w:eastAsia="宋体" w:hAnsi="宋体" w:hint="eastAsia"/>
        </w:rPr>
        <w:t>田间胶乳</w:t>
      </w:r>
      <w:r w:rsidRPr="007020C2">
        <w:rPr>
          <w:rFonts w:ascii="宋体" w:eastAsia="宋体" w:hAnsi="宋体"/>
        </w:rPr>
        <w:t xml:space="preserve">  field latex </w:t>
      </w:r>
      <w:r w:rsidRPr="007020C2">
        <w:rPr>
          <w:rFonts w:ascii="宋体" w:eastAsia="宋体" w:hAnsi="宋体"/>
          <w:b/>
        </w:rPr>
        <w:t xml:space="preserve"> </w:t>
      </w:r>
    </w:p>
    <w:p w14:paraId="148B09B2" w14:textId="77777777" w:rsidR="00C645D3" w:rsidRPr="009F50B9" w:rsidRDefault="00C645D3" w:rsidP="00C645D3">
      <w:pPr>
        <w:pStyle w:val="affffffffffff7"/>
        <w:ind w:firstLineChars="200" w:firstLine="420"/>
        <w:rPr>
          <w:rFonts w:ascii="宋体" w:eastAsia="宋体" w:hAnsi="宋体"/>
        </w:rPr>
      </w:pPr>
      <w:r w:rsidRPr="009F50B9">
        <w:rPr>
          <w:rFonts w:ascii="宋体" w:eastAsia="宋体" w:hAnsi="宋体" w:hint="eastAsia"/>
        </w:rPr>
        <w:t>&lt;</w:t>
      </w:r>
      <w:r w:rsidR="007F7975">
        <w:rPr>
          <w:rFonts w:ascii="宋体" w:eastAsia="宋体" w:hAnsi="宋体" w:hint="eastAsia"/>
        </w:rPr>
        <w:t>天然</w:t>
      </w:r>
      <w:r w:rsidRPr="009F50B9">
        <w:rPr>
          <w:rFonts w:ascii="宋体" w:eastAsia="宋体" w:hAnsi="宋体" w:hint="eastAsia"/>
        </w:rPr>
        <w:t>胶乳&gt;</w:t>
      </w:r>
      <w:r w:rsidRPr="009F50B9">
        <w:rPr>
          <w:rFonts w:ascii="宋体" w:eastAsia="宋体" w:hAnsi="宋体"/>
        </w:rPr>
        <w:t>含有或</w:t>
      </w:r>
      <w:proofErr w:type="gramStart"/>
      <w:r w:rsidRPr="009F50B9">
        <w:rPr>
          <w:rFonts w:ascii="宋体" w:eastAsia="宋体" w:hAnsi="宋体"/>
        </w:rPr>
        <w:t>不</w:t>
      </w:r>
      <w:proofErr w:type="gramEnd"/>
      <w:r w:rsidRPr="009F50B9">
        <w:rPr>
          <w:rFonts w:ascii="宋体" w:eastAsia="宋体" w:hAnsi="宋体"/>
        </w:rPr>
        <w:t>含有防腐剂的未经浓缩或任何其它加工的天然胶乳。</w:t>
      </w:r>
    </w:p>
    <w:p w14:paraId="34FFB9BF" w14:textId="77777777" w:rsidR="00C645D3" w:rsidRPr="009F50B9" w:rsidRDefault="00C645D3" w:rsidP="00C645D3">
      <w:pPr>
        <w:pStyle w:val="afffffffffff9"/>
        <w:ind w:left="420" w:hangingChars="200" w:hanging="420"/>
        <w:rPr>
          <w:rFonts w:ascii="黑体" w:eastAsia="黑体" w:hAnsi="黑体"/>
        </w:rPr>
      </w:pPr>
      <w:r w:rsidRPr="009F50B9">
        <w:rPr>
          <w:rFonts w:ascii="黑体" w:eastAsia="黑体" w:hAnsi="黑体"/>
        </w:rPr>
        <w:br/>
      </w:r>
      <w:r>
        <w:rPr>
          <w:rFonts w:ascii="黑体" w:eastAsia="黑体" w:hAnsi="黑体" w:hint="eastAsia"/>
        </w:rPr>
        <w:t>胶乳粒子</w:t>
      </w:r>
      <w:r w:rsidR="00EE57CA">
        <w:rPr>
          <w:rFonts w:ascii="黑体" w:eastAsia="黑体" w:hAnsi="黑体" w:hint="eastAsia"/>
        </w:rPr>
        <w:t xml:space="preserve">  </w:t>
      </w:r>
      <w:r>
        <w:rPr>
          <w:rFonts w:ascii="黑体" w:eastAsia="黑体" w:hAnsi="黑体" w:hint="eastAsia"/>
        </w:rPr>
        <w:t>lat</w:t>
      </w:r>
      <w:r w:rsidR="00AB72FB">
        <w:rPr>
          <w:rFonts w:ascii="黑体" w:eastAsia="黑体" w:hAnsi="黑体" w:hint="eastAsia"/>
        </w:rPr>
        <w:t>e</w:t>
      </w:r>
      <w:r>
        <w:rPr>
          <w:rFonts w:ascii="黑体" w:eastAsia="黑体" w:hAnsi="黑体" w:hint="eastAsia"/>
        </w:rPr>
        <w:t>x particle</w:t>
      </w:r>
    </w:p>
    <w:p w14:paraId="5185A42F" w14:textId="77777777" w:rsidR="00C645D3" w:rsidRPr="00EB0396" w:rsidRDefault="007F7975" w:rsidP="00C645D3">
      <w:pPr>
        <w:pStyle w:val="affffffffffff7"/>
        <w:ind w:firstLineChars="200" w:firstLine="420"/>
        <w:rPr>
          <w:rFonts w:eastAsia="宋体"/>
        </w:rPr>
      </w:pPr>
      <w:r w:rsidRPr="009F50B9">
        <w:rPr>
          <w:rFonts w:ascii="宋体" w:eastAsia="宋体" w:hAnsi="宋体" w:hint="eastAsia"/>
        </w:rPr>
        <w:t>&lt;</w:t>
      </w:r>
      <w:r>
        <w:rPr>
          <w:rFonts w:ascii="宋体" w:eastAsia="宋体" w:hAnsi="宋体" w:hint="eastAsia"/>
        </w:rPr>
        <w:t>天然</w:t>
      </w:r>
      <w:r w:rsidRPr="009F50B9">
        <w:rPr>
          <w:rFonts w:ascii="宋体" w:eastAsia="宋体" w:hAnsi="宋体" w:hint="eastAsia"/>
        </w:rPr>
        <w:t>胶乳&gt;</w:t>
      </w:r>
      <w:r w:rsidR="00C645D3" w:rsidRPr="00EB0396">
        <w:rPr>
          <w:rFonts w:eastAsia="宋体"/>
        </w:rPr>
        <w:t>胶乳中的橡胶粒子和非橡胶粒子的总称。</w:t>
      </w:r>
    </w:p>
    <w:p w14:paraId="0EF88A13"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橡胶粒子</w:t>
      </w:r>
      <w:r w:rsidRPr="00251890">
        <w:rPr>
          <w:rFonts w:ascii="黑体" w:eastAsia="黑体" w:hAnsi="黑体"/>
        </w:rPr>
        <w:t xml:space="preserve">  rubber particle</w:t>
      </w:r>
    </w:p>
    <w:p w14:paraId="6FD5BD10" w14:textId="77777777" w:rsidR="00C645D3" w:rsidRPr="00EB0396" w:rsidRDefault="007F7975" w:rsidP="00C645D3">
      <w:pPr>
        <w:pStyle w:val="affffffffffff7"/>
        <w:ind w:firstLineChars="200" w:firstLine="420"/>
        <w:rPr>
          <w:rFonts w:eastAsia="宋体"/>
        </w:rPr>
      </w:pPr>
      <w:r w:rsidRPr="009F50B9">
        <w:rPr>
          <w:rFonts w:ascii="宋体" w:eastAsia="宋体" w:hAnsi="宋体" w:hint="eastAsia"/>
        </w:rPr>
        <w:t>&lt;</w:t>
      </w:r>
      <w:r>
        <w:rPr>
          <w:rFonts w:ascii="宋体" w:eastAsia="宋体" w:hAnsi="宋体" w:hint="eastAsia"/>
        </w:rPr>
        <w:t>天然</w:t>
      </w:r>
      <w:r w:rsidRPr="009F50B9">
        <w:rPr>
          <w:rFonts w:ascii="宋体" w:eastAsia="宋体" w:hAnsi="宋体" w:hint="eastAsia"/>
        </w:rPr>
        <w:t>胶乳&gt;</w:t>
      </w:r>
      <w:r w:rsidR="00C645D3" w:rsidRPr="00EB0396">
        <w:rPr>
          <w:rFonts w:eastAsia="宋体"/>
        </w:rPr>
        <w:t>胶乳粒子中，其内部由许多橡胶</w:t>
      </w:r>
      <w:proofErr w:type="gramStart"/>
      <w:r w:rsidR="00C645D3" w:rsidRPr="00EB0396">
        <w:rPr>
          <w:rFonts w:eastAsia="宋体"/>
        </w:rPr>
        <w:t>烃</w:t>
      </w:r>
      <w:proofErr w:type="gramEnd"/>
      <w:r w:rsidR="00C645D3" w:rsidRPr="00EB0396">
        <w:rPr>
          <w:rFonts w:eastAsia="宋体"/>
        </w:rPr>
        <w:t>分子组成，表面具有一层保护物质的粒子。</w:t>
      </w:r>
    </w:p>
    <w:p w14:paraId="75C2F78F" w14:textId="77777777" w:rsidR="00251890" w:rsidRPr="001F1639" w:rsidRDefault="00B17898" w:rsidP="001F1639">
      <w:pPr>
        <w:pStyle w:val="afffffffffff9"/>
        <w:ind w:left="420" w:hangingChars="200" w:hanging="420"/>
        <w:rPr>
          <w:rFonts w:ascii="黑体" w:eastAsia="黑体" w:hAnsi="黑体"/>
          <w:b/>
        </w:rPr>
      </w:pPr>
      <w:r w:rsidRPr="001F1639">
        <w:rPr>
          <w:rFonts w:ascii="黑体" w:eastAsia="黑体" w:hAnsi="黑体"/>
        </w:rPr>
        <w:br/>
      </w:r>
      <w:r w:rsidRPr="001F1639">
        <w:rPr>
          <w:rFonts w:ascii="黑体" w:eastAsia="黑体" w:hAnsi="黑体" w:hint="eastAsia"/>
        </w:rPr>
        <w:t>非橡胶粒子</w:t>
      </w:r>
      <w:r w:rsidRPr="001F1639">
        <w:rPr>
          <w:rFonts w:ascii="黑体" w:eastAsia="黑体" w:hAnsi="黑体"/>
        </w:rPr>
        <w:t xml:space="preserve">  non-rubber particle</w:t>
      </w:r>
    </w:p>
    <w:p w14:paraId="53A026C1" w14:textId="77777777" w:rsidR="00C645D3" w:rsidRPr="00EB0396" w:rsidRDefault="007F7975" w:rsidP="00C645D3">
      <w:pPr>
        <w:pStyle w:val="affffffffffff7"/>
        <w:ind w:firstLineChars="200" w:firstLine="420"/>
        <w:rPr>
          <w:rFonts w:eastAsia="宋体"/>
        </w:rPr>
      </w:pPr>
      <w:r w:rsidRPr="009F50B9">
        <w:rPr>
          <w:rFonts w:ascii="宋体" w:eastAsia="宋体" w:hAnsi="宋体" w:hint="eastAsia"/>
        </w:rPr>
        <w:t>&lt;</w:t>
      </w:r>
      <w:r>
        <w:rPr>
          <w:rFonts w:ascii="宋体" w:eastAsia="宋体" w:hAnsi="宋体" w:hint="eastAsia"/>
        </w:rPr>
        <w:t>天然</w:t>
      </w:r>
      <w:r w:rsidRPr="009F50B9">
        <w:rPr>
          <w:rFonts w:ascii="宋体" w:eastAsia="宋体" w:hAnsi="宋体" w:hint="eastAsia"/>
        </w:rPr>
        <w:t>胶乳&gt;</w:t>
      </w:r>
      <w:r w:rsidR="00C645D3" w:rsidRPr="00EB0396">
        <w:rPr>
          <w:rFonts w:eastAsia="宋体"/>
        </w:rPr>
        <w:t>分散于胶乳中，由非橡</w:t>
      </w:r>
      <w:r w:rsidR="00C645D3" w:rsidRPr="00456731">
        <w:rPr>
          <w:rFonts w:ascii="宋体" w:eastAsia="宋体" w:hAnsi="宋体"/>
        </w:rPr>
        <w:t>胶物质构成的各种粒</w:t>
      </w:r>
      <w:r w:rsidR="00C645D3" w:rsidRPr="00EB0396">
        <w:rPr>
          <w:rFonts w:eastAsia="宋体"/>
        </w:rPr>
        <w:t>子。</w:t>
      </w:r>
    </w:p>
    <w:p w14:paraId="41FB930E"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proofErr w:type="gramStart"/>
      <w:r w:rsidRPr="00251890">
        <w:rPr>
          <w:rFonts w:ascii="黑体" w:eastAsia="黑体" w:hAnsi="黑体" w:hint="eastAsia"/>
        </w:rPr>
        <w:t>弗莱</w:t>
      </w:r>
      <w:proofErr w:type="gramEnd"/>
      <w:r w:rsidRPr="00251890">
        <w:rPr>
          <w:rFonts w:ascii="黑体" w:eastAsia="黑体" w:hAnsi="黑体" w:hint="eastAsia"/>
        </w:rPr>
        <w:t>威士林粒子</w:t>
      </w:r>
      <w:r w:rsidRPr="00251890">
        <w:rPr>
          <w:rFonts w:ascii="黑体" w:eastAsia="黑体" w:hAnsi="黑体"/>
        </w:rPr>
        <w:t xml:space="preserve">  Frey-</w:t>
      </w:r>
      <w:proofErr w:type="spellStart"/>
      <w:r w:rsidRPr="00251890">
        <w:rPr>
          <w:rFonts w:ascii="黑体" w:eastAsia="黑体" w:hAnsi="黑体"/>
        </w:rPr>
        <w:t>Wyssling</w:t>
      </w:r>
      <w:proofErr w:type="spellEnd"/>
      <w:r w:rsidRPr="00251890">
        <w:rPr>
          <w:rFonts w:ascii="黑体" w:eastAsia="黑体" w:hAnsi="黑体"/>
        </w:rPr>
        <w:t xml:space="preserve"> particle</w:t>
      </w:r>
    </w:p>
    <w:p w14:paraId="6B454ADD" w14:textId="77777777" w:rsidR="00C645D3" w:rsidRPr="00EB0396" w:rsidRDefault="00C645D3" w:rsidP="00C645D3">
      <w:pPr>
        <w:pStyle w:val="affffffffffff7"/>
        <w:ind w:firstLineChars="200" w:firstLine="420"/>
        <w:rPr>
          <w:rFonts w:ascii="宋体" w:eastAsia="宋体" w:hAnsi="宋体"/>
        </w:rPr>
      </w:pPr>
      <w:r w:rsidRPr="00EB0396">
        <w:rPr>
          <w:rFonts w:eastAsia="宋体"/>
        </w:rPr>
        <w:t>FW</w:t>
      </w:r>
      <w:r w:rsidRPr="00EB0396">
        <w:rPr>
          <w:rFonts w:ascii="宋体" w:eastAsia="宋体" w:hAnsi="宋体" w:hint="eastAsia"/>
        </w:rPr>
        <w:t>粒子</w:t>
      </w:r>
    </w:p>
    <w:p w14:paraId="5C55E4C3" w14:textId="77777777" w:rsidR="00463E5E" w:rsidRDefault="007F7975" w:rsidP="00463E5E">
      <w:pPr>
        <w:pStyle w:val="affffffffffff7"/>
        <w:ind w:firstLineChars="200" w:firstLine="420"/>
        <w:rPr>
          <w:rFonts w:ascii="黑体" w:hAnsi="黑体"/>
        </w:rPr>
      </w:pPr>
      <w:r w:rsidRPr="009F50B9">
        <w:rPr>
          <w:rFonts w:ascii="宋体" w:eastAsia="宋体" w:hAnsi="宋体" w:hint="eastAsia"/>
        </w:rPr>
        <w:t>&lt;</w:t>
      </w:r>
      <w:r>
        <w:rPr>
          <w:rFonts w:ascii="宋体" w:eastAsia="宋体" w:hAnsi="宋体" w:hint="eastAsia"/>
        </w:rPr>
        <w:t>天然</w:t>
      </w:r>
      <w:r w:rsidRPr="009F50B9">
        <w:rPr>
          <w:rFonts w:ascii="宋体" w:eastAsia="宋体" w:hAnsi="宋体" w:hint="eastAsia"/>
        </w:rPr>
        <w:t>胶乳&gt;</w:t>
      </w:r>
      <w:r w:rsidR="00C645D3" w:rsidRPr="00EB0396">
        <w:rPr>
          <w:rFonts w:eastAsia="宋体"/>
        </w:rPr>
        <w:t>存在于胶乳中的黄色球状粒子，主要由脂肪和其他类脂物</w:t>
      </w:r>
      <w:r w:rsidR="00C645D3" w:rsidRPr="00EB0396">
        <w:rPr>
          <w:rFonts w:eastAsia="宋体" w:hint="eastAsia"/>
        </w:rPr>
        <w:t>组</w:t>
      </w:r>
      <w:r w:rsidR="00C645D3" w:rsidRPr="00EB0396">
        <w:rPr>
          <w:rFonts w:eastAsia="宋体"/>
        </w:rPr>
        <w:t>成，直径比橡胶粒子大。</w:t>
      </w:r>
    </w:p>
    <w:p w14:paraId="6635FD01"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type="textWrapping" w:clear="all"/>
      </w:r>
      <w:r w:rsidRPr="00251890">
        <w:rPr>
          <w:rFonts w:ascii="黑体" w:eastAsia="黑体" w:hAnsi="黑体" w:hint="eastAsia"/>
        </w:rPr>
        <w:t>黄色体</w:t>
      </w:r>
      <w:r w:rsidRPr="00251890">
        <w:rPr>
          <w:rFonts w:ascii="黑体" w:eastAsia="黑体" w:hAnsi="黑体"/>
        </w:rPr>
        <w:t xml:space="preserve">  </w:t>
      </w:r>
      <w:proofErr w:type="spellStart"/>
      <w:r w:rsidRPr="00251890">
        <w:rPr>
          <w:rFonts w:ascii="黑体" w:eastAsia="黑体" w:hAnsi="黑体"/>
        </w:rPr>
        <w:t>lutoid</w:t>
      </w:r>
      <w:proofErr w:type="spellEnd"/>
    </w:p>
    <w:p w14:paraId="40380C58" w14:textId="77777777" w:rsidR="00463E5E" w:rsidRPr="00EB0396" w:rsidRDefault="00463E5E" w:rsidP="00463E5E">
      <w:pPr>
        <w:pStyle w:val="affffffffffff7"/>
        <w:ind w:firstLineChars="200" w:firstLine="420"/>
        <w:rPr>
          <w:rFonts w:ascii="宋体" w:eastAsia="宋体" w:hAnsi="宋体"/>
        </w:rPr>
      </w:pPr>
      <w:r w:rsidRPr="00EB0396">
        <w:rPr>
          <w:rFonts w:ascii="宋体" w:eastAsia="宋体" w:hAnsi="宋体"/>
        </w:rPr>
        <w:t>粘性体</w:t>
      </w:r>
    </w:p>
    <w:p w14:paraId="413E64E9" w14:textId="77777777" w:rsidR="00463E5E" w:rsidRPr="00463E5E" w:rsidRDefault="007F7975" w:rsidP="00463E5E">
      <w:pPr>
        <w:pStyle w:val="affffffffffff7"/>
        <w:ind w:firstLineChars="200" w:firstLine="420"/>
      </w:pPr>
      <w:r w:rsidRPr="009F50B9">
        <w:rPr>
          <w:rFonts w:ascii="宋体" w:eastAsia="宋体" w:hAnsi="宋体" w:hint="eastAsia"/>
        </w:rPr>
        <w:t>&lt;</w:t>
      </w:r>
      <w:r>
        <w:rPr>
          <w:rFonts w:ascii="宋体" w:eastAsia="宋体" w:hAnsi="宋体" w:hint="eastAsia"/>
        </w:rPr>
        <w:t>天然</w:t>
      </w:r>
      <w:r w:rsidRPr="009F50B9">
        <w:rPr>
          <w:rFonts w:ascii="宋体" w:eastAsia="宋体" w:hAnsi="宋体" w:hint="eastAsia"/>
        </w:rPr>
        <w:t>胶乳&gt;</w:t>
      </w:r>
      <w:r w:rsidR="00463E5E" w:rsidRPr="00EB0396">
        <w:rPr>
          <w:rFonts w:eastAsia="宋体"/>
        </w:rPr>
        <w:t>胶乳中主要由蛋白质和类脂肪</w:t>
      </w:r>
      <w:proofErr w:type="gramStart"/>
      <w:r w:rsidR="00463E5E" w:rsidRPr="00EB0396">
        <w:rPr>
          <w:rFonts w:eastAsia="宋体"/>
        </w:rPr>
        <w:t>物组成</w:t>
      </w:r>
      <w:proofErr w:type="gramEnd"/>
      <w:r w:rsidR="00463E5E" w:rsidRPr="00EB0396">
        <w:rPr>
          <w:rFonts w:eastAsia="宋体"/>
        </w:rPr>
        <w:t>的形状不规则</w:t>
      </w:r>
      <w:r w:rsidR="00463E5E" w:rsidRPr="00EB0396">
        <w:rPr>
          <w:rFonts w:eastAsia="宋体" w:hint="eastAsia"/>
        </w:rPr>
        <w:t>、略</w:t>
      </w:r>
      <w:r w:rsidR="00463E5E" w:rsidRPr="00EB0396">
        <w:rPr>
          <w:rFonts w:eastAsia="宋体"/>
        </w:rPr>
        <w:t>带有黄色的</w:t>
      </w:r>
      <w:r w:rsidR="00463E5E" w:rsidRPr="00EB0396">
        <w:rPr>
          <w:rFonts w:eastAsia="宋体" w:hint="eastAsia"/>
        </w:rPr>
        <w:t>高</w:t>
      </w:r>
      <w:r w:rsidR="00463E5E" w:rsidRPr="00EB0396">
        <w:rPr>
          <w:rFonts w:eastAsia="宋体"/>
        </w:rPr>
        <w:t>粘性粒子。</w:t>
      </w:r>
    </w:p>
    <w:p w14:paraId="11B2096D" w14:textId="77777777" w:rsidR="00251890" w:rsidRPr="00251890" w:rsidRDefault="00251890" w:rsidP="00251890">
      <w:pPr>
        <w:pStyle w:val="afffffffffff9"/>
        <w:ind w:left="420" w:hangingChars="200" w:hanging="420"/>
        <w:rPr>
          <w:rFonts w:ascii="黑体" w:eastAsia="黑体" w:hAnsi="黑体"/>
          <w:kern w:val="2"/>
        </w:rPr>
      </w:pPr>
      <w:r w:rsidRPr="00251890">
        <w:rPr>
          <w:rFonts w:ascii="黑体" w:eastAsia="黑体" w:hAnsi="黑体"/>
        </w:rPr>
        <w:br w:type="textWrapping" w:clear="all"/>
      </w:r>
      <w:r w:rsidRPr="00251890">
        <w:rPr>
          <w:rFonts w:ascii="黑体" w:eastAsia="黑体" w:hAnsi="黑体" w:hint="eastAsia"/>
        </w:rPr>
        <w:t>黄色体破裂指数</w:t>
      </w:r>
      <w:r w:rsidRPr="00251890">
        <w:rPr>
          <w:rFonts w:ascii="黑体" w:eastAsia="黑体" w:hAnsi="黑体"/>
        </w:rPr>
        <w:t xml:space="preserve">  bursting index of </w:t>
      </w:r>
      <w:proofErr w:type="spellStart"/>
      <w:r w:rsidRPr="00251890">
        <w:rPr>
          <w:rFonts w:ascii="黑体" w:eastAsia="黑体" w:hAnsi="黑体"/>
        </w:rPr>
        <w:t>lutoid</w:t>
      </w:r>
      <w:proofErr w:type="spellEnd"/>
    </w:p>
    <w:p w14:paraId="762058B6" w14:textId="77777777" w:rsidR="00A00A50" w:rsidRDefault="00A00A50" w:rsidP="00A00A50">
      <w:pPr>
        <w:pStyle w:val="afffffffffff9"/>
        <w:numPr>
          <w:ilvl w:val="0"/>
          <w:numId w:val="0"/>
        </w:numPr>
        <w:ind w:firstLineChars="200" w:firstLine="420"/>
        <w:rPr>
          <w:rFonts w:hAnsi="宋体"/>
        </w:rPr>
      </w:pPr>
      <w:r w:rsidRPr="009F50B9">
        <w:rPr>
          <w:rFonts w:hAnsi="宋体" w:hint="eastAsia"/>
        </w:rPr>
        <w:t>&lt;</w:t>
      </w:r>
      <w:r>
        <w:rPr>
          <w:rFonts w:hAnsi="宋体" w:hint="eastAsia"/>
        </w:rPr>
        <w:t>天然</w:t>
      </w:r>
      <w:r w:rsidRPr="009F50B9">
        <w:rPr>
          <w:rFonts w:hAnsi="宋体" w:hint="eastAsia"/>
        </w:rPr>
        <w:t>胶乳&gt;</w:t>
      </w:r>
      <w:r w:rsidR="00463E5E" w:rsidRPr="005D4F7E">
        <w:rPr>
          <w:rFonts w:hAnsi="宋体" w:hint="eastAsia"/>
        </w:rPr>
        <w:t>根据黄色体内的</w:t>
      </w:r>
      <w:proofErr w:type="gramStart"/>
      <w:r w:rsidR="00463E5E" w:rsidRPr="005D4F7E">
        <w:rPr>
          <w:rFonts w:hAnsi="宋体" w:hint="eastAsia"/>
        </w:rPr>
        <w:t>标志性酶</w:t>
      </w:r>
      <w:proofErr w:type="gramEnd"/>
      <w:r w:rsidR="00442B3B">
        <w:rPr>
          <w:rFonts w:hAnsi="宋体" w:hint="eastAsia"/>
        </w:rPr>
        <w:t>——</w:t>
      </w:r>
      <w:r w:rsidR="00442B3B" w:rsidRPr="005D4F7E">
        <w:rPr>
          <w:rFonts w:hAnsi="宋体" w:hint="eastAsia"/>
        </w:rPr>
        <w:t>酸性磷酸酶</w:t>
      </w:r>
      <w:r w:rsidR="00463E5E" w:rsidRPr="005D4F7E">
        <w:rPr>
          <w:rFonts w:hAnsi="宋体" w:hint="eastAsia"/>
        </w:rPr>
        <w:t>制定的一个衡量胶乳中黄色体破裂程度的系数，即自然状态下游离酸性磷酸酶活性与总酸性磷酸酶活性的比值。</w:t>
      </w:r>
    </w:p>
    <w:p w14:paraId="51F82E36" w14:textId="77777777" w:rsidR="00C645D3" w:rsidRPr="00A00A50" w:rsidRDefault="00C645D3" w:rsidP="00A00A50">
      <w:pPr>
        <w:pStyle w:val="afffffffffff9"/>
        <w:ind w:left="420" w:hangingChars="200" w:hanging="420"/>
        <w:rPr>
          <w:rFonts w:ascii="黑体" w:eastAsia="黑体" w:hAnsi="黑体"/>
        </w:rPr>
      </w:pPr>
      <w:r w:rsidRPr="00A00A50">
        <w:rPr>
          <w:rFonts w:ascii="黑体" w:eastAsia="黑体" w:hAnsi="黑体"/>
        </w:rPr>
        <w:br/>
      </w:r>
      <w:r w:rsidRPr="00A00A50">
        <w:rPr>
          <w:rFonts w:ascii="黑体" w:eastAsia="黑体" w:hAnsi="黑体" w:hint="eastAsia"/>
        </w:rPr>
        <w:t>乳清</w:t>
      </w:r>
      <w:r w:rsidR="00EE57CA" w:rsidRPr="00A00A50">
        <w:rPr>
          <w:rFonts w:ascii="黑体" w:eastAsia="黑体" w:hAnsi="黑体" w:hint="eastAsia"/>
        </w:rPr>
        <w:t xml:space="preserve">  </w:t>
      </w:r>
      <w:r w:rsidRPr="00A00A50">
        <w:rPr>
          <w:rFonts w:ascii="黑体" w:eastAsia="黑体" w:hAnsi="黑体" w:hint="eastAsia"/>
        </w:rPr>
        <w:t>serum</w:t>
      </w:r>
    </w:p>
    <w:p w14:paraId="39119D44" w14:textId="77777777" w:rsidR="00C645D3" w:rsidRDefault="007F7975" w:rsidP="00C645D3">
      <w:pPr>
        <w:pStyle w:val="affffffffffff7"/>
        <w:ind w:firstLineChars="200" w:firstLine="420"/>
        <w:rPr>
          <w:rFonts w:eastAsia="宋体"/>
        </w:rPr>
      </w:pPr>
      <w:r w:rsidRPr="009F50B9">
        <w:rPr>
          <w:rFonts w:ascii="宋体" w:eastAsia="宋体" w:hAnsi="宋体" w:hint="eastAsia"/>
        </w:rPr>
        <w:t>&lt;</w:t>
      </w:r>
      <w:r>
        <w:rPr>
          <w:rFonts w:ascii="宋体" w:eastAsia="宋体" w:hAnsi="宋体" w:hint="eastAsia"/>
        </w:rPr>
        <w:t>天然</w:t>
      </w:r>
      <w:r w:rsidRPr="009F50B9">
        <w:rPr>
          <w:rFonts w:ascii="宋体" w:eastAsia="宋体" w:hAnsi="宋体" w:hint="eastAsia"/>
        </w:rPr>
        <w:t>胶乳&gt;</w:t>
      </w:r>
      <w:r w:rsidR="00C645D3" w:rsidRPr="00EB0396">
        <w:rPr>
          <w:rFonts w:eastAsia="宋体"/>
        </w:rPr>
        <w:t>胶乳的分散介质</w:t>
      </w:r>
      <w:r w:rsidR="00C645D3" w:rsidRPr="00EB0396">
        <w:rPr>
          <w:rFonts w:eastAsia="宋体" w:hint="eastAsia"/>
        </w:rPr>
        <w:t>。</w:t>
      </w:r>
    </w:p>
    <w:p w14:paraId="73CB16C3" w14:textId="77777777" w:rsidR="003D112C" w:rsidRPr="003D112C" w:rsidRDefault="003D112C" w:rsidP="003D112C">
      <w:pPr>
        <w:pStyle w:val="afff6"/>
        <w:numPr>
          <w:ilvl w:val="0"/>
          <w:numId w:val="0"/>
        </w:numPr>
        <w:ind w:left="374"/>
      </w:pPr>
      <w:r w:rsidRPr="003D112C">
        <w:rPr>
          <w:rFonts w:ascii="仿宋_GB2312" w:eastAsia="仿宋_GB2312" w:hint="eastAsia"/>
        </w:rPr>
        <w:t>[</w:t>
      </w:r>
      <w:r w:rsidR="00442B3B">
        <w:rPr>
          <w:rFonts w:ascii="仿宋_GB2312" w:eastAsia="仿宋_GB2312" w:hint="eastAsia"/>
        </w:rPr>
        <w:t>来源：</w:t>
      </w:r>
      <w:r w:rsidRPr="003D112C">
        <w:rPr>
          <w:rFonts w:ascii="仿宋_GB2312" w:eastAsia="仿宋_GB2312" w:hint="eastAsia"/>
        </w:rPr>
        <w:t>GB/T 9881-2008</w:t>
      </w:r>
      <w:r w:rsidR="007F7975">
        <w:rPr>
          <w:rFonts w:ascii="仿宋_GB2312" w:eastAsia="仿宋_GB2312" w:hint="eastAsia"/>
        </w:rPr>
        <w:t>，</w:t>
      </w:r>
      <w:r w:rsidR="00442B3B">
        <w:rPr>
          <w:rFonts w:ascii="仿宋_GB2312" w:eastAsia="仿宋_GB2312" w:hint="eastAsia"/>
        </w:rPr>
        <w:t>2.369</w:t>
      </w:r>
      <w:r w:rsidRPr="003D112C">
        <w:rPr>
          <w:rFonts w:ascii="仿宋_GB2312" w:eastAsia="仿宋_GB2312" w:hint="eastAsia"/>
        </w:rPr>
        <w:t>]</w:t>
      </w:r>
    </w:p>
    <w:p w14:paraId="5135279B"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B乳清</w:t>
      </w:r>
      <w:r w:rsidRPr="00251890">
        <w:rPr>
          <w:rFonts w:ascii="黑体" w:eastAsia="黑体" w:hAnsi="黑体"/>
        </w:rPr>
        <w:t xml:space="preserve">  B-serum</w:t>
      </w:r>
    </w:p>
    <w:p w14:paraId="7F3D4D61" w14:textId="77777777" w:rsidR="00C645D3" w:rsidRPr="00EB0396" w:rsidRDefault="007F7975" w:rsidP="00C645D3">
      <w:pPr>
        <w:pStyle w:val="affffffffffff7"/>
        <w:ind w:firstLineChars="200" w:firstLine="420"/>
        <w:rPr>
          <w:rFonts w:ascii="宋体" w:eastAsia="宋体" w:hAnsi="宋体"/>
        </w:rPr>
      </w:pPr>
      <w:r w:rsidRPr="009F50B9">
        <w:rPr>
          <w:rFonts w:ascii="宋体" w:eastAsia="宋体" w:hAnsi="宋体" w:hint="eastAsia"/>
        </w:rPr>
        <w:t>&lt;</w:t>
      </w:r>
      <w:r>
        <w:rPr>
          <w:rFonts w:ascii="宋体" w:eastAsia="宋体" w:hAnsi="宋体" w:hint="eastAsia"/>
        </w:rPr>
        <w:t>天然</w:t>
      </w:r>
      <w:r w:rsidRPr="009F50B9">
        <w:rPr>
          <w:rFonts w:ascii="宋体" w:eastAsia="宋体" w:hAnsi="宋体" w:hint="eastAsia"/>
        </w:rPr>
        <w:t>胶乳&gt;</w:t>
      </w:r>
      <w:r w:rsidR="00C645D3" w:rsidRPr="00EB0396">
        <w:rPr>
          <w:rFonts w:ascii="宋体" w:eastAsia="宋体" w:hAnsi="宋体" w:hint="eastAsia"/>
        </w:rPr>
        <w:t>将新</w:t>
      </w:r>
      <w:r w:rsidR="00C645D3" w:rsidRPr="00EB0396">
        <w:rPr>
          <w:rFonts w:ascii="宋体" w:eastAsia="宋体" w:hAnsi="宋体"/>
        </w:rPr>
        <w:t>鲜胶乳底层部分冷冻、融化，</w:t>
      </w:r>
      <w:r w:rsidR="00C645D3" w:rsidRPr="00EB0396">
        <w:rPr>
          <w:rFonts w:ascii="宋体" w:eastAsia="宋体" w:hAnsi="宋体" w:hint="eastAsia"/>
        </w:rPr>
        <w:t>再</w:t>
      </w:r>
      <w:proofErr w:type="gramStart"/>
      <w:r w:rsidR="00C645D3" w:rsidRPr="00EB0396">
        <w:rPr>
          <w:rFonts w:ascii="宋体" w:eastAsia="宋体" w:hAnsi="宋体"/>
        </w:rPr>
        <w:t>离心而</w:t>
      </w:r>
      <w:proofErr w:type="gramEnd"/>
      <w:r w:rsidR="00C645D3" w:rsidRPr="00EB0396">
        <w:rPr>
          <w:rFonts w:ascii="宋体" w:eastAsia="宋体" w:hAnsi="宋体"/>
        </w:rPr>
        <w:t>得的清</w:t>
      </w:r>
      <w:r w:rsidR="00C645D3" w:rsidRPr="00EB0396">
        <w:rPr>
          <w:rFonts w:ascii="宋体" w:eastAsia="宋体" w:hAnsi="宋体" w:hint="eastAsia"/>
        </w:rPr>
        <w:t>液</w:t>
      </w:r>
      <w:r w:rsidR="00C645D3" w:rsidRPr="00EB0396">
        <w:rPr>
          <w:rFonts w:ascii="宋体" w:eastAsia="宋体" w:hAnsi="宋体"/>
        </w:rPr>
        <w:t>。</w:t>
      </w:r>
    </w:p>
    <w:p w14:paraId="6DCE8DE7"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C乳清</w:t>
      </w:r>
      <w:r w:rsidRPr="00251890">
        <w:rPr>
          <w:rFonts w:ascii="黑体" w:eastAsia="黑体" w:hAnsi="黑体"/>
        </w:rPr>
        <w:t xml:space="preserve">  C-serum</w:t>
      </w:r>
    </w:p>
    <w:p w14:paraId="2826C6F0" w14:textId="77777777" w:rsidR="00C645D3" w:rsidRPr="00EB0396" w:rsidRDefault="007F7975" w:rsidP="00C645D3">
      <w:pPr>
        <w:pStyle w:val="affffffffffff7"/>
        <w:ind w:firstLineChars="200" w:firstLine="420"/>
        <w:rPr>
          <w:rFonts w:eastAsia="宋体"/>
        </w:rPr>
      </w:pPr>
      <w:r w:rsidRPr="009F50B9">
        <w:rPr>
          <w:rFonts w:ascii="宋体" w:eastAsia="宋体" w:hAnsi="宋体" w:hint="eastAsia"/>
        </w:rPr>
        <w:t>&lt;</w:t>
      </w:r>
      <w:r>
        <w:rPr>
          <w:rFonts w:ascii="宋体" w:eastAsia="宋体" w:hAnsi="宋体" w:hint="eastAsia"/>
        </w:rPr>
        <w:t>天然</w:t>
      </w:r>
      <w:r w:rsidRPr="009F50B9">
        <w:rPr>
          <w:rFonts w:ascii="宋体" w:eastAsia="宋体" w:hAnsi="宋体" w:hint="eastAsia"/>
        </w:rPr>
        <w:t>胶乳&gt;</w:t>
      </w:r>
      <w:r w:rsidR="00C645D3" w:rsidRPr="00EB0396">
        <w:rPr>
          <w:rFonts w:eastAsia="宋体"/>
        </w:rPr>
        <w:t>胶乳经超速离心后所得的清</w:t>
      </w:r>
      <w:r w:rsidR="00C645D3" w:rsidRPr="00EB0396">
        <w:rPr>
          <w:rFonts w:eastAsia="宋体" w:hint="eastAsia"/>
        </w:rPr>
        <w:t>液</w:t>
      </w:r>
      <w:r w:rsidR="00C645D3" w:rsidRPr="00EB0396">
        <w:rPr>
          <w:rFonts w:eastAsia="宋体"/>
        </w:rPr>
        <w:t>。</w:t>
      </w:r>
    </w:p>
    <w:p w14:paraId="72AAADF1" w14:textId="77777777" w:rsidR="00C645D3" w:rsidRPr="001135E9" w:rsidRDefault="00C645D3" w:rsidP="00C645D3">
      <w:pPr>
        <w:pStyle w:val="afffffffffff9"/>
        <w:ind w:left="420" w:hangingChars="200" w:hanging="420"/>
        <w:rPr>
          <w:rFonts w:ascii="黑体" w:eastAsia="黑体" w:hAnsi="黑体"/>
        </w:rPr>
      </w:pPr>
      <w:r w:rsidRPr="001135E9">
        <w:rPr>
          <w:rFonts w:ascii="黑体" w:eastAsia="黑体" w:hAnsi="黑体"/>
        </w:rPr>
        <w:br/>
      </w:r>
      <w:r>
        <w:rPr>
          <w:rFonts w:ascii="黑体" w:eastAsia="黑体" w:hAnsi="黑体" w:hint="eastAsia"/>
        </w:rPr>
        <w:t>底层部分</w:t>
      </w:r>
      <w:r w:rsidR="00EE57CA">
        <w:rPr>
          <w:rFonts w:ascii="黑体" w:eastAsia="黑体" w:hAnsi="黑体" w:hint="eastAsia"/>
        </w:rPr>
        <w:t xml:space="preserve"> </w:t>
      </w:r>
      <w:r w:rsidR="00CF7B9F">
        <w:rPr>
          <w:rFonts w:ascii="黑体" w:eastAsia="黑体" w:hAnsi="黑体" w:hint="eastAsia"/>
        </w:rPr>
        <w:t xml:space="preserve"> </w:t>
      </w:r>
      <w:r>
        <w:rPr>
          <w:rFonts w:ascii="黑体" w:eastAsia="黑体" w:hAnsi="黑体" w:hint="eastAsia"/>
        </w:rPr>
        <w:t>bottom fraction</w:t>
      </w:r>
    </w:p>
    <w:p w14:paraId="18DFDEB4" w14:textId="77777777" w:rsidR="00C645D3" w:rsidRPr="00EB0396" w:rsidRDefault="007F7975" w:rsidP="00C645D3">
      <w:pPr>
        <w:pStyle w:val="affffffffffff7"/>
        <w:ind w:firstLineChars="200" w:firstLine="420"/>
        <w:rPr>
          <w:rFonts w:eastAsia="宋体"/>
        </w:rPr>
      </w:pPr>
      <w:r w:rsidRPr="009F50B9">
        <w:rPr>
          <w:rFonts w:ascii="宋体" w:eastAsia="宋体" w:hAnsi="宋体" w:hint="eastAsia"/>
        </w:rPr>
        <w:t>&lt;</w:t>
      </w:r>
      <w:r>
        <w:rPr>
          <w:rFonts w:ascii="宋体" w:eastAsia="宋体" w:hAnsi="宋体" w:hint="eastAsia"/>
        </w:rPr>
        <w:t>天然</w:t>
      </w:r>
      <w:r w:rsidRPr="009F50B9">
        <w:rPr>
          <w:rFonts w:ascii="宋体" w:eastAsia="宋体" w:hAnsi="宋体" w:hint="eastAsia"/>
        </w:rPr>
        <w:t>胶乳&gt;</w:t>
      </w:r>
      <w:r w:rsidR="00C645D3" w:rsidRPr="00EB0396">
        <w:rPr>
          <w:rFonts w:eastAsia="宋体" w:hint="eastAsia"/>
        </w:rPr>
        <w:t>新</w:t>
      </w:r>
      <w:r w:rsidR="00C645D3" w:rsidRPr="00EB0396">
        <w:rPr>
          <w:rFonts w:eastAsia="宋体"/>
        </w:rPr>
        <w:t>鲜胶乳</w:t>
      </w:r>
      <w:r w:rsidR="00C645D3" w:rsidRPr="00EB0396">
        <w:rPr>
          <w:rFonts w:eastAsia="宋体" w:hint="eastAsia"/>
        </w:rPr>
        <w:t>进行</w:t>
      </w:r>
      <w:r w:rsidR="00C645D3" w:rsidRPr="00EB0396">
        <w:rPr>
          <w:rFonts w:eastAsia="宋体"/>
        </w:rPr>
        <w:t>超速离心时，</w:t>
      </w:r>
      <w:r w:rsidR="00C645D3" w:rsidRPr="00EB0396">
        <w:rPr>
          <w:rFonts w:eastAsia="宋体" w:hint="eastAsia"/>
        </w:rPr>
        <w:t>被分离成</w:t>
      </w:r>
      <w:r w:rsidR="00C645D3" w:rsidRPr="00EB0396">
        <w:rPr>
          <w:rFonts w:eastAsia="宋体"/>
        </w:rPr>
        <w:t>界限鲜明的四层，其最下面一层</w:t>
      </w:r>
      <w:r w:rsidR="00C645D3" w:rsidRPr="00EB0396">
        <w:rPr>
          <w:rFonts w:eastAsia="宋体" w:hint="eastAsia"/>
        </w:rPr>
        <w:t>称为</w:t>
      </w:r>
      <w:r w:rsidR="00C645D3" w:rsidRPr="00EB0396">
        <w:rPr>
          <w:rFonts w:eastAsia="宋体"/>
        </w:rPr>
        <w:t>底层部分。</w:t>
      </w:r>
    </w:p>
    <w:p w14:paraId="5F6F6572" w14:textId="77777777" w:rsidR="004F01CD" w:rsidRDefault="00C645D3">
      <w:pPr>
        <w:pStyle w:val="afffffffffff9"/>
        <w:ind w:leftChars="-3" w:left="-6" w:firstLineChars="2" w:firstLine="4"/>
        <w:rPr>
          <w:rFonts w:ascii="黑体" w:eastAsia="黑体" w:hAnsi="黑体"/>
        </w:rPr>
      </w:pPr>
      <w:r w:rsidRPr="001135E9">
        <w:rPr>
          <w:rFonts w:ascii="黑体" w:eastAsia="黑体" w:hAnsi="黑体"/>
        </w:rPr>
        <w:br/>
      </w:r>
      <w:r w:rsidR="00782F85">
        <w:rPr>
          <w:rFonts w:ascii="黑体" w:eastAsia="黑体" w:hAnsi="黑体" w:hint="eastAsia"/>
        </w:rPr>
        <w:t xml:space="preserve">    </w:t>
      </w:r>
      <w:r>
        <w:rPr>
          <w:rFonts w:ascii="黑体" w:eastAsia="黑体" w:hAnsi="黑体" w:hint="eastAsia"/>
        </w:rPr>
        <w:t>橡胶</w:t>
      </w:r>
      <w:proofErr w:type="gramStart"/>
      <w:r>
        <w:rPr>
          <w:rFonts w:ascii="黑体" w:eastAsia="黑体" w:hAnsi="黑体" w:hint="eastAsia"/>
        </w:rPr>
        <w:t>烃</w:t>
      </w:r>
      <w:proofErr w:type="gramEnd"/>
      <w:r w:rsidR="00CF7B9F">
        <w:rPr>
          <w:rFonts w:ascii="黑体" w:eastAsia="黑体" w:hAnsi="黑体" w:hint="eastAsia"/>
        </w:rPr>
        <w:t xml:space="preserve"> </w:t>
      </w:r>
      <w:r w:rsidR="00EE57CA">
        <w:rPr>
          <w:rFonts w:ascii="黑体" w:eastAsia="黑体" w:hAnsi="黑体" w:hint="eastAsia"/>
        </w:rPr>
        <w:t xml:space="preserve"> </w:t>
      </w:r>
      <w:r>
        <w:rPr>
          <w:rFonts w:ascii="黑体" w:eastAsia="黑体" w:hAnsi="黑体" w:hint="eastAsia"/>
        </w:rPr>
        <w:t>rubber hydrocarbon</w:t>
      </w:r>
    </w:p>
    <w:p w14:paraId="4F93C03F" w14:textId="77777777" w:rsidR="004F01CD" w:rsidRDefault="00C645D3">
      <w:pPr>
        <w:pStyle w:val="affffffffffff7"/>
        <w:ind w:firstLineChars="200" w:firstLine="420"/>
        <w:rPr>
          <w:rFonts w:eastAsia="宋体"/>
        </w:rPr>
      </w:pPr>
      <w:r w:rsidRPr="00EB0396">
        <w:rPr>
          <w:rFonts w:eastAsia="宋体"/>
        </w:rPr>
        <w:t>（天然橡胶中）仅仅由碳、</w:t>
      </w:r>
      <w:proofErr w:type="gramStart"/>
      <w:r w:rsidRPr="00EB0396">
        <w:rPr>
          <w:rFonts w:eastAsia="宋体"/>
        </w:rPr>
        <w:t>氢两元素</w:t>
      </w:r>
      <w:proofErr w:type="gramEnd"/>
      <w:r w:rsidRPr="00EB0396">
        <w:rPr>
          <w:rFonts w:eastAsia="宋体"/>
        </w:rPr>
        <w:t>组成的高聚物。</w:t>
      </w:r>
    </w:p>
    <w:p w14:paraId="7243180F" w14:textId="77777777" w:rsidR="00C645D3" w:rsidRPr="00045F67" w:rsidRDefault="00C645D3" w:rsidP="0033343D">
      <w:pPr>
        <w:pStyle w:val="afff6"/>
        <w:ind w:firstLine="52"/>
      </w:pPr>
      <w:r w:rsidRPr="00045F67">
        <w:t>这是一</w:t>
      </w:r>
      <w:r w:rsidRPr="00045F67">
        <w:rPr>
          <w:rFonts w:hint="eastAsia"/>
        </w:rPr>
        <w:t>种</w:t>
      </w:r>
      <w:r w:rsidRPr="00045F67">
        <w:t>去除了天然橡胶中的蛋白质、抗氧剂、硬脂酸、填充油等成分的化学纯聚异戊二烯。</w:t>
      </w:r>
    </w:p>
    <w:p w14:paraId="12FEFC3A" w14:textId="77777777" w:rsidR="00C645D3" w:rsidRPr="001135E9" w:rsidRDefault="00C645D3" w:rsidP="00C645D3">
      <w:pPr>
        <w:pStyle w:val="afffffffffff9"/>
        <w:ind w:left="420" w:hangingChars="200" w:hanging="420"/>
        <w:rPr>
          <w:rFonts w:ascii="黑体" w:eastAsia="黑体" w:hAnsi="黑体"/>
        </w:rPr>
      </w:pPr>
      <w:r w:rsidRPr="001135E9">
        <w:rPr>
          <w:rFonts w:ascii="黑体" w:eastAsia="黑体" w:hAnsi="黑体"/>
        </w:rPr>
        <w:lastRenderedPageBreak/>
        <w:br/>
      </w:r>
      <w:r>
        <w:rPr>
          <w:rFonts w:ascii="黑体" w:eastAsia="黑体" w:hAnsi="黑体" w:hint="eastAsia"/>
        </w:rPr>
        <w:t>保护层</w:t>
      </w:r>
      <w:r w:rsidR="00CF7B9F">
        <w:rPr>
          <w:rFonts w:ascii="黑体" w:eastAsia="黑体" w:hAnsi="黑体" w:hint="eastAsia"/>
        </w:rPr>
        <w:t xml:space="preserve"> </w:t>
      </w:r>
      <w:r w:rsidR="00EE57CA">
        <w:rPr>
          <w:rFonts w:ascii="黑体" w:eastAsia="黑体" w:hAnsi="黑体" w:hint="eastAsia"/>
        </w:rPr>
        <w:t xml:space="preserve"> </w:t>
      </w:r>
      <w:r w:rsidR="00647B07">
        <w:rPr>
          <w:rFonts w:ascii="黑体" w:eastAsia="黑体" w:hAnsi="黑体" w:hint="eastAsia"/>
        </w:rPr>
        <w:t>p</w:t>
      </w:r>
      <w:r>
        <w:rPr>
          <w:rFonts w:ascii="黑体" w:eastAsia="黑体" w:hAnsi="黑体" w:hint="eastAsia"/>
        </w:rPr>
        <w:t>rotective layer</w:t>
      </w:r>
    </w:p>
    <w:p w14:paraId="5B1EEB73" w14:textId="77777777" w:rsidR="00C645D3" w:rsidRPr="00EB0396" w:rsidRDefault="007F7975" w:rsidP="00C645D3">
      <w:pPr>
        <w:pStyle w:val="affffffffffff7"/>
        <w:ind w:firstLineChars="200" w:firstLine="420"/>
        <w:rPr>
          <w:rFonts w:ascii="宋体" w:eastAsia="宋体" w:hAnsi="宋体"/>
        </w:rPr>
      </w:pPr>
      <w:r w:rsidRPr="009F50B9">
        <w:rPr>
          <w:rFonts w:ascii="宋体" w:eastAsia="宋体" w:hAnsi="宋体" w:hint="eastAsia"/>
        </w:rPr>
        <w:t>&lt;</w:t>
      </w:r>
      <w:r>
        <w:rPr>
          <w:rFonts w:ascii="宋体" w:eastAsia="宋体" w:hAnsi="宋体" w:hint="eastAsia"/>
        </w:rPr>
        <w:t>天然</w:t>
      </w:r>
      <w:r w:rsidRPr="009F50B9">
        <w:rPr>
          <w:rFonts w:ascii="宋体" w:eastAsia="宋体" w:hAnsi="宋体" w:hint="eastAsia"/>
        </w:rPr>
        <w:t>胶乳&gt;</w:t>
      </w:r>
      <w:r w:rsidR="00C645D3" w:rsidRPr="00EB0396">
        <w:rPr>
          <w:rFonts w:ascii="宋体" w:eastAsia="宋体" w:hAnsi="宋体"/>
        </w:rPr>
        <w:t>吸附在橡胶粒子表面的一层</w:t>
      </w:r>
      <w:r w:rsidR="00C645D3" w:rsidRPr="00EB0396">
        <w:rPr>
          <w:rFonts w:ascii="宋体" w:eastAsia="宋体" w:hAnsi="宋体" w:hint="eastAsia"/>
        </w:rPr>
        <w:t>非橡胶</w:t>
      </w:r>
      <w:r w:rsidR="00C645D3" w:rsidRPr="00EB0396">
        <w:rPr>
          <w:rFonts w:ascii="宋体" w:eastAsia="宋体" w:hAnsi="宋体"/>
        </w:rPr>
        <w:t>物质，主要由蛋白质和类脂物组成，能</w:t>
      </w:r>
      <w:r w:rsidR="00C645D3" w:rsidRPr="00EB0396">
        <w:rPr>
          <w:rFonts w:ascii="宋体" w:eastAsia="宋体" w:hAnsi="宋体" w:hint="eastAsia"/>
        </w:rPr>
        <w:t>使</w:t>
      </w:r>
      <w:r w:rsidR="00C645D3" w:rsidRPr="00EB0396">
        <w:rPr>
          <w:rFonts w:ascii="宋体" w:eastAsia="宋体" w:hAnsi="宋体"/>
        </w:rPr>
        <w:t>橡胶粒子保持分散状态。</w:t>
      </w:r>
    </w:p>
    <w:p w14:paraId="4C3B8553" w14:textId="77777777" w:rsidR="00C645D3" w:rsidRPr="001135E9" w:rsidRDefault="00C645D3" w:rsidP="00C645D3">
      <w:pPr>
        <w:pStyle w:val="afffffffffff9"/>
        <w:ind w:left="420" w:hangingChars="200" w:hanging="420"/>
        <w:rPr>
          <w:rFonts w:ascii="黑体" w:eastAsia="黑体" w:hAnsi="黑体"/>
        </w:rPr>
      </w:pPr>
      <w:r w:rsidRPr="001135E9">
        <w:rPr>
          <w:rFonts w:ascii="黑体" w:eastAsia="黑体" w:hAnsi="黑体"/>
        </w:rPr>
        <w:br/>
      </w:r>
      <w:r>
        <w:rPr>
          <w:rFonts w:ascii="黑体" w:eastAsia="黑体" w:hAnsi="黑体" w:hint="eastAsia"/>
        </w:rPr>
        <w:t xml:space="preserve">溶胶层 </w:t>
      </w:r>
      <w:r w:rsidR="00CF7B9F">
        <w:rPr>
          <w:rFonts w:ascii="黑体" w:eastAsia="黑体" w:hAnsi="黑体" w:hint="eastAsia"/>
        </w:rPr>
        <w:t xml:space="preserve"> </w:t>
      </w:r>
      <w:r>
        <w:rPr>
          <w:rFonts w:ascii="黑体" w:eastAsia="黑体" w:hAnsi="黑体" w:hint="eastAsia"/>
        </w:rPr>
        <w:t>sol layer</w:t>
      </w:r>
    </w:p>
    <w:p w14:paraId="2276A63C" w14:textId="77777777" w:rsidR="00C645D3" w:rsidRPr="00EB0396" w:rsidRDefault="007F7975" w:rsidP="00C645D3">
      <w:pPr>
        <w:pStyle w:val="affffffffffff7"/>
        <w:ind w:firstLineChars="200" w:firstLine="420"/>
        <w:rPr>
          <w:rFonts w:eastAsia="宋体"/>
        </w:rPr>
      </w:pPr>
      <w:r w:rsidRPr="009F50B9">
        <w:rPr>
          <w:rFonts w:ascii="宋体" w:eastAsia="宋体" w:hAnsi="宋体" w:hint="eastAsia"/>
        </w:rPr>
        <w:t>&lt;</w:t>
      </w:r>
      <w:r>
        <w:rPr>
          <w:rFonts w:ascii="宋体" w:eastAsia="宋体" w:hAnsi="宋体" w:hint="eastAsia"/>
        </w:rPr>
        <w:t>天然</w:t>
      </w:r>
      <w:r w:rsidRPr="009F50B9">
        <w:rPr>
          <w:rFonts w:ascii="宋体" w:eastAsia="宋体" w:hAnsi="宋体" w:hint="eastAsia"/>
        </w:rPr>
        <w:t>胶乳&gt;</w:t>
      </w:r>
      <w:r w:rsidR="00C645D3" w:rsidRPr="00EB0396">
        <w:rPr>
          <w:rFonts w:eastAsia="宋体"/>
        </w:rPr>
        <w:t>由聚合度较小，能溶于乙醚的橡胶</w:t>
      </w:r>
      <w:proofErr w:type="gramStart"/>
      <w:r w:rsidR="00C645D3" w:rsidRPr="00EB0396">
        <w:rPr>
          <w:rFonts w:eastAsia="宋体"/>
        </w:rPr>
        <w:t>烃</w:t>
      </w:r>
      <w:proofErr w:type="gramEnd"/>
      <w:r w:rsidR="00C645D3" w:rsidRPr="00EB0396">
        <w:rPr>
          <w:rFonts w:eastAsia="宋体"/>
        </w:rPr>
        <w:t>分子聚集而成的橡胶粒子的最内层。</w:t>
      </w:r>
    </w:p>
    <w:p w14:paraId="3CD4008C" w14:textId="77777777" w:rsidR="00C645D3" w:rsidRPr="001135E9" w:rsidRDefault="00C645D3" w:rsidP="00C645D3">
      <w:pPr>
        <w:pStyle w:val="afffffffffff9"/>
        <w:ind w:left="420" w:hangingChars="200" w:hanging="420"/>
        <w:rPr>
          <w:rFonts w:ascii="黑体" w:eastAsia="黑体" w:hAnsi="黑体"/>
        </w:rPr>
      </w:pPr>
      <w:r w:rsidRPr="001135E9">
        <w:rPr>
          <w:rFonts w:ascii="黑体" w:eastAsia="黑体" w:hAnsi="黑体"/>
        </w:rPr>
        <w:br/>
      </w:r>
      <w:r>
        <w:rPr>
          <w:rFonts w:ascii="黑体" w:eastAsia="黑体" w:hAnsi="黑体" w:hint="eastAsia"/>
        </w:rPr>
        <w:t>凝胶层</w:t>
      </w:r>
      <w:r w:rsidR="00CF7B9F">
        <w:rPr>
          <w:rFonts w:ascii="黑体" w:eastAsia="黑体" w:hAnsi="黑体" w:hint="eastAsia"/>
        </w:rPr>
        <w:t xml:space="preserve"> </w:t>
      </w:r>
      <w:r>
        <w:rPr>
          <w:rFonts w:ascii="黑体" w:eastAsia="黑体" w:hAnsi="黑体" w:hint="eastAsia"/>
        </w:rPr>
        <w:t xml:space="preserve"> gel layer</w:t>
      </w:r>
    </w:p>
    <w:p w14:paraId="2C25CFE8" w14:textId="77777777" w:rsidR="00C645D3" w:rsidRPr="00EB0396" w:rsidRDefault="007F7975" w:rsidP="00C645D3">
      <w:pPr>
        <w:pStyle w:val="affffffffffff7"/>
        <w:ind w:firstLineChars="200" w:firstLine="420"/>
        <w:rPr>
          <w:rFonts w:eastAsia="宋体"/>
        </w:rPr>
      </w:pPr>
      <w:r w:rsidRPr="009F50B9">
        <w:rPr>
          <w:rFonts w:ascii="宋体" w:eastAsia="宋体" w:hAnsi="宋体" w:hint="eastAsia"/>
        </w:rPr>
        <w:t>&lt;</w:t>
      </w:r>
      <w:r>
        <w:rPr>
          <w:rFonts w:ascii="宋体" w:eastAsia="宋体" w:hAnsi="宋体" w:hint="eastAsia"/>
        </w:rPr>
        <w:t>天然</w:t>
      </w:r>
      <w:r w:rsidRPr="009F50B9">
        <w:rPr>
          <w:rFonts w:ascii="宋体" w:eastAsia="宋体" w:hAnsi="宋体" w:hint="eastAsia"/>
        </w:rPr>
        <w:t>胶乳&gt;</w:t>
      </w:r>
      <w:r w:rsidR="00C645D3" w:rsidRPr="00EB0396">
        <w:rPr>
          <w:rFonts w:eastAsia="宋体"/>
        </w:rPr>
        <w:t>由聚合度大，不溶于乙醚，可能还具有支链或交联结构的橡胶</w:t>
      </w:r>
      <w:proofErr w:type="gramStart"/>
      <w:r w:rsidR="00C645D3" w:rsidRPr="00EB0396">
        <w:rPr>
          <w:rFonts w:eastAsia="宋体"/>
        </w:rPr>
        <w:t>烃</w:t>
      </w:r>
      <w:proofErr w:type="gramEnd"/>
      <w:r w:rsidR="00C645D3" w:rsidRPr="00EB0396">
        <w:rPr>
          <w:rFonts w:eastAsia="宋体"/>
        </w:rPr>
        <w:t>分子聚集而成的橡胶粒子的中间层。</w:t>
      </w:r>
    </w:p>
    <w:p w14:paraId="41A5B0FA" w14:textId="77777777" w:rsidR="00C645D3" w:rsidRPr="001135E9" w:rsidRDefault="00C645D3" w:rsidP="00C645D3">
      <w:pPr>
        <w:pStyle w:val="afffffffffff9"/>
        <w:ind w:left="420" w:hangingChars="200" w:hanging="420"/>
        <w:rPr>
          <w:rFonts w:ascii="黑体" w:eastAsia="黑体" w:hAnsi="黑体"/>
        </w:rPr>
      </w:pPr>
      <w:r w:rsidRPr="001135E9">
        <w:rPr>
          <w:rFonts w:ascii="黑体" w:eastAsia="黑体" w:hAnsi="黑体"/>
        </w:rPr>
        <w:br/>
      </w:r>
      <w:r>
        <w:rPr>
          <w:rFonts w:ascii="黑体" w:eastAsia="黑体" w:hAnsi="黑体" w:hint="eastAsia"/>
        </w:rPr>
        <w:t>凝胶体橡胶</w:t>
      </w:r>
      <w:r w:rsidR="00CF7B9F">
        <w:rPr>
          <w:rFonts w:ascii="黑体" w:eastAsia="黑体" w:hAnsi="黑体" w:hint="eastAsia"/>
        </w:rPr>
        <w:t xml:space="preserve"> </w:t>
      </w:r>
      <w:r>
        <w:rPr>
          <w:rFonts w:ascii="黑体" w:eastAsia="黑体" w:hAnsi="黑体" w:hint="eastAsia"/>
        </w:rPr>
        <w:t xml:space="preserve"> gel rubber</w:t>
      </w:r>
    </w:p>
    <w:p w14:paraId="0C833B6B" w14:textId="77777777" w:rsidR="00C645D3" w:rsidRPr="001135E9" w:rsidRDefault="00C645D3" w:rsidP="00C645D3">
      <w:pPr>
        <w:pStyle w:val="affffffffffff7"/>
        <w:ind w:firstLineChars="200" w:firstLine="420"/>
        <w:rPr>
          <w:rFonts w:ascii="宋体" w:eastAsia="宋体" w:hAnsi="宋体"/>
        </w:rPr>
      </w:pPr>
      <w:r w:rsidRPr="001135E9">
        <w:rPr>
          <w:rFonts w:ascii="宋体" w:eastAsia="宋体" w:hAnsi="宋体"/>
        </w:rPr>
        <w:t>不溶于选定溶剂的那部分橡胶。</w:t>
      </w:r>
    </w:p>
    <w:p w14:paraId="218B2E1F" w14:textId="77777777" w:rsidR="00C645D3" w:rsidRPr="00B12E80" w:rsidRDefault="00C645D3" w:rsidP="00456731">
      <w:pPr>
        <w:pStyle w:val="afff6"/>
        <w:adjustRightInd w:val="0"/>
        <w:snapToGrid w:val="0"/>
        <w:ind w:firstLine="51"/>
        <w:rPr>
          <w:rFonts w:hAnsi="宋体"/>
        </w:rPr>
      </w:pPr>
      <w:r w:rsidRPr="00B12E80">
        <w:rPr>
          <w:rFonts w:hAnsi="宋体" w:hint="eastAsia"/>
        </w:rPr>
        <w:t>凝胶体橡胶一般是由橡胶</w:t>
      </w:r>
      <w:proofErr w:type="gramStart"/>
      <w:r w:rsidRPr="00B12E80">
        <w:rPr>
          <w:rFonts w:hAnsi="宋体" w:hint="eastAsia"/>
        </w:rPr>
        <w:t>烃</w:t>
      </w:r>
      <w:proofErr w:type="gramEnd"/>
      <w:r w:rsidRPr="00B12E80">
        <w:rPr>
          <w:rFonts w:hAnsi="宋体" w:hint="eastAsia"/>
        </w:rPr>
        <w:t>分子链之间发生化学交联形成的。很多文献常将凝胶体橡胶不恰当地简称为凝胶（gel）。另外，与凝胶体橡胶对应的是溶胶体橡胶，其英文术语为sol rubber，而大部分文献一般采用溶胶（sol），为了保证术语的一致性，本标准将术语溶胶改为“溶胶体橡胶（sol rubber）”。</w:t>
      </w:r>
    </w:p>
    <w:p w14:paraId="73752237" w14:textId="77777777" w:rsidR="00C645D3" w:rsidRPr="001135E9" w:rsidRDefault="00C645D3" w:rsidP="00C645D3">
      <w:pPr>
        <w:pStyle w:val="afffffffffff9"/>
        <w:ind w:left="420" w:hangingChars="200" w:hanging="420"/>
        <w:rPr>
          <w:rFonts w:ascii="黑体" w:eastAsia="黑体" w:hAnsi="黑体"/>
        </w:rPr>
      </w:pPr>
      <w:r w:rsidRPr="001135E9">
        <w:rPr>
          <w:rFonts w:ascii="黑体" w:eastAsia="黑体" w:hAnsi="黑体"/>
        </w:rPr>
        <w:br/>
      </w:r>
      <w:r>
        <w:rPr>
          <w:rFonts w:ascii="黑体" w:eastAsia="黑体" w:hAnsi="黑体" w:hint="eastAsia"/>
        </w:rPr>
        <w:t>溶胶体橡胶</w:t>
      </w:r>
      <w:r w:rsidR="00EE57CA">
        <w:rPr>
          <w:rFonts w:ascii="黑体" w:eastAsia="黑体" w:hAnsi="黑体" w:hint="eastAsia"/>
        </w:rPr>
        <w:t xml:space="preserve"> </w:t>
      </w:r>
      <w:r w:rsidR="00CF7B9F">
        <w:rPr>
          <w:rFonts w:ascii="黑体" w:eastAsia="黑体" w:hAnsi="黑体" w:hint="eastAsia"/>
        </w:rPr>
        <w:t xml:space="preserve"> </w:t>
      </w:r>
      <w:r>
        <w:rPr>
          <w:rFonts w:ascii="黑体" w:eastAsia="黑体" w:hAnsi="黑体" w:hint="eastAsia"/>
        </w:rPr>
        <w:t>sol rubber</w:t>
      </w:r>
    </w:p>
    <w:p w14:paraId="6FAE98B4" w14:textId="77777777" w:rsidR="00C645D3" w:rsidRPr="001135E9" w:rsidRDefault="00C645D3" w:rsidP="00C645D3">
      <w:pPr>
        <w:pStyle w:val="affffffffffff7"/>
        <w:ind w:firstLineChars="200" w:firstLine="420"/>
        <w:rPr>
          <w:rFonts w:ascii="宋体" w:eastAsia="宋体" w:hAnsi="宋体"/>
        </w:rPr>
      </w:pPr>
      <w:r w:rsidRPr="001135E9">
        <w:rPr>
          <w:rFonts w:ascii="宋体" w:eastAsia="宋体" w:hAnsi="宋体"/>
        </w:rPr>
        <w:t>可溶解于选定溶剂的那部分橡胶。</w:t>
      </w:r>
    </w:p>
    <w:p w14:paraId="182533FE" w14:textId="77777777" w:rsidR="00C645D3" w:rsidRPr="001135E9" w:rsidRDefault="00C645D3" w:rsidP="00C645D3">
      <w:pPr>
        <w:pStyle w:val="afffffffffff9"/>
        <w:ind w:left="420" w:hangingChars="200" w:hanging="420"/>
        <w:rPr>
          <w:rFonts w:ascii="黑体" w:eastAsia="黑体" w:hAnsi="黑体"/>
        </w:rPr>
      </w:pPr>
      <w:r w:rsidRPr="001135E9">
        <w:rPr>
          <w:rFonts w:ascii="黑体" w:eastAsia="黑体" w:hAnsi="黑体"/>
        </w:rPr>
        <w:br/>
      </w:r>
      <w:r w:rsidRPr="001135E9">
        <w:rPr>
          <w:rFonts w:ascii="黑体" w:eastAsia="黑体" w:hAnsi="黑体" w:hint="eastAsia"/>
        </w:rPr>
        <w:t>凝胶</w:t>
      </w:r>
      <w:r w:rsidR="00EE57CA">
        <w:rPr>
          <w:rFonts w:ascii="黑体" w:eastAsia="黑体" w:hAnsi="黑体" w:hint="eastAsia"/>
        </w:rPr>
        <w:t xml:space="preserve"> </w:t>
      </w:r>
      <w:r w:rsidR="00CF7B9F">
        <w:rPr>
          <w:rFonts w:ascii="黑体" w:eastAsia="黑体" w:hAnsi="黑体" w:hint="eastAsia"/>
        </w:rPr>
        <w:t xml:space="preserve"> </w:t>
      </w:r>
      <w:r w:rsidRPr="001135E9">
        <w:rPr>
          <w:rFonts w:ascii="黑体" w:eastAsia="黑体" w:hAnsi="黑体" w:hint="eastAsia"/>
        </w:rPr>
        <w:t>gel</w:t>
      </w:r>
      <w:r w:rsidRPr="001135E9">
        <w:rPr>
          <w:rFonts w:ascii="黑体" w:eastAsia="黑体" w:hAnsi="黑体"/>
          <w:b/>
        </w:rPr>
        <w:t xml:space="preserve"> </w:t>
      </w:r>
    </w:p>
    <w:p w14:paraId="664861D3" w14:textId="77777777" w:rsidR="00C645D3" w:rsidRPr="00EB0396" w:rsidRDefault="00C645D3" w:rsidP="00C645D3">
      <w:pPr>
        <w:pStyle w:val="affffffffffff7"/>
        <w:ind w:firstLineChars="200" w:firstLine="420"/>
        <w:rPr>
          <w:rFonts w:eastAsia="宋体"/>
        </w:rPr>
      </w:pPr>
      <w:r w:rsidRPr="00EB0396">
        <w:rPr>
          <w:rFonts w:eastAsia="宋体" w:hint="eastAsia"/>
        </w:rPr>
        <w:t>人为地凝聚</w:t>
      </w:r>
      <w:r w:rsidRPr="00EB0396">
        <w:rPr>
          <w:rFonts w:eastAsia="宋体"/>
        </w:rPr>
        <w:t>胶乳初期形成的夹带液体的胶粒基质。</w:t>
      </w:r>
    </w:p>
    <w:p w14:paraId="01DDD198" w14:textId="77777777" w:rsidR="00C645D3" w:rsidRPr="00B12E80" w:rsidRDefault="00C645D3" w:rsidP="00D56A73">
      <w:pPr>
        <w:pStyle w:val="afff6"/>
        <w:ind w:firstLine="52"/>
        <w:rPr>
          <w:rFonts w:hAnsi="宋体"/>
        </w:rPr>
      </w:pPr>
      <w:r w:rsidRPr="00B12E80">
        <w:rPr>
          <w:rFonts w:hAnsi="宋体" w:hint="eastAsia"/>
        </w:rPr>
        <w:t>在高分子材料中，常用凝胶表示高分子材料发生化学交联所形成的产物。</w:t>
      </w:r>
    </w:p>
    <w:p w14:paraId="35BE63F3" w14:textId="77777777" w:rsidR="00C645D3" w:rsidRPr="001135E9" w:rsidRDefault="00C645D3" w:rsidP="00C645D3">
      <w:pPr>
        <w:pStyle w:val="afffffffffff9"/>
        <w:ind w:left="420" w:hangingChars="200" w:hanging="420"/>
        <w:rPr>
          <w:rFonts w:ascii="黑体" w:eastAsia="黑体" w:hAnsi="黑体"/>
        </w:rPr>
      </w:pPr>
      <w:r w:rsidRPr="001135E9">
        <w:rPr>
          <w:rFonts w:ascii="黑体" w:eastAsia="黑体" w:hAnsi="黑体"/>
        </w:rPr>
        <w:br/>
      </w:r>
      <w:r>
        <w:rPr>
          <w:rFonts w:ascii="黑体" w:eastAsia="黑体" w:hAnsi="黑体" w:hint="eastAsia"/>
        </w:rPr>
        <w:t>水化膜</w:t>
      </w:r>
      <w:r w:rsidR="00EE57CA">
        <w:rPr>
          <w:rFonts w:ascii="黑体" w:eastAsia="黑体" w:hAnsi="黑体" w:hint="eastAsia"/>
        </w:rPr>
        <w:t xml:space="preserve"> </w:t>
      </w:r>
      <w:r w:rsidR="00CF7B9F">
        <w:rPr>
          <w:rFonts w:ascii="黑体" w:eastAsia="黑体" w:hAnsi="黑体" w:hint="eastAsia"/>
        </w:rPr>
        <w:t xml:space="preserve"> </w:t>
      </w:r>
      <w:r>
        <w:rPr>
          <w:rFonts w:ascii="黑体" w:eastAsia="黑体" w:hAnsi="黑体" w:hint="eastAsia"/>
        </w:rPr>
        <w:t>hydrated shell</w:t>
      </w:r>
    </w:p>
    <w:p w14:paraId="640D2FCD" w14:textId="77777777" w:rsidR="00C645D3" w:rsidRPr="00EB0396" w:rsidRDefault="007F7975" w:rsidP="00C645D3">
      <w:pPr>
        <w:pStyle w:val="affffffffffff7"/>
        <w:ind w:firstLineChars="200" w:firstLine="420"/>
        <w:rPr>
          <w:rFonts w:eastAsia="宋体"/>
        </w:rPr>
      </w:pPr>
      <w:r w:rsidRPr="009F50B9">
        <w:rPr>
          <w:rFonts w:ascii="宋体" w:eastAsia="宋体" w:hAnsi="宋体" w:hint="eastAsia"/>
        </w:rPr>
        <w:t>&lt;</w:t>
      </w:r>
      <w:r>
        <w:rPr>
          <w:rFonts w:ascii="宋体" w:eastAsia="宋体" w:hAnsi="宋体" w:hint="eastAsia"/>
        </w:rPr>
        <w:t>天然</w:t>
      </w:r>
      <w:r w:rsidRPr="009F50B9">
        <w:rPr>
          <w:rFonts w:ascii="宋体" w:eastAsia="宋体" w:hAnsi="宋体" w:hint="eastAsia"/>
        </w:rPr>
        <w:t>胶乳&gt;</w:t>
      </w:r>
      <w:r w:rsidR="00C645D3" w:rsidRPr="00EB0396">
        <w:rPr>
          <w:rFonts w:eastAsia="宋体"/>
        </w:rPr>
        <w:t>胶粒表面的亲水性物质通过永久偶极和氢键的作用，使乳清中的水分子在</w:t>
      </w:r>
      <w:r w:rsidR="00C645D3" w:rsidRPr="00EB0396">
        <w:rPr>
          <w:rFonts w:eastAsia="宋体" w:hint="eastAsia"/>
        </w:rPr>
        <w:t>橡胶</w:t>
      </w:r>
      <w:r w:rsidR="00C645D3" w:rsidRPr="00EB0396">
        <w:rPr>
          <w:rFonts w:eastAsia="宋体"/>
        </w:rPr>
        <w:t>粒</w:t>
      </w:r>
      <w:r w:rsidR="00C645D3" w:rsidRPr="00EB0396">
        <w:rPr>
          <w:rFonts w:eastAsia="宋体" w:hint="eastAsia"/>
        </w:rPr>
        <w:t>子</w:t>
      </w:r>
      <w:r w:rsidR="00C645D3" w:rsidRPr="00EB0396">
        <w:rPr>
          <w:rFonts w:eastAsia="宋体"/>
        </w:rPr>
        <w:t>表面形成的一层定向排列物。</w:t>
      </w:r>
    </w:p>
    <w:p w14:paraId="68EFCA19" w14:textId="77777777" w:rsidR="00C645D3" w:rsidRPr="001135E9" w:rsidRDefault="00C645D3" w:rsidP="00C645D3">
      <w:pPr>
        <w:pStyle w:val="afffffffffff9"/>
        <w:ind w:left="420" w:hangingChars="200" w:hanging="420"/>
        <w:rPr>
          <w:rFonts w:ascii="黑体" w:eastAsia="黑体" w:hAnsi="黑体"/>
        </w:rPr>
      </w:pPr>
      <w:r w:rsidRPr="001135E9">
        <w:rPr>
          <w:rFonts w:ascii="黑体" w:eastAsia="黑体" w:hAnsi="黑体"/>
        </w:rPr>
        <w:br/>
      </w:r>
      <w:r>
        <w:rPr>
          <w:rFonts w:ascii="黑体" w:eastAsia="黑体" w:hAnsi="黑体" w:hint="eastAsia"/>
        </w:rPr>
        <w:t>乳白</w:t>
      </w:r>
      <w:r w:rsidR="00CF7B9F">
        <w:rPr>
          <w:rFonts w:ascii="黑体" w:eastAsia="黑体" w:hAnsi="黑体" w:hint="eastAsia"/>
        </w:rPr>
        <w:t xml:space="preserve">  </w:t>
      </w:r>
      <w:r>
        <w:rPr>
          <w:rFonts w:ascii="黑体" w:eastAsia="黑体" w:hAnsi="黑体" w:hint="eastAsia"/>
        </w:rPr>
        <w:t>white fraction</w:t>
      </w:r>
    </w:p>
    <w:p w14:paraId="5229203C" w14:textId="77777777" w:rsidR="00C645D3" w:rsidRPr="00EB0396" w:rsidRDefault="007F7975" w:rsidP="00C645D3">
      <w:pPr>
        <w:pStyle w:val="affffffffffff7"/>
        <w:ind w:firstLineChars="200" w:firstLine="420"/>
        <w:rPr>
          <w:rFonts w:eastAsia="宋体"/>
        </w:rPr>
      </w:pPr>
      <w:r w:rsidRPr="009F50B9">
        <w:rPr>
          <w:rFonts w:ascii="宋体" w:eastAsia="宋体" w:hAnsi="宋体" w:hint="eastAsia"/>
        </w:rPr>
        <w:t>&lt;</w:t>
      </w:r>
      <w:r>
        <w:rPr>
          <w:rFonts w:ascii="宋体" w:eastAsia="宋体" w:hAnsi="宋体" w:hint="eastAsia"/>
        </w:rPr>
        <w:t>天然</w:t>
      </w:r>
      <w:r w:rsidRPr="009F50B9">
        <w:rPr>
          <w:rFonts w:ascii="宋体" w:eastAsia="宋体" w:hAnsi="宋体" w:hint="eastAsia"/>
        </w:rPr>
        <w:t>胶乳&gt;</w:t>
      </w:r>
      <w:r w:rsidR="00C645D3" w:rsidRPr="00EB0396">
        <w:rPr>
          <w:rFonts w:eastAsia="宋体"/>
        </w:rPr>
        <w:t>将</w:t>
      </w:r>
      <w:r w:rsidR="00C645D3" w:rsidRPr="00EB0396">
        <w:rPr>
          <w:rFonts w:eastAsia="宋体" w:hint="eastAsia"/>
        </w:rPr>
        <w:t>新</w:t>
      </w:r>
      <w:r w:rsidR="00C645D3" w:rsidRPr="00EB0396">
        <w:rPr>
          <w:rFonts w:eastAsia="宋体"/>
        </w:rPr>
        <w:t>鲜胶乳乳黄部分分离后所得的白色物质。</w:t>
      </w:r>
    </w:p>
    <w:p w14:paraId="0EC68101" w14:textId="77777777" w:rsidR="00C645D3" w:rsidRPr="001135E9" w:rsidRDefault="00C645D3" w:rsidP="00C645D3">
      <w:pPr>
        <w:pStyle w:val="afffffffffff9"/>
        <w:ind w:left="420" w:hangingChars="200" w:hanging="420"/>
        <w:rPr>
          <w:rFonts w:ascii="黑体" w:eastAsia="黑体" w:hAnsi="黑体"/>
        </w:rPr>
      </w:pPr>
      <w:r w:rsidRPr="001135E9">
        <w:rPr>
          <w:rFonts w:ascii="黑体" w:eastAsia="黑体" w:hAnsi="黑体"/>
        </w:rPr>
        <w:br/>
      </w:r>
      <w:r>
        <w:rPr>
          <w:rFonts w:ascii="黑体" w:eastAsia="黑体" w:hAnsi="黑体" w:hint="eastAsia"/>
        </w:rPr>
        <w:t>乳黄</w:t>
      </w:r>
      <w:r w:rsidR="00E72889">
        <w:rPr>
          <w:rFonts w:ascii="黑体" w:eastAsia="黑体" w:hAnsi="黑体" w:hint="eastAsia"/>
        </w:rPr>
        <w:t xml:space="preserve">  </w:t>
      </w:r>
      <w:r>
        <w:rPr>
          <w:rFonts w:ascii="黑体" w:eastAsia="黑体" w:hAnsi="黑体" w:hint="eastAsia"/>
        </w:rPr>
        <w:t>yellow fraction</w:t>
      </w:r>
    </w:p>
    <w:p w14:paraId="704FC9B8" w14:textId="77777777" w:rsidR="00C645D3" w:rsidRPr="00EB0396" w:rsidRDefault="007F7975" w:rsidP="00C645D3">
      <w:pPr>
        <w:pStyle w:val="affffffffffff7"/>
        <w:ind w:firstLineChars="200" w:firstLine="420"/>
        <w:rPr>
          <w:rFonts w:eastAsia="宋体"/>
        </w:rPr>
      </w:pPr>
      <w:r w:rsidRPr="009F50B9">
        <w:rPr>
          <w:rFonts w:ascii="宋体" w:eastAsia="宋体" w:hAnsi="宋体" w:hint="eastAsia"/>
        </w:rPr>
        <w:t>&lt;</w:t>
      </w:r>
      <w:r>
        <w:rPr>
          <w:rFonts w:ascii="宋体" w:eastAsia="宋体" w:hAnsi="宋体" w:hint="eastAsia"/>
        </w:rPr>
        <w:t>天然</w:t>
      </w:r>
      <w:r w:rsidRPr="009F50B9">
        <w:rPr>
          <w:rFonts w:ascii="宋体" w:eastAsia="宋体" w:hAnsi="宋体" w:hint="eastAsia"/>
        </w:rPr>
        <w:t>胶乳&gt;</w:t>
      </w:r>
      <w:r w:rsidR="00C645D3" w:rsidRPr="00EB0396">
        <w:rPr>
          <w:rFonts w:eastAsia="宋体" w:hint="eastAsia"/>
        </w:rPr>
        <w:t>新</w:t>
      </w:r>
      <w:r w:rsidR="00C645D3" w:rsidRPr="00EB0396">
        <w:rPr>
          <w:rFonts w:eastAsia="宋体"/>
        </w:rPr>
        <w:t>鲜胶乳</w:t>
      </w:r>
      <w:r w:rsidR="00C645D3" w:rsidRPr="00EB0396">
        <w:rPr>
          <w:rFonts w:eastAsia="宋体" w:hint="eastAsia"/>
        </w:rPr>
        <w:t>经过</w:t>
      </w:r>
      <w:r w:rsidR="00C645D3" w:rsidRPr="00EB0396">
        <w:rPr>
          <w:rFonts w:eastAsia="宋体"/>
        </w:rPr>
        <w:t>离心或自然沉降，下层主要含有黄色体、</w:t>
      </w:r>
      <w:r w:rsidR="00C645D3" w:rsidRPr="00EB0396">
        <w:rPr>
          <w:rFonts w:eastAsia="宋体"/>
        </w:rPr>
        <w:t>FW</w:t>
      </w:r>
      <w:r w:rsidR="00C645D3" w:rsidRPr="00EB0396">
        <w:rPr>
          <w:rFonts w:eastAsia="宋体"/>
        </w:rPr>
        <w:t>粒子的黄色胶乳。</w:t>
      </w:r>
    </w:p>
    <w:p w14:paraId="3FFA8730" w14:textId="77777777" w:rsidR="00C645D3" w:rsidRPr="001135E9" w:rsidRDefault="00C645D3" w:rsidP="00C645D3">
      <w:pPr>
        <w:pStyle w:val="afffffffffff9"/>
        <w:ind w:left="420" w:hangingChars="200" w:hanging="420"/>
        <w:rPr>
          <w:rFonts w:ascii="黑体" w:eastAsia="黑体" w:hAnsi="黑体"/>
        </w:rPr>
      </w:pPr>
      <w:r w:rsidRPr="001135E9">
        <w:rPr>
          <w:rFonts w:ascii="黑体" w:eastAsia="黑体" w:hAnsi="黑体"/>
        </w:rPr>
        <w:br/>
      </w:r>
      <w:r>
        <w:rPr>
          <w:rFonts w:ascii="黑体" w:eastAsia="黑体" w:hAnsi="黑体" w:hint="eastAsia"/>
        </w:rPr>
        <w:t>非橡胶物质</w:t>
      </w:r>
      <w:r w:rsidR="00E72889">
        <w:rPr>
          <w:rFonts w:ascii="黑体" w:eastAsia="黑体" w:hAnsi="黑体" w:hint="eastAsia"/>
        </w:rPr>
        <w:t xml:space="preserve">  </w:t>
      </w:r>
      <w:r>
        <w:rPr>
          <w:rFonts w:ascii="黑体" w:eastAsia="黑体" w:hAnsi="黑体" w:hint="eastAsia"/>
        </w:rPr>
        <w:t>non-rubber substances</w:t>
      </w:r>
    </w:p>
    <w:p w14:paraId="09211348" w14:textId="77777777" w:rsidR="00C645D3" w:rsidRPr="00EB0396" w:rsidRDefault="007F7975" w:rsidP="00C645D3">
      <w:pPr>
        <w:pStyle w:val="affffffffffff7"/>
        <w:ind w:firstLineChars="200" w:firstLine="420"/>
        <w:rPr>
          <w:rFonts w:eastAsia="宋体"/>
        </w:rPr>
      </w:pPr>
      <w:r w:rsidRPr="009F50B9">
        <w:rPr>
          <w:rFonts w:ascii="宋体" w:eastAsia="宋体" w:hAnsi="宋体" w:hint="eastAsia"/>
        </w:rPr>
        <w:t>&lt;</w:t>
      </w:r>
      <w:r>
        <w:rPr>
          <w:rFonts w:ascii="宋体" w:eastAsia="宋体" w:hAnsi="宋体" w:hint="eastAsia"/>
        </w:rPr>
        <w:t>天然</w:t>
      </w:r>
      <w:r w:rsidRPr="009F50B9">
        <w:rPr>
          <w:rFonts w:ascii="宋体" w:eastAsia="宋体" w:hAnsi="宋体" w:hint="eastAsia"/>
        </w:rPr>
        <w:t>胶乳&gt;</w:t>
      </w:r>
      <w:r w:rsidR="00C645D3" w:rsidRPr="00EB0396">
        <w:rPr>
          <w:rFonts w:eastAsia="宋体"/>
        </w:rPr>
        <w:t>胶乳中除橡胶烃和水以外的所有其它物质。</w:t>
      </w:r>
    </w:p>
    <w:p w14:paraId="54ED78A3" w14:textId="77777777" w:rsidR="00463E5E" w:rsidRPr="00025C1B" w:rsidRDefault="00463E5E" w:rsidP="00463E5E">
      <w:pPr>
        <w:pStyle w:val="afffffffffff9"/>
        <w:ind w:left="420" w:hangingChars="200" w:hanging="420"/>
        <w:rPr>
          <w:rFonts w:ascii="黑体" w:eastAsia="黑体" w:hAnsi="黑体"/>
        </w:rPr>
      </w:pPr>
      <w:r>
        <w:rPr>
          <w:rFonts w:ascii="黑体" w:eastAsia="黑体" w:hAnsi="黑体"/>
        </w:rPr>
        <w:br w:type="textWrapping" w:clear="all"/>
      </w:r>
      <w:r w:rsidRPr="00025C1B">
        <w:rPr>
          <w:rFonts w:ascii="黑体" w:eastAsia="黑体" w:hAnsi="黑体" w:hint="eastAsia"/>
          <w:szCs w:val="21"/>
        </w:rPr>
        <w:t>蛋白质  protein</w:t>
      </w:r>
    </w:p>
    <w:p w14:paraId="3539E9FF" w14:textId="77777777" w:rsidR="00463E5E" w:rsidRPr="00463E5E" w:rsidRDefault="00463E5E" w:rsidP="00463E5E">
      <w:pPr>
        <w:pStyle w:val="afffff"/>
      </w:pPr>
      <w:r w:rsidRPr="00781C7F">
        <w:rPr>
          <w:rFonts w:hint="eastAsia"/>
        </w:rPr>
        <w:t>由</w:t>
      </w:r>
      <w:r w:rsidR="008F4FF6" w:rsidRPr="00235F3A">
        <w:rPr>
          <w:rFonts w:hint="eastAsia"/>
        </w:rPr>
        <w:sym w:font="Symbol" w:char="F061"/>
      </w:r>
      <w:r w:rsidRPr="00235F3A">
        <w:rPr>
          <w:rFonts w:hint="eastAsia"/>
        </w:rPr>
        <w:t>-</w:t>
      </w:r>
      <w:r w:rsidRPr="00781C7F">
        <w:rPr>
          <w:rFonts w:hint="eastAsia"/>
        </w:rPr>
        <w:t>氨基酸按一定顺序结合形成一条多肽链，再由一条或一条以上的多肽链按照其特定方式结合而成的高分子化合物。</w:t>
      </w:r>
    </w:p>
    <w:p w14:paraId="09D29AE1" w14:textId="77777777" w:rsidR="00C645D3" w:rsidRPr="001135E9" w:rsidRDefault="00C645D3" w:rsidP="00C645D3">
      <w:pPr>
        <w:pStyle w:val="afffffffffff9"/>
        <w:ind w:left="420" w:hangingChars="200" w:hanging="420"/>
        <w:rPr>
          <w:rFonts w:ascii="黑体" w:eastAsia="黑体" w:hAnsi="黑体"/>
        </w:rPr>
      </w:pPr>
      <w:r w:rsidRPr="001135E9">
        <w:rPr>
          <w:rFonts w:ascii="黑体" w:eastAsia="黑体" w:hAnsi="黑体"/>
        </w:rPr>
        <w:br/>
      </w:r>
      <w:r>
        <w:rPr>
          <w:rFonts w:ascii="黑体" w:eastAsia="黑体" w:hAnsi="黑体" w:hint="eastAsia"/>
        </w:rPr>
        <w:t xml:space="preserve">橡胶蛋白 </w:t>
      </w:r>
      <w:r w:rsidR="00E72889">
        <w:rPr>
          <w:rFonts w:ascii="黑体" w:eastAsia="黑体" w:hAnsi="黑体" w:hint="eastAsia"/>
        </w:rPr>
        <w:t xml:space="preserve"> </w:t>
      </w:r>
      <w:proofErr w:type="spellStart"/>
      <w:r>
        <w:rPr>
          <w:rFonts w:ascii="黑体" w:eastAsia="黑体" w:hAnsi="黑体" w:hint="eastAsia"/>
        </w:rPr>
        <w:t>hevein</w:t>
      </w:r>
      <w:proofErr w:type="spellEnd"/>
    </w:p>
    <w:p w14:paraId="6F8C68E6" w14:textId="77777777" w:rsidR="00C645D3" w:rsidRPr="001135E9" w:rsidRDefault="007F7975" w:rsidP="00C645D3">
      <w:pPr>
        <w:pStyle w:val="affffffffffff7"/>
        <w:ind w:firstLineChars="200" w:firstLine="420"/>
        <w:rPr>
          <w:rFonts w:ascii="宋体" w:eastAsia="宋体" w:hAnsi="宋体"/>
        </w:rPr>
      </w:pPr>
      <w:r w:rsidRPr="009F50B9">
        <w:rPr>
          <w:rFonts w:ascii="宋体" w:eastAsia="宋体" w:hAnsi="宋体" w:hint="eastAsia"/>
        </w:rPr>
        <w:lastRenderedPageBreak/>
        <w:t>&lt;</w:t>
      </w:r>
      <w:r>
        <w:rPr>
          <w:rFonts w:ascii="宋体" w:eastAsia="宋体" w:hAnsi="宋体" w:hint="eastAsia"/>
        </w:rPr>
        <w:t>天然</w:t>
      </w:r>
      <w:r w:rsidRPr="009F50B9">
        <w:rPr>
          <w:rFonts w:ascii="宋体" w:eastAsia="宋体" w:hAnsi="宋体" w:hint="eastAsia"/>
        </w:rPr>
        <w:t>胶乳&gt;</w:t>
      </w:r>
      <w:r w:rsidR="00C645D3" w:rsidRPr="001135E9">
        <w:rPr>
          <w:rFonts w:ascii="宋体" w:eastAsia="宋体" w:hAnsi="宋体"/>
        </w:rPr>
        <w:t>从冻干胶乳底层部分分离</w:t>
      </w:r>
      <w:r w:rsidR="00C645D3" w:rsidRPr="001135E9">
        <w:rPr>
          <w:rFonts w:ascii="宋体" w:eastAsia="宋体" w:hAnsi="宋体" w:hint="eastAsia"/>
        </w:rPr>
        <w:t>出</w:t>
      </w:r>
      <w:r w:rsidR="00C645D3" w:rsidRPr="001135E9">
        <w:rPr>
          <w:rFonts w:ascii="宋体" w:eastAsia="宋体" w:hAnsi="宋体"/>
        </w:rPr>
        <w:t>的一种分子量约10000，含硫量高，</w:t>
      </w:r>
      <w:r w:rsidR="00C645D3" w:rsidRPr="001135E9">
        <w:rPr>
          <w:rFonts w:ascii="宋体" w:eastAsia="宋体" w:hAnsi="宋体" w:hint="eastAsia"/>
        </w:rPr>
        <w:t>具有低</w:t>
      </w:r>
      <w:r w:rsidR="00C645D3" w:rsidRPr="001135E9">
        <w:rPr>
          <w:rFonts w:ascii="宋体" w:eastAsia="宋体" w:hAnsi="宋体"/>
        </w:rPr>
        <w:t>表面活性的结晶蛋白质。</w:t>
      </w:r>
    </w:p>
    <w:p w14:paraId="78A14479" w14:textId="77777777" w:rsidR="004C78B8" w:rsidRPr="004C78B8" w:rsidRDefault="004C78B8" w:rsidP="004C78B8">
      <w:pPr>
        <w:pStyle w:val="afffffffffff9"/>
        <w:ind w:left="420" w:hangingChars="200" w:hanging="420"/>
        <w:rPr>
          <w:rFonts w:ascii="黑体" w:eastAsia="黑体" w:hAnsi="黑体"/>
        </w:rPr>
      </w:pPr>
      <w:r>
        <w:rPr>
          <w:rFonts w:ascii="黑体" w:eastAsia="黑体" w:hAnsi="黑体"/>
        </w:rPr>
        <w:br w:type="textWrapping" w:clear="all"/>
      </w:r>
      <w:r w:rsidR="003B632D" w:rsidRPr="004C78B8">
        <w:rPr>
          <w:rFonts w:ascii="黑体" w:eastAsia="黑体" w:hAnsi="黑体" w:hint="eastAsia"/>
          <w:szCs w:val="21"/>
        </w:rPr>
        <w:t>类</w:t>
      </w:r>
      <w:r w:rsidRPr="004C78B8">
        <w:rPr>
          <w:rFonts w:ascii="黑体" w:eastAsia="黑体" w:hAnsi="黑体" w:hint="eastAsia"/>
          <w:szCs w:val="21"/>
        </w:rPr>
        <w:t xml:space="preserve">脂物 </w:t>
      </w:r>
      <w:r w:rsidR="002E1B06">
        <w:rPr>
          <w:rFonts w:ascii="黑体" w:eastAsia="黑体" w:hAnsi="黑体" w:hint="eastAsia"/>
          <w:szCs w:val="21"/>
        </w:rPr>
        <w:t xml:space="preserve"> </w:t>
      </w:r>
      <w:r w:rsidRPr="004C78B8">
        <w:rPr>
          <w:rFonts w:ascii="黑体" w:eastAsia="黑体" w:hAnsi="黑体" w:hint="eastAsia"/>
          <w:szCs w:val="21"/>
        </w:rPr>
        <w:t>lipids</w:t>
      </w:r>
    </w:p>
    <w:p w14:paraId="5DCCDF26" w14:textId="77777777" w:rsidR="007933C0" w:rsidRDefault="004C78B8" w:rsidP="003B632D">
      <w:pPr>
        <w:spacing w:line="360" w:lineRule="auto"/>
        <w:ind w:firstLineChars="150" w:firstLine="315"/>
      </w:pPr>
      <w:r>
        <w:rPr>
          <w:rFonts w:asciiTheme="minorEastAsia" w:hAnsiTheme="minorEastAsia" w:hint="eastAsia"/>
        </w:rPr>
        <w:t xml:space="preserve"> </w:t>
      </w:r>
      <w:r w:rsidRPr="00781C7F">
        <w:t>在结构或性质上与油脂相似的天然化合物，主要包括蜡、磷脂、萜类和甾族化合物等。</w:t>
      </w:r>
    </w:p>
    <w:p w14:paraId="1799A520" w14:textId="77777777" w:rsidR="00550C3A" w:rsidRPr="00550C3A" w:rsidRDefault="00550C3A" w:rsidP="00550C3A">
      <w:pPr>
        <w:pStyle w:val="afffffffffff9"/>
        <w:ind w:left="420" w:hangingChars="200" w:hanging="420"/>
        <w:rPr>
          <w:rFonts w:ascii="黑体" w:eastAsia="黑体" w:hAnsi="黑体"/>
        </w:rPr>
      </w:pPr>
      <w:r>
        <w:rPr>
          <w:rFonts w:ascii="黑体" w:eastAsia="黑体" w:hAnsi="黑体"/>
        </w:rPr>
        <w:br w:type="textWrapping" w:clear="all"/>
      </w:r>
      <w:r w:rsidRPr="00550C3A">
        <w:rPr>
          <w:rFonts w:ascii="黑体" w:eastAsia="黑体" w:hAnsi="黑体" w:hint="eastAsia"/>
          <w:szCs w:val="21"/>
        </w:rPr>
        <w:t>长链脂肪酸  long-chain fatty acids</w:t>
      </w:r>
    </w:p>
    <w:p w14:paraId="7C607AD0" w14:textId="77777777" w:rsidR="00550C3A" w:rsidRPr="00550C3A" w:rsidRDefault="00550C3A" w:rsidP="00550C3A">
      <w:pPr>
        <w:pStyle w:val="afffff"/>
        <w:ind w:firstLineChars="0" w:firstLine="0"/>
      </w:pPr>
      <w:r>
        <w:rPr>
          <w:rFonts w:hint="eastAsia"/>
        </w:rPr>
        <w:t xml:space="preserve">    </w:t>
      </w:r>
      <w:r w:rsidRPr="00781C7F">
        <w:rPr>
          <w:rFonts w:hint="eastAsia"/>
        </w:rPr>
        <w:t>碳链上碳原子数大于12的脂肪酸。</w:t>
      </w:r>
    </w:p>
    <w:p w14:paraId="1C5474A0" w14:textId="77777777" w:rsidR="00C645D3" w:rsidRPr="001135E9" w:rsidRDefault="00C645D3" w:rsidP="00C645D3">
      <w:pPr>
        <w:pStyle w:val="afffffffffff9"/>
        <w:ind w:left="420" w:hangingChars="200" w:hanging="420"/>
        <w:rPr>
          <w:rFonts w:ascii="黑体" w:eastAsia="黑体" w:hAnsi="黑体"/>
        </w:rPr>
      </w:pPr>
      <w:r w:rsidRPr="001135E9">
        <w:rPr>
          <w:rFonts w:ascii="黑体" w:eastAsia="黑体" w:hAnsi="黑体"/>
        </w:rPr>
        <w:br/>
      </w:r>
      <w:r>
        <w:rPr>
          <w:rFonts w:ascii="黑体" w:eastAsia="黑体" w:hAnsi="黑体" w:hint="eastAsia"/>
        </w:rPr>
        <w:t>稳定性</w:t>
      </w:r>
      <w:r w:rsidR="00E72889">
        <w:rPr>
          <w:rFonts w:ascii="黑体" w:eastAsia="黑体" w:hAnsi="黑体" w:hint="eastAsia"/>
        </w:rPr>
        <w:t xml:space="preserve">  </w:t>
      </w:r>
      <w:r>
        <w:rPr>
          <w:rFonts w:ascii="黑体" w:eastAsia="黑体" w:hAnsi="黑体" w:hint="eastAsia"/>
        </w:rPr>
        <w:t>stability</w:t>
      </w:r>
    </w:p>
    <w:p w14:paraId="6F0AE9BA" w14:textId="77777777" w:rsidR="00C645D3" w:rsidRPr="00EB0396" w:rsidRDefault="00C645D3" w:rsidP="00C645D3">
      <w:pPr>
        <w:ind w:firstLineChars="200" w:firstLine="420"/>
      </w:pPr>
      <w:r w:rsidRPr="00EB0396">
        <w:rPr>
          <w:rFonts w:ascii="宋体" w:hAnsi="宋体" w:hint="eastAsia"/>
        </w:rPr>
        <w:t>&lt;胶乳&gt;</w:t>
      </w:r>
      <w:r w:rsidRPr="00EB0396">
        <w:t>胶乳保持分散度不变的性质。</w:t>
      </w:r>
    </w:p>
    <w:p w14:paraId="10B568FA"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highlight w:val="lightGray"/>
        </w:rPr>
        <w:br/>
      </w:r>
      <w:r w:rsidRPr="00251890">
        <w:rPr>
          <w:rFonts w:ascii="黑体" w:eastAsia="黑体" w:hAnsi="黑体" w:hint="eastAsia"/>
        </w:rPr>
        <w:t>动力学稳定性</w:t>
      </w:r>
      <w:r w:rsidRPr="00251890">
        <w:rPr>
          <w:rFonts w:ascii="黑体" w:eastAsia="黑体" w:hAnsi="黑体"/>
        </w:rPr>
        <w:t xml:space="preserve">  kinetic stability</w:t>
      </w:r>
    </w:p>
    <w:p w14:paraId="1A890196"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Pr="00EB0396">
        <w:rPr>
          <w:rFonts w:ascii="宋体" w:eastAsia="宋体" w:hAnsi="宋体" w:hint="eastAsia"/>
        </w:rPr>
        <w:t>胶乳</w:t>
      </w:r>
      <w:r w:rsidRPr="00EB0396">
        <w:rPr>
          <w:rFonts w:ascii="宋体" w:hAnsi="宋体" w:hint="eastAsia"/>
        </w:rPr>
        <w:t>&gt;</w:t>
      </w:r>
      <w:r w:rsidRPr="00EB0396">
        <w:rPr>
          <w:rFonts w:eastAsia="宋体"/>
        </w:rPr>
        <w:t>胶粒保持分散状态，不因重力作用而上浮的性质。</w:t>
      </w:r>
    </w:p>
    <w:p w14:paraId="150E84E7"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动力学不稳定性</w:t>
      </w:r>
      <w:r w:rsidRPr="00251890">
        <w:rPr>
          <w:rFonts w:ascii="黑体" w:eastAsia="黑体" w:hAnsi="黑体"/>
        </w:rPr>
        <w:t xml:space="preserve">  kinetic instability</w:t>
      </w:r>
    </w:p>
    <w:p w14:paraId="690D483D"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Pr="00EB0396">
        <w:rPr>
          <w:rFonts w:ascii="宋体" w:eastAsia="宋体" w:hAnsi="宋体" w:hint="eastAsia"/>
        </w:rPr>
        <w:t>胶乳</w:t>
      </w:r>
      <w:r w:rsidRPr="00EB0396">
        <w:rPr>
          <w:rFonts w:ascii="宋体" w:hAnsi="宋体" w:hint="eastAsia"/>
        </w:rPr>
        <w:t>&gt;</w:t>
      </w:r>
      <w:r w:rsidRPr="00EB0396">
        <w:rPr>
          <w:rFonts w:eastAsia="宋体"/>
        </w:rPr>
        <w:t>胶粒因重力上浮，不能保持分散状态的性质。</w:t>
      </w:r>
    </w:p>
    <w:p w14:paraId="3D994073"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 xml:space="preserve">热力学稳定性 </w:t>
      </w:r>
      <w:r w:rsidRPr="00251890">
        <w:rPr>
          <w:rFonts w:ascii="黑体" w:eastAsia="黑体" w:hAnsi="黑体"/>
        </w:rPr>
        <w:t xml:space="preserve"> thermodynamic stability</w:t>
      </w:r>
    </w:p>
    <w:p w14:paraId="3B4A5205" w14:textId="77777777" w:rsidR="00C645D3" w:rsidRPr="00EB0396" w:rsidRDefault="00C645D3" w:rsidP="00C645D3">
      <w:pPr>
        <w:pStyle w:val="affffffffffff7"/>
        <w:ind w:firstLineChars="200" w:firstLine="420"/>
        <w:rPr>
          <w:rFonts w:ascii="宋体" w:eastAsia="宋体" w:hAnsi="宋体"/>
        </w:rPr>
      </w:pPr>
      <w:r w:rsidRPr="00EB0396">
        <w:rPr>
          <w:rFonts w:ascii="宋体" w:eastAsia="宋体" w:hAnsi="宋体" w:hint="eastAsia"/>
        </w:rPr>
        <w:t>聚结稳定性</w:t>
      </w:r>
    </w:p>
    <w:p w14:paraId="2D396648"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Pr="00EB0396">
        <w:rPr>
          <w:rFonts w:ascii="宋体" w:eastAsia="宋体" w:hAnsi="宋体" w:hint="eastAsia"/>
        </w:rPr>
        <w:t>胶乳</w:t>
      </w:r>
      <w:r w:rsidRPr="00EB0396">
        <w:rPr>
          <w:rFonts w:ascii="宋体" w:hAnsi="宋体" w:hint="eastAsia"/>
        </w:rPr>
        <w:t>&gt;</w:t>
      </w:r>
      <w:r w:rsidRPr="00EB0396">
        <w:rPr>
          <w:rFonts w:eastAsia="宋体"/>
        </w:rPr>
        <w:t>橡胶粒子保持</w:t>
      </w:r>
      <w:r w:rsidRPr="00EB0396">
        <w:rPr>
          <w:rFonts w:eastAsia="宋体" w:hint="eastAsia"/>
        </w:rPr>
        <w:t>自由</w:t>
      </w:r>
      <w:r w:rsidRPr="00EB0396">
        <w:rPr>
          <w:rFonts w:eastAsia="宋体"/>
        </w:rPr>
        <w:t>状态而不互相</w:t>
      </w:r>
      <w:r w:rsidRPr="00EB0396">
        <w:rPr>
          <w:rFonts w:eastAsia="宋体" w:hint="eastAsia"/>
        </w:rPr>
        <w:t>聚</w:t>
      </w:r>
      <w:r w:rsidRPr="00EB0396">
        <w:rPr>
          <w:rFonts w:eastAsia="宋体"/>
        </w:rPr>
        <w:t>结的性质。</w:t>
      </w:r>
    </w:p>
    <w:p w14:paraId="0E15912E"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热力学不稳定性</w:t>
      </w:r>
      <w:r w:rsidRPr="00251890">
        <w:rPr>
          <w:rFonts w:ascii="黑体" w:eastAsia="黑体" w:hAnsi="黑体"/>
        </w:rPr>
        <w:t xml:space="preserve">  thermodynamic instability</w:t>
      </w:r>
    </w:p>
    <w:p w14:paraId="6C6F4DF3" w14:textId="77777777" w:rsidR="00C645D3" w:rsidRPr="00EB0396" w:rsidRDefault="00C645D3" w:rsidP="00C645D3">
      <w:pPr>
        <w:pStyle w:val="affffffffffff7"/>
        <w:ind w:firstLineChars="200" w:firstLine="420"/>
        <w:rPr>
          <w:rFonts w:ascii="宋体" w:eastAsia="宋体" w:hAnsi="宋体"/>
        </w:rPr>
      </w:pPr>
      <w:r w:rsidRPr="00EB0396">
        <w:rPr>
          <w:rFonts w:ascii="宋体" w:eastAsia="宋体" w:hAnsi="宋体" w:hint="eastAsia"/>
        </w:rPr>
        <w:t>聚结不稳定性</w:t>
      </w:r>
    </w:p>
    <w:p w14:paraId="050E64FB"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Pr="00EB0396">
        <w:rPr>
          <w:rFonts w:ascii="宋体" w:eastAsia="宋体" w:hAnsi="宋体" w:hint="eastAsia"/>
        </w:rPr>
        <w:t>胶乳</w:t>
      </w:r>
      <w:r w:rsidRPr="00EB0396">
        <w:rPr>
          <w:rFonts w:ascii="宋体" w:hAnsi="宋体" w:hint="eastAsia"/>
        </w:rPr>
        <w:t>&gt;</w:t>
      </w:r>
      <w:r w:rsidRPr="00EB0396">
        <w:rPr>
          <w:rFonts w:eastAsia="宋体"/>
        </w:rPr>
        <w:t>橡胶粒子互相</w:t>
      </w:r>
      <w:r w:rsidRPr="00EB0396">
        <w:rPr>
          <w:rFonts w:eastAsia="宋体" w:hint="eastAsia"/>
        </w:rPr>
        <w:t>聚</w:t>
      </w:r>
      <w:r w:rsidRPr="00EB0396">
        <w:rPr>
          <w:rFonts w:eastAsia="宋体"/>
        </w:rPr>
        <w:t>结而不能保持</w:t>
      </w:r>
      <w:r w:rsidRPr="00EB0396">
        <w:rPr>
          <w:rFonts w:eastAsia="宋体" w:hint="eastAsia"/>
        </w:rPr>
        <w:t>自由</w:t>
      </w:r>
      <w:r w:rsidRPr="00EB0396">
        <w:rPr>
          <w:rFonts w:eastAsia="宋体"/>
        </w:rPr>
        <w:t>状态的性质。</w:t>
      </w:r>
    </w:p>
    <w:p w14:paraId="1444B4D9" w14:textId="77777777" w:rsidR="00C645D3" w:rsidRPr="00A84EF9" w:rsidRDefault="00C645D3" w:rsidP="00C645D3">
      <w:pPr>
        <w:pStyle w:val="afffffffffff9"/>
        <w:ind w:left="420" w:hangingChars="200" w:hanging="420"/>
        <w:rPr>
          <w:rFonts w:ascii="黑体" w:eastAsia="黑体" w:hAnsi="黑体"/>
        </w:rPr>
      </w:pPr>
      <w:r w:rsidRPr="00A84EF9">
        <w:rPr>
          <w:rFonts w:ascii="黑体" w:eastAsia="黑体" w:hAnsi="黑体"/>
        </w:rPr>
        <w:br/>
      </w:r>
      <w:r>
        <w:rPr>
          <w:rFonts w:ascii="黑体" w:eastAsia="黑体" w:hAnsi="黑体" w:hint="eastAsia"/>
        </w:rPr>
        <w:t>热能峰  potential</w:t>
      </w:r>
      <w:r w:rsidR="003C6A30">
        <w:rPr>
          <w:rFonts w:ascii="黑体" w:eastAsia="黑体" w:hAnsi="黑体" w:hint="eastAsia"/>
        </w:rPr>
        <w:t xml:space="preserve"> </w:t>
      </w:r>
      <w:r>
        <w:rPr>
          <w:rFonts w:ascii="黑体" w:eastAsia="黑体" w:hAnsi="黑体" w:hint="eastAsia"/>
        </w:rPr>
        <w:t>barrier</w:t>
      </w:r>
    </w:p>
    <w:p w14:paraId="2ADA9D22" w14:textId="77777777" w:rsidR="00C645D3" w:rsidRPr="00EB0396" w:rsidRDefault="00C645D3" w:rsidP="00C645D3">
      <w:pPr>
        <w:pStyle w:val="affffffffffff7"/>
        <w:ind w:firstLineChars="200" w:firstLine="420"/>
        <w:rPr>
          <w:rFonts w:ascii="宋体" w:eastAsia="宋体" w:hAnsi="宋体"/>
        </w:rPr>
      </w:pPr>
      <w:r w:rsidRPr="00EB0396">
        <w:rPr>
          <w:rFonts w:ascii="宋体" w:eastAsia="宋体" w:hAnsi="宋体" w:hint="eastAsia"/>
        </w:rPr>
        <w:t>位能峰</w:t>
      </w:r>
    </w:p>
    <w:p w14:paraId="1FCAF2F3"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Pr="00EB0396">
        <w:rPr>
          <w:rFonts w:ascii="宋体" w:eastAsia="宋体" w:hAnsi="宋体" w:hint="eastAsia"/>
        </w:rPr>
        <w:t>胶乳</w:t>
      </w:r>
      <w:r w:rsidRPr="00EB0396">
        <w:rPr>
          <w:rFonts w:ascii="宋体" w:hAnsi="宋体" w:hint="eastAsia"/>
        </w:rPr>
        <w:t>&gt;</w:t>
      </w:r>
      <w:r w:rsidRPr="00EB0396">
        <w:rPr>
          <w:rFonts w:eastAsia="宋体"/>
        </w:rPr>
        <w:t>橡胶粒子互相靠近时，吸引力和排斥力相互作用后所</w:t>
      </w:r>
      <w:r w:rsidRPr="00EB0396">
        <w:rPr>
          <w:rFonts w:eastAsia="宋体" w:hint="eastAsia"/>
        </w:rPr>
        <w:t>剩余</w:t>
      </w:r>
      <w:r w:rsidRPr="00EB0396">
        <w:rPr>
          <w:rFonts w:eastAsia="宋体"/>
        </w:rPr>
        <w:t>净排斥力的大小。</w:t>
      </w:r>
    </w:p>
    <w:p w14:paraId="47D726B3" w14:textId="77777777" w:rsidR="00C645D3" w:rsidRPr="00A84EF9" w:rsidRDefault="00C645D3" w:rsidP="00C645D3">
      <w:pPr>
        <w:pStyle w:val="afffffffffff9"/>
        <w:ind w:left="420" w:hangingChars="200" w:hanging="420"/>
        <w:rPr>
          <w:rFonts w:ascii="黑体" w:eastAsia="黑体" w:hAnsi="黑体"/>
        </w:rPr>
      </w:pPr>
      <w:r w:rsidRPr="00A84EF9">
        <w:rPr>
          <w:rFonts w:ascii="黑体" w:eastAsia="黑体" w:hAnsi="黑体"/>
        </w:rPr>
        <w:br/>
      </w:r>
      <w:r>
        <w:rPr>
          <w:rFonts w:ascii="黑体" w:eastAsia="黑体" w:hAnsi="黑体" w:hint="eastAsia"/>
        </w:rPr>
        <w:t>离子强度  ionic strength</w:t>
      </w:r>
    </w:p>
    <w:p w14:paraId="23F47360"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251890" w:rsidRPr="00251890">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胶乳中各种离子的浓度与其各自电价平方之和的二分之一。</w:t>
      </w:r>
    </w:p>
    <w:p w14:paraId="73FAF540" w14:textId="77777777" w:rsidR="00C645D3" w:rsidRPr="00A84EF9" w:rsidRDefault="00C645D3" w:rsidP="00C645D3">
      <w:pPr>
        <w:pStyle w:val="afffffffffff9"/>
        <w:ind w:left="420" w:hangingChars="200" w:hanging="420"/>
        <w:rPr>
          <w:rFonts w:ascii="黑体" w:eastAsia="黑体" w:hAnsi="黑体"/>
        </w:rPr>
      </w:pPr>
      <w:r w:rsidRPr="00A84EF9">
        <w:rPr>
          <w:rFonts w:ascii="黑体" w:eastAsia="黑体" w:hAnsi="黑体"/>
        </w:rPr>
        <w:br/>
      </w:r>
      <w:r>
        <w:rPr>
          <w:rFonts w:ascii="黑体" w:eastAsia="黑体" w:hAnsi="黑体" w:hint="eastAsia"/>
        </w:rPr>
        <w:t>等电点  isoelectric point</w:t>
      </w:r>
    </w:p>
    <w:p w14:paraId="7D9F8E1C"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251890" w:rsidRPr="00251890">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橡胶粒子不显电性时的胶乳</w:t>
      </w:r>
      <w:r w:rsidRPr="00EB0396">
        <w:rPr>
          <w:rFonts w:eastAsia="宋体"/>
        </w:rPr>
        <w:t>pH</w:t>
      </w:r>
      <w:r w:rsidRPr="00EB0396">
        <w:rPr>
          <w:rFonts w:eastAsia="宋体"/>
        </w:rPr>
        <w:t>值。</w:t>
      </w:r>
    </w:p>
    <w:p w14:paraId="6D1BBDBB" w14:textId="77777777" w:rsidR="00C645D3" w:rsidRPr="00A84EF9" w:rsidRDefault="00C645D3" w:rsidP="00C645D3">
      <w:pPr>
        <w:pStyle w:val="afffffffffff9"/>
        <w:ind w:left="420" w:hangingChars="200" w:hanging="420"/>
        <w:rPr>
          <w:rFonts w:ascii="黑体" w:eastAsia="黑体" w:hAnsi="黑体"/>
        </w:rPr>
      </w:pPr>
      <w:r w:rsidRPr="00A84EF9">
        <w:rPr>
          <w:rFonts w:ascii="黑体" w:eastAsia="黑体" w:hAnsi="黑体"/>
        </w:rPr>
        <w:br/>
      </w:r>
      <w:r>
        <w:rPr>
          <w:rFonts w:ascii="黑体" w:eastAsia="黑体" w:hAnsi="黑体" w:hint="eastAsia"/>
        </w:rPr>
        <w:t>吸附层  adsorption layer</w:t>
      </w:r>
    </w:p>
    <w:p w14:paraId="5C4AAEFC" w14:textId="77777777" w:rsidR="00C645D3" w:rsidRPr="00EB0396" w:rsidRDefault="00C645D3" w:rsidP="00C645D3">
      <w:pPr>
        <w:pStyle w:val="affffffffffff7"/>
        <w:ind w:firstLineChars="200" w:firstLine="420"/>
        <w:rPr>
          <w:rFonts w:ascii="宋体" w:eastAsia="宋体" w:hAnsi="宋体"/>
        </w:rPr>
      </w:pPr>
      <w:r w:rsidRPr="00EB0396">
        <w:rPr>
          <w:rFonts w:ascii="宋体" w:eastAsia="宋体" w:hAnsi="宋体" w:hint="eastAsia"/>
        </w:rPr>
        <w:t>固定层</w:t>
      </w:r>
    </w:p>
    <w:p w14:paraId="3827E3B9"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251890" w:rsidRPr="00251890">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被橡胶粒子阴电</w:t>
      </w:r>
      <w:proofErr w:type="gramStart"/>
      <w:r w:rsidRPr="00EB0396">
        <w:rPr>
          <w:rFonts w:eastAsia="宋体"/>
        </w:rPr>
        <w:t>荷</w:t>
      </w:r>
      <w:proofErr w:type="gramEnd"/>
      <w:r w:rsidRPr="00EB0396">
        <w:rPr>
          <w:rFonts w:eastAsia="宋体"/>
        </w:rPr>
        <w:t>静电吸引的一部分阳离子与水化膜</w:t>
      </w:r>
      <w:r w:rsidRPr="00EB0396">
        <w:rPr>
          <w:rFonts w:eastAsia="宋体" w:hint="eastAsia"/>
        </w:rPr>
        <w:t>所</w:t>
      </w:r>
      <w:r w:rsidRPr="00EB0396">
        <w:rPr>
          <w:rFonts w:eastAsia="宋体"/>
        </w:rPr>
        <w:t>构成的橡胶粒子牢固结合层。</w:t>
      </w:r>
    </w:p>
    <w:p w14:paraId="6D57F271" w14:textId="77777777" w:rsidR="00C645D3" w:rsidRPr="00A84EF9" w:rsidRDefault="00C645D3" w:rsidP="00C645D3">
      <w:pPr>
        <w:pStyle w:val="afffffffffff9"/>
        <w:ind w:left="420" w:hangingChars="200" w:hanging="420"/>
        <w:rPr>
          <w:rFonts w:ascii="黑体" w:eastAsia="黑体" w:hAnsi="黑体"/>
        </w:rPr>
      </w:pPr>
      <w:r w:rsidRPr="00A84EF9">
        <w:rPr>
          <w:rFonts w:ascii="黑体" w:eastAsia="黑体" w:hAnsi="黑体"/>
        </w:rPr>
        <w:br/>
      </w:r>
      <w:r>
        <w:rPr>
          <w:rFonts w:ascii="黑体" w:eastAsia="黑体" w:hAnsi="黑体" w:hint="eastAsia"/>
        </w:rPr>
        <w:t>扩散层  diffusion layer</w:t>
      </w:r>
    </w:p>
    <w:p w14:paraId="61FCC8C4" w14:textId="77777777" w:rsidR="00C645D3" w:rsidRPr="00EB0396" w:rsidRDefault="00C645D3" w:rsidP="00C645D3">
      <w:pPr>
        <w:pStyle w:val="affffffffffff7"/>
        <w:ind w:firstLineChars="200" w:firstLine="420"/>
        <w:rPr>
          <w:rFonts w:ascii="宋体" w:eastAsia="宋体" w:hAnsi="宋体"/>
        </w:rPr>
      </w:pPr>
      <w:r w:rsidRPr="00EB0396">
        <w:rPr>
          <w:rFonts w:ascii="宋体" w:eastAsia="宋体" w:hAnsi="宋体" w:hint="eastAsia"/>
        </w:rPr>
        <w:t>可动层</w:t>
      </w:r>
    </w:p>
    <w:p w14:paraId="39AF00D0" w14:textId="77777777" w:rsidR="00C645D3" w:rsidRPr="00EB0396" w:rsidRDefault="00C645D3" w:rsidP="00C645D3">
      <w:pPr>
        <w:pStyle w:val="affffffffffff7"/>
        <w:ind w:firstLineChars="200" w:firstLine="420"/>
        <w:rPr>
          <w:rFonts w:eastAsia="宋体"/>
        </w:rPr>
      </w:pPr>
      <w:r w:rsidRPr="00EB0396">
        <w:rPr>
          <w:rFonts w:ascii="宋体" w:hAnsi="宋体" w:hint="eastAsia"/>
        </w:rPr>
        <w:lastRenderedPageBreak/>
        <w:t>&lt;</w:t>
      </w:r>
      <w:r w:rsidR="00251890" w:rsidRPr="00251890">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在橡胶粒子周围的一部分阳离子由吸附层表面分布至橡胶粒子阴电</w:t>
      </w:r>
      <w:proofErr w:type="gramStart"/>
      <w:r w:rsidRPr="00EB0396">
        <w:rPr>
          <w:rFonts w:eastAsia="宋体"/>
        </w:rPr>
        <w:t>荷</w:t>
      </w:r>
      <w:proofErr w:type="gramEnd"/>
      <w:r w:rsidRPr="00EB0396">
        <w:rPr>
          <w:rFonts w:eastAsia="宋体"/>
        </w:rPr>
        <w:t>不能吸引的最小距离所形成的非牢固结合层。</w:t>
      </w:r>
    </w:p>
    <w:p w14:paraId="09BEFDD6" w14:textId="77777777" w:rsidR="00C645D3" w:rsidRPr="00A84EF9" w:rsidRDefault="00C645D3" w:rsidP="00C645D3">
      <w:pPr>
        <w:pStyle w:val="afffffffffff9"/>
        <w:ind w:left="420" w:hangingChars="200" w:hanging="420"/>
        <w:rPr>
          <w:rFonts w:ascii="黑体" w:eastAsia="黑体" w:hAnsi="黑体"/>
        </w:rPr>
      </w:pPr>
      <w:r w:rsidRPr="00A84EF9">
        <w:rPr>
          <w:rFonts w:ascii="黑体" w:eastAsia="黑体" w:hAnsi="黑体"/>
        </w:rPr>
        <w:br/>
      </w:r>
      <w:r>
        <w:rPr>
          <w:rFonts w:ascii="黑体" w:eastAsia="黑体" w:hAnsi="黑体" w:hint="eastAsia"/>
        </w:rPr>
        <w:t>双电层  electric double layer</w:t>
      </w:r>
    </w:p>
    <w:p w14:paraId="7F1CBF26" w14:textId="77777777" w:rsidR="00C645D3" w:rsidRPr="00EB0396" w:rsidRDefault="00C645D3" w:rsidP="00C645D3">
      <w:pPr>
        <w:pStyle w:val="affffffffffff7"/>
        <w:ind w:firstLineChars="200" w:firstLine="420"/>
        <w:rPr>
          <w:rFonts w:eastAsia="宋体"/>
        </w:rPr>
      </w:pPr>
      <w:r w:rsidRPr="00EB0396">
        <w:rPr>
          <w:rFonts w:eastAsia="宋体"/>
        </w:rPr>
        <w:t>由橡胶粒子</w:t>
      </w:r>
      <w:r w:rsidRPr="00EB0396">
        <w:rPr>
          <w:rFonts w:eastAsia="宋体" w:hint="eastAsia"/>
        </w:rPr>
        <w:t>的</w:t>
      </w:r>
      <w:r w:rsidRPr="00EB0396">
        <w:rPr>
          <w:rFonts w:eastAsia="宋体"/>
        </w:rPr>
        <w:t>带有电荷相反</w:t>
      </w:r>
      <w:r w:rsidRPr="00EB0396">
        <w:rPr>
          <w:rFonts w:eastAsia="宋体" w:hint="eastAsia"/>
        </w:rPr>
        <w:t>、</w:t>
      </w:r>
      <w:r w:rsidRPr="00EB0396">
        <w:rPr>
          <w:rFonts w:eastAsia="宋体"/>
        </w:rPr>
        <w:t>电量相等的吸附层与扩散层构成的整体。</w:t>
      </w:r>
    </w:p>
    <w:p w14:paraId="0CDE0ECB" w14:textId="77777777" w:rsidR="00C645D3" w:rsidRPr="00A84EF9" w:rsidRDefault="00C645D3" w:rsidP="00C645D3">
      <w:pPr>
        <w:pStyle w:val="afffffffffff9"/>
        <w:ind w:left="420" w:hangingChars="200" w:hanging="420"/>
        <w:rPr>
          <w:rFonts w:ascii="黑体" w:eastAsia="黑体" w:hAnsi="黑体"/>
        </w:rPr>
      </w:pPr>
      <w:r w:rsidRPr="00A84EF9">
        <w:rPr>
          <w:rFonts w:ascii="黑体" w:eastAsia="黑体" w:hAnsi="黑体"/>
        </w:rPr>
        <w:br/>
      </w:r>
      <w:r>
        <w:rPr>
          <w:rFonts w:ascii="黑体" w:eastAsia="黑体" w:hAnsi="黑体" w:hint="eastAsia"/>
        </w:rPr>
        <w:t>电位离子  potential ion</w:t>
      </w:r>
    </w:p>
    <w:p w14:paraId="3DEA2A22"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251890" w:rsidRPr="00251890">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使橡胶粒子带电的离子。</w:t>
      </w:r>
    </w:p>
    <w:p w14:paraId="5B5F3085" w14:textId="77777777" w:rsidR="00C645D3" w:rsidRPr="00A84EF9" w:rsidRDefault="00C645D3" w:rsidP="00C645D3">
      <w:pPr>
        <w:pStyle w:val="afffffffffff9"/>
        <w:ind w:left="420" w:hangingChars="200" w:hanging="420"/>
        <w:rPr>
          <w:rFonts w:ascii="黑体" w:eastAsia="黑体" w:hAnsi="黑体"/>
        </w:rPr>
      </w:pPr>
      <w:r w:rsidRPr="00A84EF9">
        <w:rPr>
          <w:rFonts w:ascii="黑体" w:eastAsia="黑体" w:hAnsi="黑体"/>
        </w:rPr>
        <w:br/>
      </w:r>
      <w:r>
        <w:rPr>
          <w:rFonts w:ascii="黑体" w:eastAsia="黑体" w:hAnsi="黑体" w:hint="eastAsia"/>
        </w:rPr>
        <w:t>反离子  counter ion</w:t>
      </w:r>
    </w:p>
    <w:p w14:paraId="6DD533CF" w14:textId="77777777" w:rsidR="00C645D3" w:rsidRPr="00EB0396" w:rsidRDefault="00C645D3" w:rsidP="00C645D3">
      <w:pPr>
        <w:pStyle w:val="affffffffffff7"/>
        <w:ind w:firstLineChars="200" w:firstLine="420"/>
        <w:rPr>
          <w:rFonts w:eastAsia="宋体"/>
        </w:rPr>
      </w:pPr>
      <w:r w:rsidRPr="00EB0396">
        <w:rPr>
          <w:rFonts w:eastAsia="宋体"/>
        </w:rPr>
        <w:t>与电位离子电荷相反的离子。</w:t>
      </w:r>
    </w:p>
    <w:p w14:paraId="27316FB5" w14:textId="77777777" w:rsidR="00C645D3" w:rsidRPr="00A84EF9" w:rsidRDefault="00C645D3" w:rsidP="00C645D3">
      <w:pPr>
        <w:pStyle w:val="afffffffffff9"/>
        <w:ind w:left="420" w:hangingChars="200" w:hanging="420"/>
        <w:rPr>
          <w:rFonts w:ascii="黑体" w:eastAsia="黑体" w:hAnsi="黑体"/>
        </w:rPr>
      </w:pPr>
      <w:r w:rsidRPr="00A84EF9">
        <w:rPr>
          <w:rFonts w:ascii="黑体" w:eastAsia="黑体" w:hAnsi="黑体"/>
        </w:rPr>
        <w:br/>
      </w:r>
      <w:r>
        <w:rPr>
          <w:rFonts w:ascii="黑体" w:eastAsia="黑体" w:hAnsi="黑体" w:hint="eastAsia"/>
        </w:rPr>
        <w:t>电动电位  electro</w:t>
      </w:r>
      <w:r w:rsidR="00513DE9">
        <w:rPr>
          <w:rFonts w:ascii="黑体" w:eastAsia="黑体" w:hAnsi="黑体" w:hint="eastAsia"/>
        </w:rPr>
        <w:t xml:space="preserve"> </w:t>
      </w:r>
      <w:r>
        <w:rPr>
          <w:rFonts w:ascii="黑体" w:eastAsia="黑体" w:hAnsi="黑体" w:hint="eastAsia"/>
        </w:rPr>
        <w:t>kinetic potential</w:t>
      </w:r>
    </w:p>
    <w:p w14:paraId="2E972E9F" w14:textId="77777777" w:rsidR="00C645D3" w:rsidRPr="00790AE0" w:rsidRDefault="00C645D3" w:rsidP="00C645D3">
      <w:pPr>
        <w:pStyle w:val="affffffffffff7"/>
        <w:ind w:firstLineChars="200" w:firstLine="420"/>
        <w:rPr>
          <w:rFonts w:ascii="宋体" w:eastAsia="宋体" w:hAnsi="宋体"/>
        </w:rPr>
      </w:pPr>
      <w:r w:rsidRPr="00790AE0">
        <w:rPr>
          <w:rFonts w:ascii="宋体" w:eastAsia="宋体" w:hAnsi="宋体" w:hint="eastAsia"/>
        </w:rPr>
        <w:sym w:font="Symbol" w:char="F07A"/>
      </w:r>
      <w:r w:rsidRPr="00790AE0">
        <w:rPr>
          <w:rFonts w:ascii="宋体" w:eastAsia="宋体" w:hAnsi="宋体" w:hint="eastAsia"/>
        </w:rPr>
        <w:t xml:space="preserve"> 电位</w:t>
      </w:r>
    </w:p>
    <w:p w14:paraId="78E4689E"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251890" w:rsidRPr="00251890">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橡胶粒子对乳清做相对运动时，吸附层对均匀</w:t>
      </w:r>
      <w:proofErr w:type="gramStart"/>
      <w:r w:rsidRPr="00EB0396">
        <w:rPr>
          <w:rFonts w:eastAsia="宋体"/>
        </w:rPr>
        <w:t>乳清相所产生</w:t>
      </w:r>
      <w:proofErr w:type="gramEnd"/>
      <w:r w:rsidRPr="00EB0396">
        <w:rPr>
          <w:rFonts w:eastAsia="宋体"/>
        </w:rPr>
        <w:t>的电位差。</w:t>
      </w:r>
    </w:p>
    <w:p w14:paraId="6D8E73F3" w14:textId="77777777" w:rsidR="00C645D3" w:rsidRPr="00A84EF9" w:rsidRDefault="00C645D3" w:rsidP="00C645D3">
      <w:pPr>
        <w:pStyle w:val="afffffffffff9"/>
        <w:ind w:left="420" w:hangingChars="200" w:hanging="420"/>
        <w:rPr>
          <w:rFonts w:ascii="黑体" w:eastAsia="黑体" w:hAnsi="黑体"/>
        </w:rPr>
      </w:pPr>
      <w:r w:rsidRPr="00A84EF9">
        <w:rPr>
          <w:rFonts w:ascii="黑体" w:eastAsia="黑体" w:hAnsi="黑体"/>
        </w:rPr>
        <w:br/>
      </w:r>
      <w:r>
        <w:rPr>
          <w:rFonts w:ascii="黑体" w:eastAsia="黑体" w:hAnsi="黑体" w:hint="eastAsia"/>
        </w:rPr>
        <w:t>临界电位  critical potential</w:t>
      </w:r>
    </w:p>
    <w:p w14:paraId="0D03298A"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251890" w:rsidRPr="00251890">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橡胶粒子开始发生快速凝聚的最大电动电位。</w:t>
      </w:r>
    </w:p>
    <w:p w14:paraId="4D5D5B23" w14:textId="77777777" w:rsidR="00C645D3" w:rsidRPr="00A84EF9" w:rsidRDefault="00C645D3" w:rsidP="00C645D3">
      <w:pPr>
        <w:pStyle w:val="afffffffffff9"/>
        <w:ind w:left="420" w:hangingChars="200" w:hanging="420"/>
        <w:rPr>
          <w:rFonts w:ascii="黑体" w:eastAsia="黑体" w:hAnsi="黑体"/>
        </w:rPr>
      </w:pPr>
      <w:r w:rsidRPr="00A84EF9">
        <w:rPr>
          <w:rFonts w:ascii="黑体" w:eastAsia="黑体" w:hAnsi="黑体"/>
        </w:rPr>
        <w:br/>
      </w:r>
      <w:r>
        <w:rPr>
          <w:rFonts w:ascii="黑体" w:eastAsia="黑体" w:hAnsi="黑体" w:hint="eastAsia"/>
        </w:rPr>
        <w:t>压缩双电层  compressing the thickness of the electric double layer</w:t>
      </w:r>
    </w:p>
    <w:p w14:paraId="117E3CE9"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251890" w:rsidRPr="00251890">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与反离子同</w:t>
      </w:r>
      <w:r w:rsidRPr="00EB0396">
        <w:rPr>
          <w:rFonts w:eastAsia="宋体" w:hint="eastAsia"/>
        </w:rPr>
        <w:t>电荷</w:t>
      </w:r>
      <w:r w:rsidRPr="00EB0396">
        <w:rPr>
          <w:rFonts w:eastAsia="宋体"/>
        </w:rPr>
        <w:t>的离子在电位离子的吸引和反离子的互相排斥作用下，把扩散层反离子压入吸附曾，从而使扩散层变薄的现象。</w:t>
      </w:r>
    </w:p>
    <w:p w14:paraId="32F37F67" w14:textId="77777777" w:rsidR="00C645D3" w:rsidRPr="00A84EF9" w:rsidRDefault="00C645D3" w:rsidP="00C645D3">
      <w:pPr>
        <w:pStyle w:val="afffffffffff9"/>
        <w:ind w:left="420" w:hangingChars="200" w:hanging="420"/>
        <w:rPr>
          <w:rFonts w:ascii="黑体" w:eastAsia="黑体" w:hAnsi="黑体"/>
        </w:rPr>
      </w:pPr>
      <w:r w:rsidRPr="00A84EF9">
        <w:rPr>
          <w:rFonts w:ascii="黑体" w:eastAsia="黑体" w:hAnsi="黑体"/>
        </w:rPr>
        <w:br/>
      </w:r>
      <w:r>
        <w:rPr>
          <w:rFonts w:ascii="黑体" w:eastAsia="黑体" w:hAnsi="黑体" w:hint="eastAsia"/>
        </w:rPr>
        <w:t>结构</w:t>
      </w:r>
      <w:r w:rsidR="008B688A">
        <w:rPr>
          <w:rFonts w:ascii="黑体" w:eastAsia="黑体" w:hAnsi="黑体" w:hint="eastAsia"/>
        </w:rPr>
        <w:t>黏</w:t>
      </w:r>
      <w:r>
        <w:rPr>
          <w:rFonts w:ascii="黑体" w:eastAsia="黑体" w:hAnsi="黑体" w:hint="eastAsia"/>
        </w:rPr>
        <w:t xml:space="preserve">度  </w:t>
      </w:r>
      <w:r>
        <w:rPr>
          <w:rFonts w:ascii="黑体" w:eastAsia="黑体" w:hAnsi="黑体"/>
        </w:rPr>
        <w:t>structural</w:t>
      </w:r>
      <w:r>
        <w:rPr>
          <w:rFonts w:ascii="黑体" w:eastAsia="黑体" w:hAnsi="黑体" w:hint="eastAsia"/>
        </w:rPr>
        <w:t xml:space="preserve"> viscosity</w:t>
      </w:r>
    </w:p>
    <w:p w14:paraId="426B5435"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251890" w:rsidRPr="00251890">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胶乳静置时，由于橡胶粒子周围</w:t>
      </w:r>
      <w:r w:rsidRPr="00EB0396">
        <w:rPr>
          <w:rFonts w:eastAsia="宋体" w:hint="eastAsia"/>
        </w:rPr>
        <w:t>的水分子</w:t>
      </w:r>
      <w:r w:rsidRPr="00EB0396">
        <w:rPr>
          <w:rFonts w:eastAsia="宋体"/>
        </w:rPr>
        <w:t>呈定向排列而失去运动自由</w:t>
      </w:r>
      <w:r w:rsidRPr="00EB0396">
        <w:rPr>
          <w:rFonts w:eastAsia="宋体" w:hint="eastAsia"/>
        </w:rPr>
        <w:t>，导致胶乳的</w:t>
      </w:r>
      <w:r w:rsidR="00442B3B">
        <w:rPr>
          <w:rFonts w:eastAsia="宋体" w:hint="eastAsia"/>
        </w:rPr>
        <w:t>黏度</w:t>
      </w:r>
      <w:proofErr w:type="gramStart"/>
      <w:r w:rsidR="00442B3B" w:rsidRPr="00EB0396">
        <w:rPr>
          <w:rFonts w:eastAsia="宋体" w:hint="eastAsia"/>
        </w:rPr>
        <w:t>度</w:t>
      </w:r>
      <w:proofErr w:type="gramEnd"/>
      <w:r w:rsidRPr="00EB0396">
        <w:rPr>
          <w:rFonts w:eastAsia="宋体" w:hint="eastAsia"/>
        </w:rPr>
        <w:t>升高。与</w:t>
      </w:r>
      <w:r w:rsidRPr="00EB0396">
        <w:rPr>
          <w:rFonts w:eastAsia="宋体"/>
        </w:rPr>
        <w:t>正常</w:t>
      </w:r>
      <w:r w:rsidR="00E12786">
        <w:rPr>
          <w:rFonts w:eastAsia="宋体" w:hint="eastAsia"/>
        </w:rPr>
        <w:t>黏度</w:t>
      </w:r>
      <w:r w:rsidRPr="00EB0396">
        <w:rPr>
          <w:rFonts w:eastAsia="宋体" w:hint="eastAsia"/>
        </w:rPr>
        <w:t>相比，升高的这部分</w:t>
      </w:r>
      <w:r w:rsidR="00E12786">
        <w:rPr>
          <w:rFonts w:eastAsia="宋体" w:hint="eastAsia"/>
        </w:rPr>
        <w:t>黏度</w:t>
      </w:r>
      <w:r w:rsidRPr="00EB0396">
        <w:rPr>
          <w:rFonts w:eastAsia="宋体" w:hint="eastAsia"/>
        </w:rPr>
        <w:t>称为</w:t>
      </w:r>
      <w:r w:rsidR="00E12786" w:rsidRPr="00EB0396">
        <w:rPr>
          <w:rFonts w:eastAsia="宋体" w:hint="eastAsia"/>
        </w:rPr>
        <w:t>结构</w:t>
      </w:r>
      <w:r w:rsidR="00E12786">
        <w:rPr>
          <w:rFonts w:eastAsia="宋体" w:hint="eastAsia"/>
        </w:rPr>
        <w:t>黏度</w:t>
      </w:r>
      <w:r w:rsidRPr="00EB0396">
        <w:rPr>
          <w:rFonts w:eastAsia="宋体"/>
        </w:rPr>
        <w:t>。</w:t>
      </w:r>
    </w:p>
    <w:p w14:paraId="2A8A3B2A" w14:textId="77777777" w:rsidR="00C645D3" w:rsidRPr="00A84EF9" w:rsidRDefault="00C645D3" w:rsidP="00C645D3">
      <w:pPr>
        <w:pStyle w:val="afffffffffff9"/>
        <w:ind w:left="420" w:hangingChars="200" w:hanging="420"/>
        <w:rPr>
          <w:rFonts w:ascii="黑体" w:eastAsia="黑体" w:hAnsi="黑体"/>
        </w:rPr>
      </w:pPr>
      <w:r w:rsidRPr="00A84EF9">
        <w:rPr>
          <w:rFonts w:ascii="黑体" w:eastAsia="黑体" w:hAnsi="黑体"/>
        </w:rPr>
        <w:br/>
      </w:r>
      <w:r>
        <w:rPr>
          <w:rFonts w:ascii="黑体" w:eastAsia="黑体" w:hAnsi="黑体" w:hint="eastAsia"/>
        </w:rPr>
        <w:t>特性</w:t>
      </w:r>
      <w:r w:rsidR="008B688A">
        <w:rPr>
          <w:rFonts w:ascii="黑体" w:eastAsia="黑体" w:hAnsi="黑体" w:hint="eastAsia"/>
        </w:rPr>
        <w:t>黏</w:t>
      </w:r>
      <w:r>
        <w:rPr>
          <w:rFonts w:ascii="黑体" w:eastAsia="黑体" w:hAnsi="黑体" w:hint="eastAsia"/>
        </w:rPr>
        <w:t xml:space="preserve">度  </w:t>
      </w:r>
      <w:proofErr w:type="spellStart"/>
      <w:r>
        <w:rPr>
          <w:rFonts w:ascii="黑体" w:eastAsia="黑体" w:hAnsi="黑体" w:hint="eastAsia"/>
        </w:rPr>
        <w:t>instrinsic</w:t>
      </w:r>
      <w:proofErr w:type="spellEnd"/>
      <w:r>
        <w:rPr>
          <w:rFonts w:ascii="黑体" w:eastAsia="黑体" w:hAnsi="黑体" w:hint="eastAsia"/>
        </w:rPr>
        <w:t xml:space="preserve"> viscosity</w:t>
      </w:r>
    </w:p>
    <w:p w14:paraId="140C7FCB"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251890" w:rsidRPr="00251890">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增大剪切应力使</w:t>
      </w:r>
      <w:r w:rsidR="00E12786" w:rsidRPr="00EB0396">
        <w:rPr>
          <w:rFonts w:eastAsia="宋体"/>
        </w:rPr>
        <w:t>结构</w:t>
      </w:r>
      <w:r w:rsidR="00E12786">
        <w:rPr>
          <w:rFonts w:eastAsia="宋体" w:hint="eastAsia"/>
        </w:rPr>
        <w:t>黏度</w:t>
      </w:r>
      <w:r w:rsidRPr="00EB0396">
        <w:rPr>
          <w:rFonts w:eastAsia="宋体"/>
        </w:rPr>
        <w:t>破坏后所得到的胶乳</w:t>
      </w:r>
      <w:r w:rsidR="00E12786">
        <w:rPr>
          <w:rFonts w:eastAsia="宋体" w:hint="eastAsia"/>
        </w:rPr>
        <w:t>黏度</w:t>
      </w:r>
      <w:r w:rsidRPr="00EB0396">
        <w:rPr>
          <w:rFonts w:eastAsia="宋体"/>
        </w:rPr>
        <w:t>。</w:t>
      </w:r>
    </w:p>
    <w:p w14:paraId="3E8F57CD" w14:textId="77777777" w:rsidR="00C645D3" w:rsidRPr="00A84EF9" w:rsidRDefault="00C645D3" w:rsidP="00C645D3">
      <w:pPr>
        <w:pStyle w:val="afffffffffff9"/>
        <w:ind w:left="420" w:hangingChars="200" w:hanging="420"/>
        <w:rPr>
          <w:rFonts w:ascii="黑体" w:eastAsia="黑体" w:hAnsi="黑体"/>
        </w:rPr>
      </w:pPr>
      <w:r w:rsidRPr="00A84EF9">
        <w:rPr>
          <w:rFonts w:ascii="黑体" w:eastAsia="黑体" w:hAnsi="黑体"/>
        </w:rPr>
        <w:br/>
      </w:r>
      <w:r>
        <w:rPr>
          <w:rFonts w:ascii="黑体" w:eastAsia="黑体" w:hAnsi="黑体" w:hint="eastAsia"/>
        </w:rPr>
        <w:t>触变性  thixotropy</w:t>
      </w:r>
    </w:p>
    <w:p w14:paraId="1C283123"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251890" w:rsidRPr="00251890">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胶乳静置后显得比较粘稠，搅拌时粘稠度减小的性质。</w:t>
      </w:r>
    </w:p>
    <w:p w14:paraId="4CF1C123" w14:textId="77777777" w:rsidR="00C645D3" w:rsidRPr="001B37DC" w:rsidRDefault="00C645D3" w:rsidP="00C645D3">
      <w:pPr>
        <w:pStyle w:val="afffffffffff9"/>
        <w:ind w:left="420" w:hangingChars="200" w:hanging="420"/>
        <w:rPr>
          <w:rFonts w:ascii="黑体" w:eastAsia="黑体" w:hAnsi="黑体"/>
          <w:color w:val="FF0000"/>
        </w:rPr>
      </w:pPr>
      <w:r w:rsidRPr="00A84EF9">
        <w:rPr>
          <w:rFonts w:ascii="黑体" w:eastAsia="黑体" w:hAnsi="黑体"/>
        </w:rPr>
        <w:br/>
      </w:r>
      <w:r>
        <w:rPr>
          <w:rFonts w:ascii="黑体" w:eastAsia="黑体" w:hAnsi="黑体" w:hint="eastAsia"/>
        </w:rPr>
        <w:t xml:space="preserve">化学刺激  </w:t>
      </w:r>
      <w:r w:rsidR="006334A4" w:rsidRPr="00961E73">
        <w:rPr>
          <w:rFonts w:ascii="黑体" w:eastAsia="黑体" w:hAnsi="黑体"/>
        </w:rPr>
        <w:t>chemical stimulation</w:t>
      </w:r>
    </w:p>
    <w:p w14:paraId="718B491C" w14:textId="77777777" w:rsidR="00C645D3" w:rsidRPr="00EB0396" w:rsidRDefault="00C645D3" w:rsidP="00C645D3">
      <w:pPr>
        <w:pStyle w:val="affffffffffff7"/>
        <w:ind w:firstLineChars="200" w:firstLine="420"/>
        <w:rPr>
          <w:rFonts w:eastAsia="宋体"/>
        </w:rPr>
      </w:pPr>
      <w:r w:rsidRPr="00EB0396">
        <w:rPr>
          <w:rFonts w:eastAsia="宋体"/>
        </w:rPr>
        <w:t>用乙烯利</w:t>
      </w:r>
      <w:r w:rsidRPr="00EB0396">
        <w:rPr>
          <w:rFonts w:eastAsia="宋体" w:hint="eastAsia"/>
        </w:rPr>
        <w:t>等</w:t>
      </w:r>
      <w:r w:rsidRPr="00EB0396">
        <w:rPr>
          <w:rFonts w:eastAsia="宋体"/>
        </w:rPr>
        <w:t>化学试剂处理</w:t>
      </w:r>
      <w:r w:rsidRPr="00EB0396">
        <w:rPr>
          <w:rFonts w:eastAsia="宋体" w:hint="eastAsia"/>
        </w:rPr>
        <w:t>橡</w:t>
      </w:r>
      <w:r w:rsidRPr="00EB0396">
        <w:rPr>
          <w:rFonts w:eastAsia="宋体"/>
        </w:rPr>
        <w:t>胶树，以增加</w:t>
      </w:r>
      <w:proofErr w:type="gramStart"/>
      <w:r w:rsidRPr="00EB0396">
        <w:rPr>
          <w:rFonts w:eastAsia="宋体"/>
        </w:rPr>
        <w:t>每割次</w:t>
      </w:r>
      <w:proofErr w:type="gramEnd"/>
      <w:r w:rsidRPr="00EB0396">
        <w:rPr>
          <w:rFonts w:eastAsia="宋体"/>
        </w:rPr>
        <w:t>胶乳产量的措施。</w:t>
      </w:r>
    </w:p>
    <w:p w14:paraId="07809882" w14:textId="77777777" w:rsidR="00C645D3" w:rsidRPr="00A84EF9" w:rsidRDefault="00C645D3" w:rsidP="00C645D3">
      <w:pPr>
        <w:pStyle w:val="afffffffffff9"/>
        <w:ind w:left="420" w:hangingChars="200" w:hanging="420"/>
        <w:rPr>
          <w:rFonts w:ascii="黑体" w:eastAsia="黑体" w:hAnsi="黑体"/>
        </w:rPr>
      </w:pPr>
      <w:r w:rsidRPr="00A84EF9">
        <w:rPr>
          <w:rFonts w:ascii="黑体" w:eastAsia="黑体" w:hAnsi="黑体"/>
        </w:rPr>
        <w:br/>
      </w:r>
      <w:r>
        <w:rPr>
          <w:rFonts w:ascii="黑体" w:eastAsia="黑体" w:hAnsi="黑体" w:hint="eastAsia"/>
        </w:rPr>
        <w:t>变性</w:t>
      </w:r>
      <w:r w:rsidR="006334A4" w:rsidRPr="00961E73">
        <w:rPr>
          <w:rFonts w:ascii="黑体" w:eastAsia="黑体" w:hAnsi="黑体" w:hint="eastAsia"/>
        </w:rPr>
        <w:t>作用</w:t>
      </w:r>
      <w:r w:rsidR="006334A4" w:rsidRPr="006334A4">
        <w:rPr>
          <w:rFonts w:ascii="黑体" w:eastAsia="黑体" w:hAnsi="黑体"/>
          <w:color w:val="FF0000"/>
        </w:rPr>
        <w:t xml:space="preserve"> </w:t>
      </w:r>
      <w:r>
        <w:rPr>
          <w:rFonts w:ascii="黑体" w:eastAsia="黑体" w:hAnsi="黑体" w:hint="eastAsia"/>
        </w:rPr>
        <w:t xml:space="preserve"> denaturation</w:t>
      </w:r>
    </w:p>
    <w:p w14:paraId="6B6764E7" w14:textId="77777777" w:rsidR="00C645D3" w:rsidRPr="00EB0396" w:rsidRDefault="00C645D3" w:rsidP="00C645D3">
      <w:pPr>
        <w:pStyle w:val="affffffffffff7"/>
        <w:ind w:firstLineChars="200" w:firstLine="420"/>
        <w:rPr>
          <w:rFonts w:ascii="宋体" w:eastAsia="宋体" w:hAnsi="宋体"/>
        </w:rPr>
      </w:pPr>
      <w:r w:rsidRPr="00EB0396">
        <w:rPr>
          <w:rFonts w:ascii="宋体" w:hAnsi="宋体" w:hint="eastAsia"/>
        </w:rPr>
        <w:t>&lt;</w:t>
      </w:r>
      <w:r w:rsidR="00251890" w:rsidRPr="00251890">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ascii="宋体" w:eastAsia="宋体" w:hAnsi="宋体"/>
        </w:rPr>
        <w:t>在高温</w:t>
      </w:r>
      <w:r w:rsidRPr="00EB0396">
        <w:rPr>
          <w:rFonts w:ascii="宋体" w:eastAsia="宋体" w:hAnsi="宋体" w:hint="eastAsia"/>
        </w:rPr>
        <w:t>、</w:t>
      </w:r>
      <w:r w:rsidRPr="00EB0396">
        <w:rPr>
          <w:rFonts w:ascii="宋体" w:eastAsia="宋体" w:hAnsi="宋体"/>
        </w:rPr>
        <w:t>强酸、强碱等物理</w:t>
      </w:r>
      <w:r w:rsidRPr="00EB0396">
        <w:rPr>
          <w:rFonts w:ascii="宋体" w:eastAsia="宋体" w:hAnsi="宋体" w:hint="eastAsia"/>
        </w:rPr>
        <w:t>或</w:t>
      </w:r>
      <w:r w:rsidRPr="00EB0396">
        <w:rPr>
          <w:rFonts w:ascii="宋体" w:eastAsia="宋体" w:hAnsi="宋体"/>
        </w:rPr>
        <w:t>化学因素作用下，胶乳蛋白质的立体结构和性质发生改变的现象。</w:t>
      </w:r>
    </w:p>
    <w:p w14:paraId="7896DC2A" w14:textId="77777777" w:rsidR="00C645D3" w:rsidRPr="00FD2917" w:rsidRDefault="00C645D3" w:rsidP="00C645D3">
      <w:pPr>
        <w:pStyle w:val="afffffffffff9"/>
        <w:ind w:left="420" w:hangingChars="200" w:hanging="420"/>
        <w:rPr>
          <w:rFonts w:ascii="黑体" w:eastAsia="黑体" w:hAnsi="黑体"/>
        </w:rPr>
      </w:pPr>
      <w:r w:rsidRPr="00FD2917">
        <w:rPr>
          <w:rFonts w:ascii="黑体" w:eastAsia="黑体" w:hAnsi="黑体"/>
        </w:rPr>
        <w:br/>
      </w:r>
      <w:proofErr w:type="gramStart"/>
      <w:r>
        <w:rPr>
          <w:rFonts w:ascii="黑体" w:eastAsia="黑体" w:hAnsi="黑体" w:hint="eastAsia"/>
        </w:rPr>
        <w:t>雨冲胶</w:t>
      </w:r>
      <w:proofErr w:type="gramEnd"/>
      <w:r>
        <w:rPr>
          <w:rFonts w:ascii="黑体" w:eastAsia="黑体" w:hAnsi="黑体" w:hint="eastAsia"/>
        </w:rPr>
        <w:t xml:space="preserve">  rain-diluted latex</w:t>
      </w:r>
    </w:p>
    <w:p w14:paraId="4E8926FA" w14:textId="77777777" w:rsidR="00C645D3" w:rsidRDefault="00C645D3" w:rsidP="00C645D3">
      <w:pPr>
        <w:pStyle w:val="affffffffffff7"/>
        <w:ind w:firstLineChars="200" w:firstLine="420"/>
        <w:rPr>
          <w:rFonts w:eastAsia="宋体"/>
        </w:rPr>
      </w:pPr>
      <w:r w:rsidRPr="00EB0396">
        <w:rPr>
          <w:rFonts w:ascii="宋体" w:hAnsi="宋体" w:hint="eastAsia"/>
        </w:rPr>
        <w:t>&lt;</w:t>
      </w:r>
      <w:r w:rsidR="00251890" w:rsidRPr="00251890">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割胶时被雨水冲稀了的胶乳。</w:t>
      </w:r>
    </w:p>
    <w:p w14:paraId="7EA91810" w14:textId="77777777" w:rsidR="008B688A" w:rsidRPr="008B688A" w:rsidRDefault="008B688A" w:rsidP="008B688A">
      <w:pPr>
        <w:pStyle w:val="afffffffffff9"/>
        <w:ind w:left="420" w:hangingChars="200" w:hanging="420"/>
        <w:rPr>
          <w:rFonts w:ascii="黑体" w:eastAsia="黑体" w:hAnsi="黑体"/>
        </w:rPr>
      </w:pPr>
      <w:r w:rsidRPr="008B688A">
        <w:rPr>
          <w:rFonts w:ascii="黑体" w:eastAsia="黑体" w:hAnsi="黑体"/>
        </w:rPr>
        <w:lastRenderedPageBreak/>
        <w:br/>
      </w:r>
      <w:r>
        <w:rPr>
          <w:rFonts w:ascii="黑体" w:eastAsia="黑体" w:hAnsi="黑体" w:hint="eastAsia"/>
        </w:rPr>
        <w:t xml:space="preserve">长流胶 </w:t>
      </w:r>
      <w:r w:rsidR="00EE7413">
        <w:rPr>
          <w:rFonts w:ascii="黑体" w:eastAsia="黑体" w:hAnsi="黑体" w:hint="eastAsia"/>
        </w:rPr>
        <w:t xml:space="preserve"> </w:t>
      </w:r>
      <w:r w:rsidRPr="008B688A">
        <w:rPr>
          <w:rFonts w:ascii="黑体" w:eastAsia="黑体" w:hAnsi="黑体" w:hint="eastAsia"/>
        </w:rPr>
        <w:t>latex dripping</w:t>
      </w:r>
    </w:p>
    <w:p w14:paraId="380D1673" w14:textId="77777777" w:rsidR="008B688A" w:rsidRPr="00EB0396" w:rsidRDefault="008B688A" w:rsidP="008B688A">
      <w:pPr>
        <w:pStyle w:val="affffffffffff7"/>
        <w:ind w:firstLineChars="200" w:firstLine="420"/>
        <w:rPr>
          <w:rFonts w:eastAsia="宋体"/>
        </w:rPr>
      </w:pPr>
      <w:r w:rsidRPr="00EB0396">
        <w:rPr>
          <w:rFonts w:ascii="宋体" w:hAnsi="宋体" w:hint="eastAsia"/>
        </w:rPr>
        <w:t>&lt;</w:t>
      </w:r>
      <w:r w:rsidR="00251890" w:rsidRPr="00251890">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胶树在割胶后经第一次收胶，仍持续排胶所收集的胶乳。</w:t>
      </w:r>
    </w:p>
    <w:p w14:paraId="6922FE56" w14:textId="77777777" w:rsidR="00C645D3" w:rsidRPr="00FD2917" w:rsidRDefault="00C645D3" w:rsidP="00C645D3">
      <w:pPr>
        <w:pStyle w:val="afffffffffff9"/>
        <w:ind w:left="420" w:hangingChars="200" w:hanging="420"/>
        <w:rPr>
          <w:rFonts w:ascii="黑体" w:eastAsia="黑体" w:hAnsi="黑体"/>
        </w:rPr>
      </w:pPr>
      <w:r w:rsidRPr="00FD2917">
        <w:rPr>
          <w:rFonts w:ascii="黑体" w:eastAsia="黑体" w:hAnsi="黑体"/>
        </w:rPr>
        <w:br/>
      </w:r>
      <w:r>
        <w:rPr>
          <w:rFonts w:ascii="黑体" w:eastAsia="黑体" w:hAnsi="黑体" w:hint="eastAsia"/>
        </w:rPr>
        <w:t>胶乳变质  latex deterioration</w:t>
      </w:r>
    </w:p>
    <w:p w14:paraId="7E840ACC" w14:textId="77777777" w:rsidR="00C645D3" w:rsidRPr="00EB0396" w:rsidRDefault="00C645D3" w:rsidP="00C645D3">
      <w:pPr>
        <w:pStyle w:val="Char1"/>
        <w:ind w:firstLineChars="194" w:firstLine="407"/>
      </w:pPr>
      <w:r w:rsidRPr="00EB0396">
        <w:rPr>
          <w:rFonts w:hAnsi="宋体" w:hint="eastAsia"/>
        </w:rPr>
        <w:t>&lt;</w:t>
      </w:r>
      <w:r w:rsidR="00E12786">
        <w:rPr>
          <w:rFonts w:hAnsi="宋体" w:hint="eastAsia"/>
        </w:rPr>
        <w:t>天然</w:t>
      </w:r>
      <w:r w:rsidRPr="00EB0396">
        <w:rPr>
          <w:rFonts w:hAnsi="宋体" w:hint="eastAsia"/>
        </w:rPr>
        <w:t>胶乳&gt;</w:t>
      </w:r>
      <w:r w:rsidRPr="00EB0396">
        <w:t>由于微生物和酶引起胶乳发臭、絮凝或凝固的现象。</w:t>
      </w:r>
    </w:p>
    <w:p w14:paraId="2A9F20FB" w14:textId="77777777" w:rsidR="00C645D3" w:rsidRPr="00FD2917" w:rsidRDefault="00C645D3" w:rsidP="00C645D3">
      <w:pPr>
        <w:pStyle w:val="afffffffffff9"/>
        <w:ind w:left="420" w:hangingChars="200" w:hanging="420"/>
        <w:rPr>
          <w:rFonts w:ascii="黑体" w:eastAsia="黑体" w:hAnsi="黑体"/>
        </w:rPr>
      </w:pPr>
      <w:r w:rsidRPr="00FD2917">
        <w:rPr>
          <w:rFonts w:ascii="黑体" w:eastAsia="黑体" w:hAnsi="黑体"/>
        </w:rPr>
        <w:br/>
      </w:r>
      <w:r>
        <w:rPr>
          <w:rFonts w:ascii="黑体" w:eastAsia="黑体" w:hAnsi="黑体" w:hint="eastAsia"/>
        </w:rPr>
        <w:t>稳定胶乳  stabilized rubber latex</w:t>
      </w:r>
    </w:p>
    <w:p w14:paraId="35C1142D" w14:textId="77777777" w:rsidR="00C645D3" w:rsidRPr="000D0CD5" w:rsidRDefault="00C645D3" w:rsidP="00790AE0">
      <w:pPr>
        <w:pStyle w:val="affffffffffff7"/>
        <w:ind w:firstLineChars="200" w:firstLine="420"/>
        <w:rPr>
          <w:rFonts w:ascii="仿宋_GB2312" w:eastAsia="仿宋_GB2312" w:hAnsi="宋体"/>
          <w:sz w:val="18"/>
          <w:szCs w:val="18"/>
        </w:rPr>
      </w:pPr>
      <w:r w:rsidRPr="0019200F">
        <w:rPr>
          <w:rFonts w:ascii="宋体" w:eastAsia="宋体" w:hAnsi="宋体" w:hint="eastAsia"/>
        </w:rPr>
        <w:t>&lt;</w:t>
      </w:r>
      <w:r w:rsidR="00E12786">
        <w:rPr>
          <w:rFonts w:ascii="宋体" w:eastAsia="宋体" w:hAnsi="宋体" w:hint="eastAsia"/>
        </w:rPr>
        <w:t>天然</w:t>
      </w:r>
      <w:r w:rsidRPr="0019200F">
        <w:rPr>
          <w:rFonts w:ascii="宋体" w:eastAsia="宋体" w:hAnsi="宋体" w:hint="eastAsia"/>
        </w:rPr>
        <w:t>胶乳&gt;</w:t>
      </w:r>
      <w:r w:rsidRPr="0019200F">
        <w:rPr>
          <w:rFonts w:ascii="宋体" w:eastAsia="宋体" w:hAnsi="宋体"/>
        </w:rPr>
        <w:t>为了抑制过早凝固而</w:t>
      </w:r>
      <w:r w:rsidRPr="0019200F">
        <w:rPr>
          <w:rFonts w:ascii="宋体" w:eastAsia="宋体" w:hAnsi="宋体" w:hint="eastAsia"/>
        </w:rPr>
        <w:t>经过适当</w:t>
      </w:r>
      <w:r w:rsidRPr="0019200F">
        <w:rPr>
          <w:rFonts w:ascii="宋体" w:eastAsia="宋体" w:hAnsi="宋体"/>
        </w:rPr>
        <w:t>处理的胶乳。</w:t>
      </w:r>
    </w:p>
    <w:p w14:paraId="4B2FD7C4" w14:textId="77777777" w:rsidR="00C645D3" w:rsidRPr="00FD2917" w:rsidRDefault="00C645D3" w:rsidP="00C645D3">
      <w:pPr>
        <w:pStyle w:val="afffffffffff9"/>
        <w:ind w:left="420" w:hangingChars="200" w:hanging="420"/>
        <w:rPr>
          <w:rFonts w:ascii="黑体" w:eastAsia="黑体" w:hAnsi="黑体"/>
        </w:rPr>
      </w:pPr>
      <w:r w:rsidRPr="00FD2917">
        <w:rPr>
          <w:rFonts w:ascii="黑体" w:eastAsia="黑体" w:hAnsi="黑体"/>
        </w:rPr>
        <w:br/>
      </w:r>
      <w:r>
        <w:rPr>
          <w:rFonts w:ascii="黑体" w:eastAsia="黑体" w:hAnsi="黑体" w:hint="eastAsia"/>
        </w:rPr>
        <w:t>保存胶乳  preserved latex</w:t>
      </w:r>
    </w:p>
    <w:p w14:paraId="057556BE" w14:textId="77777777" w:rsidR="00C645D3" w:rsidRPr="00EB0396" w:rsidRDefault="00C645D3" w:rsidP="00C645D3">
      <w:pPr>
        <w:pStyle w:val="Char1"/>
        <w:ind w:firstLine="420"/>
        <w:rPr>
          <w:rFonts w:hAnsi="宋体"/>
        </w:rPr>
      </w:pPr>
      <w:r w:rsidRPr="00EB0396">
        <w:rPr>
          <w:rFonts w:hAnsi="宋体" w:hint="eastAsia"/>
        </w:rPr>
        <w:t>&lt;</w:t>
      </w:r>
      <w:r w:rsidR="00E12786">
        <w:rPr>
          <w:rFonts w:hAnsi="宋体" w:hint="eastAsia"/>
        </w:rPr>
        <w:t>天然</w:t>
      </w:r>
      <w:r w:rsidRPr="00EB0396">
        <w:rPr>
          <w:rFonts w:hAnsi="宋体" w:hint="eastAsia"/>
        </w:rPr>
        <w:t>胶乳&gt;为防止胶乳腐败和形成凝块而</w:t>
      </w:r>
      <w:r w:rsidRPr="00EB0396">
        <w:rPr>
          <w:rFonts w:hAnsi="宋体"/>
        </w:rPr>
        <w:t>用保存剂处理过的胶乳。</w:t>
      </w:r>
    </w:p>
    <w:p w14:paraId="018D7704" w14:textId="77777777" w:rsidR="00C645D3" w:rsidRPr="00FD2917" w:rsidRDefault="00C645D3" w:rsidP="00C645D3">
      <w:pPr>
        <w:pStyle w:val="afffffffffff9"/>
        <w:ind w:left="420" w:hangingChars="200" w:hanging="420"/>
        <w:rPr>
          <w:rFonts w:ascii="黑体" w:eastAsia="黑体" w:hAnsi="黑体"/>
        </w:rPr>
      </w:pPr>
      <w:r w:rsidRPr="00FD2917">
        <w:rPr>
          <w:rFonts w:ascii="黑体" w:eastAsia="黑体" w:hAnsi="黑体"/>
        </w:rPr>
        <w:br/>
      </w:r>
      <w:r>
        <w:rPr>
          <w:rFonts w:ascii="黑体" w:eastAsia="黑体" w:hAnsi="黑体" w:hint="eastAsia"/>
        </w:rPr>
        <w:t xml:space="preserve">胶乳保存 </w:t>
      </w:r>
      <w:r w:rsidR="00EE7413">
        <w:rPr>
          <w:rFonts w:ascii="黑体" w:eastAsia="黑体" w:hAnsi="黑体" w:hint="eastAsia"/>
        </w:rPr>
        <w:t xml:space="preserve"> </w:t>
      </w:r>
      <w:r>
        <w:rPr>
          <w:rFonts w:ascii="黑体" w:eastAsia="黑体" w:hAnsi="黑体" w:hint="eastAsia"/>
        </w:rPr>
        <w:t>latex preservation</w:t>
      </w:r>
    </w:p>
    <w:p w14:paraId="2B1B8C93" w14:textId="77777777" w:rsidR="00C645D3" w:rsidRPr="00EB0396" w:rsidRDefault="00C645D3" w:rsidP="00C645D3">
      <w:pPr>
        <w:pStyle w:val="Char1"/>
        <w:ind w:firstLine="420"/>
      </w:pPr>
      <w:r w:rsidRPr="00EB0396">
        <w:rPr>
          <w:rFonts w:hAnsi="宋体" w:hint="eastAsia"/>
        </w:rPr>
        <w:t>&lt;</w:t>
      </w:r>
      <w:r w:rsidR="00E12786">
        <w:rPr>
          <w:rFonts w:hAnsi="宋体" w:hint="eastAsia"/>
        </w:rPr>
        <w:t>天然</w:t>
      </w:r>
      <w:r w:rsidRPr="00EB0396">
        <w:rPr>
          <w:rFonts w:hAnsi="宋体" w:hint="eastAsia"/>
        </w:rPr>
        <w:t>胶乳&gt;</w:t>
      </w:r>
      <w:r w:rsidRPr="00EB0396">
        <w:t>使胶乳保持胶体稳定状态的措施。</w:t>
      </w:r>
    </w:p>
    <w:p w14:paraId="5AECBF1D"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短期保存</w:t>
      </w:r>
      <w:r w:rsidRPr="00251890">
        <w:rPr>
          <w:rFonts w:ascii="黑体" w:eastAsia="黑体" w:hAnsi="黑体"/>
        </w:rPr>
        <w:t xml:space="preserve">  short term preservation</w:t>
      </w:r>
    </w:p>
    <w:p w14:paraId="476CAD77" w14:textId="77777777" w:rsidR="00C645D3" w:rsidRPr="00EB0396" w:rsidRDefault="00C645D3" w:rsidP="00C645D3">
      <w:pPr>
        <w:pStyle w:val="affffffffffff7"/>
        <w:ind w:firstLineChars="200" w:firstLine="420"/>
        <w:rPr>
          <w:rFonts w:ascii="宋体" w:eastAsia="宋体" w:hAnsi="宋体"/>
        </w:rPr>
      </w:pPr>
      <w:r w:rsidRPr="00EB0396">
        <w:rPr>
          <w:rFonts w:ascii="宋体" w:eastAsia="宋体" w:hAnsi="宋体" w:hint="eastAsia"/>
        </w:rPr>
        <w:t>早期保存</w:t>
      </w:r>
    </w:p>
    <w:p w14:paraId="2F477C02"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E12786">
        <w:rPr>
          <w:rFonts w:ascii="宋体"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使胶乳从胶树流出后到制胶厂加工前保持胶乳稳定状态的措施</w:t>
      </w:r>
      <w:r w:rsidRPr="00EB0396">
        <w:rPr>
          <w:rFonts w:eastAsia="宋体" w:hint="eastAsia"/>
        </w:rPr>
        <w:t>。</w:t>
      </w:r>
    </w:p>
    <w:p w14:paraId="646D2108"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保存剂</w:t>
      </w:r>
      <w:r w:rsidRPr="00251890">
        <w:rPr>
          <w:rFonts w:ascii="黑体" w:eastAsia="黑体" w:hAnsi="黑体"/>
        </w:rPr>
        <w:t xml:space="preserve">  preservative</w:t>
      </w:r>
    </w:p>
    <w:p w14:paraId="4999149C" w14:textId="77777777" w:rsidR="00C645D3" w:rsidRPr="00EB0396" w:rsidRDefault="00C645D3" w:rsidP="00C645D3">
      <w:pPr>
        <w:pStyle w:val="affffffffffff7"/>
        <w:ind w:firstLineChars="200" w:firstLine="420"/>
        <w:rPr>
          <w:rFonts w:ascii="宋体" w:eastAsia="宋体" w:hAnsi="宋体"/>
        </w:rPr>
      </w:pPr>
      <w:r w:rsidRPr="00EB0396">
        <w:rPr>
          <w:rFonts w:ascii="宋体" w:eastAsia="宋体" w:hAnsi="宋体" w:hint="eastAsia"/>
        </w:rPr>
        <w:t>防腐剂</w:t>
      </w:r>
    </w:p>
    <w:p w14:paraId="10B8834F" w14:textId="77777777" w:rsidR="00C645D3" w:rsidRPr="0019200F" w:rsidRDefault="00C645D3" w:rsidP="00C645D3">
      <w:pPr>
        <w:pStyle w:val="affffffffffff7"/>
        <w:ind w:firstLineChars="200" w:firstLine="420"/>
        <w:rPr>
          <w:rFonts w:ascii="宋体" w:eastAsia="宋体" w:hAnsi="宋体"/>
        </w:rPr>
      </w:pPr>
      <w:r w:rsidRPr="0019200F">
        <w:rPr>
          <w:rFonts w:ascii="宋体" w:eastAsia="宋体" w:hAnsi="宋体" w:hint="eastAsia"/>
        </w:rPr>
        <w:t>&lt;</w:t>
      </w:r>
      <w:r w:rsidR="00E12786">
        <w:rPr>
          <w:rFonts w:ascii="宋体" w:eastAsia="宋体" w:hAnsi="宋体" w:hint="eastAsia"/>
        </w:rPr>
        <w:t>天然</w:t>
      </w:r>
      <w:r w:rsidRPr="0019200F">
        <w:rPr>
          <w:rFonts w:ascii="宋体" w:eastAsia="宋体" w:hAnsi="宋体" w:hint="eastAsia"/>
        </w:rPr>
        <w:t>胶乳&gt;为防止胶乳腐败和形成凝块而在浓缩前后加入到未配合胶乳的物质。</w:t>
      </w:r>
    </w:p>
    <w:p w14:paraId="119230FD"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抗凝固剂</w:t>
      </w:r>
      <w:r w:rsidRPr="00251890">
        <w:rPr>
          <w:rFonts w:ascii="黑体" w:eastAsia="黑体" w:hAnsi="黑体"/>
        </w:rPr>
        <w:t xml:space="preserve">  anticoagulant</w:t>
      </w:r>
    </w:p>
    <w:p w14:paraId="306E11BC" w14:textId="77777777" w:rsidR="00C645D3" w:rsidRPr="00EB0396" w:rsidRDefault="00C645D3" w:rsidP="00C645D3">
      <w:pPr>
        <w:pStyle w:val="affffffffffff7"/>
        <w:ind w:firstLineChars="200" w:firstLine="420"/>
        <w:rPr>
          <w:rFonts w:ascii="宋体" w:eastAsia="宋体" w:hAnsi="宋体"/>
        </w:rPr>
      </w:pPr>
      <w:r w:rsidRPr="00EB0396">
        <w:rPr>
          <w:rFonts w:ascii="宋体" w:eastAsia="宋体" w:hAnsi="宋体" w:hint="eastAsia"/>
        </w:rPr>
        <w:t>短期保存剂</w:t>
      </w:r>
    </w:p>
    <w:p w14:paraId="09AB1924" w14:textId="77777777" w:rsidR="00C645D3" w:rsidRDefault="00C645D3" w:rsidP="00C645D3">
      <w:pPr>
        <w:pStyle w:val="affffffffffff7"/>
        <w:ind w:firstLineChars="200" w:firstLine="420"/>
        <w:rPr>
          <w:rFonts w:ascii="宋体" w:eastAsia="宋体" w:hAnsi="宋体"/>
        </w:rPr>
      </w:pPr>
      <w:r w:rsidRPr="0019200F">
        <w:rPr>
          <w:rFonts w:ascii="宋体" w:eastAsia="宋体" w:hAnsi="宋体" w:hint="eastAsia"/>
        </w:rPr>
        <w:t>&lt;</w:t>
      </w:r>
      <w:r w:rsidR="00E12786">
        <w:rPr>
          <w:rFonts w:ascii="宋体" w:eastAsia="宋体" w:hAnsi="宋体" w:hint="eastAsia"/>
        </w:rPr>
        <w:t>天然</w:t>
      </w:r>
      <w:r w:rsidRPr="0019200F">
        <w:rPr>
          <w:rFonts w:ascii="宋体" w:eastAsia="宋体" w:hAnsi="宋体" w:hint="eastAsia"/>
        </w:rPr>
        <w:t>胶乳&gt;</w:t>
      </w:r>
      <w:r w:rsidRPr="0019200F">
        <w:rPr>
          <w:rFonts w:ascii="宋体" w:eastAsia="宋体" w:hAnsi="宋体"/>
        </w:rPr>
        <w:t>加入新鲜天然橡胶胶乳中延缓因细菌作用</w:t>
      </w:r>
      <w:r w:rsidR="0019143B">
        <w:rPr>
          <w:rFonts w:ascii="宋体" w:eastAsia="宋体" w:hAnsi="宋体" w:hint="eastAsia"/>
        </w:rPr>
        <w:t>，以防</w:t>
      </w:r>
      <w:r w:rsidRPr="0019200F">
        <w:rPr>
          <w:rFonts w:ascii="宋体" w:eastAsia="宋体" w:hAnsi="宋体"/>
        </w:rPr>
        <w:t>胶乳</w:t>
      </w:r>
      <w:r w:rsidR="0019143B">
        <w:rPr>
          <w:rFonts w:ascii="宋体" w:eastAsia="宋体" w:hAnsi="宋体" w:hint="eastAsia"/>
        </w:rPr>
        <w:t>迅速</w:t>
      </w:r>
      <w:r w:rsidRPr="0019200F">
        <w:rPr>
          <w:rFonts w:ascii="宋体" w:eastAsia="宋体" w:hAnsi="宋体"/>
        </w:rPr>
        <w:t>凝固的物质。</w:t>
      </w:r>
    </w:p>
    <w:p w14:paraId="03F02444"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t xml:space="preserve"> </w:t>
      </w:r>
      <w:r w:rsidRPr="00251890">
        <w:rPr>
          <w:rFonts w:ascii="黑体" w:eastAsia="黑体" w:hAnsi="黑体" w:hint="eastAsia"/>
        </w:rPr>
        <w:t>复合保存体系</w:t>
      </w:r>
      <w:r w:rsidRPr="00251890">
        <w:rPr>
          <w:rFonts w:ascii="黑体" w:eastAsia="黑体" w:hAnsi="黑体"/>
        </w:rPr>
        <w:t xml:space="preserve">  composite preservatives</w:t>
      </w:r>
    </w:p>
    <w:p w14:paraId="2EAC024C"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251890" w:rsidRPr="00251890">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由两种或两种以上保存剂组成的胶乳保存体系。</w:t>
      </w:r>
    </w:p>
    <w:p w14:paraId="17E0DCED"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辅助保存剂</w:t>
      </w:r>
      <w:r w:rsidRPr="00251890">
        <w:rPr>
          <w:rFonts w:ascii="黑体" w:eastAsia="黑体" w:hAnsi="黑体"/>
        </w:rPr>
        <w:t xml:space="preserve">  supplementary preservatives</w:t>
      </w:r>
    </w:p>
    <w:p w14:paraId="2888363B"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251890" w:rsidRPr="00251890">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在复合保存体系中，除氨以外的各种保存剂。</w:t>
      </w:r>
    </w:p>
    <w:p w14:paraId="0C954FE0"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固定碱保存体系</w:t>
      </w:r>
      <w:r w:rsidRPr="00251890">
        <w:rPr>
          <w:rFonts w:ascii="黑体" w:eastAsia="黑体" w:hAnsi="黑体"/>
        </w:rPr>
        <w:t xml:space="preserve">  fixed alkali preservative system</w:t>
      </w:r>
    </w:p>
    <w:p w14:paraId="57260111"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251890" w:rsidRPr="00251890">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含有氢氧化钾之类的不挥发碱的胶乳保存体系。</w:t>
      </w:r>
    </w:p>
    <w:p w14:paraId="6803C7F5" w14:textId="77777777" w:rsidR="00C645D3" w:rsidRPr="00FD2917" w:rsidRDefault="00C645D3" w:rsidP="00C645D3">
      <w:pPr>
        <w:pStyle w:val="afffffffffff9"/>
        <w:ind w:left="420" w:hangingChars="200" w:hanging="420"/>
        <w:rPr>
          <w:rFonts w:ascii="黑体" w:eastAsia="黑体" w:hAnsi="黑体"/>
        </w:rPr>
      </w:pPr>
      <w:r w:rsidRPr="00FD2917">
        <w:rPr>
          <w:rFonts w:ascii="黑体" w:eastAsia="黑体" w:hAnsi="黑体"/>
        </w:rPr>
        <w:br/>
      </w:r>
      <w:r>
        <w:rPr>
          <w:rFonts w:ascii="黑体" w:eastAsia="黑体" w:hAnsi="黑体" w:hint="eastAsia"/>
        </w:rPr>
        <w:t>杀菌剂  bactericide</w:t>
      </w:r>
    </w:p>
    <w:p w14:paraId="741AF996"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251890" w:rsidRPr="00251890">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对胶乳的</w:t>
      </w:r>
      <w:r w:rsidRPr="00EB0396">
        <w:rPr>
          <w:rFonts w:eastAsia="宋体" w:hint="eastAsia"/>
        </w:rPr>
        <w:t>细</w:t>
      </w:r>
      <w:r w:rsidRPr="00EB0396">
        <w:rPr>
          <w:rFonts w:eastAsia="宋体"/>
        </w:rPr>
        <w:t>菌</w:t>
      </w:r>
      <w:r w:rsidRPr="00EB0396">
        <w:rPr>
          <w:rFonts w:eastAsia="宋体" w:hint="eastAsia"/>
        </w:rPr>
        <w:t>的繁殖与生长具有抑制作用</w:t>
      </w:r>
      <w:r w:rsidRPr="00EB0396">
        <w:rPr>
          <w:rFonts w:eastAsia="宋体"/>
        </w:rPr>
        <w:t>的化学物质。</w:t>
      </w:r>
    </w:p>
    <w:p w14:paraId="49E5EBCC" w14:textId="77777777" w:rsidR="00266AE0" w:rsidRPr="00045F67" w:rsidRDefault="00266AE0" w:rsidP="0019143B">
      <w:pPr>
        <w:pStyle w:val="afffffffffff9"/>
        <w:adjustRightInd w:val="0"/>
        <w:snapToGrid w:val="0"/>
        <w:ind w:left="420" w:hangingChars="200" w:hanging="420"/>
        <w:rPr>
          <w:rFonts w:ascii="黑体" w:eastAsia="黑体" w:hAnsi="黑体"/>
        </w:rPr>
      </w:pPr>
      <w:r>
        <w:rPr>
          <w:rFonts w:ascii="黑体" w:eastAsia="黑体" w:hAnsi="黑体"/>
        </w:rPr>
        <w:br w:type="textWrapping" w:clear="all"/>
      </w:r>
      <w:r w:rsidRPr="00045F67">
        <w:rPr>
          <w:rFonts w:ascii="黑体" w:eastAsia="黑体" w:hAnsi="黑体" w:hint="eastAsia"/>
          <w:szCs w:val="21"/>
        </w:rPr>
        <w:t xml:space="preserve">刺激割胶  tapping </w:t>
      </w:r>
      <w:r w:rsidR="0061513F">
        <w:rPr>
          <w:rFonts w:ascii="黑体" w:eastAsia="黑体" w:hAnsi="黑体"/>
          <w:szCs w:val="21"/>
        </w:rPr>
        <w:t>associated</w:t>
      </w:r>
      <w:r w:rsidR="0061513F">
        <w:rPr>
          <w:rFonts w:ascii="黑体" w:eastAsia="黑体" w:hAnsi="黑体" w:hint="eastAsia"/>
          <w:szCs w:val="21"/>
        </w:rPr>
        <w:t xml:space="preserve"> with </w:t>
      </w:r>
      <w:proofErr w:type="spellStart"/>
      <w:r w:rsidR="0061513F">
        <w:rPr>
          <w:rFonts w:ascii="黑体" w:eastAsia="黑体" w:hAnsi="黑体" w:hint="eastAsia"/>
          <w:szCs w:val="21"/>
        </w:rPr>
        <w:t>stimulatant</w:t>
      </w:r>
      <w:proofErr w:type="spellEnd"/>
    </w:p>
    <w:p w14:paraId="1493D824" w14:textId="77777777" w:rsidR="00222E7E" w:rsidRDefault="0061513F" w:rsidP="0061513F">
      <w:pPr>
        <w:pStyle w:val="afffff"/>
        <w:adjustRightInd w:val="0"/>
        <w:snapToGrid w:val="0"/>
      </w:pPr>
      <w:r>
        <w:rPr>
          <w:rFonts w:hint="eastAsia"/>
        </w:rPr>
        <w:t>在</w:t>
      </w:r>
      <w:r w:rsidR="00266AE0" w:rsidRPr="00045F67">
        <w:rPr>
          <w:rFonts w:hint="eastAsia"/>
        </w:rPr>
        <w:t>植物生长调节剂乙烯利</w:t>
      </w:r>
      <w:r>
        <w:rPr>
          <w:rFonts w:hint="eastAsia"/>
        </w:rPr>
        <w:t>的辅助作用下，适当</w:t>
      </w:r>
      <w:r w:rsidR="00441A8A">
        <w:rPr>
          <w:rFonts w:hint="eastAsia"/>
        </w:rPr>
        <w:t>降低</w:t>
      </w:r>
      <w:r>
        <w:rPr>
          <w:rFonts w:hint="eastAsia"/>
        </w:rPr>
        <w:t>割胶频率的割胶技术</w:t>
      </w:r>
      <w:r w:rsidR="00266AE0" w:rsidRPr="00045F67">
        <w:rPr>
          <w:rFonts w:hint="eastAsia"/>
        </w:rPr>
        <w:t>。</w:t>
      </w:r>
    </w:p>
    <w:p w14:paraId="06D78731" w14:textId="77777777" w:rsidR="00266AE0" w:rsidRPr="00266AE0" w:rsidRDefault="00266AE0" w:rsidP="00266AE0">
      <w:pPr>
        <w:pStyle w:val="afffffffffff9"/>
        <w:ind w:left="420" w:hangingChars="200" w:hanging="420"/>
        <w:rPr>
          <w:rFonts w:ascii="黑体" w:eastAsia="黑体" w:hAnsi="黑体"/>
        </w:rPr>
      </w:pPr>
      <w:r>
        <w:rPr>
          <w:rFonts w:ascii="黑体" w:eastAsia="黑体" w:hAnsi="黑体"/>
        </w:rPr>
        <w:lastRenderedPageBreak/>
        <w:br w:type="textWrapping" w:clear="all"/>
      </w:r>
      <w:r w:rsidR="0019143B">
        <w:rPr>
          <w:rFonts w:ascii="黑体" w:eastAsia="黑体" w:hAnsi="黑体" w:hint="eastAsia"/>
          <w:szCs w:val="21"/>
        </w:rPr>
        <w:t>割</w:t>
      </w:r>
      <w:r w:rsidRPr="00266AE0">
        <w:rPr>
          <w:rFonts w:ascii="黑体" w:eastAsia="黑体" w:hAnsi="黑体" w:hint="eastAsia"/>
          <w:szCs w:val="21"/>
        </w:rPr>
        <w:t>胶制度  latex tapping system</w:t>
      </w:r>
    </w:p>
    <w:p w14:paraId="156A196D" w14:textId="77777777" w:rsidR="00266AE0" w:rsidRPr="00266AE0" w:rsidRDefault="00266AE0" w:rsidP="00A24278">
      <w:pPr>
        <w:snapToGrid w:val="0"/>
        <w:spacing w:line="240" w:lineRule="auto"/>
      </w:pPr>
      <w:r w:rsidRPr="00781C7F">
        <w:rPr>
          <w:rFonts w:hint="eastAsia"/>
        </w:rPr>
        <w:t xml:space="preserve">   </w:t>
      </w:r>
      <w:r w:rsidR="00A24278">
        <w:rPr>
          <w:rFonts w:hint="eastAsia"/>
        </w:rPr>
        <w:t xml:space="preserve"> </w:t>
      </w:r>
      <w:r w:rsidRPr="00781C7F">
        <w:rPr>
          <w:rFonts w:hint="eastAsia"/>
        </w:rPr>
        <w:t>在一定时期内按固定的割线长度，割胶频率和割线数目三者配合的一种割胶方式。</w:t>
      </w:r>
    </w:p>
    <w:p w14:paraId="225E2E09" w14:textId="77777777" w:rsidR="0033343D" w:rsidRPr="00045F67" w:rsidRDefault="0033343D" w:rsidP="00045F67">
      <w:pPr>
        <w:pStyle w:val="afffffffffff9"/>
        <w:adjustRightInd w:val="0"/>
        <w:snapToGrid w:val="0"/>
        <w:ind w:left="420" w:hangingChars="200" w:hanging="420"/>
        <w:rPr>
          <w:rFonts w:ascii="黑体" w:eastAsia="黑体" w:hAnsi="黑体"/>
        </w:rPr>
      </w:pPr>
      <w:r>
        <w:rPr>
          <w:rFonts w:ascii="黑体" w:eastAsia="黑体" w:hAnsi="黑体"/>
        </w:rPr>
        <w:br w:type="textWrapping" w:clear="all"/>
      </w:r>
      <w:r w:rsidRPr="00045F67">
        <w:rPr>
          <w:rFonts w:ascii="黑体" w:eastAsia="黑体" w:hAnsi="黑体" w:hint="eastAsia"/>
        </w:rPr>
        <w:t>金属离子螯合剂</w:t>
      </w:r>
      <w:r w:rsidR="00AB011A">
        <w:rPr>
          <w:rFonts w:ascii="黑体" w:eastAsia="黑体" w:hAnsi="黑体" w:hint="eastAsia"/>
        </w:rPr>
        <w:t xml:space="preserve"> </w:t>
      </w:r>
      <w:r w:rsidRPr="00045F67">
        <w:rPr>
          <w:rFonts w:ascii="黑体" w:eastAsia="黑体" w:hAnsi="黑体" w:hint="eastAsia"/>
          <w:szCs w:val="21"/>
        </w:rPr>
        <w:t xml:space="preserve"> </w:t>
      </w:r>
      <w:r w:rsidRPr="00045F67">
        <w:rPr>
          <w:rFonts w:ascii="黑体" w:eastAsia="黑体" w:hAnsi="黑体" w:hint="eastAsia"/>
        </w:rPr>
        <w:t>metal ion chelating agent</w:t>
      </w:r>
      <w:r w:rsidRPr="00045F67">
        <w:rPr>
          <w:rFonts w:ascii="黑体" w:eastAsia="黑体" w:hAnsi="黑体"/>
          <w:szCs w:val="21"/>
        </w:rPr>
        <w:t xml:space="preserve"> </w:t>
      </w:r>
    </w:p>
    <w:p w14:paraId="1218D508" w14:textId="77777777" w:rsidR="00C645D3" w:rsidRPr="00FD2917" w:rsidRDefault="0033343D" w:rsidP="00045F67">
      <w:pPr>
        <w:snapToGrid w:val="0"/>
        <w:spacing w:line="240" w:lineRule="auto"/>
        <w:rPr>
          <w:rFonts w:ascii="黑体" w:eastAsia="黑体" w:hAnsi="黑体"/>
        </w:rPr>
      </w:pPr>
      <w:r w:rsidRPr="00045F67">
        <w:rPr>
          <w:rFonts w:hint="eastAsia"/>
        </w:rPr>
        <w:t xml:space="preserve">    </w:t>
      </w:r>
      <w:r w:rsidRPr="00045F67">
        <w:t>能</w:t>
      </w:r>
      <w:r w:rsidRPr="00045F67">
        <w:rPr>
          <w:rFonts w:hint="eastAsia"/>
        </w:rPr>
        <w:t>通过配位反应</w:t>
      </w:r>
      <w:r w:rsidRPr="00045F67">
        <w:t>与胶乳中的金属离子</w:t>
      </w:r>
      <w:r w:rsidRPr="00045F67">
        <w:rPr>
          <w:rFonts w:hint="eastAsia"/>
        </w:rPr>
        <w:t>化合而</w:t>
      </w:r>
      <w:r w:rsidRPr="00045F67">
        <w:t>生成</w:t>
      </w:r>
      <w:r w:rsidRPr="00045F67">
        <w:rPr>
          <w:rFonts w:hint="eastAsia"/>
        </w:rPr>
        <w:t>不溶于水的金属螯合物的胶乳配合剂。</w:t>
      </w:r>
      <w:r w:rsidR="00C645D3">
        <w:rPr>
          <w:rFonts w:ascii="黑体" w:eastAsia="黑体" w:hAnsi="黑体" w:hint="eastAsia"/>
        </w:rPr>
        <w:t xml:space="preserve"> </w:t>
      </w:r>
    </w:p>
    <w:p w14:paraId="5DB14B80" w14:textId="77777777" w:rsidR="004C78B8" w:rsidRPr="004C78B8" w:rsidRDefault="004C78B8" w:rsidP="004C78B8">
      <w:pPr>
        <w:pStyle w:val="afffffffffff9"/>
        <w:ind w:left="420" w:hangingChars="200" w:hanging="420"/>
        <w:rPr>
          <w:rFonts w:ascii="黑体" w:eastAsia="黑体" w:hAnsi="黑体"/>
        </w:rPr>
      </w:pPr>
      <w:r>
        <w:rPr>
          <w:rFonts w:ascii="黑体" w:eastAsia="黑体" w:hAnsi="黑体"/>
        </w:rPr>
        <w:br w:type="textWrapping" w:clear="all"/>
      </w:r>
      <w:r w:rsidRPr="004C78B8">
        <w:rPr>
          <w:rFonts w:ascii="黑体" w:eastAsia="黑体" w:hAnsi="黑体" w:hint="eastAsia"/>
          <w:szCs w:val="21"/>
        </w:rPr>
        <w:t>无氨保存浓缩</w:t>
      </w:r>
      <w:r w:rsidRPr="00AB011A">
        <w:rPr>
          <w:rFonts w:ascii="黑体" w:eastAsia="黑体" w:hAnsi="黑体"/>
          <w:szCs w:val="21"/>
        </w:rPr>
        <w:t>天然胶乳</w:t>
      </w:r>
      <w:r w:rsidR="00AB011A" w:rsidRPr="00AB011A">
        <w:rPr>
          <w:rFonts w:ascii="黑体" w:eastAsia="黑体" w:hAnsi="黑体"/>
          <w:szCs w:val="21"/>
        </w:rPr>
        <w:t xml:space="preserve"> </w:t>
      </w:r>
      <w:r w:rsidRPr="00AB011A">
        <w:rPr>
          <w:rFonts w:ascii="黑体" w:eastAsia="黑体" w:hAnsi="黑体" w:hint="eastAsia"/>
          <w:szCs w:val="21"/>
        </w:rPr>
        <w:t xml:space="preserve"> non-ammonia preserved natura</w:t>
      </w:r>
      <w:r w:rsidRPr="004C78B8">
        <w:rPr>
          <w:rFonts w:ascii="黑体" w:eastAsia="黑体" w:hAnsi="黑体" w:hint="eastAsia"/>
          <w:szCs w:val="21"/>
        </w:rPr>
        <w:t>l rubber latex concentrate</w:t>
      </w:r>
    </w:p>
    <w:p w14:paraId="75AA6528" w14:textId="77777777" w:rsidR="004C78B8" w:rsidRPr="004C78B8" w:rsidRDefault="004C78B8" w:rsidP="004C78B8">
      <w:pPr>
        <w:pStyle w:val="afffff"/>
      </w:pPr>
      <w:r w:rsidRPr="00781C7F">
        <w:rPr>
          <w:rFonts w:hAnsi="宋体" w:hint="eastAsia"/>
        </w:rPr>
        <w:t>以鲜胶乳为原料，采用离心工艺生产的，采用无氨保存剂保存的浓缩天然胶乳</w:t>
      </w:r>
      <w:r w:rsidRPr="00781C7F">
        <w:rPr>
          <w:rFonts w:hAnsi="宋体"/>
        </w:rPr>
        <w:t>。</w:t>
      </w:r>
    </w:p>
    <w:p w14:paraId="24F7B2CF" w14:textId="77777777" w:rsidR="004C78B8" w:rsidRPr="004C78B8" w:rsidRDefault="004C78B8" w:rsidP="004C78B8">
      <w:pPr>
        <w:pStyle w:val="afffffffffff9"/>
        <w:ind w:left="420" w:hangingChars="200" w:hanging="420"/>
        <w:rPr>
          <w:rFonts w:ascii="黑体" w:eastAsia="黑体" w:hAnsi="黑体"/>
        </w:rPr>
      </w:pPr>
      <w:r>
        <w:rPr>
          <w:rFonts w:ascii="黑体" w:eastAsia="黑体" w:hAnsi="黑体"/>
        </w:rPr>
        <w:br w:type="textWrapping" w:clear="all"/>
      </w:r>
      <w:r w:rsidRPr="004C78B8">
        <w:rPr>
          <w:rFonts w:ascii="黑体" w:eastAsia="黑体" w:hAnsi="黑体" w:hint="eastAsia"/>
          <w:szCs w:val="21"/>
        </w:rPr>
        <w:t>无氨保存剂  non-ammonia preserving system</w:t>
      </w:r>
    </w:p>
    <w:p w14:paraId="4D936BAA" w14:textId="77777777" w:rsidR="004C78B8" w:rsidRPr="004C78B8" w:rsidRDefault="004C78B8" w:rsidP="004C78B8">
      <w:pPr>
        <w:pStyle w:val="afffff"/>
      </w:pPr>
      <w:r w:rsidRPr="00781C7F">
        <w:rPr>
          <w:rFonts w:hint="eastAsia"/>
          <w:szCs w:val="21"/>
        </w:rPr>
        <w:t>本身无氨，并且在保存胶乳的过程中也不会产生氨的天然胶乳保存剂。</w:t>
      </w:r>
    </w:p>
    <w:p w14:paraId="2B964901" w14:textId="77777777" w:rsidR="00C645D3" w:rsidRPr="00AB011A" w:rsidRDefault="00C645D3" w:rsidP="00C645D3">
      <w:pPr>
        <w:pStyle w:val="afffffffffff9"/>
        <w:ind w:left="420" w:hangingChars="200" w:hanging="420"/>
        <w:rPr>
          <w:rFonts w:ascii="黑体" w:eastAsia="黑体" w:hAnsi="黑体"/>
        </w:rPr>
      </w:pPr>
      <w:r w:rsidRPr="00DB6144">
        <w:rPr>
          <w:rFonts w:ascii="黑体" w:eastAsia="黑体" w:hAnsi="黑体"/>
        </w:rPr>
        <w:br/>
      </w:r>
      <w:r w:rsidRPr="00AB011A">
        <w:rPr>
          <w:rFonts w:ascii="黑体" w:eastAsia="黑体" w:hAnsi="黑体" w:hint="eastAsia"/>
        </w:rPr>
        <w:t>林段加氨  field ammoniating</w:t>
      </w:r>
    </w:p>
    <w:p w14:paraId="3F7B6296" w14:textId="77777777" w:rsidR="00C645D3" w:rsidRPr="00EB0396" w:rsidRDefault="00C645D3" w:rsidP="00C645D3">
      <w:pPr>
        <w:pStyle w:val="affffffffffff7"/>
        <w:ind w:firstLineChars="200" w:firstLine="420"/>
        <w:rPr>
          <w:rFonts w:ascii="宋体" w:eastAsia="宋体" w:hAnsi="宋体"/>
        </w:rPr>
      </w:pPr>
      <w:r w:rsidRPr="00EB0396">
        <w:rPr>
          <w:rFonts w:ascii="宋体" w:eastAsia="宋体" w:hAnsi="宋体" w:hint="eastAsia"/>
        </w:rPr>
        <w:t>胶园加氨</w:t>
      </w:r>
    </w:p>
    <w:p w14:paraId="7B81E94F"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251890" w:rsidRPr="00251890">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在割胶林段将保存剂</w:t>
      </w:r>
      <w:r w:rsidRPr="00EB0396">
        <w:rPr>
          <w:rFonts w:eastAsia="宋体" w:hint="eastAsia"/>
        </w:rPr>
        <w:t>（</w:t>
      </w:r>
      <w:r w:rsidRPr="00EB0396">
        <w:rPr>
          <w:rFonts w:eastAsia="宋体"/>
        </w:rPr>
        <w:t>氨水</w:t>
      </w:r>
      <w:r w:rsidRPr="00EB0396">
        <w:rPr>
          <w:rFonts w:eastAsia="宋体" w:hint="eastAsia"/>
        </w:rPr>
        <w:t>）</w:t>
      </w:r>
      <w:proofErr w:type="gramStart"/>
      <w:r w:rsidRPr="00EB0396">
        <w:rPr>
          <w:rFonts w:eastAsia="宋体"/>
        </w:rPr>
        <w:t>加入收胶</w:t>
      </w:r>
      <w:proofErr w:type="gramEnd"/>
      <w:r w:rsidRPr="00EB0396">
        <w:rPr>
          <w:rFonts w:eastAsia="宋体"/>
        </w:rPr>
        <w:t>桶、胶桶</w:t>
      </w:r>
      <w:proofErr w:type="gramStart"/>
      <w:r w:rsidRPr="00EB0396">
        <w:rPr>
          <w:rFonts w:eastAsia="宋体"/>
        </w:rPr>
        <w:t>或运胶罐</w:t>
      </w:r>
      <w:proofErr w:type="gramEnd"/>
      <w:r w:rsidRPr="00EB0396">
        <w:rPr>
          <w:rFonts w:eastAsia="宋体"/>
        </w:rPr>
        <w:t>的胶乳中</w:t>
      </w:r>
      <w:r w:rsidRPr="00EB0396">
        <w:rPr>
          <w:rFonts w:eastAsia="宋体" w:hint="eastAsia"/>
        </w:rPr>
        <w:t>，防止胶乳早期凝固</w:t>
      </w:r>
      <w:r w:rsidRPr="00EB0396">
        <w:rPr>
          <w:rFonts w:eastAsia="宋体"/>
        </w:rPr>
        <w:t>的方法。</w:t>
      </w:r>
    </w:p>
    <w:p w14:paraId="41E06D37" w14:textId="77777777" w:rsidR="00C645D3" w:rsidRPr="00DB6144" w:rsidRDefault="00C645D3" w:rsidP="00C645D3">
      <w:pPr>
        <w:pStyle w:val="afffffffffff9"/>
        <w:ind w:left="420" w:hangingChars="200" w:hanging="420"/>
        <w:rPr>
          <w:rFonts w:ascii="黑体" w:eastAsia="黑体" w:hAnsi="黑体"/>
        </w:rPr>
      </w:pPr>
      <w:r w:rsidRPr="00DB6144">
        <w:rPr>
          <w:rFonts w:ascii="黑体" w:eastAsia="黑体" w:hAnsi="黑体"/>
        </w:rPr>
        <w:br/>
      </w:r>
      <w:r>
        <w:rPr>
          <w:rFonts w:ascii="黑体" w:eastAsia="黑体" w:hAnsi="黑体" w:hint="eastAsia"/>
        </w:rPr>
        <w:t>胶</w:t>
      </w:r>
      <w:proofErr w:type="gramStart"/>
      <w:r>
        <w:rPr>
          <w:rFonts w:ascii="黑体" w:eastAsia="黑体" w:hAnsi="黑体" w:hint="eastAsia"/>
        </w:rPr>
        <w:t>杯加氨</w:t>
      </w:r>
      <w:proofErr w:type="gramEnd"/>
      <w:r>
        <w:rPr>
          <w:rFonts w:ascii="黑体" w:eastAsia="黑体" w:hAnsi="黑体" w:hint="eastAsia"/>
        </w:rPr>
        <w:t xml:space="preserve">  cup ammoniating</w:t>
      </w:r>
    </w:p>
    <w:p w14:paraId="59CAB803"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251890" w:rsidRPr="00251890">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割胶时随即将氨水加到胶杯的胶乳中的方法。</w:t>
      </w:r>
    </w:p>
    <w:p w14:paraId="51022D8B" w14:textId="77777777" w:rsidR="00C645D3" w:rsidRPr="00DB6144" w:rsidRDefault="00C645D3" w:rsidP="00C645D3">
      <w:pPr>
        <w:pStyle w:val="afffffffffff9"/>
        <w:ind w:left="420" w:hangingChars="200" w:hanging="420"/>
        <w:rPr>
          <w:rFonts w:ascii="黑体" w:eastAsia="黑体" w:hAnsi="黑体"/>
        </w:rPr>
      </w:pPr>
      <w:r w:rsidRPr="00DB6144">
        <w:rPr>
          <w:rFonts w:ascii="黑体" w:eastAsia="黑体" w:hAnsi="黑体"/>
        </w:rPr>
        <w:br/>
      </w:r>
      <w:r>
        <w:rPr>
          <w:rFonts w:ascii="黑体" w:eastAsia="黑体" w:hAnsi="黑体" w:hint="eastAsia"/>
        </w:rPr>
        <w:t>胶</w:t>
      </w:r>
      <w:proofErr w:type="gramStart"/>
      <w:r>
        <w:rPr>
          <w:rFonts w:ascii="黑体" w:eastAsia="黑体" w:hAnsi="黑体" w:hint="eastAsia"/>
        </w:rPr>
        <w:t>桶加氨</w:t>
      </w:r>
      <w:proofErr w:type="gramEnd"/>
      <w:r>
        <w:rPr>
          <w:rFonts w:ascii="黑体" w:eastAsia="黑体" w:hAnsi="黑体" w:hint="eastAsia"/>
        </w:rPr>
        <w:t xml:space="preserve">  bucket ammoniating</w:t>
      </w:r>
    </w:p>
    <w:p w14:paraId="5B9A2142"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251890" w:rsidRPr="00251890">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在林段收集胶乳时，</w:t>
      </w:r>
      <w:proofErr w:type="gramStart"/>
      <w:r w:rsidRPr="00EB0396">
        <w:rPr>
          <w:rFonts w:eastAsia="宋体" w:hint="eastAsia"/>
        </w:rPr>
        <w:t>向</w:t>
      </w:r>
      <w:r w:rsidRPr="00EB0396">
        <w:rPr>
          <w:rFonts w:eastAsia="宋体"/>
        </w:rPr>
        <w:t>收胶桶</w:t>
      </w:r>
      <w:r w:rsidRPr="00EB0396">
        <w:rPr>
          <w:rFonts w:eastAsia="宋体" w:hint="eastAsia"/>
        </w:rPr>
        <w:t>内</w:t>
      </w:r>
      <w:proofErr w:type="gramEnd"/>
      <w:r w:rsidRPr="00EB0396">
        <w:rPr>
          <w:rFonts w:eastAsia="宋体"/>
        </w:rPr>
        <w:t>的胶乳中</w:t>
      </w:r>
      <w:r w:rsidRPr="00EB0396">
        <w:rPr>
          <w:rFonts w:eastAsia="宋体" w:hint="eastAsia"/>
        </w:rPr>
        <w:t>加入</w:t>
      </w:r>
      <w:r w:rsidRPr="00EB0396">
        <w:rPr>
          <w:rFonts w:eastAsia="宋体"/>
        </w:rPr>
        <w:t>氨水的</w:t>
      </w:r>
      <w:r w:rsidRPr="00EB0396">
        <w:rPr>
          <w:rFonts w:eastAsia="宋体" w:hint="eastAsia"/>
        </w:rPr>
        <w:t>操作</w:t>
      </w:r>
      <w:r w:rsidRPr="00EB0396">
        <w:rPr>
          <w:rFonts w:eastAsia="宋体"/>
        </w:rPr>
        <w:t>。</w:t>
      </w:r>
    </w:p>
    <w:p w14:paraId="42FAD32B" w14:textId="77777777" w:rsidR="005C2AEE" w:rsidRPr="00AB011A" w:rsidRDefault="005C2AEE" w:rsidP="00C645D3">
      <w:pPr>
        <w:pStyle w:val="afffffffffff9"/>
        <w:ind w:left="420" w:hangingChars="200" w:hanging="420"/>
        <w:rPr>
          <w:rFonts w:ascii="黑体" w:eastAsia="黑体" w:hAnsi="黑体"/>
          <w:szCs w:val="21"/>
        </w:rPr>
      </w:pPr>
      <w:r>
        <w:rPr>
          <w:rFonts w:ascii="黑体" w:eastAsia="黑体" w:hAnsi="黑体"/>
        </w:rPr>
        <w:br w:type="textWrapping" w:clear="all"/>
      </w:r>
      <w:r w:rsidRPr="005C2AEE">
        <w:rPr>
          <w:rFonts w:ascii="黑体" w:eastAsia="黑体" w:hAnsi="黑体" w:hint="eastAsia"/>
          <w:szCs w:val="21"/>
        </w:rPr>
        <w:t xml:space="preserve">胶园六清洁 </w:t>
      </w:r>
      <w:r w:rsidR="0041434C">
        <w:rPr>
          <w:rFonts w:ascii="黑体" w:eastAsia="黑体" w:hAnsi="黑体" w:hint="eastAsia"/>
          <w:szCs w:val="21"/>
        </w:rPr>
        <w:t xml:space="preserve"> </w:t>
      </w:r>
      <w:r w:rsidRPr="00AB011A">
        <w:rPr>
          <w:rFonts w:ascii="黑体" w:eastAsia="黑体" w:hAnsi="黑体" w:hint="eastAsia"/>
          <w:szCs w:val="21"/>
        </w:rPr>
        <w:t>cleanliness for six parts in rubber plantation</w:t>
      </w:r>
    </w:p>
    <w:p w14:paraId="2B83EB91" w14:textId="77777777" w:rsidR="005C2AEE" w:rsidRPr="005C2AEE" w:rsidRDefault="005C2AEE" w:rsidP="005C2AEE">
      <w:pPr>
        <w:pStyle w:val="afffff"/>
        <w:rPr>
          <w:rFonts w:hAnsi="宋体"/>
          <w:szCs w:val="21"/>
        </w:rPr>
      </w:pPr>
      <w:r w:rsidRPr="005C2AEE">
        <w:rPr>
          <w:rFonts w:hAnsi="宋体" w:hint="eastAsia"/>
          <w:szCs w:val="21"/>
        </w:rPr>
        <w:t>保持林段和树身、胶刀、胶舌、胶杯、胶刮、胶桶等六方面的清洁。</w:t>
      </w:r>
    </w:p>
    <w:p w14:paraId="7EF0F66F" w14:textId="77777777" w:rsidR="00DE44C7" w:rsidRPr="00AB011A" w:rsidRDefault="00DE44C7" w:rsidP="00C645D3">
      <w:pPr>
        <w:pStyle w:val="afffffffffff9"/>
        <w:ind w:left="420" w:hangingChars="200" w:hanging="420"/>
        <w:rPr>
          <w:rFonts w:ascii="黑体" w:eastAsia="黑体" w:hAnsi="黑体"/>
        </w:rPr>
      </w:pPr>
      <w:r>
        <w:rPr>
          <w:rFonts w:ascii="黑体" w:eastAsia="黑体" w:hAnsi="黑体"/>
        </w:rPr>
        <w:br w:type="textWrapping" w:clear="all"/>
      </w:r>
      <w:proofErr w:type="gramStart"/>
      <w:r w:rsidRPr="00AB011A">
        <w:rPr>
          <w:rFonts w:ascii="黑体" w:eastAsia="黑体" w:hAnsi="黑体" w:hint="eastAsia"/>
        </w:rPr>
        <w:t>打磅头</w:t>
      </w:r>
      <w:proofErr w:type="gramEnd"/>
      <w:r w:rsidRPr="00AB011A">
        <w:rPr>
          <w:rFonts w:ascii="黑体" w:eastAsia="黑体" w:hAnsi="黑体" w:hint="eastAsia"/>
        </w:rPr>
        <w:t xml:space="preserve">  </w:t>
      </w:r>
      <w:r w:rsidRPr="00AB011A">
        <w:rPr>
          <w:rFonts w:ascii="黑体" w:eastAsia="黑体" w:hAnsi="黑体"/>
        </w:rPr>
        <w:t>delivering latex sample with a dipper</w:t>
      </w:r>
    </w:p>
    <w:p w14:paraId="7D2AFB94" w14:textId="77777777" w:rsidR="00DE44C7" w:rsidRPr="00DE44C7" w:rsidRDefault="00DE44C7" w:rsidP="00DE44C7">
      <w:pPr>
        <w:pStyle w:val="afffff"/>
      </w:pPr>
      <w:r w:rsidRPr="00DE44C7">
        <w:rPr>
          <w:rFonts w:hint="eastAsia"/>
        </w:rPr>
        <w:t>用</w:t>
      </w:r>
      <w:proofErr w:type="gramStart"/>
      <w:r w:rsidRPr="00DE44C7">
        <w:rPr>
          <w:rFonts w:hint="eastAsia"/>
        </w:rPr>
        <w:t>杓</w:t>
      </w:r>
      <w:proofErr w:type="gramEnd"/>
      <w:r w:rsidRPr="00DE44C7">
        <w:rPr>
          <w:rFonts w:hint="eastAsia"/>
        </w:rPr>
        <w:t>子从割胶工人胶桶中取出一定量的测干胶含量的胶乳</w:t>
      </w:r>
      <w:r>
        <w:rPr>
          <w:rFonts w:hint="eastAsia"/>
        </w:rPr>
        <w:t>。</w:t>
      </w:r>
    </w:p>
    <w:p w14:paraId="75025553" w14:textId="77777777" w:rsidR="00954AE2" w:rsidRDefault="00954AE2" w:rsidP="00C645D3">
      <w:pPr>
        <w:pStyle w:val="afffffffffff9"/>
        <w:ind w:left="420" w:hangingChars="200" w:hanging="420"/>
        <w:rPr>
          <w:rFonts w:ascii="黑体" w:eastAsia="黑体" w:hAnsi="黑体"/>
        </w:rPr>
      </w:pPr>
      <w:r>
        <w:rPr>
          <w:rFonts w:ascii="黑体" w:eastAsia="黑体" w:hAnsi="黑体"/>
        </w:rPr>
        <w:br w:type="textWrapping" w:clear="all"/>
      </w:r>
      <w:proofErr w:type="gramStart"/>
      <w:r w:rsidRPr="00954AE2">
        <w:rPr>
          <w:rFonts w:ascii="黑体" w:eastAsia="黑体" w:hAnsi="黑体" w:hint="eastAsia"/>
        </w:rPr>
        <w:t>收胶站</w:t>
      </w:r>
      <w:proofErr w:type="gramEnd"/>
      <w:r w:rsidRPr="00954AE2">
        <w:rPr>
          <w:rFonts w:ascii="黑体" w:eastAsia="黑体" w:hAnsi="黑体" w:hint="eastAsia"/>
        </w:rPr>
        <w:t xml:space="preserve">  latex collecting station</w:t>
      </w:r>
      <w:r>
        <w:rPr>
          <w:rFonts w:ascii="黑体" w:eastAsia="黑体" w:hAnsi="黑体" w:hint="eastAsia"/>
        </w:rPr>
        <w:t xml:space="preserve"> </w:t>
      </w:r>
    </w:p>
    <w:p w14:paraId="75903507" w14:textId="77777777" w:rsidR="00954AE2" w:rsidRPr="00954AE2" w:rsidRDefault="00954AE2" w:rsidP="00954AE2">
      <w:pPr>
        <w:pStyle w:val="afffff"/>
      </w:pPr>
      <w:r w:rsidRPr="00954AE2">
        <w:rPr>
          <w:rFonts w:hint="eastAsia"/>
        </w:rPr>
        <w:t>收集、早期保存与转运鲜胶乳和各种杂胶的基层单位</w:t>
      </w:r>
      <w:r>
        <w:rPr>
          <w:rFonts w:hint="eastAsia"/>
        </w:rPr>
        <w:t>。</w:t>
      </w:r>
    </w:p>
    <w:p w14:paraId="384F52B1" w14:textId="77777777" w:rsidR="00C645D3" w:rsidRPr="00961E73" w:rsidRDefault="00C645D3" w:rsidP="00C645D3">
      <w:pPr>
        <w:pStyle w:val="afffffffffff9"/>
        <w:ind w:left="420" w:hangingChars="200" w:hanging="420"/>
        <w:rPr>
          <w:rFonts w:ascii="黑体" w:eastAsia="黑体" w:hAnsi="黑体"/>
        </w:rPr>
      </w:pPr>
      <w:r w:rsidRPr="00DB6144">
        <w:rPr>
          <w:rFonts w:ascii="黑体" w:eastAsia="黑体" w:hAnsi="黑体"/>
        </w:rPr>
        <w:br/>
      </w:r>
      <w:proofErr w:type="gramStart"/>
      <w:r w:rsidRPr="00961E73">
        <w:rPr>
          <w:rFonts w:ascii="黑体" w:eastAsia="黑体" w:hAnsi="黑体" w:hint="eastAsia"/>
        </w:rPr>
        <w:t>尼龙袋收胶</w:t>
      </w:r>
      <w:proofErr w:type="gramEnd"/>
      <w:r w:rsidRPr="00961E73">
        <w:rPr>
          <w:rFonts w:ascii="黑体" w:eastAsia="黑体" w:hAnsi="黑体" w:hint="eastAsia"/>
        </w:rPr>
        <w:t xml:space="preserve">  polybag collection</w:t>
      </w:r>
    </w:p>
    <w:p w14:paraId="56242199" w14:textId="77777777" w:rsidR="00C645D3" w:rsidRPr="005D36F0" w:rsidRDefault="00C645D3" w:rsidP="00C645D3">
      <w:pPr>
        <w:pStyle w:val="affffffffffff7"/>
        <w:ind w:firstLineChars="200" w:firstLine="420"/>
      </w:pPr>
      <w:r w:rsidRPr="00EB0396">
        <w:rPr>
          <w:rFonts w:ascii="宋体" w:hAnsi="宋体" w:hint="eastAsia"/>
        </w:rPr>
        <w:t>&lt;</w:t>
      </w:r>
      <w:r w:rsidR="00251890" w:rsidRPr="00251890">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胶树割胶时用尼龙袋代替胶杯盛接胶乳，经数次割胶后，集中收回工厂加工处理的方法。</w:t>
      </w:r>
    </w:p>
    <w:p w14:paraId="4329C77E" w14:textId="77777777" w:rsidR="00C645D3" w:rsidRPr="00EB0396" w:rsidRDefault="00C645D3" w:rsidP="00C645D3">
      <w:pPr>
        <w:pStyle w:val="afff0"/>
        <w:spacing w:before="312" w:after="312"/>
      </w:pPr>
      <w:r w:rsidRPr="00EB0396">
        <w:rPr>
          <w:rFonts w:hint="eastAsia"/>
        </w:rPr>
        <w:t xml:space="preserve"> </w:t>
      </w:r>
      <w:bookmarkStart w:id="53" w:name="_Toc98757024"/>
      <w:bookmarkStart w:id="54" w:name="_Toc108098944"/>
      <w:bookmarkStart w:id="55" w:name="_Toc108107355"/>
      <w:r w:rsidRPr="00EB0396">
        <w:rPr>
          <w:rFonts w:hint="eastAsia"/>
        </w:rPr>
        <w:t>商品胶乳</w:t>
      </w:r>
      <w:bookmarkEnd w:id="53"/>
      <w:bookmarkEnd w:id="54"/>
      <w:bookmarkEnd w:id="55"/>
    </w:p>
    <w:p w14:paraId="34D70F9B" w14:textId="77777777" w:rsidR="00C645D3" w:rsidRPr="005D36F0" w:rsidRDefault="00C645D3" w:rsidP="00C645D3">
      <w:pPr>
        <w:pStyle w:val="afffffffffff9"/>
        <w:ind w:left="420" w:hangingChars="200" w:hanging="420"/>
        <w:rPr>
          <w:rFonts w:ascii="黑体" w:eastAsia="黑体" w:hAnsi="黑体"/>
        </w:rPr>
      </w:pPr>
      <w:r w:rsidRPr="005D36F0">
        <w:rPr>
          <w:rFonts w:ascii="黑体" w:eastAsia="黑体" w:hAnsi="黑体"/>
        </w:rPr>
        <w:br/>
      </w:r>
      <w:r>
        <w:rPr>
          <w:rFonts w:ascii="黑体" w:eastAsia="黑体" w:hAnsi="黑体" w:hint="eastAsia"/>
        </w:rPr>
        <w:t>浓缩</w:t>
      </w:r>
      <w:r w:rsidRPr="005D36F0">
        <w:rPr>
          <w:rFonts w:ascii="黑体" w:eastAsia="黑体" w:hAnsi="黑体" w:hint="eastAsia"/>
        </w:rPr>
        <w:t>天然胶乳</w:t>
      </w:r>
      <w:r w:rsidRPr="005D36F0">
        <w:rPr>
          <w:rFonts w:ascii="黑体" w:eastAsia="黑体" w:hAnsi="黑体"/>
        </w:rPr>
        <w:t xml:space="preserve">  natural rubber latex concentrate</w:t>
      </w:r>
      <w:r w:rsidRPr="00EB0396">
        <w:rPr>
          <w:rFonts w:hint="eastAsia"/>
          <w:b/>
        </w:rPr>
        <w:t>，</w:t>
      </w:r>
      <w:r w:rsidRPr="00EB0396">
        <w:t>concentrated natural rubber latex</w:t>
      </w:r>
    </w:p>
    <w:p w14:paraId="397E7730" w14:textId="77777777" w:rsidR="00C645D3" w:rsidRPr="0019200F" w:rsidRDefault="0019143B" w:rsidP="00C645D3">
      <w:pPr>
        <w:pStyle w:val="affffffffffff7"/>
        <w:ind w:firstLineChars="200" w:firstLine="420"/>
        <w:rPr>
          <w:rFonts w:ascii="宋体" w:eastAsia="宋体" w:hAnsi="宋体"/>
        </w:rPr>
      </w:pPr>
      <w:r w:rsidRPr="00EB0396">
        <w:rPr>
          <w:rFonts w:ascii="宋体" w:hAnsi="宋体" w:hint="eastAsia"/>
        </w:rPr>
        <w:t>&lt;</w:t>
      </w:r>
      <w:r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00C645D3" w:rsidRPr="0019200F">
        <w:rPr>
          <w:rFonts w:ascii="宋体" w:eastAsia="宋体" w:hAnsi="宋体"/>
        </w:rPr>
        <w:t>含有氨和/或其它保存剂，并经过某种工艺浓缩的天然胶乳。</w:t>
      </w:r>
    </w:p>
    <w:p w14:paraId="43AF4A06"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highlight w:val="lightGray"/>
        </w:rPr>
        <w:br/>
      </w:r>
      <w:r w:rsidRPr="00251890">
        <w:rPr>
          <w:rFonts w:ascii="黑体" w:eastAsia="黑体" w:hAnsi="黑体" w:hint="eastAsia"/>
        </w:rPr>
        <w:t>离心浓缩胶乳</w:t>
      </w:r>
      <w:r w:rsidRPr="00251890">
        <w:rPr>
          <w:rFonts w:ascii="黑体" w:eastAsia="黑体" w:hAnsi="黑体"/>
        </w:rPr>
        <w:t xml:space="preserve">  centrifuged natural rubber latex</w:t>
      </w:r>
    </w:p>
    <w:p w14:paraId="36B79D00" w14:textId="77777777" w:rsidR="00C645D3" w:rsidRPr="0019200F" w:rsidRDefault="0019143B" w:rsidP="00C645D3">
      <w:pPr>
        <w:pStyle w:val="affffffffffff7"/>
        <w:ind w:firstLineChars="200" w:firstLine="420"/>
        <w:rPr>
          <w:rFonts w:ascii="宋体" w:eastAsia="宋体" w:hAnsi="宋体"/>
        </w:rPr>
      </w:pPr>
      <w:r w:rsidRPr="00EB0396">
        <w:rPr>
          <w:rFonts w:ascii="宋体" w:hAnsi="宋体" w:hint="eastAsia"/>
        </w:rPr>
        <w:t>&lt;</w:t>
      </w:r>
      <w:r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00C645D3" w:rsidRPr="0019200F">
        <w:rPr>
          <w:rFonts w:ascii="宋体" w:eastAsia="宋体" w:hAnsi="宋体" w:hint="eastAsia"/>
        </w:rPr>
        <w:t>通过</w:t>
      </w:r>
      <w:r w:rsidR="00C645D3" w:rsidRPr="0019200F">
        <w:rPr>
          <w:rFonts w:ascii="宋体" w:eastAsia="宋体" w:hAnsi="宋体"/>
        </w:rPr>
        <w:t>离心</w:t>
      </w:r>
      <w:r w:rsidR="00C645D3" w:rsidRPr="0019200F">
        <w:rPr>
          <w:rFonts w:ascii="宋体" w:eastAsia="宋体" w:hAnsi="宋体" w:hint="eastAsia"/>
        </w:rPr>
        <w:t>力脱除乳清而提高橡胶浓度的</w:t>
      </w:r>
      <w:r w:rsidR="00B9513F">
        <w:rPr>
          <w:rFonts w:ascii="宋体" w:eastAsia="宋体" w:hAnsi="宋体" w:hint="eastAsia"/>
        </w:rPr>
        <w:t>天然</w:t>
      </w:r>
      <w:r w:rsidR="00C645D3" w:rsidRPr="0019200F">
        <w:rPr>
          <w:rFonts w:ascii="宋体" w:eastAsia="宋体" w:hAnsi="宋体"/>
        </w:rPr>
        <w:t>胶乳。</w:t>
      </w:r>
    </w:p>
    <w:p w14:paraId="3D0ED427"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lastRenderedPageBreak/>
        <w:br/>
      </w:r>
      <w:r w:rsidRPr="00251890">
        <w:rPr>
          <w:rFonts w:ascii="黑体" w:eastAsia="黑体" w:hAnsi="黑体" w:hint="eastAsia"/>
        </w:rPr>
        <w:t>低氨离心胶乳</w:t>
      </w:r>
      <w:r w:rsidRPr="00251890">
        <w:rPr>
          <w:rFonts w:ascii="黑体" w:eastAsia="黑体" w:hAnsi="黑体"/>
        </w:rPr>
        <w:t xml:space="preserve">  low ammonia centrifuged latex</w:t>
      </w:r>
    </w:p>
    <w:p w14:paraId="7CEDBD1F" w14:textId="77777777" w:rsidR="00C645D3" w:rsidRPr="00EB0396" w:rsidRDefault="0019143B" w:rsidP="00C645D3">
      <w:pPr>
        <w:pStyle w:val="affffffffffff7"/>
        <w:ind w:firstLineChars="200" w:firstLine="420"/>
        <w:rPr>
          <w:rFonts w:eastAsia="宋体"/>
        </w:rPr>
      </w:pPr>
      <w:r w:rsidRPr="00EB0396">
        <w:rPr>
          <w:rFonts w:ascii="宋体" w:hAnsi="宋体" w:hint="eastAsia"/>
        </w:rPr>
        <w:t>&lt;</w:t>
      </w:r>
      <w:r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00C645D3" w:rsidRPr="00EB0396">
        <w:rPr>
          <w:rFonts w:eastAsia="宋体"/>
        </w:rPr>
        <w:t>氨含量（按胶乳计）最大值</w:t>
      </w:r>
      <w:r w:rsidR="00C645D3" w:rsidRPr="005D36F0">
        <w:rPr>
          <w:rFonts w:ascii="宋体" w:eastAsia="宋体" w:hAnsi="宋体"/>
        </w:rPr>
        <w:t>为0.29%，</w:t>
      </w:r>
      <w:r w:rsidR="00C645D3" w:rsidRPr="00EB0396">
        <w:rPr>
          <w:rFonts w:eastAsia="宋体"/>
        </w:rPr>
        <w:t>并含有其它保存剂的离心</w:t>
      </w:r>
      <w:r w:rsidR="00B9513F">
        <w:rPr>
          <w:rFonts w:eastAsia="宋体" w:hint="eastAsia"/>
        </w:rPr>
        <w:t>浓缩天然</w:t>
      </w:r>
      <w:r w:rsidR="00C645D3" w:rsidRPr="00EB0396">
        <w:rPr>
          <w:rFonts w:eastAsia="宋体"/>
        </w:rPr>
        <w:t>胶乳。</w:t>
      </w:r>
    </w:p>
    <w:p w14:paraId="477D501D"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中氨离心胶乳</w:t>
      </w:r>
      <w:r w:rsidRPr="00251890">
        <w:rPr>
          <w:rFonts w:ascii="黑体" w:eastAsia="黑体" w:hAnsi="黑体"/>
        </w:rPr>
        <w:t xml:space="preserve">  medium ammonia centrifuged latex</w:t>
      </w:r>
    </w:p>
    <w:p w14:paraId="2D773A22" w14:textId="77777777" w:rsidR="00C645D3" w:rsidRPr="00EB0396" w:rsidRDefault="0019143B" w:rsidP="00C645D3">
      <w:pPr>
        <w:pStyle w:val="affffffffffff7"/>
        <w:ind w:firstLineChars="200" w:firstLine="420"/>
        <w:rPr>
          <w:rFonts w:eastAsia="宋体"/>
        </w:rPr>
      </w:pPr>
      <w:r w:rsidRPr="00EB0396">
        <w:rPr>
          <w:rFonts w:ascii="宋体" w:hAnsi="宋体" w:hint="eastAsia"/>
        </w:rPr>
        <w:t>&lt;</w:t>
      </w:r>
      <w:r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00C645D3" w:rsidRPr="00EB0396">
        <w:rPr>
          <w:rFonts w:eastAsia="宋体"/>
        </w:rPr>
        <w:t>氨含量（按胶乳计）</w:t>
      </w:r>
      <w:r w:rsidR="00C645D3" w:rsidRPr="005D36F0">
        <w:rPr>
          <w:rFonts w:ascii="宋体" w:eastAsia="宋体" w:hAnsi="宋体"/>
        </w:rPr>
        <w:t>0.30%～0.59%，</w:t>
      </w:r>
      <w:r w:rsidR="00C645D3" w:rsidRPr="00EB0396">
        <w:rPr>
          <w:rFonts w:eastAsia="宋体"/>
        </w:rPr>
        <w:t>并含有其它保存剂的离心</w:t>
      </w:r>
      <w:r w:rsidR="00B9513F">
        <w:rPr>
          <w:rFonts w:eastAsia="宋体" w:hint="eastAsia"/>
        </w:rPr>
        <w:t>浓缩天然</w:t>
      </w:r>
      <w:r w:rsidR="00C645D3" w:rsidRPr="00EB0396">
        <w:rPr>
          <w:rFonts w:eastAsia="宋体"/>
        </w:rPr>
        <w:t>胶乳。</w:t>
      </w:r>
    </w:p>
    <w:p w14:paraId="51FDFCC6"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高氨离心胶乳</w:t>
      </w:r>
      <w:r w:rsidRPr="00251890">
        <w:rPr>
          <w:rFonts w:ascii="黑体" w:eastAsia="黑体" w:hAnsi="黑体"/>
        </w:rPr>
        <w:t xml:space="preserve">  high ammonia centrifuged latex</w:t>
      </w:r>
    </w:p>
    <w:p w14:paraId="17D70A47" w14:textId="77777777" w:rsidR="00C645D3" w:rsidRPr="00EB0396" w:rsidRDefault="0019143B" w:rsidP="00C645D3">
      <w:pPr>
        <w:pStyle w:val="affffffffffff7"/>
        <w:ind w:firstLineChars="200" w:firstLine="420"/>
        <w:rPr>
          <w:rFonts w:eastAsia="宋体"/>
        </w:rPr>
      </w:pPr>
      <w:r w:rsidRPr="00EB0396">
        <w:rPr>
          <w:rFonts w:ascii="宋体" w:hAnsi="宋体" w:hint="eastAsia"/>
        </w:rPr>
        <w:t>&lt;</w:t>
      </w:r>
      <w:r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00C645D3" w:rsidRPr="00EB0396">
        <w:rPr>
          <w:rFonts w:eastAsia="宋体"/>
        </w:rPr>
        <w:t>只用氨保存或先用甲醛再用氨保存的离心</w:t>
      </w:r>
      <w:r w:rsidR="00B9513F">
        <w:rPr>
          <w:rFonts w:eastAsia="宋体" w:hint="eastAsia"/>
        </w:rPr>
        <w:t>浓缩天然</w:t>
      </w:r>
      <w:r w:rsidR="00C645D3" w:rsidRPr="00EB0396">
        <w:rPr>
          <w:rFonts w:eastAsia="宋体"/>
        </w:rPr>
        <w:t>胶乳，其氨含量（按胶乳计）至少应为</w:t>
      </w:r>
      <w:r w:rsidR="00C645D3" w:rsidRPr="00EB0396">
        <w:rPr>
          <w:rFonts w:eastAsia="宋体"/>
        </w:rPr>
        <w:t>0.60%</w:t>
      </w:r>
      <w:r w:rsidR="00C645D3" w:rsidRPr="00EB0396">
        <w:rPr>
          <w:rFonts w:eastAsia="宋体"/>
        </w:rPr>
        <w:t>。</w:t>
      </w:r>
    </w:p>
    <w:p w14:paraId="2FB2112C"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proofErr w:type="gramStart"/>
      <w:r w:rsidRPr="00251890">
        <w:rPr>
          <w:rFonts w:ascii="黑体" w:eastAsia="黑体" w:hAnsi="黑体" w:hint="eastAsia"/>
        </w:rPr>
        <w:t>膏化胶乳</w:t>
      </w:r>
      <w:proofErr w:type="gramEnd"/>
      <w:r w:rsidRPr="00251890">
        <w:rPr>
          <w:rFonts w:ascii="黑体" w:eastAsia="黑体" w:hAnsi="黑体"/>
        </w:rPr>
        <w:t xml:space="preserve">  creamed rubber latex</w:t>
      </w:r>
    </w:p>
    <w:p w14:paraId="5D49947B" w14:textId="77777777" w:rsidR="00C645D3" w:rsidRPr="0019200F" w:rsidRDefault="00C645D3" w:rsidP="00C645D3">
      <w:pPr>
        <w:pStyle w:val="affffffffffff7"/>
        <w:ind w:firstLineChars="200" w:firstLine="420"/>
        <w:rPr>
          <w:rFonts w:ascii="宋体" w:eastAsia="宋体" w:hAnsi="宋体"/>
        </w:rPr>
      </w:pPr>
      <w:r w:rsidRPr="0019200F">
        <w:rPr>
          <w:rFonts w:ascii="宋体" w:eastAsia="宋体" w:hAnsi="宋体" w:hint="eastAsia"/>
        </w:rPr>
        <w:t>&lt;</w:t>
      </w:r>
      <w:r w:rsidR="0019143B" w:rsidRPr="00E12786">
        <w:rPr>
          <w:rFonts w:ascii="仿宋_GB2312" w:eastAsia="仿宋_GB2312" w:hAnsi="宋体" w:hint="eastAsia"/>
        </w:rPr>
        <w:t>天然</w:t>
      </w:r>
      <w:r w:rsidRPr="0019200F">
        <w:rPr>
          <w:rFonts w:ascii="宋体" w:eastAsia="宋体" w:hAnsi="宋体" w:hint="eastAsia"/>
        </w:rPr>
        <w:t>胶乳&gt;</w:t>
      </w:r>
      <w:proofErr w:type="gramStart"/>
      <w:r w:rsidRPr="0019200F">
        <w:rPr>
          <w:rFonts w:ascii="宋体" w:eastAsia="宋体" w:hAnsi="宋体" w:hint="eastAsia"/>
        </w:rPr>
        <w:t>通过</w:t>
      </w:r>
      <w:r w:rsidRPr="0019200F">
        <w:rPr>
          <w:rFonts w:ascii="宋体" w:eastAsia="宋体" w:hAnsi="宋体"/>
        </w:rPr>
        <w:t>膏化</w:t>
      </w:r>
      <w:r w:rsidRPr="0019200F">
        <w:rPr>
          <w:rFonts w:ascii="宋体" w:eastAsia="宋体" w:hAnsi="宋体" w:hint="eastAsia"/>
        </w:rPr>
        <w:t>和</w:t>
      </w:r>
      <w:proofErr w:type="gramEnd"/>
      <w:r w:rsidRPr="0019200F">
        <w:rPr>
          <w:rFonts w:ascii="宋体" w:eastAsia="宋体" w:hAnsi="宋体" w:hint="eastAsia"/>
        </w:rPr>
        <w:t>分离乳清而使橡胶浓度提高的</w:t>
      </w:r>
      <w:r w:rsidR="00B9513F">
        <w:rPr>
          <w:rFonts w:ascii="宋体" w:eastAsia="宋体" w:hAnsi="宋体" w:hint="eastAsia"/>
        </w:rPr>
        <w:t>天然</w:t>
      </w:r>
      <w:r w:rsidRPr="0019200F">
        <w:rPr>
          <w:rFonts w:ascii="宋体" w:eastAsia="宋体" w:hAnsi="宋体" w:hint="eastAsia"/>
        </w:rPr>
        <w:t>胶乳。</w:t>
      </w:r>
    </w:p>
    <w:p w14:paraId="6AD2282B"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低</w:t>
      </w:r>
      <w:proofErr w:type="gramStart"/>
      <w:r w:rsidRPr="00251890">
        <w:rPr>
          <w:rFonts w:ascii="黑体" w:eastAsia="黑体" w:hAnsi="黑体" w:hint="eastAsia"/>
        </w:rPr>
        <w:t>氨膏化胶乳</w:t>
      </w:r>
      <w:proofErr w:type="gramEnd"/>
      <w:r w:rsidRPr="00251890">
        <w:rPr>
          <w:rFonts w:ascii="黑体" w:eastAsia="黑体" w:hAnsi="黑体"/>
        </w:rPr>
        <w:t xml:space="preserve">  low ammonia </w:t>
      </w:r>
      <w:proofErr w:type="spellStart"/>
      <w:r w:rsidRPr="00251890">
        <w:rPr>
          <w:rFonts w:ascii="黑体" w:eastAsia="黑体" w:hAnsi="黑体"/>
        </w:rPr>
        <w:t>creamded</w:t>
      </w:r>
      <w:proofErr w:type="spellEnd"/>
      <w:r w:rsidRPr="00251890">
        <w:rPr>
          <w:rFonts w:ascii="黑体" w:eastAsia="黑体" w:hAnsi="黑体"/>
        </w:rPr>
        <w:t xml:space="preserve"> latex</w:t>
      </w:r>
    </w:p>
    <w:p w14:paraId="1B5BF2A2" w14:textId="77777777" w:rsidR="00C645D3" w:rsidRPr="0019200F" w:rsidRDefault="00C645D3" w:rsidP="00C645D3">
      <w:pPr>
        <w:pStyle w:val="affffffffffff7"/>
        <w:ind w:firstLineChars="200" w:firstLine="420"/>
        <w:rPr>
          <w:rFonts w:ascii="宋体" w:eastAsia="宋体" w:hAnsi="宋体"/>
        </w:rPr>
      </w:pPr>
      <w:r w:rsidRPr="0019200F">
        <w:rPr>
          <w:rFonts w:ascii="宋体" w:eastAsia="宋体" w:hAnsi="宋体" w:hint="eastAsia"/>
        </w:rPr>
        <w:t>&lt;</w:t>
      </w:r>
      <w:r w:rsidR="0019143B" w:rsidRPr="00E12786">
        <w:rPr>
          <w:rFonts w:ascii="仿宋_GB2312" w:eastAsia="仿宋_GB2312" w:hAnsi="宋体" w:hint="eastAsia"/>
        </w:rPr>
        <w:t>天然</w:t>
      </w:r>
      <w:r w:rsidRPr="0019200F">
        <w:rPr>
          <w:rFonts w:ascii="宋体" w:eastAsia="宋体" w:hAnsi="宋体" w:hint="eastAsia"/>
        </w:rPr>
        <w:t>胶乳&gt;</w:t>
      </w:r>
      <w:r w:rsidRPr="0019200F">
        <w:rPr>
          <w:rFonts w:ascii="宋体" w:eastAsia="宋体" w:hAnsi="宋体"/>
        </w:rPr>
        <w:t>氨含量（按胶乳计）最大值为0.35%，并含有其它保存剂</w:t>
      </w:r>
      <w:proofErr w:type="gramStart"/>
      <w:r w:rsidRPr="0019200F">
        <w:rPr>
          <w:rFonts w:ascii="宋体" w:eastAsia="宋体" w:hAnsi="宋体"/>
        </w:rPr>
        <w:t>的膏化</w:t>
      </w:r>
      <w:r w:rsidR="00B9513F">
        <w:rPr>
          <w:rFonts w:ascii="宋体" w:eastAsia="宋体" w:hAnsi="宋体" w:hint="eastAsia"/>
        </w:rPr>
        <w:t>天然</w:t>
      </w:r>
      <w:proofErr w:type="gramEnd"/>
      <w:r w:rsidRPr="0019200F">
        <w:rPr>
          <w:rFonts w:ascii="宋体" w:eastAsia="宋体" w:hAnsi="宋体"/>
        </w:rPr>
        <w:t>胶乳。</w:t>
      </w:r>
    </w:p>
    <w:p w14:paraId="3177F1D1"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proofErr w:type="gramStart"/>
      <w:r w:rsidRPr="00251890">
        <w:rPr>
          <w:rFonts w:ascii="黑体" w:eastAsia="黑体" w:hAnsi="黑体" w:hint="eastAsia"/>
        </w:rPr>
        <w:t>高氨膏化胶乳</w:t>
      </w:r>
      <w:proofErr w:type="gramEnd"/>
      <w:r w:rsidRPr="00251890">
        <w:rPr>
          <w:rFonts w:ascii="黑体" w:eastAsia="黑体" w:hAnsi="黑体"/>
        </w:rPr>
        <w:t xml:space="preserve">  high ammonia </w:t>
      </w:r>
      <w:proofErr w:type="spellStart"/>
      <w:r w:rsidRPr="00251890">
        <w:rPr>
          <w:rFonts w:ascii="黑体" w:eastAsia="黑体" w:hAnsi="黑体"/>
        </w:rPr>
        <w:t>creamded</w:t>
      </w:r>
      <w:proofErr w:type="spellEnd"/>
      <w:r w:rsidRPr="00251890">
        <w:rPr>
          <w:rFonts w:ascii="黑体" w:eastAsia="黑体" w:hAnsi="黑体"/>
        </w:rPr>
        <w:t xml:space="preserve"> latex</w:t>
      </w:r>
    </w:p>
    <w:p w14:paraId="6184A4E8"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19143B"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用氨保存或先用甲醛再用氨保存</w:t>
      </w:r>
      <w:proofErr w:type="gramStart"/>
      <w:r w:rsidRPr="00EB0396">
        <w:rPr>
          <w:rFonts w:eastAsia="宋体"/>
        </w:rPr>
        <w:t>的膏化</w:t>
      </w:r>
      <w:r w:rsidR="00B9513F">
        <w:rPr>
          <w:rFonts w:eastAsia="宋体" w:hint="eastAsia"/>
        </w:rPr>
        <w:t>天然</w:t>
      </w:r>
      <w:proofErr w:type="gramEnd"/>
      <w:r w:rsidRPr="00EB0396">
        <w:rPr>
          <w:rFonts w:eastAsia="宋体"/>
        </w:rPr>
        <w:t>胶乳，其氨含量（按胶乳计）至</w:t>
      </w:r>
      <w:r w:rsidRPr="008C1EFB">
        <w:rPr>
          <w:rFonts w:ascii="宋体" w:eastAsia="宋体" w:hAnsi="宋体"/>
        </w:rPr>
        <w:t>少应为0.60%。</w:t>
      </w:r>
    </w:p>
    <w:p w14:paraId="38B74B26"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 xml:space="preserve">蒸发浓缩胶乳  </w:t>
      </w:r>
      <w:r w:rsidRPr="00251890">
        <w:rPr>
          <w:rFonts w:ascii="黑体" w:eastAsia="黑体" w:hAnsi="黑体"/>
        </w:rPr>
        <w:t xml:space="preserve"> evaporated rubber latex</w:t>
      </w:r>
    </w:p>
    <w:p w14:paraId="6ACAB5BD" w14:textId="77777777" w:rsidR="00C645D3" w:rsidRPr="004F4BEB" w:rsidRDefault="00C645D3" w:rsidP="00C645D3">
      <w:pPr>
        <w:pStyle w:val="Char1"/>
        <w:ind w:firstLine="420"/>
        <w:rPr>
          <w:rFonts w:hAnsi="宋体"/>
        </w:rPr>
      </w:pPr>
      <w:r w:rsidRPr="004F4BEB">
        <w:rPr>
          <w:rFonts w:hAnsi="宋体" w:hint="eastAsia"/>
        </w:rPr>
        <w:t>&lt;</w:t>
      </w:r>
      <w:r w:rsidR="0019143B" w:rsidRPr="00E12786">
        <w:rPr>
          <w:rFonts w:ascii="仿宋_GB2312" w:eastAsia="仿宋_GB2312" w:hAnsi="宋体" w:hint="eastAsia"/>
        </w:rPr>
        <w:t>天然</w:t>
      </w:r>
      <w:r w:rsidRPr="004F4BEB">
        <w:rPr>
          <w:rFonts w:hAnsi="宋体" w:hint="eastAsia"/>
        </w:rPr>
        <w:t>胶乳&gt;</w:t>
      </w:r>
      <w:r w:rsidRPr="004F4BEB">
        <w:rPr>
          <w:rFonts w:hAnsi="宋体"/>
        </w:rPr>
        <w:t>蒸</w:t>
      </w:r>
      <w:r w:rsidRPr="004F4BEB">
        <w:rPr>
          <w:rFonts w:hAnsi="宋体" w:hint="eastAsia"/>
        </w:rPr>
        <w:t>出部分水分，使橡胶浓度提高的</w:t>
      </w:r>
      <w:r w:rsidR="00B9513F">
        <w:rPr>
          <w:rFonts w:hAnsi="宋体" w:hint="eastAsia"/>
        </w:rPr>
        <w:t>天然</w:t>
      </w:r>
      <w:r w:rsidRPr="004F4BEB">
        <w:rPr>
          <w:rFonts w:hAnsi="宋体"/>
        </w:rPr>
        <w:t>胶乳。</w:t>
      </w:r>
    </w:p>
    <w:p w14:paraId="7DAAF1B1"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proofErr w:type="gramStart"/>
      <w:r w:rsidRPr="00251890">
        <w:rPr>
          <w:rFonts w:ascii="黑体" w:eastAsia="黑体" w:hAnsi="黑体" w:hint="eastAsia"/>
        </w:rPr>
        <w:t>高氨蒸浓胶乳</w:t>
      </w:r>
      <w:proofErr w:type="gramEnd"/>
      <w:r w:rsidRPr="00251890">
        <w:rPr>
          <w:rFonts w:ascii="黑体" w:eastAsia="黑体" w:hAnsi="黑体"/>
        </w:rPr>
        <w:t xml:space="preserve">  high ammonia evaporated latex</w:t>
      </w:r>
    </w:p>
    <w:p w14:paraId="22071202" w14:textId="77777777" w:rsidR="00C645D3" w:rsidRPr="004F4BEB" w:rsidRDefault="00C645D3" w:rsidP="00C645D3">
      <w:pPr>
        <w:pStyle w:val="affffffffffff7"/>
        <w:ind w:firstLineChars="200" w:firstLine="420"/>
        <w:rPr>
          <w:rFonts w:ascii="宋体" w:eastAsia="宋体" w:hAnsi="宋体"/>
        </w:rPr>
      </w:pPr>
      <w:r w:rsidRPr="004F4BEB">
        <w:rPr>
          <w:rFonts w:ascii="宋体" w:eastAsia="宋体" w:hAnsi="宋体" w:hint="eastAsia"/>
        </w:rPr>
        <w:t>&lt;</w:t>
      </w:r>
      <w:r w:rsidR="0019143B" w:rsidRPr="00E12786">
        <w:rPr>
          <w:rFonts w:ascii="仿宋_GB2312" w:eastAsia="仿宋_GB2312" w:hAnsi="宋体" w:hint="eastAsia"/>
        </w:rPr>
        <w:t>天然</w:t>
      </w:r>
      <w:r w:rsidRPr="004F4BEB">
        <w:rPr>
          <w:rFonts w:ascii="宋体" w:eastAsia="宋体" w:hAnsi="宋体" w:hint="eastAsia"/>
        </w:rPr>
        <w:t>胶乳&gt;</w:t>
      </w:r>
      <w:r w:rsidR="006334A4" w:rsidRPr="004F4BEB">
        <w:rPr>
          <w:rFonts w:ascii="宋体" w:eastAsia="宋体" w:hAnsi="宋体"/>
        </w:rPr>
        <w:t>只用氨保存的总固体含量至少为61.5%的浓缩</w:t>
      </w:r>
      <w:r w:rsidR="00B9513F">
        <w:rPr>
          <w:rFonts w:ascii="宋体" w:eastAsia="宋体" w:hAnsi="宋体" w:hint="eastAsia"/>
        </w:rPr>
        <w:t>天然</w:t>
      </w:r>
      <w:r w:rsidR="006334A4" w:rsidRPr="004F4BEB">
        <w:rPr>
          <w:rFonts w:ascii="宋体" w:eastAsia="宋体" w:hAnsi="宋体"/>
        </w:rPr>
        <w:t>胶乳，其氨含量（按胶乳计）至少应为0.60%。</w:t>
      </w:r>
    </w:p>
    <w:p w14:paraId="044A9033"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proofErr w:type="gramStart"/>
      <w:r w:rsidRPr="00251890">
        <w:rPr>
          <w:rFonts w:ascii="黑体" w:eastAsia="黑体" w:hAnsi="黑体" w:hint="eastAsia"/>
        </w:rPr>
        <w:t>标准蒸浓胶乳</w:t>
      </w:r>
      <w:proofErr w:type="gramEnd"/>
      <w:r w:rsidRPr="00251890">
        <w:rPr>
          <w:rFonts w:ascii="黑体" w:eastAsia="黑体" w:hAnsi="黑体"/>
        </w:rPr>
        <w:t xml:space="preserve">  evaporated high solids latex</w:t>
      </w:r>
    </w:p>
    <w:p w14:paraId="3B8AB438" w14:textId="77777777" w:rsidR="00C645D3" w:rsidRPr="004F4BEB" w:rsidRDefault="00C645D3" w:rsidP="00C645D3">
      <w:pPr>
        <w:pStyle w:val="affffffffffff7"/>
        <w:ind w:firstLineChars="200" w:firstLine="420"/>
        <w:rPr>
          <w:rFonts w:ascii="宋体" w:eastAsia="宋体" w:hAnsi="宋体"/>
        </w:rPr>
      </w:pPr>
      <w:r w:rsidRPr="004F4BEB">
        <w:rPr>
          <w:rFonts w:ascii="宋体" w:hAnsi="宋体" w:hint="eastAsia"/>
        </w:rPr>
        <w:t>&lt;</w:t>
      </w:r>
      <w:r w:rsidR="0019143B" w:rsidRPr="00E12786">
        <w:rPr>
          <w:rFonts w:ascii="仿宋_GB2312" w:eastAsia="仿宋_GB2312" w:hAnsi="宋体" w:hint="eastAsia"/>
        </w:rPr>
        <w:t>天然</w:t>
      </w:r>
      <w:r w:rsidRPr="004F4BEB">
        <w:rPr>
          <w:rFonts w:ascii="宋体" w:eastAsia="宋体" w:hAnsi="宋体" w:hint="eastAsia"/>
        </w:rPr>
        <w:t>胶乳</w:t>
      </w:r>
      <w:r w:rsidRPr="004F4BEB">
        <w:rPr>
          <w:rFonts w:ascii="宋体" w:hAnsi="宋体" w:hint="eastAsia"/>
        </w:rPr>
        <w:t>&gt;</w:t>
      </w:r>
      <w:r w:rsidRPr="004F4BEB">
        <w:rPr>
          <w:rFonts w:ascii="宋体" w:eastAsia="宋体" w:hAnsi="宋体"/>
        </w:rPr>
        <w:t>用氢氧化钾保存</w:t>
      </w:r>
      <w:r w:rsidRPr="004F4BEB">
        <w:rPr>
          <w:rFonts w:ascii="宋体" w:eastAsia="宋体" w:hAnsi="宋体" w:hint="eastAsia"/>
        </w:rPr>
        <w:t>的</w:t>
      </w:r>
      <w:r w:rsidRPr="004F4BEB">
        <w:rPr>
          <w:rFonts w:ascii="宋体" w:eastAsia="宋体" w:hAnsi="宋体"/>
        </w:rPr>
        <w:t>总固体含量</w:t>
      </w:r>
      <w:r w:rsidRPr="004F4BEB">
        <w:rPr>
          <w:rFonts w:ascii="宋体" w:eastAsia="宋体" w:hAnsi="宋体" w:hint="eastAsia"/>
        </w:rPr>
        <w:t>不低于</w:t>
      </w:r>
      <w:r w:rsidRPr="004F4BEB">
        <w:rPr>
          <w:rFonts w:ascii="宋体" w:eastAsia="宋体" w:hAnsi="宋体"/>
        </w:rPr>
        <w:t>72.0%的蒸</w:t>
      </w:r>
      <w:r w:rsidRPr="004F4BEB">
        <w:rPr>
          <w:rFonts w:ascii="宋体" w:eastAsia="宋体" w:hAnsi="宋体" w:hint="eastAsia"/>
        </w:rPr>
        <w:t>发</w:t>
      </w:r>
      <w:r w:rsidRPr="004F4BEB">
        <w:rPr>
          <w:rFonts w:ascii="宋体" w:eastAsia="宋体" w:hAnsi="宋体"/>
        </w:rPr>
        <w:t>浓</w:t>
      </w:r>
      <w:r w:rsidRPr="004F4BEB">
        <w:rPr>
          <w:rFonts w:ascii="宋体" w:eastAsia="宋体" w:hAnsi="宋体" w:hint="eastAsia"/>
        </w:rPr>
        <w:t>缩天然</w:t>
      </w:r>
      <w:r w:rsidRPr="004F4BEB">
        <w:rPr>
          <w:rFonts w:ascii="宋体" w:eastAsia="宋体" w:hAnsi="宋体"/>
        </w:rPr>
        <w:t>胶乳。</w:t>
      </w:r>
    </w:p>
    <w:p w14:paraId="53308AF4"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低浓度</w:t>
      </w:r>
      <w:proofErr w:type="gramStart"/>
      <w:r w:rsidRPr="00251890">
        <w:rPr>
          <w:rFonts w:ascii="黑体" w:eastAsia="黑体" w:hAnsi="黑体" w:hint="eastAsia"/>
        </w:rPr>
        <w:t>标准蒸浓胶乳</w:t>
      </w:r>
      <w:proofErr w:type="gramEnd"/>
      <w:r w:rsidRPr="00251890">
        <w:rPr>
          <w:rFonts w:ascii="黑体" w:eastAsia="黑体" w:hAnsi="黑体"/>
        </w:rPr>
        <w:t xml:space="preserve">  evaporated low solids latex</w:t>
      </w:r>
    </w:p>
    <w:p w14:paraId="084F9ED7" w14:textId="77777777" w:rsidR="00251890" w:rsidRDefault="00C645D3" w:rsidP="00A24278">
      <w:pPr>
        <w:pStyle w:val="affffffffffff7"/>
        <w:ind w:firstLineChars="200" w:firstLine="420"/>
        <w:rPr>
          <w:rFonts w:hAnsi="宋体"/>
        </w:rPr>
      </w:pPr>
      <w:r w:rsidRPr="004F4BEB">
        <w:rPr>
          <w:rFonts w:ascii="宋体" w:eastAsia="宋体" w:hAnsi="宋体" w:hint="eastAsia"/>
        </w:rPr>
        <w:t>&lt;</w:t>
      </w:r>
      <w:r w:rsidR="0019143B" w:rsidRPr="00E12786">
        <w:rPr>
          <w:rFonts w:ascii="仿宋_GB2312" w:eastAsia="仿宋_GB2312" w:hAnsi="宋体" w:hint="eastAsia"/>
        </w:rPr>
        <w:t>天然</w:t>
      </w:r>
      <w:r w:rsidRPr="004F4BEB">
        <w:rPr>
          <w:rFonts w:ascii="宋体" w:eastAsia="宋体" w:hAnsi="宋体" w:hint="eastAsia"/>
        </w:rPr>
        <w:t>胶乳&gt;</w:t>
      </w:r>
      <w:r w:rsidRPr="004F4BEB">
        <w:rPr>
          <w:rFonts w:ascii="宋体" w:eastAsia="宋体" w:hAnsi="宋体"/>
        </w:rPr>
        <w:t>用氢氧化钾保存总固体含量不低于67.0%的</w:t>
      </w:r>
      <w:r w:rsidR="00B9513F">
        <w:rPr>
          <w:rFonts w:ascii="宋体" w:eastAsia="宋体" w:hAnsi="宋体" w:hint="eastAsia"/>
        </w:rPr>
        <w:t>蒸发浓缩天然</w:t>
      </w:r>
      <w:r w:rsidRPr="004F4BEB">
        <w:rPr>
          <w:rFonts w:ascii="宋体" w:eastAsia="宋体" w:hAnsi="宋体"/>
        </w:rPr>
        <w:t>胶乳。</w:t>
      </w:r>
    </w:p>
    <w:p w14:paraId="718D5CAB" w14:textId="77777777" w:rsidR="00C645D3" w:rsidRPr="002F2492" w:rsidRDefault="00C645D3" w:rsidP="00C645D3">
      <w:pPr>
        <w:pStyle w:val="afffffffffff9"/>
        <w:ind w:left="420" w:hangingChars="200" w:hanging="420"/>
        <w:rPr>
          <w:rFonts w:ascii="黑体" w:eastAsia="黑体" w:hAnsi="黑体"/>
        </w:rPr>
      </w:pPr>
      <w:r w:rsidRPr="002F2492">
        <w:rPr>
          <w:rFonts w:ascii="黑体" w:eastAsia="黑体" w:hAnsi="黑体"/>
        </w:rPr>
        <w:br/>
      </w:r>
      <w:r>
        <w:rPr>
          <w:rFonts w:ascii="黑体" w:eastAsia="黑体" w:hAnsi="黑体" w:hint="eastAsia"/>
        </w:rPr>
        <w:t>特种</w:t>
      </w:r>
      <w:r w:rsidRPr="002F2492">
        <w:rPr>
          <w:rFonts w:ascii="黑体" w:eastAsia="黑体" w:hAnsi="黑体" w:hint="eastAsia"/>
        </w:rPr>
        <w:t>胶乳</w:t>
      </w:r>
      <w:r w:rsidRPr="002F2492">
        <w:rPr>
          <w:rFonts w:ascii="黑体" w:eastAsia="黑体" w:hAnsi="黑体"/>
        </w:rPr>
        <w:t xml:space="preserve">  special</w:t>
      </w:r>
      <w:r w:rsidR="00187840">
        <w:rPr>
          <w:rFonts w:ascii="黑体" w:eastAsia="黑体" w:hAnsi="黑体" w:hint="eastAsia"/>
        </w:rPr>
        <w:t xml:space="preserve"> </w:t>
      </w:r>
      <w:r w:rsidRPr="002F2492">
        <w:rPr>
          <w:rFonts w:ascii="黑体" w:eastAsia="黑体" w:hAnsi="黑体"/>
        </w:rPr>
        <w:t>purpose latex</w:t>
      </w:r>
    </w:p>
    <w:p w14:paraId="5728FFA9"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19143B"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经过化学改性</w:t>
      </w:r>
      <w:r w:rsidRPr="00EB0396">
        <w:rPr>
          <w:rFonts w:eastAsia="宋体" w:hint="eastAsia"/>
        </w:rPr>
        <w:t>的，或非</w:t>
      </w:r>
      <w:r w:rsidRPr="00EB0396">
        <w:rPr>
          <w:rFonts w:eastAsia="宋体"/>
        </w:rPr>
        <w:t>常规技术浓缩</w:t>
      </w:r>
      <w:r w:rsidRPr="00EB0396">
        <w:rPr>
          <w:rFonts w:eastAsia="宋体" w:hint="eastAsia"/>
        </w:rPr>
        <w:t>的</w:t>
      </w:r>
      <w:r w:rsidR="00B9513F">
        <w:rPr>
          <w:rFonts w:eastAsia="宋体" w:hint="eastAsia"/>
        </w:rPr>
        <w:t>天然</w:t>
      </w:r>
      <w:r w:rsidRPr="00EB0396">
        <w:rPr>
          <w:rFonts w:eastAsia="宋体"/>
        </w:rPr>
        <w:t>胶乳。</w:t>
      </w:r>
    </w:p>
    <w:p w14:paraId="5AE4D3D4"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proofErr w:type="gramStart"/>
      <w:r w:rsidRPr="00251890">
        <w:rPr>
          <w:rFonts w:ascii="黑体" w:eastAsia="黑体" w:hAnsi="黑体" w:hint="eastAsia"/>
        </w:rPr>
        <w:t>预硫化</w:t>
      </w:r>
      <w:proofErr w:type="gramEnd"/>
      <w:r w:rsidRPr="00251890">
        <w:rPr>
          <w:rFonts w:ascii="黑体" w:eastAsia="黑体" w:hAnsi="黑体" w:hint="eastAsia"/>
        </w:rPr>
        <w:t>胶乳</w:t>
      </w:r>
      <w:r w:rsidRPr="00251890">
        <w:rPr>
          <w:rFonts w:ascii="黑体" w:eastAsia="黑体" w:hAnsi="黑体"/>
        </w:rPr>
        <w:t xml:space="preserve">  </w:t>
      </w:r>
      <w:proofErr w:type="spellStart"/>
      <w:r w:rsidRPr="00251890">
        <w:rPr>
          <w:rFonts w:ascii="黑体" w:eastAsia="黑体" w:hAnsi="黑体"/>
        </w:rPr>
        <w:t>prevulcanized</w:t>
      </w:r>
      <w:proofErr w:type="spellEnd"/>
      <w:r w:rsidRPr="00251890">
        <w:rPr>
          <w:rFonts w:ascii="黑体" w:eastAsia="黑体" w:hAnsi="黑体"/>
        </w:rPr>
        <w:t xml:space="preserve"> rubber latex</w:t>
      </w:r>
    </w:p>
    <w:p w14:paraId="179F5944" w14:textId="77777777" w:rsidR="00C645D3" w:rsidRPr="00EB0396" w:rsidRDefault="00C645D3" w:rsidP="00C645D3">
      <w:pPr>
        <w:pStyle w:val="affffffffffff7"/>
        <w:ind w:firstLineChars="200" w:firstLine="420"/>
        <w:rPr>
          <w:rFonts w:ascii="宋体" w:eastAsia="宋体" w:hAnsi="宋体"/>
        </w:rPr>
      </w:pPr>
      <w:r w:rsidRPr="00EB0396">
        <w:rPr>
          <w:rFonts w:ascii="宋体" w:eastAsia="宋体" w:hAnsi="宋体" w:hint="eastAsia"/>
        </w:rPr>
        <w:t>硫化胶乳</w:t>
      </w:r>
    </w:p>
    <w:p w14:paraId="573032BC" w14:textId="77777777" w:rsidR="00C645D3" w:rsidRPr="0019200F" w:rsidRDefault="00C645D3" w:rsidP="00C645D3">
      <w:pPr>
        <w:pStyle w:val="affffffffffff7"/>
        <w:ind w:firstLineChars="200" w:firstLine="420"/>
        <w:rPr>
          <w:rFonts w:ascii="宋体" w:eastAsia="宋体" w:hAnsi="宋体"/>
        </w:rPr>
      </w:pPr>
      <w:r w:rsidRPr="0019200F">
        <w:rPr>
          <w:rFonts w:ascii="宋体" w:eastAsia="宋体" w:hAnsi="宋体" w:hint="eastAsia"/>
        </w:rPr>
        <w:t>&lt;</w:t>
      </w:r>
      <w:r w:rsidR="0019143B" w:rsidRPr="00E12786">
        <w:rPr>
          <w:rFonts w:ascii="仿宋_GB2312" w:eastAsia="仿宋_GB2312" w:hAnsi="宋体" w:hint="eastAsia"/>
        </w:rPr>
        <w:t>天然</w:t>
      </w:r>
      <w:r w:rsidRPr="0019200F">
        <w:rPr>
          <w:rFonts w:ascii="宋体" w:eastAsia="宋体" w:hAnsi="宋体" w:hint="eastAsia"/>
        </w:rPr>
        <w:t>胶乳&gt;</w:t>
      </w:r>
      <w:r w:rsidRPr="0019200F">
        <w:rPr>
          <w:rFonts w:ascii="宋体" w:eastAsia="宋体" w:hAnsi="宋体"/>
        </w:rPr>
        <w:t>粒子已</w:t>
      </w:r>
      <w:r w:rsidRPr="0019200F">
        <w:rPr>
          <w:rFonts w:ascii="宋体" w:eastAsia="宋体" w:hAnsi="宋体" w:hint="eastAsia"/>
        </w:rPr>
        <w:t>部分硫化</w:t>
      </w:r>
      <w:r w:rsidRPr="0019200F">
        <w:rPr>
          <w:rFonts w:ascii="宋体" w:eastAsia="宋体" w:hAnsi="宋体"/>
        </w:rPr>
        <w:t>的</w:t>
      </w:r>
      <w:r w:rsidR="00B9513F">
        <w:rPr>
          <w:rFonts w:ascii="宋体" w:eastAsia="宋体" w:hAnsi="宋体" w:hint="eastAsia"/>
        </w:rPr>
        <w:t>天然</w:t>
      </w:r>
      <w:r w:rsidRPr="0019200F">
        <w:rPr>
          <w:rFonts w:ascii="宋体" w:eastAsia="宋体" w:hAnsi="宋体"/>
        </w:rPr>
        <w:t>胶乳。</w:t>
      </w:r>
    </w:p>
    <w:p w14:paraId="6F173681" w14:textId="77777777" w:rsidR="00C645D3" w:rsidRPr="0019200F" w:rsidRDefault="00C645D3" w:rsidP="00B20A22">
      <w:pPr>
        <w:pStyle w:val="afff6"/>
        <w:ind w:firstLine="52"/>
      </w:pPr>
      <w:r w:rsidRPr="0019200F">
        <w:t>简单干燥这部分胶乳就可以生产薄膜制品和其他产品。</w:t>
      </w:r>
    </w:p>
    <w:p w14:paraId="6892D564"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proofErr w:type="gramStart"/>
      <w:r w:rsidRPr="00251890">
        <w:rPr>
          <w:rFonts w:ascii="黑体" w:eastAsia="黑体" w:hAnsi="黑体" w:hint="eastAsia"/>
        </w:rPr>
        <w:t>低定伸硫</w:t>
      </w:r>
      <w:proofErr w:type="gramEnd"/>
      <w:r w:rsidRPr="00251890">
        <w:rPr>
          <w:rFonts w:ascii="黑体" w:eastAsia="黑体" w:hAnsi="黑体" w:hint="eastAsia"/>
        </w:rPr>
        <w:t xml:space="preserve">化胶乳 </w:t>
      </w:r>
      <w:r w:rsidRPr="00251890">
        <w:rPr>
          <w:rFonts w:ascii="黑体" w:eastAsia="黑体" w:hAnsi="黑体"/>
        </w:rPr>
        <w:t xml:space="preserve"> low modulus </w:t>
      </w:r>
      <w:proofErr w:type="spellStart"/>
      <w:r w:rsidRPr="00251890">
        <w:rPr>
          <w:rFonts w:ascii="黑体" w:eastAsia="黑体" w:hAnsi="黑体"/>
        </w:rPr>
        <w:t>prevulcanized</w:t>
      </w:r>
      <w:proofErr w:type="spellEnd"/>
      <w:r w:rsidRPr="00251890">
        <w:rPr>
          <w:rFonts w:ascii="黑体" w:eastAsia="黑体" w:hAnsi="黑体"/>
        </w:rPr>
        <w:t xml:space="preserve"> latex</w:t>
      </w:r>
    </w:p>
    <w:p w14:paraId="64115822" w14:textId="77777777" w:rsidR="00C645D3" w:rsidRPr="0019200F" w:rsidRDefault="00C645D3" w:rsidP="00C645D3">
      <w:pPr>
        <w:pStyle w:val="affffffffffff7"/>
        <w:ind w:firstLineChars="200" w:firstLine="420"/>
        <w:rPr>
          <w:rFonts w:ascii="宋体" w:eastAsia="宋体" w:hAnsi="宋体"/>
        </w:rPr>
      </w:pPr>
      <w:r w:rsidRPr="0019200F">
        <w:rPr>
          <w:rFonts w:ascii="宋体" w:eastAsia="宋体" w:hAnsi="宋体"/>
        </w:rPr>
        <w:t>LR</w:t>
      </w:r>
      <w:r w:rsidRPr="0019200F">
        <w:rPr>
          <w:rFonts w:ascii="宋体" w:eastAsia="宋体" w:hAnsi="宋体" w:hint="eastAsia"/>
        </w:rPr>
        <w:t>硫化胶乳</w:t>
      </w:r>
    </w:p>
    <w:p w14:paraId="086F0565" w14:textId="77777777" w:rsidR="00C645D3" w:rsidRPr="0019200F" w:rsidRDefault="00C645D3" w:rsidP="00C645D3">
      <w:pPr>
        <w:pStyle w:val="affffffffffff7"/>
        <w:ind w:firstLineChars="200" w:firstLine="420"/>
        <w:rPr>
          <w:rFonts w:ascii="宋体" w:eastAsia="宋体" w:hAnsi="宋体"/>
        </w:rPr>
      </w:pPr>
      <w:r w:rsidRPr="0019200F">
        <w:rPr>
          <w:rFonts w:ascii="宋体" w:eastAsia="宋体" w:hAnsi="宋体"/>
        </w:rPr>
        <w:lastRenderedPageBreak/>
        <w:t>&lt;</w:t>
      </w:r>
      <w:r w:rsidR="0019143B" w:rsidRPr="00E12786">
        <w:rPr>
          <w:rFonts w:ascii="仿宋_GB2312" w:eastAsia="仿宋_GB2312" w:hAnsi="宋体" w:hint="eastAsia"/>
        </w:rPr>
        <w:t>天然</w:t>
      </w:r>
      <w:r w:rsidRPr="0019200F">
        <w:rPr>
          <w:rFonts w:ascii="宋体" w:eastAsia="宋体" w:hAnsi="宋体"/>
        </w:rPr>
        <w:t>胶乳&gt;胶膜500%</w:t>
      </w:r>
      <w:proofErr w:type="gramStart"/>
      <w:r w:rsidRPr="0019200F">
        <w:rPr>
          <w:rFonts w:ascii="宋体" w:eastAsia="宋体" w:hAnsi="宋体"/>
        </w:rPr>
        <w:t>定伸应力</w:t>
      </w:r>
      <w:proofErr w:type="gramEnd"/>
      <w:r w:rsidRPr="0019200F">
        <w:rPr>
          <w:rFonts w:ascii="宋体" w:eastAsia="宋体" w:hAnsi="宋体"/>
        </w:rPr>
        <w:t>较低（约2.1MPa）的硫化胶乳。</w:t>
      </w:r>
    </w:p>
    <w:p w14:paraId="262E9C87"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中</w:t>
      </w:r>
      <w:proofErr w:type="gramStart"/>
      <w:r w:rsidRPr="00251890">
        <w:rPr>
          <w:rFonts w:ascii="黑体" w:eastAsia="黑体" w:hAnsi="黑体" w:hint="eastAsia"/>
        </w:rPr>
        <w:t>定伸硫</w:t>
      </w:r>
      <w:proofErr w:type="gramEnd"/>
      <w:r w:rsidRPr="00251890">
        <w:rPr>
          <w:rFonts w:ascii="黑体" w:eastAsia="黑体" w:hAnsi="黑体" w:hint="eastAsia"/>
        </w:rPr>
        <w:t>化胶乳</w:t>
      </w:r>
      <w:r w:rsidRPr="00251890">
        <w:rPr>
          <w:rFonts w:ascii="黑体" w:eastAsia="黑体" w:hAnsi="黑体"/>
        </w:rPr>
        <w:t xml:space="preserve">  medium modulus </w:t>
      </w:r>
      <w:proofErr w:type="spellStart"/>
      <w:r w:rsidRPr="00251890">
        <w:rPr>
          <w:rFonts w:ascii="黑体" w:eastAsia="黑体" w:hAnsi="黑体"/>
        </w:rPr>
        <w:t>prevulcanized</w:t>
      </w:r>
      <w:proofErr w:type="spellEnd"/>
      <w:r w:rsidRPr="00251890">
        <w:rPr>
          <w:rFonts w:ascii="黑体" w:eastAsia="黑体" w:hAnsi="黑体"/>
        </w:rPr>
        <w:t xml:space="preserve"> latex</w:t>
      </w:r>
    </w:p>
    <w:p w14:paraId="6537C0A8" w14:textId="77777777" w:rsidR="00C645D3" w:rsidRPr="0019200F" w:rsidRDefault="00C645D3" w:rsidP="00C645D3">
      <w:pPr>
        <w:ind w:firstLineChars="200" w:firstLine="420"/>
        <w:rPr>
          <w:rFonts w:ascii="宋体" w:hAnsi="宋体"/>
        </w:rPr>
      </w:pPr>
      <w:r w:rsidRPr="0019200F">
        <w:rPr>
          <w:rFonts w:ascii="宋体" w:hAnsi="宋体"/>
        </w:rPr>
        <w:t>MR</w:t>
      </w:r>
      <w:r w:rsidRPr="0019200F">
        <w:rPr>
          <w:rFonts w:ascii="宋体" w:hAnsi="宋体" w:hint="eastAsia"/>
        </w:rPr>
        <w:t>硫化胶乳</w:t>
      </w:r>
    </w:p>
    <w:p w14:paraId="26E6D02A" w14:textId="77777777" w:rsidR="00C645D3" w:rsidRPr="0019200F" w:rsidRDefault="00C645D3" w:rsidP="00C645D3">
      <w:pPr>
        <w:ind w:firstLineChars="200" w:firstLine="420"/>
        <w:rPr>
          <w:rFonts w:ascii="宋体" w:hAnsi="宋体"/>
        </w:rPr>
      </w:pPr>
      <w:r w:rsidRPr="0019200F">
        <w:rPr>
          <w:rFonts w:ascii="宋体" w:hAnsi="宋体" w:hint="eastAsia"/>
        </w:rPr>
        <w:t>&lt;</w:t>
      </w:r>
      <w:r w:rsidR="0019143B" w:rsidRPr="00E12786">
        <w:rPr>
          <w:rFonts w:ascii="仿宋_GB2312" w:eastAsia="仿宋_GB2312" w:hAnsi="宋体" w:hint="eastAsia"/>
        </w:rPr>
        <w:t>天然</w:t>
      </w:r>
      <w:r w:rsidRPr="0019200F">
        <w:rPr>
          <w:rFonts w:ascii="宋体" w:hAnsi="宋体"/>
        </w:rPr>
        <w:t>胶乳&gt;胶膜500%</w:t>
      </w:r>
      <w:proofErr w:type="gramStart"/>
      <w:r w:rsidRPr="0019200F">
        <w:rPr>
          <w:rFonts w:ascii="宋体" w:hAnsi="宋体"/>
        </w:rPr>
        <w:t>定伸应力</w:t>
      </w:r>
      <w:proofErr w:type="gramEnd"/>
      <w:r w:rsidRPr="0019200F">
        <w:rPr>
          <w:rFonts w:ascii="宋体" w:hAnsi="宋体"/>
        </w:rPr>
        <w:t>中等（约3.0M</w:t>
      </w:r>
      <w:r w:rsidRPr="0019200F">
        <w:rPr>
          <w:rFonts w:ascii="宋体" w:hAnsi="宋体" w:hint="eastAsia"/>
        </w:rPr>
        <w:t>P</w:t>
      </w:r>
      <w:r w:rsidRPr="0019200F">
        <w:rPr>
          <w:rFonts w:ascii="宋体" w:hAnsi="宋体"/>
        </w:rPr>
        <w:t>a）的硫化胶乳。</w:t>
      </w:r>
    </w:p>
    <w:p w14:paraId="7FCC9AA5"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高</w:t>
      </w:r>
      <w:proofErr w:type="gramStart"/>
      <w:r w:rsidRPr="00251890">
        <w:rPr>
          <w:rFonts w:ascii="黑体" w:eastAsia="黑体" w:hAnsi="黑体" w:hint="eastAsia"/>
        </w:rPr>
        <w:t>定伸硫</w:t>
      </w:r>
      <w:proofErr w:type="gramEnd"/>
      <w:r w:rsidRPr="00251890">
        <w:rPr>
          <w:rFonts w:ascii="黑体" w:eastAsia="黑体" w:hAnsi="黑体" w:hint="eastAsia"/>
        </w:rPr>
        <w:t xml:space="preserve">化胶乳  </w:t>
      </w:r>
      <w:r w:rsidRPr="00251890">
        <w:rPr>
          <w:rFonts w:ascii="黑体" w:eastAsia="黑体" w:hAnsi="黑体"/>
        </w:rPr>
        <w:t xml:space="preserve">high modulus </w:t>
      </w:r>
      <w:proofErr w:type="spellStart"/>
      <w:r w:rsidRPr="00251890">
        <w:rPr>
          <w:rFonts w:ascii="黑体" w:eastAsia="黑体" w:hAnsi="黑体"/>
        </w:rPr>
        <w:t>prevulcanized</w:t>
      </w:r>
      <w:proofErr w:type="spellEnd"/>
      <w:r w:rsidRPr="00251890">
        <w:rPr>
          <w:rFonts w:ascii="黑体" w:eastAsia="黑体" w:hAnsi="黑体"/>
        </w:rPr>
        <w:t xml:space="preserve"> latex</w:t>
      </w:r>
    </w:p>
    <w:p w14:paraId="67559F67" w14:textId="77777777" w:rsidR="00C645D3" w:rsidRPr="0019200F" w:rsidRDefault="00C645D3" w:rsidP="00C645D3">
      <w:pPr>
        <w:pStyle w:val="affffffffffff7"/>
        <w:ind w:firstLineChars="200" w:firstLine="420"/>
        <w:rPr>
          <w:rFonts w:ascii="宋体" w:eastAsia="宋体" w:hAnsi="宋体"/>
        </w:rPr>
      </w:pPr>
      <w:r w:rsidRPr="0019200F">
        <w:rPr>
          <w:rFonts w:ascii="宋体" w:eastAsia="宋体" w:hAnsi="宋体"/>
        </w:rPr>
        <w:t>HR硫化胶乳</w:t>
      </w:r>
    </w:p>
    <w:p w14:paraId="5AD12F2C" w14:textId="77777777" w:rsidR="00C645D3" w:rsidRPr="0019200F" w:rsidRDefault="00C645D3" w:rsidP="00C645D3">
      <w:pPr>
        <w:pStyle w:val="affffffffffff7"/>
        <w:ind w:firstLineChars="200" w:firstLine="420"/>
        <w:rPr>
          <w:rFonts w:ascii="宋体" w:eastAsia="宋体" w:hAnsi="宋体"/>
        </w:rPr>
      </w:pPr>
      <w:r w:rsidRPr="0019200F">
        <w:rPr>
          <w:rFonts w:ascii="宋体" w:eastAsia="宋体" w:hAnsi="宋体" w:hint="eastAsia"/>
        </w:rPr>
        <w:t>&lt;</w:t>
      </w:r>
      <w:r w:rsidR="0019143B" w:rsidRPr="00E12786">
        <w:rPr>
          <w:rFonts w:ascii="仿宋_GB2312" w:eastAsia="仿宋_GB2312" w:hAnsi="宋体" w:hint="eastAsia"/>
        </w:rPr>
        <w:t>天然</w:t>
      </w:r>
      <w:r w:rsidRPr="0019200F">
        <w:rPr>
          <w:rFonts w:ascii="宋体" w:eastAsia="宋体" w:hAnsi="宋体" w:hint="eastAsia"/>
        </w:rPr>
        <w:t>胶乳&gt;</w:t>
      </w:r>
      <w:r w:rsidRPr="0019200F">
        <w:rPr>
          <w:rFonts w:ascii="宋体" w:eastAsia="宋体" w:hAnsi="宋体"/>
        </w:rPr>
        <w:t>胶膜500%</w:t>
      </w:r>
      <w:proofErr w:type="gramStart"/>
      <w:r w:rsidRPr="0019200F">
        <w:rPr>
          <w:rFonts w:ascii="宋体" w:eastAsia="宋体" w:hAnsi="宋体"/>
        </w:rPr>
        <w:t>定伸应力</w:t>
      </w:r>
      <w:proofErr w:type="gramEnd"/>
      <w:r w:rsidRPr="0019200F">
        <w:rPr>
          <w:rFonts w:ascii="宋体" w:eastAsia="宋体" w:hAnsi="宋体"/>
        </w:rPr>
        <w:t>较高（约4.0Mpa）的硫化胶乳。</w:t>
      </w:r>
    </w:p>
    <w:p w14:paraId="260B9562"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两次离心胶乳</w:t>
      </w:r>
      <w:r w:rsidRPr="00251890">
        <w:rPr>
          <w:rFonts w:ascii="黑体" w:eastAsia="黑体" w:hAnsi="黑体"/>
        </w:rPr>
        <w:t xml:space="preserve">  doubly centrifuged latex</w:t>
      </w:r>
    </w:p>
    <w:p w14:paraId="256EA7BF"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19143B"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经过两次离心，非橡胶物质含量较低的浓缩</w:t>
      </w:r>
      <w:r w:rsidR="00B9513F">
        <w:rPr>
          <w:rFonts w:eastAsia="宋体" w:hint="eastAsia"/>
        </w:rPr>
        <w:t>天然</w:t>
      </w:r>
      <w:r w:rsidRPr="00EB0396">
        <w:rPr>
          <w:rFonts w:eastAsia="宋体"/>
        </w:rPr>
        <w:t>胶乳。</w:t>
      </w:r>
    </w:p>
    <w:p w14:paraId="21260761"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两次离心</w:t>
      </w:r>
      <w:r w:rsidRPr="00251890">
        <w:rPr>
          <w:rFonts w:ascii="黑体" w:eastAsia="黑体" w:hAnsi="黑体"/>
        </w:rPr>
        <w:t xml:space="preserve">  double centrifugation</w:t>
      </w:r>
    </w:p>
    <w:p w14:paraId="4AF5E888"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19143B"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将普通离心浓缩胶乳加水稀释一倍，再离心浓缩至干胶含量</w:t>
      </w:r>
      <w:r w:rsidRPr="00EB0396">
        <w:rPr>
          <w:rFonts w:eastAsia="宋体"/>
        </w:rPr>
        <w:t>60%</w:t>
      </w:r>
      <w:r w:rsidRPr="00EB0396">
        <w:rPr>
          <w:rFonts w:eastAsia="宋体"/>
        </w:rPr>
        <w:t>的过程。</w:t>
      </w:r>
    </w:p>
    <w:p w14:paraId="56E69082"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 xml:space="preserve">两步离心 </w:t>
      </w:r>
      <w:r w:rsidRPr="00251890">
        <w:rPr>
          <w:rFonts w:ascii="黑体" w:eastAsia="黑体" w:hAnsi="黑体"/>
        </w:rPr>
        <w:t xml:space="preserve"> two-stage centrifugation</w:t>
      </w:r>
    </w:p>
    <w:p w14:paraId="6642A2AA" w14:textId="77777777" w:rsidR="00C645D3" w:rsidRPr="00EB0396" w:rsidRDefault="00C645D3" w:rsidP="00C645D3">
      <w:pPr>
        <w:pStyle w:val="affffffffffff7"/>
        <w:ind w:firstLineChars="200" w:firstLine="420"/>
        <w:rPr>
          <w:rFonts w:eastAsia="宋体"/>
        </w:rPr>
      </w:pPr>
      <w:r w:rsidRPr="0019200F">
        <w:rPr>
          <w:rFonts w:ascii="宋体" w:eastAsia="宋体" w:hAnsi="宋体" w:hint="eastAsia"/>
        </w:rPr>
        <w:t>&lt;</w:t>
      </w:r>
      <w:r w:rsidR="0019143B" w:rsidRPr="00E12786">
        <w:rPr>
          <w:rFonts w:ascii="仿宋_GB2312" w:eastAsia="仿宋_GB2312" w:hAnsi="宋体" w:hint="eastAsia"/>
        </w:rPr>
        <w:t>天然</w:t>
      </w:r>
      <w:r w:rsidRPr="0019200F">
        <w:rPr>
          <w:rFonts w:ascii="宋体" w:eastAsia="宋体" w:hAnsi="宋体" w:hint="eastAsia"/>
        </w:rPr>
        <w:t>胶乳&gt;先</w:t>
      </w:r>
      <w:r w:rsidRPr="0019200F">
        <w:rPr>
          <w:rFonts w:ascii="宋体" w:eastAsia="宋体" w:hAnsi="宋体"/>
        </w:rPr>
        <w:t>将保存</w:t>
      </w:r>
      <w:r w:rsidRPr="0019200F">
        <w:rPr>
          <w:rFonts w:ascii="宋体" w:eastAsia="宋体" w:hAnsi="宋体" w:hint="eastAsia"/>
        </w:rPr>
        <w:t>过的新鲜</w:t>
      </w:r>
      <w:r w:rsidRPr="0019200F">
        <w:rPr>
          <w:rFonts w:ascii="宋体" w:eastAsia="宋体" w:hAnsi="宋体"/>
        </w:rPr>
        <w:t>胶乳离心浓缩至干胶含量</w:t>
      </w:r>
      <w:r w:rsidRPr="0019200F">
        <w:rPr>
          <w:rFonts w:ascii="宋体" w:eastAsia="宋体" w:hAnsi="宋体" w:hint="eastAsia"/>
        </w:rPr>
        <w:t>约</w:t>
      </w:r>
      <w:r w:rsidRPr="0019200F">
        <w:rPr>
          <w:rFonts w:ascii="宋体" w:eastAsia="宋体" w:hAnsi="宋体"/>
        </w:rPr>
        <w:t>50%，再</w:t>
      </w:r>
      <w:r w:rsidRPr="0019200F">
        <w:rPr>
          <w:rFonts w:ascii="宋体" w:eastAsia="宋体" w:hAnsi="宋体" w:hint="eastAsia"/>
        </w:rPr>
        <w:t>进一</w:t>
      </w:r>
      <w:r w:rsidRPr="0019200F">
        <w:rPr>
          <w:rFonts w:ascii="宋体" w:eastAsia="宋体" w:hAnsi="宋体"/>
        </w:rPr>
        <w:t>步离心浓缩至干胶含量65%以</w:t>
      </w:r>
      <w:r w:rsidRPr="00EB0396">
        <w:rPr>
          <w:rFonts w:eastAsia="宋体"/>
        </w:rPr>
        <w:t>上的</w:t>
      </w:r>
      <w:r w:rsidRPr="00EB0396">
        <w:rPr>
          <w:rFonts w:eastAsia="宋体" w:hint="eastAsia"/>
        </w:rPr>
        <w:t>方法</w:t>
      </w:r>
      <w:r w:rsidRPr="00EB0396">
        <w:rPr>
          <w:rFonts w:eastAsia="宋体"/>
        </w:rPr>
        <w:t>。</w:t>
      </w:r>
    </w:p>
    <w:p w14:paraId="256752FD"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纯化胶乳</w:t>
      </w:r>
      <w:r w:rsidRPr="00251890">
        <w:rPr>
          <w:rFonts w:ascii="黑体" w:eastAsia="黑体" w:hAnsi="黑体"/>
        </w:rPr>
        <w:t xml:space="preserve">  purified latex</w:t>
      </w:r>
    </w:p>
    <w:p w14:paraId="07E777B9"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19143B"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非橡胶物质（特别是蛋白质）含量极低的浓缩</w:t>
      </w:r>
      <w:r w:rsidR="00B9513F">
        <w:rPr>
          <w:rFonts w:eastAsia="宋体" w:hint="eastAsia"/>
        </w:rPr>
        <w:t>天然</w:t>
      </w:r>
      <w:r w:rsidRPr="00EB0396">
        <w:rPr>
          <w:rFonts w:eastAsia="宋体"/>
        </w:rPr>
        <w:t>胶乳。</w:t>
      </w:r>
    </w:p>
    <w:p w14:paraId="55E8B671"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 xml:space="preserve">胶乳纯化 </w:t>
      </w:r>
      <w:r w:rsidRPr="00251890">
        <w:rPr>
          <w:rFonts w:ascii="黑体" w:eastAsia="黑体" w:hAnsi="黑体"/>
        </w:rPr>
        <w:t xml:space="preserve"> latex purification  </w:t>
      </w:r>
    </w:p>
    <w:p w14:paraId="5BABFCC4"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19143B"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将胶乳反复稀释、浓缩、或水解胶乳蛋白质后浓缩，以尽量除去</w:t>
      </w:r>
      <w:proofErr w:type="gramStart"/>
      <w:r w:rsidRPr="00EB0396">
        <w:rPr>
          <w:rFonts w:eastAsia="宋体"/>
        </w:rPr>
        <w:t>胶乳非胶物质</w:t>
      </w:r>
      <w:proofErr w:type="gramEnd"/>
      <w:r w:rsidRPr="00EB0396">
        <w:rPr>
          <w:rFonts w:eastAsia="宋体"/>
        </w:rPr>
        <w:t>的过程。</w:t>
      </w:r>
    </w:p>
    <w:p w14:paraId="700CE4BC"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耐寒胶乳</w:t>
      </w:r>
      <w:r w:rsidRPr="00251890">
        <w:rPr>
          <w:rFonts w:ascii="黑体" w:eastAsia="黑体" w:hAnsi="黑体"/>
        </w:rPr>
        <w:t xml:space="preserve">  freeze-thaw stable latex  </w:t>
      </w:r>
    </w:p>
    <w:p w14:paraId="39AFF1F7" w14:textId="77777777" w:rsidR="00C645D3" w:rsidRPr="00EB0396" w:rsidRDefault="00C645D3" w:rsidP="00C645D3">
      <w:pPr>
        <w:pStyle w:val="affffffffffff7"/>
        <w:ind w:firstLineChars="200" w:firstLine="420"/>
        <w:rPr>
          <w:rFonts w:ascii="宋体" w:eastAsia="宋体" w:hAnsi="宋体"/>
        </w:rPr>
      </w:pPr>
      <w:r w:rsidRPr="00EB0396">
        <w:rPr>
          <w:rFonts w:ascii="宋体" w:eastAsia="宋体" w:hAnsi="宋体" w:hint="eastAsia"/>
        </w:rPr>
        <w:t>耐冻融胶乳</w:t>
      </w:r>
    </w:p>
    <w:p w14:paraId="2DE25956"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19143B"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hint="eastAsia"/>
        </w:rPr>
        <w:t>经过</w:t>
      </w:r>
      <w:r w:rsidRPr="00EB0396">
        <w:rPr>
          <w:rFonts w:eastAsia="宋体"/>
        </w:rPr>
        <w:t>在</w:t>
      </w:r>
      <w:r w:rsidRPr="008C1EFB">
        <w:rPr>
          <w:rFonts w:ascii="宋体" w:eastAsia="宋体" w:hAnsi="宋体"/>
        </w:rPr>
        <w:t>0</w:t>
      </w:r>
      <w:r w:rsidRPr="00EB0396">
        <w:rPr>
          <w:rFonts w:ascii="宋体" w:eastAsia="宋体" w:hAnsi="宋体"/>
        </w:rPr>
        <w:t>℃</w:t>
      </w:r>
      <w:r w:rsidRPr="00EB0396">
        <w:rPr>
          <w:rFonts w:eastAsia="宋体"/>
        </w:rPr>
        <w:t>以下冰冻，</w:t>
      </w:r>
      <w:r w:rsidRPr="00EB0396">
        <w:rPr>
          <w:rFonts w:eastAsia="宋体" w:hint="eastAsia"/>
        </w:rPr>
        <w:t>再升</w:t>
      </w:r>
      <w:r w:rsidRPr="00EB0396">
        <w:rPr>
          <w:rFonts w:eastAsia="宋体"/>
        </w:rPr>
        <w:t>温</w:t>
      </w:r>
      <w:r w:rsidRPr="00EB0396">
        <w:rPr>
          <w:rFonts w:eastAsia="宋体" w:hint="eastAsia"/>
        </w:rPr>
        <w:t>解冻（</w:t>
      </w:r>
      <w:r w:rsidRPr="00EB0396">
        <w:rPr>
          <w:rFonts w:eastAsia="宋体"/>
        </w:rPr>
        <w:t>融化</w:t>
      </w:r>
      <w:r w:rsidRPr="00EB0396">
        <w:rPr>
          <w:rFonts w:eastAsia="宋体" w:hint="eastAsia"/>
        </w:rPr>
        <w:t>）</w:t>
      </w:r>
      <w:r w:rsidRPr="00EB0396">
        <w:rPr>
          <w:rFonts w:eastAsia="宋体"/>
        </w:rPr>
        <w:t>，胶乳性质</w:t>
      </w:r>
      <w:r w:rsidRPr="00EB0396">
        <w:rPr>
          <w:rFonts w:eastAsia="宋体" w:hint="eastAsia"/>
        </w:rPr>
        <w:t>仍能</w:t>
      </w:r>
      <w:r w:rsidRPr="00EB0396">
        <w:rPr>
          <w:rFonts w:eastAsia="宋体"/>
        </w:rPr>
        <w:t>基本</w:t>
      </w:r>
      <w:r w:rsidRPr="00EB0396">
        <w:rPr>
          <w:rFonts w:eastAsia="宋体" w:hint="eastAsia"/>
        </w:rPr>
        <w:t>保持</w:t>
      </w:r>
      <w:r w:rsidRPr="00EB0396">
        <w:rPr>
          <w:rFonts w:eastAsia="宋体"/>
        </w:rPr>
        <w:t>不变的</w:t>
      </w:r>
      <w:r w:rsidR="00532939">
        <w:rPr>
          <w:rFonts w:eastAsia="宋体" w:hint="eastAsia"/>
        </w:rPr>
        <w:t>天然</w:t>
      </w:r>
      <w:r w:rsidRPr="00EB0396">
        <w:rPr>
          <w:rFonts w:eastAsia="宋体"/>
        </w:rPr>
        <w:t>胶乳。</w:t>
      </w:r>
    </w:p>
    <w:p w14:paraId="5F8A1274"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阳电</w:t>
      </w:r>
      <w:proofErr w:type="gramStart"/>
      <w:r w:rsidRPr="00251890">
        <w:rPr>
          <w:rFonts w:ascii="黑体" w:eastAsia="黑体" w:hAnsi="黑体" w:hint="eastAsia"/>
        </w:rPr>
        <w:t>荷</w:t>
      </w:r>
      <w:proofErr w:type="gramEnd"/>
      <w:r w:rsidRPr="00251890">
        <w:rPr>
          <w:rFonts w:ascii="黑体" w:eastAsia="黑体" w:hAnsi="黑体" w:hint="eastAsia"/>
        </w:rPr>
        <w:t>胶乳</w:t>
      </w:r>
      <w:r w:rsidRPr="00251890">
        <w:rPr>
          <w:rFonts w:ascii="黑体" w:eastAsia="黑体" w:hAnsi="黑体"/>
        </w:rPr>
        <w:t xml:space="preserve">  cationic latex</w:t>
      </w:r>
    </w:p>
    <w:p w14:paraId="4EF2E0A7"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19143B"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橡胶粒子带阳电荷的</w:t>
      </w:r>
      <w:r w:rsidR="00532939">
        <w:rPr>
          <w:rFonts w:eastAsia="宋体" w:hint="eastAsia"/>
        </w:rPr>
        <w:t>天然</w:t>
      </w:r>
      <w:r w:rsidRPr="00EB0396">
        <w:rPr>
          <w:rFonts w:eastAsia="宋体"/>
        </w:rPr>
        <w:t>胶乳。</w:t>
      </w:r>
    </w:p>
    <w:p w14:paraId="56A151D0"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胶粒电荷转换</w:t>
      </w:r>
      <w:r w:rsidRPr="00251890">
        <w:rPr>
          <w:rFonts w:ascii="黑体" w:eastAsia="黑体" w:hAnsi="黑体"/>
        </w:rPr>
        <w:t xml:space="preserve">  charge reversion of rubber particle</w:t>
      </w:r>
    </w:p>
    <w:p w14:paraId="05CC8F07"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19143B"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使阴电</w:t>
      </w:r>
      <w:proofErr w:type="gramStart"/>
      <w:r w:rsidRPr="00EB0396">
        <w:rPr>
          <w:rFonts w:eastAsia="宋体"/>
        </w:rPr>
        <w:t>荷</w:t>
      </w:r>
      <w:proofErr w:type="gramEnd"/>
      <w:r w:rsidRPr="00EB0396">
        <w:rPr>
          <w:rFonts w:eastAsia="宋体"/>
        </w:rPr>
        <w:t>橡胶粒子</w:t>
      </w:r>
      <w:r w:rsidRPr="00EB0396">
        <w:rPr>
          <w:rFonts w:eastAsia="宋体" w:hint="eastAsia"/>
        </w:rPr>
        <w:t>转变为</w:t>
      </w:r>
      <w:r w:rsidRPr="00EB0396">
        <w:rPr>
          <w:rFonts w:eastAsia="宋体"/>
        </w:rPr>
        <w:t>阳电荷</w:t>
      </w:r>
      <w:r w:rsidRPr="00EB0396">
        <w:rPr>
          <w:rFonts w:eastAsia="宋体" w:hint="eastAsia"/>
        </w:rPr>
        <w:t>（橡胶粒子）</w:t>
      </w:r>
      <w:r w:rsidRPr="00EB0396">
        <w:rPr>
          <w:rFonts w:eastAsia="宋体"/>
        </w:rPr>
        <w:t>的过程。</w:t>
      </w:r>
    </w:p>
    <w:p w14:paraId="1397B9B1"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接枝胶乳</w:t>
      </w:r>
      <w:r w:rsidRPr="00251890">
        <w:rPr>
          <w:rFonts w:ascii="黑体" w:eastAsia="黑体" w:hAnsi="黑体"/>
        </w:rPr>
        <w:t xml:space="preserve">  graft latex</w:t>
      </w:r>
    </w:p>
    <w:p w14:paraId="3EBB6CFB" w14:textId="77777777" w:rsidR="00C645D3" w:rsidRPr="00053A0F" w:rsidRDefault="00C645D3" w:rsidP="00C645D3">
      <w:pPr>
        <w:pStyle w:val="affffffffffff7"/>
        <w:ind w:firstLineChars="200" w:firstLine="420"/>
        <w:rPr>
          <w:rFonts w:eastAsia="宋体"/>
        </w:rPr>
      </w:pPr>
      <w:r w:rsidRPr="00053A0F">
        <w:rPr>
          <w:rFonts w:ascii="宋体" w:hAnsi="宋体" w:hint="eastAsia"/>
        </w:rPr>
        <w:t>&lt;</w:t>
      </w:r>
      <w:r w:rsidR="0019143B" w:rsidRPr="00E12786">
        <w:rPr>
          <w:rFonts w:ascii="仿宋_GB2312" w:eastAsia="仿宋_GB2312" w:hAnsi="宋体" w:hint="eastAsia"/>
        </w:rPr>
        <w:t>天然</w:t>
      </w:r>
      <w:r w:rsidRPr="00053A0F">
        <w:rPr>
          <w:rFonts w:ascii="宋体" w:eastAsia="宋体" w:hAnsi="宋体" w:hint="eastAsia"/>
        </w:rPr>
        <w:t>胶乳</w:t>
      </w:r>
      <w:r w:rsidRPr="00053A0F">
        <w:rPr>
          <w:rFonts w:ascii="宋体" w:hAnsi="宋体" w:hint="eastAsia"/>
        </w:rPr>
        <w:t>&gt;</w:t>
      </w:r>
      <w:r w:rsidRPr="00053A0F">
        <w:rPr>
          <w:rFonts w:eastAsia="宋体"/>
        </w:rPr>
        <w:t>在橡胶分子主链上接上了其他单体聚合物</w:t>
      </w:r>
      <w:r w:rsidR="00410C3C">
        <w:rPr>
          <w:rFonts w:eastAsia="宋体"/>
        </w:rPr>
        <w:fldChar w:fldCharType="begin"/>
      </w:r>
      <w:r w:rsidR="001A56B7">
        <w:instrText xml:space="preserve"> XE "</w:instrText>
      </w:r>
      <w:r w:rsidR="001A56B7" w:rsidRPr="00800B95">
        <w:rPr>
          <w:rFonts w:hint="eastAsia"/>
        </w:rPr>
        <w:instrText>聚合物</w:instrText>
      </w:r>
      <w:r w:rsidR="001A56B7">
        <w:instrText xml:space="preserve">" </w:instrText>
      </w:r>
      <w:r w:rsidR="00410C3C">
        <w:rPr>
          <w:rFonts w:eastAsia="宋体"/>
        </w:rPr>
        <w:fldChar w:fldCharType="end"/>
      </w:r>
      <w:r w:rsidRPr="00053A0F">
        <w:rPr>
          <w:rFonts w:eastAsia="宋体"/>
        </w:rPr>
        <w:t>支链的胶乳。</w:t>
      </w:r>
    </w:p>
    <w:p w14:paraId="37509D12"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proofErr w:type="gramStart"/>
      <w:r w:rsidRPr="00251890">
        <w:rPr>
          <w:rFonts w:ascii="黑体" w:eastAsia="黑体" w:hAnsi="黑体" w:hint="eastAsia"/>
        </w:rPr>
        <w:t>天甲胶乳</w:t>
      </w:r>
      <w:proofErr w:type="gramEnd"/>
      <w:r w:rsidRPr="00251890">
        <w:rPr>
          <w:rFonts w:ascii="黑体" w:eastAsia="黑体" w:hAnsi="黑体"/>
        </w:rPr>
        <w:t xml:space="preserve">  </w:t>
      </w:r>
      <w:proofErr w:type="spellStart"/>
      <w:r w:rsidRPr="00251890">
        <w:rPr>
          <w:rFonts w:ascii="黑体" w:eastAsia="黑体" w:hAnsi="黑体"/>
        </w:rPr>
        <w:t>heveaplus</w:t>
      </w:r>
      <w:proofErr w:type="spellEnd"/>
      <w:r w:rsidRPr="00251890">
        <w:rPr>
          <w:rFonts w:ascii="黑体" w:eastAsia="黑体" w:hAnsi="黑体"/>
        </w:rPr>
        <w:t xml:space="preserve"> MG latex</w:t>
      </w:r>
    </w:p>
    <w:p w14:paraId="2AA684BF" w14:textId="77777777" w:rsidR="00C645D3" w:rsidRPr="00EB0396" w:rsidRDefault="00C645D3" w:rsidP="00C645D3">
      <w:pPr>
        <w:pStyle w:val="affffffffffff7"/>
        <w:ind w:firstLineChars="200" w:firstLine="420"/>
        <w:rPr>
          <w:rFonts w:eastAsia="宋体"/>
        </w:rPr>
      </w:pPr>
      <w:r w:rsidRPr="00053A0F">
        <w:rPr>
          <w:rFonts w:eastAsia="宋体"/>
        </w:rPr>
        <w:t>由甲基丙烯酸甲酯与天然胶乳的橡胶分子接枝共聚所得的胶乳。</w:t>
      </w:r>
    </w:p>
    <w:p w14:paraId="513F589F"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proofErr w:type="gramStart"/>
      <w:r w:rsidRPr="00251890">
        <w:rPr>
          <w:rFonts w:ascii="黑体" w:eastAsia="黑体" w:hAnsi="黑体" w:hint="eastAsia"/>
        </w:rPr>
        <w:t>恒粘胶乳</w:t>
      </w:r>
      <w:proofErr w:type="gramEnd"/>
      <w:r w:rsidRPr="00251890">
        <w:rPr>
          <w:rFonts w:ascii="黑体" w:eastAsia="黑体" w:hAnsi="黑体"/>
        </w:rPr>
        <w:t xml:space="preserve">  constant Mooney latex</w:t>
      </w:r>
    </w:p>
    <w:p w14:paraId="06379F50" w14:textId="77777777" w:rsidR="00C645D3" w:rsidRPr="00EB0396" w:rsidRDefault="00C645D3" w:rsidP="00C645D3">
      <w:pPr>
        <w:pStyle w:val="affffffffffff7"/>
        <w:ind w:firstLineChars="200" w:firstLine="420"/>
        <w:rPr>
          <w:rFonts w:ascii="宋体" w:eastAsia="宋体" w:hAnsi="宋体"/>
        </w:rPr>
      </w:pPr>
      <w:r w:rsidRPr="00EB0396">
        <w:rPr>
          <w:rFonts w:ascii="宋体" w:eastAsia="宋体" w:hAnsi="宋体" w:hint="eastAsia"/>
        </w:rPr>
        <w:lastRenderedPageBreak/>
        <w:t>羟胺改性胶乳</w:t>
      </w:r>
    </w:p>
    <w:p w14:paraId="1EE7617C" w14:textId="77777777" w:rsidR="00C645D3" w:rsidRPr="00EB0396" w:rsidRDefault="00C645D3" w:rsidP="00C645D3">
      <w:pPr>
        <w:pStyle w:val="affffffffffff7"/>
        <w:ind w:firstLineChars="200" w:firstLine="420"/>
      </w:pPr>
      <w:r w:rsidRPr="00EB0396">
        <w:rPr>
          <w:rFonts w:ascii="宋体" w:eastAsia="宋体" w:hAnsi="宋体"/>
        </w:rPr>
        <w:t>在贮存过程中橡胶门尼粘度基本不变的浓缩</w:t>
      </w:r>
      <w:r w:rsidR="00532939">
        <w:rPr>
          <w:rFonts w:ascii="宋体" w:eastAsia="宋体" w:hAnsi="宋体" w:hint="eastAsia"/>
        </w:rPr>
        <w:t>天然</w:t>
      </w:r>
      <w:r w:rsidRPr="00EB0396">
        <w:rPr>
          <w:rFonts w:ascii="宋体" w:eastAsia="宋体" w:hAnsi="宋体"/>
        </w:rPr>
        <w:t>胶乳</w:t>
      </w:r>
      <w:r w:rsidRPr="00EB0396">
        <w:t>。</w:t>
      </w:r>
    </w:p>
    <w:p w14:paraId="2D9385F9"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proofErr w:type="gramStart"/>
      <w:r w:rsidRPr="00251890">
        <w:rPr>
          <w:rFonts w:ascii="黑体" w:eastAsia="黑体" w:hAnsi="黑体" w:hint="eastAsia"/>
        </w:rPr>
        <w:t>肼</w:t>
      </w:r>
      <w:proofErr w:type="gramEnd"/>
      <w:r w:rsidRPr="00251890">
        <w:rPr>
          <w:rFonts w:ascii="黑体" w:eastAsia="黑体" w:hAnsi="黑体" w:hint="eastAsia"/>
        </w:rPr>
        <w:t>-甲醛胶乳</w:t>
      </w:r>
      <w:r w:rsidRPr="00251890">
        <w:rPr>
          <w:rFonts w:ascii="黑体" w:eastAsia="黑体" w:hAnsi="黑体"/>
        </w:rPr>
        <w:t xml:space="preserve">  hydrazine-formaldehyde latex</w:t>
      </w:r>
    </w:p>
    <w:p w14:paraId="0F877694" w14:textId="77777777" w:rsidR="00C645D3" w:rsidRPr="00EB0396" w:rsidRDefault="00C645D3" w:rsidP="00C645D3">
      <w:pPr>
        <w:pStyle w:val="affffffffffff7"/>
        <w:ind w:firstLineChars="200" w:firstLine="420"/>
        <w:rPr>
          <w:rFonts w:ascii="宋体" w:eastAsia="宋体" w:hAnsi="宋体"/>
        </w:rPr>
      </w:pPr>
      <w:r w:rsidRPr="00EB0396">
        <w:rPr>
          <w:rFonts w:ascii="宋体" w:eastAsia="宋体" w:hAnsi="宋体" w:hint="eastAsia"/>
        </w:rPr>
        <w:t>树脂补强胶乳</w:t>
      </w:r>
    </w:p>
    <w:p w14:paraId="5ADCCC6D"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19143B"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hint="eastAsia"/>
        </w:rPr>
        <w:t>在胶乳中加入</w:t>
      </w:r>
      <w:proofErr w:type="gramStart"/>
      <w:r w:rsidRPr="00EB0396">
        <w:rPr>
          <w:rFonts w:eastAsia="宋体"/>
        </w:rPr>
        <w:t>肼</w:t>
      </w:r>
      <w:proofErr w:type="gramEnd"/>
      <w:r w:rsidRPr="00EB0396">
        <w:rPr>
          <w:rFonts w:eastAsia="宋体"/>
        </w:rPr>
        <w:t>和甲醛</w:t>
      </w:r>
      <w:r w:rsidRPr="00EB0396">
        <w:rPr>
          <w:rFonts w:eastAsia="宋体" w:hint="eastAsia"/>
        </w:rPr>
        <w:t>，通过缩合反应</w:t>
      </w:r>
      <w:r w:rsidRPr="00EB0396">
        <w:rPr>
          <w:rFonts w:eastAsia="宋体"/>
        </w:rPr>
        <w:t>在胶乳中</w:t>
      </w:r>
      <w:r w:rsidRPr="00EB0396">
        <w:rPr>
          <w:rFonts w:eastAsia="宋体" w:hint="eastAsia"/>
        </w:rPr>
        <w:t>形</w:t>
      </w:r>
      <w:r w:rsidRPr="00EB0396">
        <w:rPr>
          <w:rFonts w:eastAsia="宋体"/>
        </w:rPr>
        <w:t>成</w:t>
      </w:r>
      <w:r w:rsidRPr="00EB0396">
        <w:rPr>
          <w:rFonts w:eastAsia="宋体" w:hint="eastAsia"/>
        </w:rPr>
        <w:t>高</w:t>
      </w:r>
      <w:r w:rsidRPr="00EB0396">
        <w:rPr>
          <w:rFonts w:eastAsia="宋体"/>
        </w:rPr>
        <w:t>分散度树脂</w:t>
      </w:r>
      <w:r w:rsidRPr="00EB0396">
        <w:rPr>
          <w:rFonts w:eastAsia="宋体" w:hint="eastAsia"/>
        </w:rPr>
        <w:t>，从而对</w:t>
      </w:r>
      <w:r w:rsidRPr="00EB0396">
        <w:rPr>
          <w:rFonts w:eastAsia="宋体"/>
        </w:rPr>
        <w:t>胶乳</w:t>
      </w:r>
      <w:r w:rsidRPr="00EB0396">
        <w:rPr>
          <w:rFonts w:eastAsia="宋体" w:hint="eastAsia"/>
        </w:rPr>
        <w:t>产生补强。</w:t>
      </w:r>
    </w:p>
    <w:p w14:paraId="639B686F"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 xml:space="preserve">高浓度胶乳 </w:t>
      </w:r>
      <w:r w:rsidRPr="00251890">
        <w:rPr>
          <w:rFonts w:ascii="黑体" w:eastAsia="黑体" w:hAnsi="黑体"/>
        </w:rPr>
        <w:t xml:space="preserve"> high dry rubber content latex</w:t>
      </w:r>
    </w:p>
    <w:p w14:paraId="5C02474F" w14:textId="77777777" w:rsidR="00C645D3" w:rsidRPr="0019200F" w:rsidRDefault="00C645D3" w:rsidP="00C645D3">
      <w:pPr>
        <w:pStyle w:val="affffffffffff7"/>
        <w:ind w:firstLineChars="200" w:firstLine="420"/>
        <w:rPr>
          <w:rFonts w:ascii="宋体" w:eastAsia="宋体" w:hAnsi="宋体"/>
        </w:rPr>
      </w:pPr>
      <w:r w:rsidRPr="0019200F">
        <w:rPr>
          <w:rFonts w:ascii="宋体" w:eastAsia="宋体" w:hAnsi="宋体" w:hint="eastAsia"/>
        </w:rPr>
        <w:t>&lt;</w:t>
      </w:r>
      <w:r w:rsidR="0019143B" w:rsidRPr="00E12786">
        <w:rPr>
          <w:rFonts w:ascii="仿宋_GB2312" w:eastAsia="仿宋_GB2312" w:hAnsi="宋体" w:hint="eastAsia"/>
        </w:rPr>
        <w:t>天然</w:t>
      </w:r>
      <w:r w:rsidRPr="0019200F">
        <w:rPr>
          <w:rFonts w:ascii="宋体" w:eastAsia="宋体" w:hAnsi="宋体" w:hint="eastAsia"/>
        </w:rPr>
        <w:t>胶乳&gt;</w:t>
      </w:r>
      <w:r w:rsidRPr="0019200F">
        <w:rPr>
          <w:rFonts w:ascii="宋体" w:eastAsia="宋体" w:hAnsi="宋体"/>
        </w:rPr>
        <w:t>只采用氨作为保存剂，干胶含量达65%</w:t>
      </w:r>
      <w:r w:rsidR="00766382" w:rsidRPr="005D36F0">
        <w:rPr>
          <w:rFonts w:ascii="宋体" w:eastAsia="宋体" w:hAnsi="宋体"/>
        </w:rPr>
        <w:t>～</w:t>
      </w:r>
      <w:r w:rsidRPr="0019200F">
        <w:rPr>
          <w:rFonts w:ascii="宋体" w:eastAsia="宋体" w:hAnsi="宋体"/>
        </w:rPr>
        <w:t>67%的离心</w:t>
      </w:r>
      <w:r w:rsidRPr="0019200F">
        <w:rPr>
          <w:rFonts w:ascii="宋体" w:eastAsia="宋体" w:hAnsi="宋体" w:hint="eastAsia"/>
        </w:rPr>
        <w:t>（浓缩）</w:t>
      </w:r>
      <w:r w:rsidRPr="0019200F">
        <w:rPr>
          <w:rFonts w:ascii="宋体" w:eastAsia="宋体" w:hAnsi="宋体"/>
        </w:rPr>
        <w:t>胶乳。</w:t>
      </w:r>
    </w:p>
    <w:p w14:paraId="5E768B7F" w14:textId="77777777" w:rsidR="00C645D3" w:rsidRPr="00373E74" w:rsidRDefault="00C645D3" w:rsidP="00C645D3">
      <w:pPr>
        <w:pStyle w:val="afffffffffff9"/>
        <w:ind w:left="420" w:hangingChars="200" w:hanging="420"/>
        <w:rPr>
          <w:rFonts w:ascii="黑体" w:eastAsia="黑体" w:hAnsi="黑体"/>
        </w:rPr>
      </w:pPr>
      <w:r w:rsidRPr="00373E74">
        <w:rPr>
          <w:rFonts w:ascii="黑体" w:eastAsia="黑体" w:hAnsi="黑体"/>
        </w:rPr>
        <w:br/>
      </w:r>
      <w:r>
        <w:rPr>
          <w:rFonts w:ascii="黑体" w:eastAsia="黑体" w:hAnsi="黑体" w:hint="eastAsia"/>
        </w:rPr>
        <w:t>超</w:t>
      </w:r>
      <w:r w:rsidRPr="00373E74">
        <w:rPr>
          <w:rFonts w:ascii="黑体" w:eastAsia="黑体" w:hAnsi="黑体" w:hint="eastAsia"/>
        </w:rPr>
        <w:t>低氨胶乳</w:t>
      </w:r>
      <w:r w:rsidRPr="00373E74">
        <w:rPr>
          <w:rFonts w:ascii="黑体" w:eastAsia="黑体" w:hAnsi="黑体"/>
        </w:rPr>
        <w:t xml:space="preserve">  ultra-low ammonia latex</w:t>
      </w:r>
    </w:p>
    <w:p w14:paraId="04D27343" w14:textId="77777777" w:rsidR="00C645D3" w:rsidRPr="00EB0396" w:rsidRDefault="00C645D3" w:rsidP="00C645D3">
      <w:pPr>
        <w:pStyle w:val="affffffffffff7"/>
        <w:ind w:firstLineChars="200" w:firstLine="420"/>
        <w:rPr>
          <w:rFonts w:eastAsia="宋体"/>
        </w:rPr>
      </w:pPr>
      <w:r w:rsidRPr="0019200F">
        <w:rPr>
          <w:rFonts w:ascii="宋体" w:eastAsia="宋体" w:hAnsi="宋体" w:hint="eastAsia"/>
        </w:rPr>
        <w:t>&lt;胶乳&gt;</w:t>
      </w:r>
      <w:r w:rsidRPr="0019200F">
        <w:rPr>
          <w:rFonts w:ascii="宋体" w:eastAsia="宋体" w:hAnsi="宋体"/>
        </w:rPr>
        <w:t>氨含量（对胶乳计）低于0.1%，并含有其它保存剂的浓缩天然胶乳</w:t>
      </w:r>
      <w:r w:rsidRPr="00EB0396">
        <w:rPr>
          <w:rFonts w:eastAsia="宋体"/>
        </w:rPr>
        <w:t>。</w:t>
      </w:r>
    </w:p>
    <w:p w14:paraId="189C88F0" w14:textId="77777777" w:rsidR="00C645D3" w:rsidRPr="00373E74" w:rsidRDefault="00C645D3" w:rsidP="00C645D3">
      <w:pPr>
        <w:pStyle w:val="afffffffffff9"/>
        <w:ind w:left="420" w:hangingChars="200" w:hanging="420"/>
        <w:rPr>
          <w:rFonts w:ascii="黑体" w:eastAsia="黑体" w:hAnsi="黑体"/>
        </w:rPr>
      </w:pPr>
      <w:r w:rsidRPr="00373E74">
        <w:rPr>
          <w:rFonts w:ascii="黑体" w:eastAsia="黑体" w:hAnsi="黑体"/>
        </w:rPr>
        <w:br/>
      </w:r>
      <w:r>
        <w:rPr>
          <w:rFonts w:ascii="黑体" w:eastAsia="黑体" w:hAnsi="黑体" w:hint="eastAsia"/>
        </w:rPr>
        <w:t>胶</w:t>
      </w:r>
      <w:r w:rsidRPr="00373E74">
        <w:rPr>
          <w:rFonts w:ascii="黑体" w:eastAsia="黑体" w:hAnsi="黑体" w:hint="eastAsia"/>
        </w:rPr>
        <w:t xml:space="preserve">乳糊 </w:t>
      </w:r>
      <w:r w:rsidRPr="00373E74">
        <w:rPr>
          <w:rFonts w:ascii="黑体" w:eastAsia="黑体" w:hAnsi="黑体"/>
        </w:rPr>
        <w:t xml:space="preserve"> </w:t>
      </w:r>
      <w:proofErr w:type="spellStart"/>
      <w:r w:rsidRPr="00373E74">
        <w:rPr>
          <w:rFonts w:ascii="黑体" w:eastAsia="黑体" w:hAnsi="黑体"/>
        </w:rPr>
        <w:t>redispersible</w:t>
      </w:r>
      <w:proofErr w:type="spellEnd"/>
      <w:r w:rsidRPr="00373E74">
        <w:rPr>
          <w:rFonts w:ascii="黑体" w:eastAsia="黑体" w:hAnsi="黑体"/>
        </w:rPr>
        <w:t xml:space="preserve"> rubber paste</w:t>
      </w:r>
    </w:p>
    <w:p w14:paraId="483E307C"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19143B"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先用增强橡胶粒子水化膜的水溶性物质和阴离子表面活性剂处理胶乳，然后</w:t>
      </w:r>
      <w:proofErr w:type="gramStart"/>
      <w:r w:rsidRPr="00EB0396">
        <w:rPr>
          <w:rFonts w:eastAsia="宋体"/>
        </w:rPr>
        <w:t>干燥至</w:t>
      </w:r>
      <w:proofErr w:type="gramEnd"/>
      <w:r w:rsidRPr="00EB0396">
        <w:rPr>
          <w:rFonts w:eastAsia="宋体"/>
        </w:rPr>
        <w:t>含水量</w:t>
      </w:r>
      <w:r w:rsidRPr="00EB0396">
        <w:rPr>
          <w:rFonts w:eastAsia="宋体"/>
        </w:rPr>
        <w:t>3%</w:t>
      </w:r>
      <w:r w:rsidRPr="00EB0396">
        <w:rPr>
          <w:rFonts w:eastAsia="宋体"/>
        </w:rPr>
        <w:t>～</w:t>
      </w:r>
      <w:r w:rsidRPr="00EB0396">
        <w:rPr>
          <w:rFonts w:eastAsia="宋体"/>
        </w:rPr>
        <w:t>5%</w:t>
      </w:r>
      <w:r w:rsidRPr="00EB0396">
        <w:rPr>
          <w:rFonts w:eastAsia="宋体"/>
        </w:rPr>
        <w:t>的橡胶糊状物。</w:t>
      </w:r>
    </w:p>
    <w:p w14:paraId="14D6E1F6"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再分散胶乳</w:t>
      </w:r>
      <w:r w:rsidRPr="00251890">
        <w:rPr>
          <w:rFonts w:ascii="黑体" w:eastAsia="黑体" w:hAnsi="黑体"/>
        </w:rPr>
        <w:t xml:space="preserve">  redispersed latex</w:t>
      </w:r>
    </w:p>
    <w:p w14:paraId="12A756D6" w14:textId="77777777" w:rsidR="00C645D3" w:rsidRPr="00EB0396" w:rsidRDefault="00C645D3" w:rsidP="00C645D3">
      <w:pPr>
        <w:pStyle w:val="affffffffffff7"/>
        <w:ind w:firstLineChars="200" w:firstLine="420"/>
        <w:rPr>
          <w:rFonts w:eastAsia="宋体"/>
        </w:rPr>
      </w:pPr>
      <w:r w:rsidRPr="00EB0396">
        <w:rPr>
          <w:rFonts w:eastAsia="宋体"/>
        </w:rPr>
        <w:t>加水稀释胶乳</w:t>
      </w:r>
      <w:proofErr w:type="gramStart"/>
      <w:r w:rsidRPr="00EB0396">
        <w:rPr>
          <w:rFonts w:eastAsia="宋体"/>
        </w:rPr>
        <w:t>糊所得</w:t>
      </w:r>
      <w:proofErr w:type="gramEnd"/>
      <w:r w:rsidRPr="00EB0396">
        <w:rPr>
          <w:rFonts w:eastAsia="宋体"/>
        </w:rPr>
        <w:t>的胶乳。</w:t>
      </w:r>
    </w:p>
    <w:p w14:paraId="38BB199F" w14:textId="77777777" w:rsidR="00C645D3" w:rsidRPr="00EB0396" w:rsidRDefault="00C645D3" w:rsidP="00C645D3">
      <w:pPr>
        <w:pStyle w:val="afff0"/>
        <w:spacing w:before="312" w:after="312"/>
      </w:pPr>
      <w:r w:rsidRPr="00EB0396">
        <w:rPr>
          <w:rFonts w:hint="eastAsia"/>
        </w:rPr>
        <w:t xml:space="preserve"> </w:t>
      </w:r>
      <w:bookmarkStart w:id="56" w:name="_Toc98757025"/>
      <w:bookmarkStart w:id="57" w:name="_Toc108098945"/>
      <w:bookmarkStart w:id="58" w:name="_Toc108107356"/>
      <w:r w:rsidRPr="00EB0396">
        <w:rPr>
          <w:rFonts w:hint="eastAsia"/>
        </w:rPr>
        <w:t>商品胶乳的生产工艺和设备</w:t>
      </w:r>
      <w:bookmarkEnd w:id="56"/>
      <w:bookmarkEnd w:id="57"/>
      <w:bookmarkEnd w:id="58"/>
    </w:p>
    <w:p w14:paraId="7CD2C658" w14:textId="77777777" w:rsidR="00C645D3" w:rsidRPr="00373E74" w:rsidRDefault="00C645D3" w:rsidP="00C645D3">
      <w:pPr>
        <w:pStyle w:val="afffffffffff9"/>
        <w:ind w:left="420" w:hangingChars="200" w:hanging="420"/>
        <w:rPr>
          <w:rFonts w:ascii="黑体" w:eastAsia="黑体" w:hAnsi="黑体"/>
        </w:rPr>
      </w:pPr>
      <w:r w:rsidRPr="00373E74">
        <w:rPr>
          <w:rFonts w:ascii="黑体" w:eastAsia="黑体" w:hAnsi="黑体"/>
        </w:rPr>
        <w:br/>
      </w:r>
      <w:r>
        <w:rPr>
          <w:rFonts w:ascii="黑体" w:eastAsia="黑体" w:hAnsi="黑体" w:hint="eastAsia"/>
        </w:rPr>
        <w:t>胶乳</w:t>
      </w:r>
      <w:r w:rsidRPr="00373E74">
        <w:rPr>
          <w:rFonts w:ascii="黑体" w:eastAsia="黑体" w:hAnsi="黑体" w:hint="eastAsia"/>
        </w:rPr>
        <w:t>净化</w:t>
      </w:r>
      <w:r w:rsidRPr="00373E74">
        <w:rPr>
          <w:rFonts w:ascii="黑体" w:eastAsia="黑体" w:hAnsi="黑体"/>
        </w:rPr>
        <w:t xml:space="preserve"> </w:t>
      </w:r>
      <w:r w:rsidRPr="00373E74">
        <w:rPr>
          <w:rFonts w:ascii="黑体" w:eastAsia="黑体" w:hAnsi="黑体" w:hint="eastAsia"/>
        </w:rPr>
        <w:t xml:space="preserve"> </w:t>
      </w:r>
      <w:r w:rsidRPr="00373E74">
        <w:rPr>
          <w:rFonts w:ascii="黑体" w:eastAsia="黑体" w:hAnsi="黑体"/>
        </w:rPr>
        <w:t>latex</w:t>
      </w:r>
      <w:r w:rsidRPr="00373E74">
        <w:rPr>
          <w:rFonts w:ascii="黑体" w:eastAsia="黑体" w:hAnsi="黑体" w:hint="eastAsia"/>
        </w:rPr>
        <w:t xml:space="preserve"> </w:t>
      </w:r>
      <w:r w:rsidRPr="00373E74">
        <w:rPr>
          <w:rFonts w:ascii="黑体" w:eastAsia="黑体" w:hAnsi="黑体"/>
        </w:rPr>
        <w:t>cleaning</w:t>
      </w:r>
    </w:p>
    <w:p w14:paraId="3D101927"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19143B"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采用过滤、离心分离、自然沉降等方法除去胶乳中杂质的过程。</w:t>
      </w:r>
    </w:p>
    <w:p w14:paraId="2DA1B853"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过滤</w:t>
      </w:r>
      <w:r w:rsidRPr="00251890">
        <w:rPr>
          <w:rFonts w:ascii="黑体" w:eastAsia="黑体" w:hAnsi="黑体"/>
        </w:rPr>
        <w:t xml:space="preserve">  filtration</w:t>
      </w:r>
    </w:p>
    <w:p w14:paraId="302902BF"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19143B"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让胶乳通过一定规格的筛网，以除去所含杂质、凝块的操作过程。</w:t>
      </w:r>
    </w:p>
    <w:p w14:paraId="305B34E0"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离心沉降</w:t>
      </w:r>
      <w:r w:rsidRPr="00251890">
        <w:rPr>
          <w:rFonts w:ascii="黑体" w:eastAsia="黑体" w:hAnsi="黑体"/>
        </w:rPr>
        <w:t xml:space="preserve">  centrifugal settling</w:t>
      </w:r>
    </w:p>
    <w:p w14:paraId="360846E6"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19143B"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使胶乳通过离心沉降器，以除去所含泥砂等较重杂质的过程。</w:t>
      </w:r>
    </w:p>
    <w:p w14:paraId="7694B101"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 xml:space="preserve">离心沉降器 </w:t>
      </w:r>
      <w:r w:rsidRPr="00251890">
        <w:rPr>
          <w:rFonts w:ascii="黑体" w:eastAsia="黑体" w:hAnsi="黑体"/>
        </w:rPr>
        <w:t xml:space="preserve"> centrifugal clarifier</w:t>
      </w:r>
    </w:p>
    <w:p w14:paraId="41577032"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19143B"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利用离心力的作用，使胶乳中较重的杂质分离出去的设备。</w:t>
      </w:r>
    </w:p>
    <w:p w14:paraId="5277F951"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自然沉降</w:t>
      </w:r>
      <w:r w:rsidRPr="00251890">
        <w:rPr>
          <w:rFonts w:ascii="黑体" w:eastAsia="黑体" w:hAnsi="黑体"/>
        </w:rPr>
        <w:t xml:space="preserve">  natural settling</w:t>
      </w:r>
    </w:p>
    <w:p w14:paraId="5FA47962"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19143B"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让胶乳静置不动，使泥砂等较重的杂质沉降到胶乳底部并分离出去的过程。</w:t>
      </w:r>
    </w:p>
    <w:p w14:paraId="43D18017"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浮球连管排胶法</w:t>
      </w:r>
      <w:r w:rsidRPr="00251890">
        <w:rPr>
          <w:rFonts w:ascii="黑体" w:eastAsia="黑体" w:hAnsi="黑体"/>
        </w:rPr>
        <w:t xml:space="preserve">  float take-off method</w:t>
      </w:r>
    </w:p>
    <w:p w14:paraId="572BC3E0"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19143B"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在胶乳混合池中利用浮球连管装置，</w:t>
      </w:r>
      <w:proofErr w:type="gramStart"/>
      <w:r w:rsidRPr="00EB0396">
        <w:rPr>
          <w:rFonts w:eastAsia="宋体"/>
        </w:rPr>
        <w:t>边自然</w:t>
      </w:r>
      <w:proofErr w:type="gramEnd"/>
      <w:r w:rsidRPr="00EB0396">
        <w:rPr>
          <w:rFonts w:eastAsia="宋体"/>
        </w:rPr>
        <w:t>沉降杂质边排出上层澄清胶乳，以缩短澄清时间的方</w:t>
      </w:r>
      <w:r w:rsidRPr="00EB0396">
        <w:rPr>
          <w:rFonts w:eastAsia="宋体" w:hint="eastAsia"/>
        </w:rPr>
        <w:t>法。</w:t>
      </w:r>
    </w:p>
    <w:p w14:paraId="45065A31" w14:textId="77777777" w:rsidR="00251890" w:rsidRPr="005E3867" w:rsidRDefault="00B17898" w:rsidP="005E3867">
      <w:pPr>
        <w:pStyle w:val="afffffffffff9"/>
        <w:ind w:left="420" w:hangingChars="200" w:hanging="420"/>
        <w:rPr>
          <w:rFonts w:ascii="黑体" w:eastAsia="黑体" w:hAnsi="黑体"/>
          <w:b/>
        </w:rPr>
      </w:pPr>
      <w:r w:rsidRPr="005E3867">
        <w:rPr>
          <w:rFonts w:ascii="黑体" w:eastAsia="黑体" w:hAnsi="黑体"/>
        </w:rPr>
        <w:lastRenderedPageBreak/>
        <w:br w:type="textWrapping" w:clear="all"/>
      </w:r>
      <w:proofErr w:type="gramStart"/>
      <w:r w:rsidRPr="005E3867">
        <w:rPr>
          <w:rFonts w:ascii="黑体" w:eastAsia="黑体" w:hAnsi="黑体" w:hint="eastAsia"/>
        </w:rPr>
        <w:t>压罐</w:t>
      </w:r>
      <w:proofErr w:type="gramEnd"/>
      <w:r w:rsidRPr="005E3867">
        <w:rPr>
          <w:rFonts w:ascii="黑体" w:eastAsia="黑体" w:hAnsi="黑体"/>
        </w:rPr>
        <w:t xml:space="preserve">  transporting latex from one tank to another one with static head</w:t>
      </w:r>
    </w:p>
    <w:p w14:paraId="1FBEE045" w14:textId="77777777" w:rsidR="004764FF" w:rsidRPr="004764FF" w:rsidRDefault="003905B2" w:rsidP="004764FF">
      <w:pPr>
        <w:pStyle w:val="afffff"/>
      </w:pPr>
      <w:r w:rsidRPr="007B6055">
        <w:rPr>
          <w:rFonts w:hAnsi="宋体" w:hint="eastAsia"/>
          <w:szCs w:val="21"/>
        </w:rPr>
        <w:t>用胶管连接两个集聚罐的排胶口，通过静液压力的作用使胶乳从一个罐流到另一罐的过程。</w:t>
      </w:r>
    </w:p>
    <w:p w14:paraId="78AE8211"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浮球连管</w:t>
      </w:r>
      <w:r w:rsidRPr="00251890">
        <w:rPr>
          <w:rFonts w:ascii="黑体" w:eastAsia="黑体" w:hAnsi="黑体"/>
        </w:rPr>
        <w:t xml:space="preserve">  floating take-off pipe</w:t>
      </w:r>
    </w:p>
    <w:p w14:paraId="59C0BF8F"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19143B"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将一条胶管一端系于能浮于胶乳液面的球体，管口略低于液面；另一端与混合池（罐）底部的澄清胶乳出口相连，</w:t>
      </w:r>
      <w:r w:rsidRPr="00EB0396">
        <w:rPr>
          <w:rFonts w:eastAsia="宋体" w:hint="eastAsia"/>
        </w:rPr>
        <w:t>从而</w:t>
      </w:r>
      <w:r w:rsidRPr="00EB0396">
        <w:rPr>
          <w:rFonts w:eastAsia="宋体"/>
        </w:rPr>
        <w:t>能连续不断排出</w:t>
      </w:r>
      <w:proofErr w:type="gramStart"/>
      <w:r w:rsidRPr="00EB0396">
        <w:rPr>
          <w:rFonts w:eastAsia="宋体"/>
        </w:rPr>
        <w:t>上层已</w:t>
      </w:r>
      <w:proofErr w:type="gramEnd"/>
      <w:r w:rsidRPr="00EB0396">
        <w:rPr>
          <w:rFonts w:eastAsia="宋体"/>
        </w:rPr>
        <w:t>澄清的胶乳的装置。</w:t>
      </w:r>
    </w:p>
    <w:p w14:paraId="5281B4AE" w14:textId="77777777" w:rsidR="00C645D3" w:rsidRPr="0038610C" w:rsidRDefault="00C645D3" w:rsidP="00C645D3">
      <w:pPr>
        <w:pStyle w:val="afffffffffff9"/>
        <w:ind w:left="420" w:hangingChars="200" w:hanging="420"/>
        <w:rPr>
          <w:rFonts w:ascii="黑体" w:eastAsia="黑体" w:hAnsi="黑体"/>
        </w:rPr>
      </w:pPr>
      <w:r w:rsidRPr="0038610C">
        <w:rPr>
          <w:rFonts w:ascii="黑体" w:eastAsia="黑体" w:hAnsi="黑体"/>
        </w:rPr>
        <w:br/>
      </w:r>
      <w:r>
        <w:rPr>
          <w:rFonts w:ascii="黑体" w:eastAsia="黑体" w:hAnsi="黑体" w:hint="eastAsia"/>
        </w:rPr>
        <w:t>澄清</w:t>
      </w:r>
      <w:r w:rsidRPr="0038610C">
        <w:rPr>
          <w:rFonts w:ascii="黑体" w:eastAsia="黑体" w:hAnsi="黑体" w:hint="eastAsia"/>
        </w:rPr>
        <w:t xml:space="preserve">罐 </w:t>
      </w:r>
      <w:r w:rsidRPr="0038610C">
        <w:rPr>
          <w:rFonts w:ascii="黑体" w:eastAsia="黑体" w:hAnsi="黑体"/>
        </w:rPr>
        <w:t xml:space="preserve"> settling tank</w:t>
      </w:r>
    </w:p>
    <w:p w14:paraId="54FD47FC"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19143B"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使（保存过的）新鲜胶乳产生自然澄清的容器。</w:t>
      </w:r>
    </w:p>
    <w:p w14:paraId="13BF610C" w14:textId="77777777" w:rsidR="00C645D3" w:rsidRPr="0038610C" w:rsidRDefault="00C645D3" w:rsidP="00C645D3">
      <w:pPr>
        <w:pStyle w:val="afffffffffff9"/>
        <w:ind w:left="420" w:hangingChars="200" w:hanging="420"/>
        <w:rPr>
          <w:rFonts w:ascii="黑体" w:eastAsia="黑体" w:hAnsi="黑体"/>
        </w:rPr>
      </w:pPr>
      <w:r w:rsidRPr="0038610C">
        <w:rPr>
          <w:rFonts w:ascii="黑体" w:eastAsia="黑体" w:hAnsi="黑体"/>
        </w:rPr>
        <w:br/>
      </w:r>
      <w:r>
        <w:rPr>
          <w:rFonts w:ascii="黑体" w:eastAsia="黑体" w:hAnsi="黑体" w:hint="eastAsia"/>
        </w:rPr>
        <w:t>调节</w:t>
      </w:r>
      <w:r w:rsidRPr="0038610C">
        <w:rPr>
          <w:rFonts w:ascii="黑体" w:eastAsia="黑体" w:hAnsi="黑体" w:hint="eastAsia"/>
        </w:rPr>
        <w:t xml:space="preserve">罐 </w:t>
      </w:r>
      <w:r w:rsidRPr="0038610C">
        <w:rPr>
          <w:rFonts w:ascii="黑体" w:eastAsia="黑体" w:hAnsi="黑体"/>
        </w:rPr>
        <w:t xml:space="preserve"> regulating tank</w:t>
      </w:r>
    </w:p>
    <w:p w14:paraId="2FFABC50"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19143B"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hint="eastAsia"/>
        </w:rPr>
        <w:t>能够</w:t>
      </w:r>
      <w:r w:rsidRPr="00EB0396">
        <w:rPr>
          <w:rFonts w:eastAsia="宋体"/>
        </w:rPr>
        <w:t>使离心机进料胶乳的静液压力</w:t>
      </w:r>
      <w:r w:rsidRPr="00EB0396">
        <w:rPr>
          <w:rFonts w:eastAsia="宋体" w:hint="eastAsia"/>
        </w:rPr>
        <w:t>保持</w:t>
      </w:r>
      <w:r w:rsidRPr="00EB0396">
        <w:rPr>
          <w:rFonts w:eastAsia="宋体"/>
        </w:rPr>
        <w:t>恒定，</w:t>
      </w:r>
      <w:r w:rsidRPr="00EB0396">
        <w:rPr>
          <w:rFonts w:eastAsia="宋体" w:hint="eastAsia"/>
        </w:rPr>
        <w:t>从</w:t>
      </w:r>
      <w:r w:rsidRPr="00EB0396">
        <w:rPr>
          <w:rFonts w:eastAsia="宋体"/>
        </w:rPr>
        <w:t>而</w:t>
      </w:r>
      <w:r w:rsidRPr="00EB0396">
        <w:rPr>
          <w:rFonts w:eastAsia="宋体" w:hint="eastAsia"/>
        </w:rPr>
        <w:t>使</w:t>
      </w:r>
      <w:r w:rsidRPr="00EB0396">
        <w:rPr>
          <w:rFonts w:eastAsia="宋体"/>
        </w:rPr>
        <w:t>胶乳能稳定</w:t>
      </w:r>
      <w:r w:rsidRPr="00EB0396">
        <w:rPr>
          <w:rFonts w:eastAsia="宋体" w:hint="eastAsia"/>
        </w:rPr>
        <w:t>、</w:t>
      </w:r>
      <w:r w:rsidRPr="00EB0396">
        <w:rPr>
          <w:rFonts w:eastAsia="宋体"/>
        </w:rPr>
        <w:t>均匀地流入离心机的设备。</w:t>
      </w:r>
    </w:p>
    <w:p w14:paraId="41171052" w14:textId="77777777" w:rsidR="00C645D3" w:rsidRPr="0038610C" w:rsidRDefault="00C645D3" w:rsidP="00C645D3">
      <w:pPr>
        <w:pStyle w:val="afffffffffff9"/>
        <w:ind w:left="420" w:hangingChars="200" w:hanging="420"/>
        <w:rPr>
          <w:rFonts w:ascii="黑体" w:eastAsia="黑体" w:hAnsi="黑体"/>
        </w:rPr>
      </w:pPr>
      <w:r w:rsidRPr="0038610C">
        <w:rPr>
          <w:rFonts w:ascii="黑体" w:eastAsia="黑体" w:hAnsi="黑体"/>
        </w:rPr>
        <w:br/>
      </w:r>
      <w:r>
        <w:rPr>
          <w:rFonts w:ascii="黑体" w:eastAsia="黑体" w:hAnsi="黑体" w:hint="eastAsia"/>
        </w:rPr>
        <w:t>胶乳</w:t>
      </w:r>
      <w:r w:rsidRPr="0038610C">
        <w:rPr>
          <w:rFonts w:ascii="黑体" w:eastAsia="黑体" w:hAnsi="黑体" w:hint="eastAsia"/>
        </w:rPr>
        <w:t>离心机</w:t>
      </w:r>
      <w:r w:rsidRPr="0038610C">
        <w:rPr>
          <w:rFonts w:ascii="黑体" w:eastAsia="黑体" w:hAnsi="黑体"/>
        </w:rPr>
        <w:t xml:space="preserve"> </w:t>
      </w:r>
      <w:r w:rsidRPr="0038610C">
        <w:rPr>
          <w:rFonts w:ascii="黑体" w:eastAsia="黑体" w:hAnsi="黑体" w:hint="eastAsia"/>
        </w:rPr>
        <w:t xml:space="preserve"> </w:t>
      </w:r>
      <w:r w:rsidRPr="0038610C">
        <w:rPr>
          <w:rFonts w:ascii="黑体" w:eastAsia="黑体" w:hAnsi="黑体"/>
        </w:rPr>
        <w:t>latex centrifuge</w:t>
      </w:r>
    </w:p>
    <w:p w14:paraId="2CD9E9AA"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19143B"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利用离心力的作用，使胶乳浓缩的设备。</w:t>
      </w:r>
    </w:p>
    <w:p w14:paraId="3EE5EA5C"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离心分离因素</w:t>
      </w:r>
      <w:r w:rsidRPr="00251890">
        <w:rPr>
          <w:rFonts w:ascii="黑体" w:eastAsia="黑体" w:hAnsi="黑体"/>
        </w:rPr>
        <w:t xml:space="preserve">  separating factor of centrifuge</w:t>
      </w:r>
    </w:p>
    <w:p w14:paraId="155CAFD4"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19143B"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胶乳在离心力场中所受的离心力（或离心加速度）与重力场中所受重力（或离心加速度）的比值。</w:t>
      </w:r>
    </w:p>
    <w:p w14:paraId="1FD21AC7"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临界转速</w:t>
      </w:r>
      <w:r w:rsidRPr="00251890">
        <w:rPr>
          <w:rFonts w:ascii="黑体" w:eastAsia="黑体" w:hAnsi="黑体"/>
        </w:rPr>
        <w:t xml:space="preserve">  critical revolution speed</w:t>
      </w:r>
    </w:p>
    <w:p w14:paraId="5A5A1810"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19143B"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在胶乳离心机运转过程中出现强烈震动时的转速。低于或超过此转速，震动便明显减弱或消失。</w:t>
      </w:r>
    </w:p>
    <w:p w14:paraId="4D59FA80"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 xml:space="preserve">调节器  </w:t>
      </w:r>
      <w:r w:rsidRPr="00251890">
        <w:rPr>
          <w:rFonts w:ascii="黑体" w:eastAsia="黑体" w:hAnsi="黑体"/>
        </w:rPr>
        <w:t>regulator</w:t>
      </w:r>
    </w:p>
    <w:p w14:paraId="0FEBCE6E" w14:textId="77777777" w:rsidR="00C645D3" w:rsidRPr="00EB0396" w:rsidRDefault="00C645D3" w:rsidP="00C645D3">
      <w:pPr>
        <w:pStyle w:val="affffffffffff7"/>
        <w:ind w:firstLineChars="200" w:firstLine="420"/>
        <w:rPr>
          <w:rFonts w:eastAsia="宋体"/>
        </w:rPr>
      </w:pPr>
      <w:r w:rsidRPr="00EB0396">
        <w:rPr>
          <w:rFonts w:eastAsia="宋体"/>
        </w:rPr>
        <w:t>胶乳浓缩离心机的调节管和调节螺丝的总称。</w:t>
      </w:r>
    </w:p>
    <w:p w14:paraId="645B01D7"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 xml:space="preserve">调节管 </w:t>
      </w:r>
      <w:r w:rsidRPr="00251890">
        <w:rPr>
          <w:rFonts w:ascii="黑体" w:eastAsia="黑体" w:hAnsi="黑体"/>
        </w:rPr>
        <w:t xml:space="preserve"> regulating tube</w:t>
      </w:r>
    </w:p>
    <w:p w14:paraId="12627192" w14:textId="77777777" w:rsidR="00C645D3" w:rsidRPr="00EB0396" w:rsidRDefault="00C645D3" w:rsidP="00C645D3">
      <w:pPr>
        <w:pStyle w:val="affffffffffff7"/>
        <w:ind w:firstLineChars="200" w:firstLine="420"/>
        <w:rPr>
          <w:rFonts w:eastAsia="宋体"/>
        </w:rPr>
      </w:pPr>
      <w:r w:rsidRPr="00EB0396">
        <w:rPr>
          <w:rFonts w:eastAsia="宋体"/>
        </w:rPr>
        <w:t>安装在离心机</w:t>
      </w:r>
      <w:r w:rsidRPr="00EB0396">
        <w:rPr>
          <w:rFonts w:eastAsia="宋体" w:hint="eastAsia"/>
        </w:rPr>
        <w:t>调节斗</w:t>
      </w:r>
      <w:r w:rsidRPr="00EB0396">
        <w:rPr>
          <w:rFonts w:eastAsia="宋体"/>
        </w:rPr>
        <w:t>的底部，主要控制进料流量的管子。</w:t>
      </w:r>
    </w:p>
    <w:p w14:paraId="65ABA70F"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调节螺丝</w:t>
      </w:r>
      <w:r w:rsidRPr="00251890">
        <w:rPr>
          <w:rFonts w:ascii="黑体" w:eastAsia="黑体" w:hAnsi="黑体"/>
        </w:rPr>
        <w:t xml:space="preserve">  regulating screw</w:t>
      </w:r>
    </w:p>
    <w:p w14:paraId="0534CD0F" w14:textId="77777777" w:rsidR="00C645D3" w:rsidRPr="00EB0396" w:rsidRDefault="00C645D3" w:rsidP="00C645D3">
      <w:pPr>
        <w:pStyle w:val="affffffffffff7"/>
        <w:ind w:firstLineChars="200" w:firstLine="420"/>
        <w:rPr>
          <w:rFonts w:eastAsia="宋体"/>
        </w:rPr>
      </w:pPr>
      <w:r w:rsidRPr="00EB0396">
        <w:rPr>
          <w:rFonts w:eastAsia="宋体"/>
        </w:rPr>
        <w:t>安装在离心机转鼓上，对浓缩胶乳</w:t>
      </w:r>
      <w:r w:rsidRPr="00EB0396">
        <w:rPr>
          <w:rFonts w:eastAsia="宋体" w:hint="eastAsia"/>
        </w:rPr>
        <w:t>的浓度</w:t>
      </w:r>
      <w:r w:rsidRPr="00EB0396">
        <w:rPr>
          <w:rFonts w:eastAsia="宋体"/>
        </w:rPr>
        <w:t>起主要调控作用的装置。</w:t>
      </w:r>
    </w:p>
    <w:p w14:paraId="55AB6D6C"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调节斗</w:t>
      </w:r>
      <w:r w:rsidRPr="00251890">
        <w:rPr>
          <w:rFonts w:ascii="黑体" w:eastAsia="黑体" w:hAnsi="黑体"/>
        </w:rPr>
        <w:t xml:space="preserve">  regulating cover</w:t>
      </w:r>
    </w:p>
    <w:p w14:paraId="2C91B22F" w14:textId="77777777" w:rsidR="00C645D3" w:rsidRPr="00EB0396" w:rsidRDefault="00C645D3" w:rsidP="00C645D3">
      <w:pPr>
        <w:pStyle w:val="affffffffffff7"/>
        <w:ind w:firstLineChars="200" w:firstLine="420"/>
        <w:rPr>
          <w:rFonts w:eastAsia="宋体"/>
        </w:rPr>
      </w:pPr>
      <w:r w:rsidRPr="00EB0396">
        <w:rPr>
          <w:rFonts w:eastAsia="宋体"/>
        </w:rPr>
        <w:t>位于离心机顶端，使进料胶乳静液压力保持恒定，从而使胶乳均匀流入离心机的装置。</w:t>
      </w:r>
    </w:p>
    <w:p w14:paraId="6C6D88C4"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收集罩</w:t>
      </w:r>
      <w:r w:rsidRPr="00251890">
        <w:rPr>
          <w:rFonts w:ascii="黑体" w:eastAsia="黑体" w:hAnsi="黑体"/>
        </w:rPr>
        <w:t xml:space="preserve">  collecting cover</w:t>
      </w:r>
    </w:p>
    <w:p w14:paraId="4124C349" w14:textId="77777777" w:rsidR="00C645D3" w:rsidRPr="00EB0396" w:rsidRDefault="00C645D3" w:rsidP="00C645D3">
      <w:pPr>
        <w:pStyle w:val="affffffffffff7"/>
        <w:ind w:firstLineChars="200" w:firstLine="420"/>
        <w:rPr>
          <w:rFonts w:eastAsia="宋体"/>
        </w:rPr>
      </w:pPr>
      <w:r w:rsidRPr="00EB0396">
        <w:rPr>
          <w:rFonts w:eastAsia="宋体"/>
        </w:rPr>
        <w:t>安装在胶乳离心浓缩机上部，分别收集浓缩胶乳</w:t>
      </w:r>
      <w:proofErr w:type="gramStart"/>
      <w:r w:rsidRPr="00EB0396">
        <w:rPr>
          <w:rFonts w:eastAsia="宋体"/>
        </w:rPr>
        <w:t>和胶清的</w:t>
      </w:r>
      <w:proofErr w:type="gramEnd"/>
      <w:r w:rsidRPr="00EB0396">
        <w:rPr>
          <w:rFonts w:eastAsia="宋体"/>
        </w:rPr>
        <w:t>装置。</w:t>
      </w:r>
    </w:p>
    <w:p w14:paraId="3A649991"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转鼓</w:t>
      </w:r>
      <w:r w:rsidRPr="00251890">
        <w:rPr>
          <w:rFonts w:ascii="黑体" w:eastAsia="黑体" w:hAnsi="黑体"/>
        </w:rPr>
        <w:t xml:space="preserve">  separator bowl</w:t>
      </w:r>
    </w:p>
    <w:p w14:paraId="4064258B" w14:textId="77777777" w:rsidR="00C645D3" w:rsidRPr="00EB0396" w:rsidRDefault="00C645D3" w:rsidP="00C645D3">
      <w:pPr>
        <w:pStyle w:val="affffffffffff7"/>
        <w:ind w:firstLineChars="200" w:firstLine="420"/>
        <w:rPr>
          <w:rFonts w:eastAsia="宋体"/>
        </w:rPr>
      </w:pPr>
      <w:r w:rsidRPr="00EB0396">
        <w:rPr>
          <w:rFonts w:eastAsia="宋体"/>
        </w:rPr>
        <w:t>在离心机中使胶乳离心浓缩的主要部件。</w:t>
      </w:r>
    </w:p>
    <w:p w14:paraId="5D01257A"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lastRenderedPageBreak/>
        <w:br/>
      </w:r>
      <w:r w:rsidRPr="00251890">
        <w:rPr>
          <w:rFonts w:ascii="黑体" w:eastAsia="黑体" w:hAnsi="黑体" w:hint="eastAsia"/>
        </w:rPr>
        <w:t>喇叭管</w:t>
      </w:r>
      <w:r w:rsidRPr="00251890">
        <w:rPr>
          <w:rFonts w:ascii="黑体" w:eastAsia="黑体" w:hAnsi="黑体"/>
        </w:rPr>
        <w:t xml:space="preserve">  distributor</w:t>
      </w:r>
    </w:p>
    <w:p w14:paraId="1007AD50" w14:textId="77777777" w:rsidR="00C645D3" w:rsidRPr="00EB0396" w:rsidRDefault="00C645D3" w:rsidP="00C645D3">
      <w:pPr>
        <w:pStyle w:val="affffffffffff7"/>
        <w:ind w:firstLineChars="200" w:firstLine="420"/>
        <w:rPr>
          <w:rFonts w:ascii="宋体" w:eastAsia="宋体" w:hAnsi="宋体"/>
        </w:rPr>
      </w:pPr>
      <w:r w:rsidRPr="00EB0396">
        <w:rPr>
          <w:rFonts w:ascii="宋体" w:eastAsia="宋体" w:hAnsi="宋体" w:hint="eastAsia"/>
        </w:rPr>
        <w:t>分配器</w:t>
      </w:r>
    </w:p>
    <w:p w14:paraId="1190906F" w14:textId="77777777" w:rsidR="00C645D3" w:rsidRPr="00EB0396" w:rsidRDefault="00C645D3" w:rsidP="00C645D3">
      <w:pPr>
        <w:pStyle w:val="affffffffffff7"/>
        <w:ind w:firstLineChars="200" w:firstLine="420"/>
        <w:rPr>
          <w:rFonts w:eastAsia="宋体"/>
        </w:rPr>
      </w:pPr>
      <w:proofErr w:type="gramStart"/>
      <w:r w:rsidRPr="00EB0396">
        <w:rPr>
          <w:rFonts w:eastAsia="宋体"/>
        </w:rPr>
        <w:t>安装</w:t>
      </w:r>
      <w:r w:rsidRPr="00EB0396">
        <w:rPr>
          <w:rFonts w:eastAsia="宋体" w:hint="eastAsia"/>
        </w:rPr>
        <w:t>于</w:t>
      </w:r>
      <w:r w:rsidRPr="00EB0396">
        <w:rPr>
          <w:rFonts w:eastAsia="宋体"/>
        </w:rPr>
        <w:t>转鼓中</w:t>
      </w:r>
      <w:proofErr w:type="gramEnd"/>
      <w:r w:rsidRPr="00EB0396">
        <w:rPr>
          <w:rFonts w:eastAsia="宋体"/>
        </w:rPr>
        <w:t>，形似喇叭，使进料胶乳流入分离室的机件。</w:t>
      </w:r>
    </w:p>
    <w:p w14:paraId="7201B8E7"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分离</w:t>
      </w:r>
      <w:proofErr w:type="gramStart"/>
      <w:r w:rsidRPr="00251890">
        <w:rPr>
          <w:rFonts w:ascii="黑体" w:eastAsia="黑体" w:hAnsi="黑体" w:hint="eastAsia"/>
        </w:rPr>
        <w:t>碟</w:t>
      </w:r>
      <w:proofErr w:type="gramEnd"/>
      <w:r w:rsidRPr="00251890">
        <w:rPr>
          <w:rFonts w:ascii="黑体" w:eastAsia="黑体" w:hAnsi="黑体"/>
        </w:rPr>
        <w:t xml:space="preserve">  separating disk</w:t>
      </w:r>
    </w:p>
    <w:p w14:paraId="471F7A2B" w14:textId="77777777" w:rsidR="00C645D3" w:rsidRPr="00EB0396" w:rsidRDefault="00C645D3" w:rsidP="00C645D3">
      <w:pPr>
        <w:pStyle w:val="affffffffffff7"/>
        <w:ind w:firstLineChars="200" w:firstLine="420"/>
        <w:rPr>
          <w:rFonts w:eastAsia="宋体"/>
        </w:rPr>
      </w:pPr>
      <w:r w:rsidRPr="00EB0396">
        <w:rPr>
          <w:rFonts w:eastAsia="宋体"/>
        </w:rPr>
        <w:t>安装在转鼓内部，</w:t>
      </w:r>
      <w:r w:rsidRPr="00EB0396">
        <w:rPr>
          <w:rFonts w:eastAsia="宋体" w:hint="eastAsia"/>
        </w:rPr>
        <w:t>将转鼓分</w:t>
      </w:r>
      <w:r w:rsidRPr="00EB0396">
        <w:rPr>
          <w:rFonts w:eastAsia="宋体"/>
        </w:rPr>
        <w:t>成若干分离室的圆锥形碟片。</w:t>
      </w:r>
    </w:p>
    <w:p w14:paraId="1D9E8E07"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 xml:space="preserve">分离室 </w:t>
      </w:r>
      <w:r w:rsidRPr="00251890">
        <w:rPr>
          <w:rFonts w:ascii="黑体" w:eastAsia="黑体" w:hAnsi="黑体"/>
        </w:rPr>
        <w:t xml:space="preserve"> separating chamber  </w:t>
      </w:r>
    </w:p>
    <w:p w14:paraId="66BB642E" w14:textId="77777777" w:rsidR="00C645D3" w:rsidRPr="00EB0396" w:rsidRDefault="00C645D3" w:rsidP="00C645D3">
      <w:pPr>
        <w:pStyle w:val="affffffffffff7"/>
        <w:ind w:firstLineChars="200" w:firstLine="420"/>
        <w:rPr>
          <w:rFonts w:eastAsia="宋体"/>
        </w:rPr>
      </w:pPr>
      <w:r w:rsidRPr="00EB0396">
        <w:rPr>
          <w:rFonts w:eastAsia="宋体"/>
        </w:rPr>
        <w:t>转鼓中相邻两个分离</w:t>
      </w:r>
      <w:proofErr w:type="gramStart"/>
      <w:r w:rsidRPr="00EB0396">
        <w:rPr>
          <w:rFonts w:eastAsia="宋体"/>
        </w:rPr>
        <w:t>碟</w:t>
      </w:r>
      <w:proofErr w:type="gramEnd"/>
      <w:r w:rsidRPr="00EB0396">
        <w:rPr>
          <w:rFonts w:eastAsia="宋体"/>
        </w:rPr>
        <w:t>之间的空隙。</w:t>
      </w:r>
    </w:p>
    <w:p w14:paraId="3DFF170C"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中性层</w:t>
      </w:r>
      <w:r w:rsidRPr="00251890">
        <w:rPr>
          <w:rFonts w:ascii="黑体" w:eastAsia="黑体" w:hAnsi="黑体"/>
        </w:rPr>
        <w:t xml:space="preserve">  neutral layer</w:t>
      </w:r>
    </w:p>
    <w:p w14:paraId="7E23F522"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19143B"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离心胶乳时，</w:t>
      </w:r>
      <w:r w:rsidRPr="00EB0396">
        <w:rPr>
          <w:rFonts w:eastAsia="宋体" w:hint="eastAsia"/>
        </w:rPr>
        <w:t>比重</w:t>
      </w:r>
      <w:r w:rsidRPr="00EB0396">
        <w:rPr>
          <w:rFonts w:eastAsia="宋体"/>
        </w:rPr>
        <w:t>不同的胶清和浓缩胶乳在转鼓内出现的分界层。</w:t>
      </w:r>
    </w:p>
    <w:p w14:paraId="44800805"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中性孔</w:t>
      </w:r>
      <w:r w:rsidRPr="00251890">
        <w:rPr>
          <w:rFonts w:ascii="黑体" w:eastAsia="黑体" w:hAnsi="黑体"/>
        </w:rPr>
        <w:t xml:space="preserve">  neutral aperture</w:t>
      </w:r>
    </w:p>
    <w:p w14:paraId="7EC08C97" w14:textId="77777777" w:rsidR="00C645D3" w:rsidRPr="00EB0396" w:rsidRDefault="00C645D3" w:rsidP="00C645D3">
      <w:pPr>
        <w:pStyle w:val="affffffffffff7"/>
        <w:ind w:firstLineChars="200" w:firstLine="420"/>
        <w:rPr>
          <w:rFonts w:eastAsia="宋体"/>
        </w:rPr>
      </w:pPr>
      <w:r w:rsidRPr="00EB0396">
        <w:rPr>
          <w:rFonts w:eastAsia="宋体" w:hint="eastAsia"/>
        </w:rPr>
        <w:t>位于</w:t>
      </w:r>
      <w:r w:rsidRPr="00EB0396">
        <w:rPr>
          <w:rFonts w:eastAsia="宋体"/>
        </w:rPr>
        <w:t>胶乳离心机分离碟上的中性层的分配</w:t>
      </w:r>
      <w:r w:rsidRPr="00EB0396">
        <w:rPr>
          <w:rFonts w:eastAsia="宋体" w:hint="eastAsia"/>
        </w:rPr>
        <w:t>孔</w:t>
      </w:r>
      <w:r w:rsidRPr="00EB0396">
        <w:rPr>
          <w:rFonts w:eastAsia="宋体"/>
        </w:rPr>
        <w:t>。</w:t>
      </w:r>
    </w:p>
    <w:p w14:paraId="3BDE88D2"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水封破裂</w:t>
      </w:r>
      <w:r w:rsidRPr="00251890">
        <w:rPr>
          <w:rFonts w:ascii="黑体" w:eastAsia="黑体" w:hAnsi="黑体"/>
        </w:rPr>
        <w:t xml:space="preserve">  water-seal break</w:t>
      </w:r>
    </w:p>
    <w:p w14:paraId="6333C5D1" w14:textId="77777777" w:rsidR="00C645D3" w:rsidRPr="00EB0396" w:rsidRDefault="00C645D3" w:rsidP="00C645D3">
      <w:pPr>
        <w:pStyle w:val="affffffffffff7"/>
        <w:ind w:firstLineChars="200" w:firstLine="420"/>
        <w:rPr>
          <w:rFonts w:eastAsia="宋体"/>
        </w:rPr>
      </w:pPr>
      <w:r w:rsidRPr="00EB0396">
        <w:rPr>
          <w:rFonts w:eastAsia="宋体"/>
        </w:rPr>
        <w:t>转鼓中浓缩胶乳和</w:t>
      </w:r>
      <w:proofErr w:type="gramStart"/>
      <w:r w:rsidRPr="00EB0396">
        <w:rPr>
          <w:rFonts w:eastAsia="宋体"/>
        </w:rPr>
        <w:t>胶清之间</w:t>
      </w:r>
      <w:proofErr w:type="gramEnd"/>
      <w:r w:rsidRPr="00EB0396">
        <w:rPr>
          <w:rFonts w:eastAsia="宋体"/>
        </w:rPr>
        <w:t>灵敏的动态平衡遭到破坏时，浓缩胶乳</w:t>
      </w:r>
      <w:proofErr w:type="gramStart"/>
      <w:r w:rsidRPr="00EB0396">
        <w:rPr>
          <w:rFonts w:eastAsia="宋体"/>
        </w:rPr>
        <w:t>从胶清出口处</w:t>
      </w:r>
      <w:proofErr w:type="gramEnd"/>
      <w:r w:rsidRPr="00EB0396">
        <w:rPr>
          <w:rFonts w:eastAsia="宋体"/>
        </w:rPr>
        <w:t>流出的现象。</w:t>
      </w:r>
    </w:p>
    <w:p w14:paraId="5438C17C"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胶乳进料速率</w:t>
      </w:r>
      <w:r w:rsidRPr="00251890">
        <w:rPr>
          <w:rFonts w:ascii="黑体" w:eastAsia="黑体" w:hAnsi="黑体"/>
        </w:rPr>
        <w:t xml:space="preserve">  latex input rate  </w:t>
      </w:r>
    </w:p>
    <w:p w14:paraId="206394BB" w14:textId="77777777" w:rsidR="00C645D3" w:rsidRPr="00EB0396" w:rsidRDefault="00C645D3" w:rsidP="00C645D3">
      <w:pPr>
        <w:pStyle w:val="affffffffffff7"/>
        <w:ind w:firstLineChars="200" w:firstLine="420"/>
        <w:rPr>
          <w:rFonts w:eastAsia="宋体"/>
        </w:rPr>
      </w:pPr>
      <w:r w:rsidRPr="00EB0396">
        <w:rPr>
          <w:rFonts w:eastAsia="宋体"/>
        </w:rPr>
        <w:t>单位时间内流入离心机的胶乳重量。</w:t>
      </w:r>
    </w:p>
    <w:p w14:paraId="274D85E1"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胶清流出速率</w:t>
      </w:r>
      <w:r w:rsidRPr="00251890">
        <w:rPr>
          <w:rFonts w:ascii="黑体" w:eastAsia="黑体" w:hAnsi="黑体"/>
        </w:rPr>
        <w:t xml:space="preserve">  skim output rate  </w:t>
      </w:r>
    </w:p>
    <w:p w14:paraId="6415C833" w14:textId="77777777" w:rsidR="00C645D3" w:rsidRPr="00EB0396" w:rsidRDefault="00C645D3" w:rsidP="00C645D3">
      <w:pPr>
        <w:pStyle w:val="affffffffffff7"/>
        <w:ind w:firstLineChars="200" w:firstLine="420"/>
        <w:rPr>
          <w:rFonts w:eastAsia="宋体"/>
        </w:rPr>
      </w:pPr>
      <w:r w:rsidRPr="00EB0396">
        <w:rPr>
          <w:rFonts w:eastAsia="宋体"/>
        </w:rPr>
        <w:t>单位时间内从离心机排出</w:t>
      </w:r>
      <w:proofErr w:type="gramStart"/>
      <w:r w:rsidRPr="00EB0396">
        <w:rPr>
          <w:rFonts w:eastAsia="宋体"/>
        </w:rPr>
        <w:t>的胶清重量</w:t>
      </w:r>
      <w:proofErr w:type="gramEnd"/>
      <w:r w:rsidRPr="00EB0396">
        <w:rPr>
          <w:rFonts w:eastAsia="宋体"/>
        </w:rPr>
        <w:t>。</w:t>
      </w:r>
    </w:p>
    <w:p w14:paraId="32AE46F6"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分离效率</w:t>
      </w:r>
      <w:r w:rsidRPr="00251890">
        <w:rPr>
          <w:rFonts w:ascii="黑体" w:eastAsia="黑体" w:hAnsi="黑体"/>
        </w:rPr>
        <w:t xml:space="preserve">  separating efficiency</w:t>
      </w:r>
    </w:p>
    <w:p w14:paraId="62E51D90" w14:textId="77777777" w:rsidR="00C645D3" w:rsidRPr="00EB0396" w:rsidRDefault="00C645D3" w:rsidP="00C645D3">
      <w:pPr>
        <w:pStyle w:val="affffffffffff7"/>
        <w:ind w:firstLineChars="200" w:firstLine="420"/>
        <w:rPr>
          <w:rFonts w:ascii="宋体" w:eastAsia="宋体" w:hAnsi="宋体"/>
        </w:rPr>
      </w:pPr>
      <w:r w:rsidRPr="00EB0396">
        <w:rPr>
          <w:rFonts w:ascii="宋体" w:eastAsia="宋体" w:hAnsi="宋体" w:hint="eastAsia"/>
        </w:rPr>
        <w:t>转鼓效率</w:t>
      </w:r>
    </w:p>
    <w:p w14:paraId="0AAC011F" w14:textId="77777777" w:rsidR="00C645D3" w:rsidRPr="00EB0396" w:rsidRDefault="00C645D3" w:rsidP="00C645D3">
      <w:pPr>
        <w:pStyle w:val="affffffffffff7"/>
        <w:ind w:firstLineChars="200" w:firstLine="420"/>
        <w:rPr>
          <w:rFonts w:eastAsia="宋体"/>
        </w:rPr>
      </w:pPr>
      <w:r w:rsidRPr="00EB0396">
        <w:rPr>
          <w:rFonts w:eastAsia="宋体"/>
        </w:rPr>
        <w:t>指流出离心机的浓缩胶乳总干胶量与进入离心机</w:t>
      </w:r>
      <w:r w:rsidRPr="00EB0396">
        <w:rPr>
          <w:rFonts w:eastAsia="宋体" w:hint="eastAsia"/>
        </w:rPr>
        <w:t>的</w:t>
      </w:r>
      <w:r w:rsidRPr="00EB0396">
        <w:rPr>
          <w:rFonts w:eastAsia="宋体"/>
        </w:rPr>
        <w:t>胶乳干胶总量的百分</w:t>
      </w:r>
      <w:r w:rsidRPr="00EB0396">
        <w:rPr>
          <w:rFonts w:eastAsia="宋体" w:hint="eastAsia"/>
        </w:rPr>
        <w:t>率</w:t>
      </w:r>
    </w:p>
    <w:p w14:paraId="03B3B3A5" w14:textId="77777777" w:rsidR="00C645D3" w:rsidRPr="000F7064" w:rsidRDefault="00C645D3" w:rsidP="00C645D3">
      <w:pPr>
        <w:pStyle w:val="afffffffffff9"/>
        <w:ind w:left="420" w:hangingChars="200" w:hanging="420"/>
        <w:rPr>
          <w:rFonts w:ascii="黑体" w:eastAsia="黑体" w:hAnsi="黑体"/>
        </w:rPr>
      </w:pPr>
      <w:r w:rsidRPr="000F7064">
        <w:rPr>
          <w:rFonts w:ascii="黑体" w:eastAsia="黑体" w:hAnsi="黑体"/>
        </w:rPr>
        <w:br/>
      </w:r>
      <w:proofErr w:type="gramStart"/>
      <w:r>
        <w:rPr>
          <w:rFonts w:ascii="黑体" w:eastAsia="黑体" w:hAnsi="黑体" w:hint="eastAsia"/>
        </w:rPr>
        <w:t>过</w:t>
      </w:r>
      <w:r w:rsidRPr="00F97FDC">
        <w:rPr>
          <w:rFonts w:ascii="黑体" w:eastAsia="黑体" w:hAnsi="黑体" w:hint="eastAsia"/>
        </w:rPr>
        <w:t>稳定</w:t>
      </w:r>
      <w:proofErr w:type="gramEnd"/>
      <w:r w:rsidRPr="00F97FDC">
        <w:rPr>
          <w:rFonts w:ascii="黑体" w:eastAsia="黑体" w:hAnsi="黑体" w:hint="eastAsia"/>
        </w:rPr>
        <w:t>胶乳</w:t>
      </w:r>
      <w:r w:rsidRPr="00F97FDC">
        <w:rPr>
          <w:rFonts w:ascii="黑体" w:eastAsia="黑体" w:hAnsi="黑体"/>
        </w:rPr>
        <w:t xml:space="preserve">  over stabilized latex</w:t>
      </w:r>
    </w:p>
    <w:p w14:paraId="1FFF68F5" w14:textId="77777777" w:rsidR="00C645D3" w:rsidRPr="00EB0396" w:rsidRDefault="00C645D3" w:rsidP="00C645D3">
      <w:pPr>
        <w:pStyle w:val="affffffffffff7"/>
        <w:ind w:firstLineChars="200" w:firstLine="420"/>
        <w:rPr>
          <w:rFonts w:ascii="宋体" w:eastAsia="宋体" w:hAnsi="宋体"/>
        </w:rPr>
      </w:pPr>
      <w:r w:rsidRPr="00EB0396">
        <w:rPr>
          <w:rFonts w:ascii="宋体" w:eastAsia="宋体" w:hAnsi="宋体" w:hint="eastAsia"/>
        </w:rPr>
        <w:t>超稳定胶乳</w:t>
      </w:r>
    </w:p>
    <w:p w14:paraId="246A3255" w14:textId="77777777" w:rsidR="00C645D3" w:rsidRPr="0019200F" w:rsidRDefault="00C645D3" w:rsidP="00C645D3">
      <w:pPr>
        <w:pStyle w:val="affffffffffff7"/>
        <w:ind w:firstLineChars="200" w:firstLine="420"/>
        <w:rPr>
          <w:rFonts w:ascii="宋体" w:eastAsia="宋体" w:hAnsi="宋体"/>
        </w:rPr>
      </w:pPr>
      <w:r w:rsidRPr="0019200F">
        <w:rPr>
          <w:rFonts w:ascii="宋体" w:eastAsia="宋体" w:hAnsi="宋体" w:hint="eastAsia"/>
        </w:rPr>
        <w:t>&lt;</w:t>
      </w:r>
      <w:r w:rsidR="0019143B" w:rsidRPr="00E12786">
        <w:rPr>
          <w:rFonts w:ascii="仿宋_GB2312" w:eastAsia="仿宋_GB2312" w:hAnsi="宋体" w:hint="eastAsia"/>
        </w:rPr>
        <w:t>天然</w:t>
      </w:r>
      <w:r w:rsidRPr="0019200F">
        <w:rPr>
          <w:rFonts w:ascii="宋体" w:eastAsia="宋体" w:hAnsi="宋体" w:hint="eastAsia"/>
        </w:rPr>
        <w:t>胶乳&gt;</w:t>
      </w:r>
      <w:r w:rsidRPr="0019200F">
        <w:rPr>
          <w:rFonts w:ascii="宋体" w:eastAsia="宋体" w:hAnsi="宋体"/>
        </w:rPr>
        <w:t>指机械稳定度超过1800s的胶乳。</w:t>
      </w:r>
    </w:p>
    <w:p w14:paraId="1919AA9E" w14:textId="77777777" w:rsidR="00C645D3" w:rsidRPr="000F7064" w:rsidRDefault="00C645D3" w:rsidP="00C645D3">
      <w:pPr>
        <w:pStyle w:val="afffffffffff9"/>
        <w:ind w:left="420" w:hangingChars="200" w:hanging="420"/>
        <w:rPr>
          <w:rFonts w:ascii="黑体" w:eastAsia="黑体" w:hAnsi="黑体"/>
        </w:rPr>
      </w:pPr>
      <w:r w:rsidRPr="000F7064">
        <w:rPr>
          <w:rFonts w:ascii="黑体" w:eastAsia="黑体" w:hAnsi="黑体"/>
        </w:rPr>
        <w:br/>
      </w:r>
      <w:proofErr w:type="gramStart"/>
      <w:r w:rsidRPr="000F7064">
        <w:rPr>
          <w:rFonts w:ascii="黑体" w:eastAsia="黑体" w:hAnsi="黑体" w:hint="eastAsia"/>
        </w:rPr>
        <w:t>胶清</w:t>
      </w:r>
      <w:proofErr w:type="gramEnd"/>
      <w:r w:rsidRPr="000F7064">
        <w:rPr>
          <w:rFonts w:ascii="黑体" w:eastAsia="黑体" w:hAnsi="黑体" w:hint="eastAsia"/>
        </w:rPr>
        <w:t xml:space="preserve"> </w:t>
      </w:r>
      <w:r w:rsidRPr="000F7064">
        <w:rPr>
          <w:rFonts w:ascii="黑体" w:eastAsia="黑体" w:hAnsi="黑体"/>
        </w:rPr>
        <w:t xml:space="preserve"> skim</w:t>
      </w:r>
    </w:p>
    <w:p w14:paraId="08B32AAC" w14:textId="77777777" w:rsidR="00C645D3" w:rsidRPr="0019200F" w:rsidRDefault="00C645D3" w:rsidP="00C645D3">
      <w:pPr>
        <w:pStyle w:val="affffffffffff7"/>
        <w:ind w:firstLineChars="200" w:firstLine="420"/>
        <w:rPr>
          <w:rFonts w:ascii="宋体" w:eastAsia="宋体" w:hAnsi="宋体"/>
        </w:rPr>
      </w:pPr>
      <w:r w:rsidRPr="0019200F">
        <w:rPr>
          <w:rFonts w:ascii="宋体" w:eastAsia="宋体" w:hAnsi="宋体" w:hint="eastAsia"/>
        </w:rPr>
        <w:t>&lt;</w:t>
      </w:r>
      <w:r w:rsidR="0019143B" w:rsidRPr="00E12786">
        <w:rPr>
          <w:rFonts w:ascii="仿宋_GB2312" w:eastAsia="仿宋_GB2312" w:hAnsi="宋体" w:hint="eastAsia"/>
        </w:rPr>
        <w:t>天然</w:t>
      </w:r>
      <w:r w:rsidRPr="0019200F">
        <w:rPr>
          <w:rFonts w:ascii="宋体" w:eastAsia="宋体" w:hAnsi="宋体" w:hint="eastAsia"/>
        </w:rPr>
        <w:t>胶乳&gt;</w:t>
      </w:r>
      <w:r w:rsidRPr="0019200F">
        <w:rPr>
          <w:rFonts w:ascii="宋体" w:eastAsia="宋体" w:hAnsi="宋体"/>
        </w:rPr>
        <w:t>胶乳通过离心机浓缩时，所得的干胶含量</w:t>
      </w:r>
      <w:r w:rsidRPr="0019200F">
        <w:rPr>
          <w:rFonts w:ascii="宋体" w:eastAsia="宋体" w:hAnsi="宋体" w:hint="eastAsia"/>
        </w:rPr>
        <w:t>约</w:t>
      </w:r>
      <w:r w:rsidRPr="0019200F">
        <w:rPr>
          <w:rFonts w:ascii="宋体" w:eastAsia="宋体" w:hAnsi="宋体"/>
        </w:rPr>
        <w:t>5%的副产品。</w:t>
      </w:r>
    </w:p>
    <w:p w14:paraId="5C78AF98" w14:textId="77777777" w:rsidR="00251890" w:rsidRPr="008576AB" w:rsidRDefault="00B17898" w:rsidP="008576AB">
      <w:pPr>
        <w:pStyle w:val="afffffffffff9"/>
        <w:ind w:left="420" w:hangingChars="200" w:hanging="420"/>
        <w:rPr>
          <w:rFonts w:ascii="黑体" w:eastAsia="黑体" w:hAnsi="黑体"/>
          <w:b/>
        </w:rPr>
      </w:pPr>
      <w:r w:rsidRPr="008576AB">
        <w:rPr>
          <w:rFonts w:ascii="黑体" w:eastAsia="黑体" w:hAnsi="黑体"/>
        </w:rPr>
        <w:br w:type="textWrapping" w:clear="all"/>
      </w:r>
      <w:r w:rsidRPr="008576AB">
        <w:rPr>
          <w:rFonts w:ascii="黑体" w:eastAsia="黑体" w:hAnsi="黑体" w:hint="eastAsia"/>
        </w:rPr>
        <w:t>胶清池</w:t>
      </w:r>
      <w:r w:rsidRPr="008576AB">
        <w:rPr>
          <w:rFonts w:ascii="黑体" w:eastAsia="黑体" w:hAnsi="黑体"/>
        </w:rPr>
        <w:t xml:space="preserve">  skim latex tank </w:t>
      </w:r>
    </w:p>
    <w:p w14:paraId="1CF55361" w14:textId="77777777" w:rsidR="00B118BD" w:rsidRPr="00B118BD" w:rsidRDefault="00B118BD" w:rsidP="00B118BD">
      <w:pPr>
        <w:pStyle w:val="afffff"/>
      </w:pPr>
      <w:proofErr w:type="gramStart"/>
      <w:r>
        <w:rPr>
          <w:rFonts w:hint="eastAsia"/>
        </w:rPr>
        <w:t>贮存胶清用</w:t>
      </w:r>
      <w:proofErr w:type="gramEnd"/>
      <w:r>
        <w:rPr>
          <w:rFonts w:hint="eastAsia"/>
        </w:rPr>
        <w:t>的大型容器。</w:t>
      </w:r>
    </w:p>
    <w:p w14:paraId="0A8C7F11"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proofErr w:type="gramStart"/>
      <w:r w:rsidRPr="00251890">
        <w:rPr>
          <w:rFonts w:ascii="黑体" w:eastAsia="黑体" w:hAnsi="黑体" w:hint="eastAsia"/>
        </w:rPr>
        <w:t>胶清废水</w:t>
      </w:r>
      <w:proofErr w:type="gramEnd"/>
      <w:r w:rsidRPr="00251890">
        <w:rPr>
          <w:rFonts w:ascii="黑体" w:eastAsia="黑体" w:hAnsi="黑体"/>
        </w:rPr>
        <w:t xml:space="preserve">  skim serum</w:t>
      </w:r>
    </w:p>
    <w:p w14:paraId="4AF365F3"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19143B"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加酸</w:t>
      </w:r>
      <w:proofErr w:type="gramStart"/>
      <w:r w:rsidRPr="00EB0396">
        <w:rPr>
          <w:rFonts w:eastAsia="宋体"/>
        </w:rPr>
        <w:t>凝固胶清以</w:t>
      </w:r>
      <w:proofErr w:type="gramEnd"/>
      <w:r w:rsidRPr="00EB0396">
        <w:rPr>
          <w:rFonts w:eastAsia="宋体"/>
        </w:rPr>
        <w:t>回收橡胶后剩下的残液。</w:t>
      </w:r>
    </w:p>
    <w:p w14:paraId="769AECA5" w14:textId="77777777" w:rsidR="00C645D3" w:rsidRPr="000F7064" w:rsidRDefault="00C645D3" w:rsidP="00C645D3">
      <w:pPr>
        <w:pStyle w:val="afffffffffff9"/>
        <w:ind w:left="420" w:hangingChars="200" w:hanging="420"/>
        <w:rPr>
          <w:rFonts w:ascii="黑体" w:eastAsia="黑体" w:hAnsi="黑体"/>
        </w:rPr>
      </w:pPr>
      <w:r w:rsidRPr="000F7064">
        <w:rPr>
          <w:rFonts w:ascii="黑体" w:eastAsia="黑体" w:hAnsi="黑体"/>
        </w:rPr>
        <w:lastRenderedPageBreak/>
        <w:br/>
      </w:r>
      <w:proofErr w:type="gramStart"/>
      <w:r>
        <w:rPr>
          <w:rFonts w:ascii="黑体" w:eastAsia="黑体" w:hAnsi="黑体" w:hint="eastAsia"/>
        </w:rPr>
        <w:t>乳</w:t>
      </w:r>
      <w:r w:rsidRPr="000F7064">
        <w:rPr>
          <w:rFonts w:ascii="黑体" w:eastAsia="黑体" w:hAnsi="黑体" w:hint="eastAsia"/>
        </w:rPr>
        <w:t>清非胶固体</w:t>
      </w:r>
      <w:proofErr w:type="gramEnd"/>
      <w:r w:rsidRPr="000F7064">
        <w:rPr>
          <w:rFonts w:ascii="黑体" w:eastAsia="黑体" w:hAnsi="黑体" w:hint="eastAsia"/>
        </w:rPr>
        <w:t xml:space="preserve">含量 </w:t>
      </w:r>
      <w:r w:rsidRPr="000F7064">
        <w:rPr>
          <w:rFonts w:ascii="黑体" w:eastAsia="黑体" w:hAnsi="黑体"/>
        </w:rPr>
        <w:t xml:space="preserve"> non-rubber solids content in serum</w:t>
      </w:r>
    </w:p>
    <w:p w14:paraId="3075802F"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19143B"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乳清含干胶以外的固体</w:t>
      </w:r>
      <w:r w:rsidRPr="00EB0396">
        <w:rPr>
          <w:rFonts w:eastAsia="宋体" w:hint="eastAsia"/>
        </w:rPr>
        <w:t>物质</w:t>
      </w:r>
      <w:r w:rsidRPr="00EB0396">
        <w:rPr>
          <w:rFonts w:eastAsia="宋体"/>
        </w:rPr>
        <w:t>的质量</w:t>
      </w:r>
      <w:r w:rsidRPr="00EB0396">
        <w:rPr>
          <w:rFonts w:eastAsia="宋体" w:hint="eastAsia"/>
        </w:rPr>
        <w:t>分数</w:t>
      </w:r>
      <w:r w:rsidRPr="00EB0396">
        <w:rPr>
          <w:rFonts w:eastAsia="宋体"/>
        </w:rPr>
        <w:t>。</w:t>
      </w:r>
    </w:p>
    <w:p w14:paraId="26C369DC" w14:textId="77777777" w:rsidR="00C645D3" w:rsidRPr="000F7064" w:rsidRDefault="00C645D3" w:rsidP="00C645D3">
      <w:pPr>
        <w:pStyle w:val="afffffffffff9"/>
        <w:ind w:left="420" w:hangingChars="200" w:hanging="420"/>
        <w:rPr>
          <w:rFonts w:ascii="黑体" w:eastAsia="黑体" w:hAnsi="黑体"/>
        </w:rPr>
      </w:pPr>
      <w:r w:rsidRPr="000F7064">
        <w:rPr>
          <w:rFonts w:ascii="黑体" w:eastAsia="黑体" w:hAnsi="黑体"/>
        </w:rPr>
        <w:br/>
      </w:r>
      <w:proofErr w:type="gramStart"/>
      <w:r>
        <w:rPr>
          <w:rFonts w:ascii="黑体" w:eastAsia="黑体" w:hAnsi="黑体" w:hint="eastAsia"/>
        </w:rPr>
        <w:t>膏化</w:t>
      </w:r>
      <w:proofErr w:type="gramEnd"/>
      <w:r w:rsidRPr="000F7064">
        <w:rPr>
          <w:rFonts w:ascii="黑体" w:eastAsia="黑体" w:hAnsi="黑体" w:hint="eastAsia"/>
        </w:rPr>
        <w:t xml:space="preserve"> </w:t>
      </w:r>
      <w:r w:rsidRPr="000F7064">
        <w:rPr>
          <w:rFonts w:ascii="黑体" w:eastAsia="黑体" w:hAnsi="黑体"/>
        </w:rPr>
        <w:t xml:space="preserve"> creaming</w:t>
      </w:r>
    </w:p>
    <w:p w14:paraId="31C0EE25" w14:textId="77777777" w:rsidR="00C645D3" w:rsidRPr="0019200F" w:rsidRDefault="00C645D3" w:rsidP="00C645D3">
      <w:pPr>
        <w:pStyle w:val="affffffffffff7"/>
        <w:ind w:firstLineChars="200" w:firstLine="420"/>
        <w:rPr>
          <w:rFonts w:ascii="宋体" w:eastAsia="宋体" w:hAnsi="宋体"/>
        </w:rPr>
      </w:pPr>
      <w:r w:rsidRPr="0019200F">
        <w:rPr>
          <w:rFonts w:ascii="宋体" w:eastAsia="宋体" w:hAnsi="宋体" w:hint="eastAsia"/>
        </w:rPr>
        <w:t>&lt;</w:t>
      </w:r>
      <w:r w:rsidR="0019143B" w:rsidRPr="00E12786">
        <w:rPr>
          <w:rFonts w:ascii="仿宋_GB2312" w:eastAsia="仿宋_GB2312" w:hAnsi="宋体" w:hint="eastAsia"/>
        </w:rPr>
        <w:t>天然</w:t>
      </w:r>
      <w:r w:rsidRPr="0019200F">
        <w:rPr>
          <w:rFonts w:ascii="宋体" w:eastAsia="宋体" w:hAnsi="宋体" w:hint="eastAsia"/>
        </w:rPr>
        <w:t>胶乳&gt;</w:t>
      </w:r>
      <w:r w:rsidRPr="0019200F">
        <w:rPr>
          <w:rFonts w:ascii="宋体" w:eastAsia="宋体" w:hAnsi="宋体"/>
        </w:rPr>
        <w:t>胶乳静置时，底部或顶部被乳清包裹的橡胶粒子在重力作用下的可逆聚集过程。</w:t>
      </w:r>
    </w:p>
    <w:p w14:paraId="517CD762" w14:textId="77777777" w:rsidR="00251890" w:rsidRDefault="00C645D3" w:rsidP="00251890">
      <w:pPr>
        <w:pStyle w:val="afff6"/>
      </w:pPr>
      <w:r w:rsidRPr="0019200F">
        <w:rPr>
          <w:rFonts w:hint="eastAsia"/>
        </w:rPr>
        <w:t>该过程一般通过</w:t>
      </w:r>
      <w:proofErr w:type="gramStart"/>
      <w:r w:rsidRPr="0019200F">
        <w:rPr>
          <w:rFonts w:hint="eastAsia"/>
        </w:rPr>
        <w:t>加入膏化剂</w:t>
      </w:r>
      <w:proofErr w:type="gramEnd"/>
      <w:r w:rsidRPr="0019200F">
        <w:rPr>
          <w:rFonts w:hint="eastAsia"/>
        </w:rPr>
        <w:t>实现</w:t>
      </w:r>
      <w:r w:rsidRPr="0019200F">
        <w:t>。</w:t>
      </w:r>
    </w:p>
    <w:p w14:paraId="3D5FB18E"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proofErr w:type="gramStart"/>
      <w:r w:rsidRPr="00251890">
        <w:rPr>
          <w:rFonts w:ascii="黑体" w:eastAsia="黑体" w:hAnsi="黑体" w:hint="eastAsia"/>
        </w:rPr>
        <w:t>膏化罐</w:t>
      </w:r>
      <w:proofErr w:type="gramEnd"/>
      <w:r w:rsidRPr="00251890">
        <w:rPr>
          <w:rFonts w:ascii="黑体" w:eastAsia="黑体" w:hAnsi="黑体" w:hint="eastAsia"/>
        </w:rPr>
        <w:t xml:space="preserve"> </w:t>
      </w:r>
      <w:r w:rsidRPr="00251890">
        <w:rPr>
          <w:rFonts w:ascii="黑体" w:eastAsia="黑体" w:hAnsi="黑体"/>
        </w:rPr>
        <w:t xml:space="preserve"> creaming tank</w:t>
      </w:r>
    </w:p>
    <w:p w14:paraId="1B2B5E18"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6369D7"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使胶乳（在其中）</w:t>
      </w:r>
      <w:proofErr w:type="gramStart"/>
      <w:r w:rsidRPr="00EB0396">
        <w:rPr>
          <w:rFonts w:eastAsia="宋体"/>
        </w:rPr>
        <w:t>膏化的</w:t>
      </w:r>
      <w:proofErr w:type="gramEnd"/>
      <w:r w:rsidRPr="00EB0396">
        <w:rPr>
          <w:rFonts w:eastAsia="宋体"/>
        </w:rPr>
        <w:t>容器。</w:t>
      </w:r>
    </w:p>
    <w:p w14:paraId="69C57976"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proofErr w:type="gramStart"/>
      <w:r w:rsidRPr="00251890">
        <w:rPr>
          <w:rFonts w:ascii="黑体" w:eastAsia="黑体" w:hAnsi="黑体" w:hint="eastAsia"/>
        </w:rPr>
        <w:t>膏化剂</w:t>
      </w:r>
      <w:proofErr w:type="gramEnd"/>
      <w:r w:rsidRPr="00251890">
        <w:rPr>
          <w:rFonts w:ascii="黑体" w:eastAsia="黑体" w:hAnsi="黑体"/>
        </w:rPr>
        <w:t xml:space="preserve">  creaming agent</w:t>
      </w:r>
    </w:p>
    <w:p w14:paraId="57D18D4A" w14:textId="77777777" w:rsidR="00C645D3" w:rsidRPr="0019200F" w:rsidRDefault="00C645D3" w:rsidP="00C645D3">
      <w:pPr>
        <w:pStyle w:val="affffffffffff7"/>
        <w:ind w:firstLineChars="200" w:firstLine="420"/>
        <w:rPr>
          <w:rFonts w:ascii="宋体" w:eastAsia="宋体" w:hAnsi="宋体"/>
        </w:rPr>
      </w:pPr>
      <w:r w:rsidRPr="0019200F">
        <w:rPr>
          <w:rFonts w:ascii="宋体" w:eastAsia="宋体" w:hAnsi="宋体" w:hint="eastAsia"/>
        </w:rPr>
        <w:t>&lt;</w:t>
      </w:r>
      <w:r w:rsidR="006369D7" w:rsidRPr="00E12786">
        <w:rPr>
          <w:rFonts w:ascii="仿宋_GB2312" w:eastAsia="仿宋_GB2312" w:hAnsi="宋体" w:hint="eastAsia"/>
        </w:rPr>
        <w:t>天然</w:t>
      </w:r>
      <w:r w:rsidRPr="0019200F">
        <w:rPr>
          <w:rFonts w:ascii="宋体" w:eastAsia="宋体" w:hAnsi="宋体" w:hint="eastAsia"/>
        </w:rPr>
        <w:t>胶乳&gt;</w:t>
      </w:r>
      <w:r w:rsidRPr="0019200F">
        <w:rPr>
          <w:rFonts w:ascii="宋体" w:eastAsia="宋体" w:hAnsi="宋体"/>
        </w:rPr>
        <w:t>加入胶乳中，</w:t>
      </w:r>
      <w:r w:rsidRPr="0019200F">
        <w:rPr>
          <w:rFonts w:ascii="宋体" w:eastAsia="宋体" w:hAnsi="宋体" w:hint="eastAsia"/>
        </w:rPr>
        <w:t>以提高</w:t>
      </w:r>
      <w:r w:rsidRPr="0019200F">
        <w:rPr>
          <w:rFonts w:ascii="宋体" w:eastAsia="宋体" w:hAnsi="宋体"/>
        </w:rPr>
        <w:t>胶乳</w:t>
      </w:r>
      <w:proofErr w:type="gramStart"/>
      <w:r w:rsidRPr="0019200F">
        <w:rPr>
          <w:rFonts w:ascii="宋体" w:eastAsia="宋体" w:hAnsi="宋体" w:hint="eastAsia"/>
        </w:rPr>
        <w:t>快速</w:t>
      </w:r>
      <w:r w:rsidRPr="0019200F">
        <w:rPr>
          <w:rFonts w:ascii="宋体" w:eastAsia="宋体" w:hAnsi="宋体"/>
        </w:rPr>
        <w:t>膏化</w:t>
      </w:r>
      <w:r w:rsidRPr="0019200F">
        <w:rPr>
          <w:rFonts w:ascii="宋体" w:eastAsia="宋体" w:hAnsi="宋体" w:hint="eastAsia"/>
        </w:rPr>
        <w:t>速率</w:t>
      </w:r>
      <w:proofErr w:type="gramEnd"/>
      <w:r w:rsidRPr="0019200F">
        <w:rPr>
          <w:rFonts w:ascii="宋体" w:eastAsia="宋体" w:hAnsi="宋体"/>
        </w:rPr>
        <w:t>的物质。</w:t>
      </w:r>
    </w:p>
    <w:p w14:paraId="1D263F87"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proofErr w:type="gramStart"/>
      <w:r w:rsidRPr="00251890">
        <w:rPr>
          <w:rFonts w:ascii="黑体" w:eastAsia="黑体" w:hAnsi="黑体" w:hint="eastAsia"/>
        </w:rPr>
        <w:t>膏化剂宜量</w:t>
      </w:r>
      <w:proofErr w:type="gramEnd"/>
      <w:r w:rsidRPr="00251890">
        <w:rPr>
          <w:rFonts w:ascii="黑体" w:eastAsia="黑体" w:hAnsi="黑体"/>
        </w:rPr>
        <w:t xml:space="preserve">  optimum amount of creaming agent</w:t>
      </w:r>
    </w:p>
    <w:p w14:paraId="5F5FEA3E"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6369D7"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在</w:t>
      </w:r>
      <w:proofErr w:type="gramStart"/>
      <w:r w:rsidRPr="00EB0396">
        <w:rPr>
          <w:rFonts w:eastAsia="宋体"/>
        </w:rPr>
        <w:t>一定膏化条件</w:t>
      </w:r>
      <w:proofErr w:type="gramEnd"/>
      <w:r w:rsidRPr="00EB0396">
        <w:rPr>
          <w:rFonts w:eastAsia="宋体"/>
        </w:rPr>
        <w:t>下，浓乳干胶含量较高，</w:t>
      </w:r>
      <w:proofErr w:type="gramStart"/>
      <w:r w:rsidRPr="00EB0396">
        <w:rPr>
          <w:rFonts w:eastAsia="宋体"/>
        </w:rPr>
        <w:t>膏清干胶</w:t>
      </w:r>
      <w:proofErr w:type="gramEnd"/>
      <w:r w:rsidRPr="00EB0396">
        <w:rPr>
          <w:rFonts w:eastAsia="宋体"/>
        </w:rPr>
        <w:t>含量较低时</w:t>
      </w:r>
      <w:proofErr w:type="gramStart"/>
      <w:r w:rsidRPr="00EB0396">
        <w:rPr>
          <w:rFonts w:eastAsia="宋体"/>
        </w:rPr>
        <w:t>的膏化剂</w:t>
      </w:r>
      <w:proofErr w:type="gramEnd"/>
      <w:r w:rsidRPr="00EB0396">
        <w:rPr>
          <w:rFonts w:eastAsia="宋体"/>
        </w:rPr>
        <w:t>用量。</w:t>
      </w:r>
    </w:p>
    <w:p w14:paraId="7DAA424F"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诱导期</w:t>
      </w:r>
      <w:r w:rsidRPr="00251890">
        <w:rPr>
          <w:rFonts w:ascii="黑体" w:eastAsia="黑体" w:hAnsi="黑体"/>
        </w:rPr>
        <w:t xml:space="preserve">  induction period</w:t>
      </w:r>
    </w:p>
    <w:p w14:paraId="07BEBF39"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6369D7"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proofErr w:type="gramStart"/>
      <w:r w:rsidRPr="00EB0396">
        <w:rPr>
          <w:rFonts w:eastAsia="宋体"/>
        </w:rPr>
        <w:t>从膏化剂</w:t>
      </w:r>
      <w:proofErr w:type="gramEnd"/>
      <w:r w:rsidRPr="00EB0396">
        <w:rPr>
          <w:rFonts w:eastAsia="宋体"/>
        </w:rPr>
        <w:t>加入</w:t>
      </w:r>
      <w:r w:rsidRPr="00EB0396">
        <w:rPr>
          <w:rFonts w:eastAsia="宋体" w:hint="eastAsia"/>
        </w:rPr>
        <w:t>胶乳为起始点</w:t>
      </w:r>
      <w:r w:rsidRPr="00EB0396">
        <w:rPr>
          <w:rFonts w:eastAsia="宋体"/>
        </w:rPr>
        <w:t>至胶乳开始</w:t>
      </w:r>
      <w:proofErr w:type="gramStart"/>
      <w:r w:rsidRPr="00EB0396">
        <w:rPr>
          <w:rFonts w:eastAsia="宋体"/>
        </w:rPr>
        <w:t>分出膏清的</w:t>
      </w:r>
      <w:proofErr w:type="gramEnd"/>
      <w:r w:rsidRPr="00EB0396">
        <w:rPr>
          <w:rFonts w:eastAsia="宋体" w:hint="eastAsia"/>
        </w:rPr>
        <w:t>时间段</w:t>
      </w:r>
      <w:r w:rsidRPr="00EB0396">
        <w:rPr>
          <w:rFonts w:eastAsia="宋体"/>
        </w:rPr>
        <w:t>。</w:t>
      </w:r>
    </w:p>
    <w:p w14:paraId="3BBA9E30"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作用期</w:t>
      </w:r>
      <w:r w:rsidRPr="00251890">
        <w:rPr>
          <w:rFonts w:ascii="黑体" w:eastAsia="黑体" w:hAnsi="黑体"/>
        </w:rPr>
        <w:t xml:space="preserve">  action period</w:t>
      </w:r>
    </w:p>
    <w:p w14:paraId="01535EEC"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6369D7"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从胶乳开始</w:t>
      </w:r>
      <w:proofErr w:type="gramStart"/>
      <w:r w:rsidRPr="00EB0396">
        <w:rPr>
          <w:rFonts w:eastAsia="宋体"/>
        </w:rPr>
        <w:t>分出膏清至</w:t>
      </w:r>
      <w:proofErr w:type="gramEnd"/>
      <w:r w:rsidRPr="00EB0396">
        <w:rPr>
          <w:rFonts w:eastAsia="宋体"/>
        </w:rPr>
        <w:t>分</w:t>
      </w:r>
      <w:r w:rsidRPr="00EB0396">
        <w:rPr>
          <w:rFonts w:eastAsia="宋体" w:hint="eastAsia"/>
        </w:rPr>
        <w:t>出</w:t>
      </w:r>
      <w:proofErr w:type="gramStart"/>
      <w:r w:rsidRPr="00EB0396">
        <w:rPr>
          <w:rFonts w:eastAsia="宋体" w:hint="eastAsia"/>
        </w:rPr>
        <w:t>膏</w:t>
      </w:r>
      <w:r w:rsidRPr="00EB0396">
        <w:rPr>
          <w:rFonts w:eastAsia="宋体"/>
        </w:rPr>
        <w:t>清速度</w:t>
      </w:r>
      <w:proofErr w:type="gramEnd"/>
      <w:r w:rsidRPr="00EB0396">
        <w:rPr>
          <w:rFonts w:eastAsia="宋体"/>
        </w:rPr>
        <w:t>开始减慢所经历的时间。</w:t>
      </w:r>
    </w:p>
    <w:p w14:paraId="766D4226"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搅拌强度</w:t>
      </w:r>
      <w:r w:rsidRPr="00251890">
        <w:rPr>
          <w:rFonts w:ascii="黑体" w:eastAsia="黑体" w:hAnsi="黑体"/>
        </w:rPr>
        <w:t xml:space="preserve">  stirring strength</w:t>
      </w:r>
    </w:p>
    <w:p w14:paraId="588F9168"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6369D7"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proofErr w:type="gramStart"/>
      <w:r w:rsidRPr="00EB0396">
        <w:rPr>
          <w:rFonts w:eastAsia="宋体"/>
        </w:rPr>
        <w:t>胶清搅拌</w:t>
      </w:r>
      <w:proofErr w:type="gramEnd"/>
      <w:r w:rsidRPr="00EB0396">
        <w:rPr>
          <w:rFonts w:eastAsia="宋体"/>
        </w:rPr>
        <w:t>速度和搅拌时间的总称。</w:t>
      </w:r>
    </w:p>
    <w:p w14:paraId="16CA33DA"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proofErr w:type="gramStart"/>
      <w:r w:rsidRPr="00251890">
        <w:rPr>
          <w:rFonts w:ascii="黑体" w:eastAsia="黑体" w:hAnsi="黑体" w:hint="eastAsia"/>
        </w:rPr>
        <w:t>膏清</w:t>
      </w:r>
      <w:proofErr w:type="gramEnd"/>
      <w:r w:rsidRPr="00251890">
        <w:rPr>
          <w:rFonts w:ascii="黑体" w:eastAsia="黑体" w:hAnsi="黑体"/>
        </w:rPr>
        <w:t xml:space="preserve">  serum of latex creaming</w:t>
      </w:r>
    </w:p>
    <w:p w14:paraId="6633E957" w14:textId="77777777" w:rsidR="00C645D3" w:rsidRPr="00EB0396" w:rsidRDefault="00C645D3" w:rsidP="00C645D3">
      <w:pPr>
        <w:pStyle w:val="Char1"/>
        <w:ind w:firstLineChars="190" w:firstLine="399"/>
      </w:pPr>
      <w:r w:rsidRPr="00EB0396">
        <w:rPr>
          <w:rFonts w:hAnsi="宋体" w:hint="eastAsia"/>
        </w:rPr>
        <w:t>&lt;</w:t>
      </w:r>
      <w:r w:rsidR="006369D7" w:rsidRPr="00E12786">
        <w:rPr>
          <w:rFonts w:ascii="仿宋_GB2312" w:eastAsia="仿宋_GB2312" w:hAnsi="宋体" w:hint="eastAsia"/>
        </w:rPr>
        <w:t>天然</w:t>
      </w:r>
      <w:r w:rsidRPr="00EB0396">
        <w:rPr>
          <w:rFonts w:hAnsi="宋体" w:hint="eastAsia"/>
        </w:rPr>
        <w:t>胶乳&gt;</w:t>
      </w:r>
      <w:r w:rsidRPr="00EB0396">
        <w:t>胶乳膏化后下层含少量橡胶粒子的乳清。</w:t>
      </w:r>
    </w:p>
    <w:p w14:paraId="708BA2D1"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排清</w:t>
      </w:r>
      <w:r w:rsidRPr="00251890">
        <w:rPr>
          <w:rFonts w:ascii="黑体" w:eastAsia="黑体" w:hAnsi="黑体"/>
        </w:rPr>
        <w:t xml:space="preserve">  serum drainage</w:t>
      </w:r>
    </w:p>
    <w:p w14:paraId="37F22190"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6369D7"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proofErr w:type="gramStart"/>
      <w:r w:rsidRPr="00EB0396">
        <w:rPr>
          <w:rFonts w:eastAsia="宋体"/>
        </w:rPr>
        <w:t>从膏化胶乳</w:t>
      </w:r>
      <w:proofErr w:type="gramEnd"/>
      <w:r w:rsidRPr="00EB0396">
        <w:rPr>
          <w:rFonts w:eastAsia="宋体"/>
        </w:rPr>
        <w:t>中排</w:t>
      </w:r>
      <w:proofErr w:type="gramStart"/>
      <w:r w:rsidRPr="00EB0396">
        <w:rPr>
          <w:rFonts w:eastAsia="宋体"/>
        </w:rPr>
        <w:t>去膏清的</w:t>
      </w:r>
      <w:proofErr w:type="gramEnd"/>
      <w:r w:rsidRPr="00EB0396">
        <w:rPr>
          <w:rFonts w:eastAsia="宋体"/>
        </w:rPr>
        <w:t>过程。</w:t>
      </w:r>
    </w:p>
    <w:p w14:paraId="5EFE720B"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proofErr w:type="gramStart"/>
      <w:r w:rsidRPr="00251890">
        <w:rPr>
          <w:rFonts w:ascii="黑体" w:eastAsia="黑体" w:hAnsi="黑体" w:hint="eastAsia"/>
        </w:rPr>
        <w:t>后膏化</w:t>
      </w:r>
      <w:proofErr w:type="gramEnd"/>
      <w:r w:rsidRPr="00251890">
        <w:rPr>
          <w:rFonts w:ascii="黑体" w:eastAsia="黑体" w:hAnsi="黑体"/>
        </w:rPr>
        <w:t xml:space="preserve">  after creaming</w:t>
      </w:r>
    </w:p>
    <w:p w14:paraId="6269FCF1"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6369D7"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制成的膏</w:t>
      </w:r>
      <w:proofErr w:type="gramStart"/>
      <w:r w:rsidRPr="00EB0396">
        <w:rPr>
          <w:rFonts w:eastAsia="宋体"/>
        </w:rPr>
        <w:t>化浓缩</w:t>
      </w:r>
      <w:proofErr w:type="gramEnd"/>
      <w:r w:rsidRPr="00EB0396">
        <w:rPr>
          <w:rFonts w:eastAsia="宋体"/>
        </w:rPr>
        <w:t>胶乳，在贮存过程中继续</w:t>
      </w:r>
      <w:proofErr w:type="gramStart"/>
      <w:r w:rsidRPr="00EB0396">
        <w:rPr>
          <w:rFonts w:eastAsia="宋体"/>
        </w:rPr>
        <w:t>发生膏化分清</w:t>
      </w:r>
      <w:proofErr w:type="gramEnd"/>
      <w:r w:rsidRPr="00EB0396">
        <w:rPr>
          <w:rFonts w:eastAsia="宋体"/>
        </w:rPr>
        <w:t>的现象。</w:t>
      </w:r>
    </w:p>
    <w:p w14:paraId="17198770" w14:textId="77777777" w:rsidR="00782F85" w:rsidRPr="00D60881" w:rsidRDefault="00D60881" w:rsidP="00F44F1F">
      <w:pPr>
        <w:pStyle w:val="afffffffffff9"/>
        <w:adjustRightInd w:val="0"/>
        <w:snapToGrid w:val="0"/>
        <w:ind w:left="420" w:hangingChars="200" w:hanging="420"/>
        <w:rPr>
          <w:rFonts w:ascii="黑体" w:eastAsia="黑体" w:hAnsi="黑体"/>
        </w:rPr>
      </w:pPr>
      <w:r>
        <w:rPr>
          <w:rFonts w:ascii="黑体" w:eastAsia="黑体" w:hAnsi="黑体"/>
        </w:rPr>
        <w:br w:type="textWrapping" w:clear="all"/>
      </w:r>
      <w:r w:rsidR="00782F85" w:rsidRPr="00D60881">
        <w:rPr>
          <w:rFonts w:ascii="黑体" w:eastAsia="黑体" w:hAnsi="黑体" w:hint="eastAsia"/>
          <w:szCs w:val="21"/>
        </w:rPr>
        <w:t xml:space="preserve">氨气测定仪  ammonia measuring instrument   </w:t>
      </w:r>
    </w:p>
    <w:p w14:paraId="496D9E04" w14:textId="77777777" w:rsidR="00782F85" w:rsidRPr="00782F85" w:rsidRDefault="00782F85" w:rsidP="00F44F1F">
      <w:pPr>
        <w:snapToGrid w:val="0"/>
        <w:spacing w:line="240" w:lineRule="auto"/>
      </w:pPr>
      <w:r w:rsidRPr="00781C7F">
        <w:rPr>
          <w:rFonts w:hint="eastAsia"/>
        </w:rPr>
        <w:t xml:space="preserve">   </w:t>
      </w:r>
      <w:r w:rsidR="006369D7" w:rsidRPr="00EB0396">
        <w:rPr>
          <w:rFonts w:hAnsi="宋体" w:hint="eastAsia"/>
        </w:rPr>
        <w:t>&lt;</w:t>
      </w:r>
      <w:r w:rsidR="006369D7" w:rsidRPr="00E12786">
        <w:rPr>
          <w:rFonts w:ascii="仿宋_GB2312" w:eastAsia="仿宋_GB2312" w:hAnsi="宋体" w:hint="eastAsia"/>
        </w:rPr>
        <w:t>天然</w:t>
      </w:r>
      <w:r w:rsidR="006369D7" w:rsidRPr="00EB0396">
        <w:rPr>
          <w:rFonts w:hAnsi="宋体" w:hint="eastAsia"/>
        </w:rPr>
        <w:t>胶乳</w:t>
      </w:r>
      <w:r w:rsidR="006369D7" w:rsidRPr="00EB0396">
        <w:rPr>
          <w:rFonts w:hAnsi="宋体" w:hint="eastAsia"/>
        </w:rPr>
        <w:t>&gt;</w:t>
      </w:r>
      <w:r w:rsidRPr="00781C7F">
        <w:rPr>
          <w:rFonts w:hint="eastAsia"/>
        </w:rPr>
        <w:t xml:space="preserve"> </w:t>
      </w:r>
      <w:r w:rsidR="006369D7">
        <w:rPr>
          <w:rFonts w:hint="eastAsia"/>
        </w:rPr>
        <w:t>通过氨气传感器测量天然胶乳中微量氨含量的</w:t>
      </w:r>
      <w:r w:rsidRPr="00781C7F">
        <w:rPr>
          <w:rFonts w:hint="eastAsia"/>
        </w:rPr>
        <w:t>电子仪器。</w:t>
      </w:r>
    </w:p>
    <w:p w14:paraId="0D53E07D" w14:textId="77777777" w:rsidR="00EA078D" w:rsidRPr="00D763E8" w:rsidRDefault="00D763E8" w:rsidP="00D763E8">
      <w:pPr>
        <w:pStyle w:val="afffffffffff9"/>
        <w:ind w:left="420" w:hangingChars="200" w:hanging="420"/>
        <w:rPr>
          <w:rFonts w:ascii="黑体" w:eastAsia="黑体" w:hAnsi="黑体"/>
        </w:rPr>
      </w:pPr>
      <w:r>
        <w:rPr>
          <w:rFonts w:ascii="黑体" w:eastAsia="黑体" w:hAnsi="黑体"/>
        </w:rPr>
        <w:br w:type="textWrapping" w:clear="all"/>
      </w:r>
      <w:proofErr w:type="gramStart"/>
      <w:r w:rsidR="00EA078D" w:rsidRPr="00D763E8">
        <w:rPr>
          <w:rFonts w:ascii="黑体" w:eastAsia="黑体" w:hAnsi="黑体" w:hint="eastAsia"/>
          <w:szCs w:val="21"/>
        </w:rPr>
        <w:t>微波测干仪</w:t>
      </w:r>
      <w:proofErr w:type="gramEnd"/>
      <w:r w:rsidR="00EA078D" w:rsidRPr="00D763E8">
        <w:rPr>
          <w:rFonts w:ascii="黑体" w:eastAsia="黑体" w:hAnsi="黑体" w:hint="eastAsia"/>
          <w:szCs w:val="21"/>
        </w:rPr>
        <w:t xml:space="preserve">  microwave instrument for measuring dry rubber content of natural rubber latex</w:t>
      </w:r>
    </w:p>
    <w:p w14:paraId="65D7D780" w14:textId="77777777" w:rsidR="00EA078D" w:rsidRPr="00EA078D" w:rsidRDefault="006369D7" w:rsidP="00EA078D">
      <w:pPr>
        <w:pStyle w:val="afffff"/>
      </w:pPr>
      <w:r w:rsidRPr="00EB0396">
        <w:rPr>
          <w:rFonts w:hAnsi="宋体" w:hint="eastAsia"/>
        </w:rPr>
        <w:t>&lt;</w:t>
      </w:r>
      <w:r w:rsidRPr="00E12786">
        <w:rPr>
          <w:rFonts w:ascii="仿宋_GB2312" w:eastAsia="仿宋_GB2312" w:hAnsi="宋体" w:hint="eastAsia"/>
        </w:rPr>
        <w:t>天然</w:t>
      </w:r>
      <w:r w:rsidRPr="00EB0396">
        <w:rPr>
          <w:rFonts w:hAnsi="宋体" w:hint="eastAsia"/>
        </w:rPr>
        <w:t>胶乳&gt;</w:t>
      </w:r>
      <w:r w:rsidR="00EA078D" w:rsidRPr="00781C7F">
        <w:rPr>
          <w:rFonts w:hint="eastAsia"/>
        </w:rPr>
        <w:t>基于水分子吸收衰减微波的原理</w:t>
      </w:r>
      <w:r>
        <w:rPr>
          <w:rFonts w:hint="eastAsia"/>
        </w:rPr>
        <w:t>快速</w:t>
      </w:r>
      <w:r w:rsidR="00EA078D" w:rsidRPr="00781C7F">
        <w:rPr>
          <w:rFonts w:hint="eastAsia"/>
        </w:rPr>
        <w:t>测量天然胶乳干胶含量的仪器。</w:t>
      </w:r>
    </w:p>
    <w:p w14:paraId="24733D44" w14:textId="77777777" w:rsidR="00C645D3" w:rsidRPr="00F616FC" w:rsidRDefault="00C645D3" w:rsidP="00C645D3">
      <w:pPr>
        <w:pStyle w:val="afffffffffff9"/>
        <w:ind w:left="420" w:hangingChars="200" w:hanging="420"/>
        <w:rPr>
          <w:rFonts w:ascii="黑体" w:eastAsia="黑体" w:hAnsi="黑体"/>
        </w:rPr>
      </w:pPr>
      <w:r w:rsidRPr="000F7064">
        <w:rPr>
          <w:rFonts w:ascii="黑体" w:eastAsia="黑体" w:hAnsi="黑体"/>
        </w:rPr>
        <w:br/>
      </w:r>
      <w:r w:rsidR="006334A4" w:rsidRPr="00F616FC">
        <w:rPr>
          <w:rFonts w:ascii="黑体" w:eastAsia="黑体" w:hAnsi="黑体" w:hint="eastAsia"/>
        </w:rPr>
        <w:t>积聚</w:t>
      </w:r>
      <w:r w:rsidR="006334A4" w:rsidRPr="00F616FC">
        <w:rPr>
          <w:rFonts w:ascii="黑体" w:eastAsia="黑体" w:hAnsi="黑体"/>
        </w:rPr>
        <w:t xml:space="preserve">  bulking</w:t>
      </w:r>
    </w:p>
    <w:p w14:paraId="74022587"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6369D7"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使不同批次浓缩胶乳充分混合、熟成，以调控其质量的过程。</w:t>
      </w:r>
    </w:p>
    <w:p w14:paraId="1166A55B"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lastRenderedPageBreak/>
        <w:br/>
      </w:r>
      <w:r w:rsidRPr="00251890">
        <w:rPr>
          <w:rFonts w:ascii="黑体" w:eastAsia="黑体" w:hAnsi="黑体" w:hint="eastAsia"/>
        </w:rPr>
        <w:t>积聚罐</w:t>
      </w:r>
      <w:r w:rsidRPr="00251890">
        <w:rPr>
          <w:rFonts w:ascii="黑体" w:eastAsia="黑体" w:hAnsi="黑体"/>
        </w:rPr>
        <w:t xml:space="preserve">  bulking tank</w:t>
      </w:r>
    </w:p>
    <w:p w14:paraId="29E24A88"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6369D7"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使浓缩胶乳在其中起积聚作用的容器。</w:t>
      </w:r>
    </w:p>
    <w:p w14:paraId="69521F44" w14:textId="77777777" w:rsidR="00C645D3" w:rsidRPr="000F7064" w:rsidRDefault="00C645D3" w:rsidP="00C645D3">
      <w:pPr>
        <w:pStyle w:val="afffffffffff9"/>
        <w:ind w:left="420" w:hangingChars="200" w:hanging="420"/>
        <w:rPr>
          <w:rFonts w:ascii="黑体" w:eastAsia="黑体" w:hAnsi="黑体"/>
        </w:rPr>
      </w:pPr>
      <w:r w:rsidRPr="000F7064">
        <w:rPr>
          <w:rFonts w:ascii="黑体" w:eastAsia="黑体" w:hAnsi="黑体"/>
        </w:rPr>
        <w:br/>
      </w:r>
      <w:r>
        <w:rPr>
          <w:rFonts w:ascii="黑体" w:eastAsia="黑体" w:hAnsi="黑体" w:hint="eastAsia"/>
        </w:rPr>
        <w:t>蒸发</w:t>
      </w:r>
      <w:r w:rsidRPr="000F7064">
        <w:rPr>
          <w:rFonts w:ascii="黑体" w:eastAsia="黑体" w:hAnsi="黑体" w:hint="eastAsia"/>
        </w:rPr>
        <w:t>浓缩</w:t>
      </w:r>
      <w:r w:rsidRPr="000F7064">
        <w:rPr>
          <w:rFonts w:ascii="黑体" w:eastAsia="黑体" w:hAnsi="黑体"/>
        </w:rPr>
        <w:t xml:space="preserve">  evaporating concentration</w:t>
      </w:r>
    </w:p>
    <w:p w14:paraId="0E866812" w14:textId="77777777" w:rsidR="00C645D3" w:rsidRPr="00EB0396" w:rsidRDefault="006369D7" w:rsidP="00C645D3">
      <w:pPr>
        <w:pStyle w:val="affffffffffff7"/>
        <w:ind w:firstLineChars="200" w:firstLine="420"/>
        <w:rPr>
          <w:rFonts w:eastAsia="宋体"/>
        </w:rPr>
      </w:pPr>
      <w:r w:rsidRPr="00EB0396">
        <w:rPr>
          <w:rFonts w:ascii="宋体" w:hAnsi="宋体" w:hint="eastAsia"/>
        </w:rPr>
        <w:t>&lt;</w:t>
      </w:r>
      <w:r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00C645D3" w:rsidRPr="00EB0396">
        <w:rPr>
          <w:rFonts w:eastAsia="宋体"/>
        </w:rPr>
        <w:t>采用单纯加热法或辅以减压装置使保存</w:t>
      </w:r>
      <w:r w:rsidR="00C645D3" w:rsidRPr="00EB0396">
        <w:rPr>
          <w:rFonts w:eastAsia="宋体" w:hint="eastAsia"/>
        </w:rPr>
        <w:t>过的新鲜</w:t>
      </w:r>
      <w:r w:rsidR="00C645D3" w:rsidRPr="00EB0396">
        <w:rPr>
          <w:rFonts w:eastAsia="宋体"/>
        </w:rPr>
        <w:t>胶乳所含</w:t>
      </w:r>
      <w:r w:rsidR="00C645D3" w:rsidRPr="00EB0396">
        <w:rPr>
          <w:rFonts w:eastAsia="宋体" w:hint="eastAsia"/>
        </w:rPr>
        <w:t>的</w:t>
      </w:r>
      <w:proofErr w:type="gramStart"/>
      <w:r w:rsidR="00C645D3" w:rsidRPr="00EB0396">
        <w:rPr>
          <w:rFonts w:eastAsia="宋体"/>
        </w:rPr>
        <w:t>水部分</w:t>
      </w:r>
      <w:proofErr w:type="gramEnd"/>
      <w:r w:rsidR="00C645D3" w:rsidRPr="00EB0396">
        <w:rPr>
          <w:rFonts w:eastAsia="宋体" w:hint="eastAsia"/>
        </w:rPr>
        <w:t>蒸发，从</w:t>
      </w:r>
      <w:r w:rsidR="00C645D3" w:rsidRPr="00EB0396">
        <w:rPr>
          <w:rFonts w:eastAsia="宋体"/>
        </w:rPr>
        <w:t>而</w:t>
      </w:r>
      <w:r w:rsidR="00C645D3" w:rsidRPr="00EB0396">
        <w:rPr>
          <w:rFonts w:eastAsia="宋体" w:hint="eastAsia"/>
        </w:rPr>
        <w:t>使胶乳浓缩</w:t>
      </w:r>
      <w:r w:rsidR="00C645D3" w:rsidRPr="00EB0396">
        <w:rPr>
          <w:rFonts w:eastAsia="宋体"/>
        </w:rPr>
        <w:t>的过程。</w:t>
      </w:r>
    </w:p>
    <w:p w14:paraId="55533163"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 xml:space="preserve">蒸发浓缩机  </w:t>
      </w:r>
      <w:r w:rsidRPr="00251890">
        <w:rPr>
          <w:rFonts w:ascii="黑体" w:eastAsia="黑体" w:hAnsi="黑体"/>
        </w:rPr>
        <w:t>evaporator</w:t>
      </w:r>
    </w:p>
    <w:p w14:paraId="739A7B4D" w14:textId="77777777" w:rsidR="00C645D3" w:rsidRPr="00EB0396" w:rsidRDefault="00C645D3" w:rsidP="00C645D3">
      <w:pPr>
        <w:pStyle w:val="affffffffffff7"/>
        <w:ind w:firstLineChars="200" w:firstLine="420"/>
        <w:rPr>
          <w:rFonts w:eastAsia="宋体"/>
        </w:rPr>
      </w:pPr>
      <w:r w:rsidRPr="00EB0396">
        <w:rPr>
          <w:rFonts w:eastAsia="宋体" w:hint="eastAsia"/>
        </w:rPr>
        <w:t>能</w:t>
      </w:r>
      <w:r w:rsidRPr="00EB0396">
        <w:rPr>
          <w:rFonts w:eastAsia="宋体"/>
        </w:rPr>
        <w:t>将保存</w:t>
      </w:r>
      <w:r w:rsidRPr="00EB0396">
        <w:rPr>
          <w:rFonts w:eastAsia="宋体" w:hint="eastAsia"/>
        </w:rPr>
        <w:t>过的新鲜</w:t>
      </w:r>
      <w:r w:rsidRPr="00EB0396">
        <w:rPr>
          <w:rFonts w:eastAsia="宋体"/>
        </w:rPr>
        <w:t>胶乳蒸发脱水，制成蒸发浓缩胶乳的设备。</w:t>
      </w:r>
    </w:p>
    <w:p w14:paraId="08793F19" w14:textId="77777777" w:rsidR="00C645D3" w:rsidRPr="0038610C" w:rsidRDefault="00C645D3" w:rsidP="00C645D3">
      <w:pPr>
        <w:pStyle w:val="afffffffffff9"/>
        <w:ind w:left="420" w:hangingChars="200" w:hanging="420"/>
        <w:rPr>
          <w:rFonts w:ascii="黑体" w:eastAsia="黑体" w:hAnsi="黑体"/>
        </w:rPr>
      </w:pPr>
      <w:r w:rsidRPr="0038610C">
        <w:rPr>
          <w:rFonts w:ascii="黑体" w:eastAsia="黑体" w:hAnsi="黑体"/>
        </w:rPr>
        <w:br/>
      </w:r>
      <w:r>
        <w:rPr>
          <w:rFonts w:ascii="黑体" w:eastAsia="黑体" w:hAnsi="黑体" w:hint="eastAsia"/>
        </w:rPr>
        <w:t>长期</w:t>
      </w:r>
      <w:r w:rsidRPr="0038610C">
        <w:rPr>
          <w:rFonts w:ascii="黑体" w:eastAsia="黑体" w:hAnsi="黑体" w:hint="eastAsia"/>
        </w:rPr>
        <w:t>保存</w:t>
      </w:r>
      <w:r w:rsidRPr="0038610C">
        <w:rPr>
          <w:rFonts w:ascii="黑体" w:eastAsia="黑体" w:hAnsi="黑体"/>
        </w:rPr>
        <w:t xml:space="preserve"> </w:t>
      </w:r>
      <w:r w:rsidRPr="0038610C">
        <w:rPr>
          <w:rFonts w:ascii="黑体" w:eastAsia="黑体" w:hAnsi="黑体" w:hint="eastAsia"/>
        </w:rPr>
        <w:t xml:space="preserve"> </w:t>
      </w:r>
      <w:r w:rsidRPr="0038610C">
        <w:rPr>
          <w:rFonts w:ascii="黑体" w:eastAsia="黑体" w:hAnsi="黑体"/>
        </w:rPr>
        <w:t>long</w:t>
      </w:r>
      <w:r w:rsidR="00F616FC">
        <w:rPr>
          <w:rFonts w:ascii="黑体" w:eastAsia="黑体" w:hAnsi="黑体"/>
        </w:rPr>
        <w:t xml:space="preserve"> </w:t>
      </w:r>
      <w:r w:rsidRPr="0038610C">
        <w:rPr>
          <w:rFonts w:ascii="黑体" w:eastAsia="黑体" w:hAnsi="黑体"/>
        </w:rPr>
        <w:t>term preservation</w:t>
      </w:r>
    </w:p>
    <w:p w14:paraId="2E765AF4"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6369D7"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使商品胶乳</w:t>
      </w:r>
      <w:r w:rsidRPr="00EB0396">
        <w:rPr>
          <w:rFonts w:eastAsia="宋体" w:hint="eastAsia"/>
        </w:rPr>
        <w:t>用于生产乳胶</w:t>
      </w:r>
      <w:r w:rsidRPr="00EB0396">
        <w:rPr>
          <w:rFonts w:eastAsia="宋体"/>
        </w:rPr>
        <w:t>制品前长时间保持胶体稳定状态的措施。</w:t>
      </w:r>
    </w:p>
    <w:p w14:paraId="0D8C1750" w14:textId="77777777" w:rsidR="00C645D3" w:rsidRPr="0038610C" w:rsidRDefault="00C645D3" w:rsidP="00C645D3">
      <w:pPr>
        <w:pStyle w:val="afffffffffff9"/>
        <w:ind w:left="420" w:hangingChars="200" w:hanging="420"/>
        <w:rPr>
          <w:rFonts w:ascii="黑体" w:eastAsia="黑体" w:hAnsi="黑体"/>
        </w:rPr>
      </w:pPr>
      <w:r w:rsidRPr="0038610C">
        <w:rPr>
          <w:rFonts w:ascii="黑体" w:eastAsia="黑体" w:hAnsi="黑体"/>
        </w:rPr>
        <w:br/>
      </w:r>
      <w:r w:rsidRPr="0038610C">
        <w:rPr>
          <w:rFonts w:ascii="黑体" w:eastAsia="黑体" w:hAnsi="黑体" w:hint="eastAsia"/>
        </w:rPr>
        <w:t>陈胶乳</w:t>
      </w:r>
      <w:r w:rsidRPr="0038610C">
        <w:rPr>
          <w:rFonts w:ascii="黑体" w:eastAsia="黑体" w:hAnsi="黑体"/>
        </w:rPr>
        <w:t xml:space="preserve"> </w:t>
      </w:r>
      <w:r w:rsidRPr="0038610C">
        <w:rPr>
          <w:rFonts w:ascii="黑体" w:eastAsia="黑体" w:hAnsi="黑体" w:hint="eastAsia"/>
        </w:rPr>
        <w:t xml:space="preserve"> </w:t>
      </w:r>
      <w:r w:rsidRPr="0038610C">
        <w:rPr>
          <w:rFonts w:ascii="黑体" w:eastAsia="黑体" w:hAnsi="黑体"/>
        </w:rPr>
        <w:t>aged latex</w:t>
      </w:r>
    </w:p>
    <w:p w14:paraId="52671547"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6369D7"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贮存时间较长的胶乳。</w:t>
      </w:r>
    </w:p>
    <w:p w14:paraId="57A82DFE" w14:textId="77777777" w:rsidR="00C645D3" w:rsidRPr="00F50D04" w:rsidRDefault="00C645D3" w:rsidP="00C645D3">
      <w:pPr>
        <w:pStyle w:val="afffffffffff9"/>
        <w:ind w:left="420" w:hangingChars="200" w:hanging="420"/>
        <w:rPr>
          <w:rFonts w:ascii="黑体" w:eastAsia="黑体" w:hAnsi="黑体"/>
        </w:rPr>
      </w:pPr>
      <w:r w:rsidRPr="0038610C">
        <w:rPr>
          <w:rFonts w:ascii="黑体" w:eastAsia="黑体" w:hAnsi="黑体"/>
        </w:rPr>
        <w:br/>
      </w:r>
      <w:r w:rsidRPr="00F50D04">
        <w:rPr>
          <w:rFonts w:ascii="黑体" w:eastAsia="黑体" w:hAnsi="黑体" w:hint="eastAsia"/>
        </w:rPr>
        <w:t xml:space="preserve">补氨  </w:t>
      </w:r>
      <w:r w:rsidRPr="00F50D04">
        <w:rPr>
          <w:rFonts w:ascii="黑体" w:eastAsia="黑体" w:hAnsi="黑体"/>
        </w:rPr>
        <w:t>implementing ammonia (to the specified level)</w:t>
      </w:r>
    </w:p>
    <w:p w14:paraId="69F94402" w14:textId="77777777" w:rsidR="00C645D3" w:rsidRPr="00EB0396" w:rsidRDefault="00C645D3" w:rsidP="00C645D3">
      <w:pPr>
        <w:pStyle w:val="affffffffffff7"/>
        <w:ind w:firstLineChars="200" w:firstLine="420"/>
        <w:rPr>
          <w:rFonts w:ascii="宋体" w:eastAsia="宋体" w:hAnsi="宋体"/>
        </w:rPr>
      </w:pPr>
      <w:r w:rsidRPr="00EB0396">
        <w:rPr>
          <w:rFonts w:ascii="宋体" w:hAnsi="宋体" w:hint="eastAsia"/>
        </w:rPr>
        <w:t>&lt;</w:t>
      </w:r>
      <w:r w:rsidR="006369D7"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ascii="宋体" w:eastAsia="宋体" w:hAnsi="宋体"/>
        </w:rPr>
        <w:t>胶乳含氨量不够，将必需的</w:t>
      </w:r>
      <w:proofErr w:type="gramStart"/>
      <w:r w:rsidRPr="00EB0396">
        <w:rPr>
          <w:rFonts w:ascii="宋体" w:eastAsia="宋体" w:hAnsi="宋体"/>
        </w:rPr>
        <w:t>氨加入</w:t>
      </w:r>
      <w:proofErr w:type="gramEnd"/>
      <w:r w:rsidRPr="00EB0396">
        <w:rPr>
          <w:rFonts w:ascii="宋体" w:eastAsia="宋体" w:hAnsi="宋体"/>
        </w:rPr>
        <w:t>胶乳的过程。</w:t>
      </w:r>
    </w:p>
    <w:p w14:paraId="1AB2FFA8" w14:textId="77777777" w:rsidR="00C645D3" w:rsidRPr="00F50D04" w:rsidRDefault="00C645D3" w:rsidP="00C645D3">
      <w:pPr>
        <w:pStyle w:val="afffffffffff9"/>
        <w:ind w:left="420" w:hangingChars="200" w:hanging="420"/>
        <w:rPr>
          <w:rFonts w:ascii="黑体" w:eastAsia="黑体" w:hAnsi="黑体"/>
        </w:rPr>
      </w:pPr>
      <w:r w:rsidRPr="0038610C">
        <w:rPr>
          <w:rFonts w:ascii="黑体" w:eastAsia="黑体" w:hAnsi="黑体"/>
        </w:rPr>
        <w:br/>
      </w:r>
      <w:r w:rsidRPr="00F50D04">
        <w:rPr>
          <w:rFonts w:ascii="黑体" w:eastAsia="黑体" w:hAnsi="黑体" w:hint="eastAsia"/>
        </w:rPr>
        <w:t>连续加氨器</w:t>
      </w:r>
      <w:r w:rsidRPr="00F50D04">
        <w:rPr>
          <w:rFonts w:ascii="黑体" w:eastAsia="黑体" w:hAnsi="黑体"/>
        </w:rPr>
        <w:t xml:space="preserve"> </w:t>
      </w:r>
      <w:r w:rsidRPr="00F50D04">
        <w:rPr>
          <w:rFonts w:ascii="黑体" w:eastAsia="黑体" w:hAnsi="黑体" w:hint="eastAsia"/>
        </w:rPr>
        <w:t xml:space="preserve"> </w:t>
      </w:r>
      <w:r w:rsidRPr="00F50D04">
        <w:rPr>
          <w:rFonts w:ascii="黑体" w:eastAsia="黑体" w:hAnsi="黑体"/>
        </w:rPr>
        <w:t>continuously ammoniating apparatus</w:t>
      </w:r>
    </w:p>
    <w:p w14:paraId="60069E54"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6369D7"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hint="eastAsia"/>
        </w:rPr>
        <w:t>能将氨水加入刚</w:t>
      </w:r>
      <w:r w:rsidRPr="00EB0396">
        <w:rPr>
          <w:rFonts w:eastAsia="宋体"/>
        </w:rPr>
        <w:t>离心</w:t>
      </w:r>
      <w:r w:rsidRPr="00EB0396">
        <w:rPr>
          <w:rFonts w:eastAsia="宋体" w:hint="eastAsia"/>
        </w:rPr>
        <w:t>分离出的不断流动的</w:t>
      </w:r>
      <w:r w:rsidRPr="00EB0396">
        <w:rPr>
          <w:rFonts w:eastAsia="宋体"/>
        </w:rPr>
        <w:t>浓缩胶乳中的装置。</w:t>
      </w:r>
    </w:p>
    <w:p w14:paraId="78F4F599" w14:textId="77777777" w:rsidR="00C645D3" w:rsidRPr="00F50D04" w:rsidRDefault="00C645D3" w:rsidP="00C645D3">
      <w:pPr>
        <w:pStyle w:val="afffffffffff9"/>
        <w:ind w:left="420" w:hangingChars="200" w:hanging="420"/>
        <w:rPr>
          <w:rFonts w:ascii="黑体" w:eastAsia="黑体" w:hAnsi="黑体"/>
        </w:rPr>
      </w:pPr>
      <w:r w:rsidRPr="0038610C">
        <w:rPr>
          <w:rFonts w:ascii="黑体" w:eastAsia="黑体" w:hAnsi="黑体"/>
        </w:rPr>
        <w:br/>
      </w:r>
      <w:r w:rsidRPr="00F50D04">
        <w:rPr>
          <w:rFonts w:ascii="黑体" w:eastAsia="黑体" w:hAnsi="黑体" w:hint="eastAsia"/>
        </w:rPr>
        <w:t>干胶制成率</w:t>
      </w:r>
      <w:r w:rsidRPr="00F50D04">
        <w:rPr>
          <w:rFonts w:ascii="黑体" w:eastAsia="黑体" w:hAnsi="黑体"/>
        </w:rPr>
        <w:t xml:space="preserve">  concentrate recovery  </w:t>
      </w:r>
    </w:p>
    <w:p w14:paraId="687EDCCD"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6369D7"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生产</w:t>
      </w:r>
      <w:r w:rsidRPr="00EB0396">
        <w:rPr>
          <w:rFonts w:eastAsia="宋体" w:hint="eastAsia"/>
        </w:rPr>
        <w:t>的</w:t>
      </w:r>
      <w:r w:rsidRPr="00EB0396">
        <w:rPr>
          <w:rFonts w:eastAsia="宋体"/>
        </w:rPr>
        <w:t>浓缩胶乳的干胶总量与</w:t>
      </w:r>
      <w:r w:rsidRPr="00EB0396">
        <w:rPr>
          <w:rFonts w:eastAsia="宋体" w:hint="eastAsia"/>
        </w:rPr>
        <w:t>新</w:t>
      </w:r>
      <w:r w:rsidRPr="00EB0396">
        <w:rPr>
          <w:rFonts w:eastAsia="宋体"/>
        </w:rPr>
        <w:t>鲜胶乳干胶总量的百分</w:t>
      </w:r>
      <w:r w:rsidRPr="00EB0396">
        <w:rPr>
          <w:rFonts w:eastAsia="宋体" w:hint="eastAsia"/>
        </w:rPr>
        <w:t>率</w:t>
      </w:r>
      <w:r w:rsidRPr="00EB0396">
        <w:rPr>
          <w:rFonts w:eastAsia="宋体"/>
        </w:rPr>
        <w:t>。</w:t>
      </w:r>
    </w:p>
    <w:p w14:paraId="65E985CD" w14:textId="77777777" w:rsidR="00C645D3" w:rsidRPr="0038610C" w:rsidRDefault="00C645D3" w:rsidP="00C645D3">
      <w:pPr>
        <w:pStyle w:val="afffffffffff9"/>
        <w:ind w:left="420" w:hangingChars="200" w:hanging="420"/>
        <w:rPr>
          <w:rFonts w:ascii="黑体" w:eastAsia="黑体" w:hAnsi="黑体"/>
        </w:rPr>
      </w:pPr>
      <w:r w:rsidRPr="0038610C">
        <w:rPr>
          <w:rFonts w:ascii="黑体" w:eastAsia="黑体" w:hAnsi="黑体"/>
        </w:rPr>
        <w:br/>
      </w:r>
      <w:r>
        <w:rPr>
          <w:rFonts w:ascii="黑体" w:eastAsia="黑体" w:hAnsi="黑体" w:hint="eastAsia"/>
        </w:rPr>
        <w:t>总</w:t>
      </w:r>
      <w:r w:rsidRPr="0038610C">
        <w:rPr>
          <w:rFonts w:ascii="黑体" w:eastAsia="黑体" w:hAnsi="黑体" w:hint="eastAsia"/>
        </w:rPr>
        <w:t>干胶回收率</w:t>
      </w:r>
      <w:r w:rsidRPr="0038610C">
        <w:rPr>
          <w:rFonts w:ascii="黑体" w:eastAsia="黑体" w:hAnsi="黑体"/>
        </w:rPr>
        <w:t xml:space="preserve"> </w:t>
      </w:r>
      <w:r w:rsidRPr="0038610C">
        <w:rPr>
          <w:rFonts w:ascii="黑体" w:eastAsia="黑体" w:hAnsi="黑体" w:hint="eastAsia"/>
        </w:rPr>
        <w:t xml:space="preserve"> </w:t>
      </w:r>
      <w:r w:rsidRPr="0038610C">
        <w:rPr>
          <w:rFonts w:ascii="黑体" w:eastAsia="黑体" w:hAnsi="黑体"/>
        </w:rPr>
        <w:t>rate of total dry rubber recovery</w:t>
      </w:r>
    </w:p>
    <w:p w14:paraId="4ABF07CD"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6369D7"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rPr>
        <w:t>制成产品的干胶总量与进厂各种胶料干胶总量的百分</w:t>
      </w:r>
      <w:r w:rsidRPr="00EB0396">
        <w:rPr>
          <w:rFonts w:eastAsia="宋体" w:hint="eastAsia"/>
        </w:rPr>
        <w:t>率</w:t>
      </w:r>
      <w:r w:rsidRPr="00EB0396">
        <w:rPr>
          <w:rFonts w:eastAsia="宋体"/>
        </w:rPr>
        <w:t>。</w:t>
      </w:r>
    </w:p>
    <w:p w14:paraId="1D9B26C1" w14:textId="77777777" w:rsidR="00C645D3" w:rsidRPr="0038610C" w:rsidRDefault="00C645D3" w:rsidP="00C645D3">
      <w:pPr>
        <w:pStyle w:val="afffffffffff9"/>
        <w:ind w:left="420" w:hangingChars="200" w:hanging="420"/>
        <w:rPr>
          <w:rFonts w:ascii="黑体" w:eastAsia="黑体" w:hAnsi="黑体"/>
        </w:rPr>
      </w:pPr>
      <w:r w:rsidRPr="0038610C">
        <w:rPr>
          <w:rFonts w:ascii="黑体" w:eastAsia="黑体" w:hAnsi="黑体"/>
        </w:rPr>
        <w:br/>
      </w:r>
      <w:r w:rsidRPr="0038610C">
        <w:rPr>
          <w:rFonts w:ascii="黑体" w:eastAsia="黑体" w:hAnsi="黑体" w:hint="eastAsia"/>
        </w:rPr>
        <w:t>装</w:t>
      </w:r>
      <w:proofErr w:type="gramStart"/>
      <w:r w:rsidRPr="0038610C">
        <w:rPr>
          <w:rFonts w:ascii="黑体" w:eastAsia="黑体" w:hAnsi="黑体" w:hint="eastAsia"/>
        </w:rPr>
        <w:t>桶运输</w:t>
      </w:r>
      <w:proofErr w:type="gramEnd"/>
      <w:r w:rsidRPr="0038610C">
        <w:rPr>
          <w:rFonts w:ascii="黑体" w:eastAsia="黑体" w:hAnsi="黑体"/>
        </w:rPr>
        <w:t xml:space="preserve">  drum shipment</w:t>
      </w:r>
    </w:p>
    <w:p w14:paraId="642A8770" w14:textId="77777777" w:rsidR="00C645D3" w:rsidRPr="0019200F" w:rsidRDefault="00C645D3" w:rsidP="00C645D3">
      <w:pPr>
        <w:pStyle w:val="affffffffffff7"/>
        <w:ind w:firstLineChars="200" w:firstLine="420"/>
        <w:rPr>
          <w:rFonts w:ascii="宋体" w:eastAsia="宋体" w:hAnsi="宋体"/>
        </w:rPr>
      </w:pPr>
      <w:r w:rsidRPr="0019200F">
        <w:rPr>
          <w:rFonts w:ascii="宋体" w:eastAsia="宋体" w:hAnsi="宋体" w:hint="eastAsia"/>
        </w:rPr>
        <w:t>&lt;</w:t>
      </w:r>
      <w:r w:rsidR="006369D7" w:rsidRPr="00E12786">
        <w:rPr>
          <w:rFonts w:ascii="仿宋_GB2312" w:eastAsia="仿宋_GB2312" w:hAnsi="宋体" w:hint="eastAsia"/>
        </w:rPr>
        <w:t>天然</w:t>
      </w:r>
      <w:r w:rsidRPr="0019200F">
        <w:rPr>
          <w:rFonts w:ascii="宋体" w:eastAsia="宋体" w:hAnsi="宋体" w:hint="eastAsia"/>
        </w:rPr>
        <w:t>胶乳&gt;</w:t>
      </w:r>
      <w:r w:rsidRPr="0019200F">
        <w:rPr>
          <w:rFonts w:ascii="宋体" w:eastAsia="宋体" w:hAnsi="宋体"/>
        </w:rPr>
        <w:t>用容量约200kg，内壁</w:t>
      </w:r>
      <w:r w:rsidRPr="0019200F">
        <w:rPr>
          <w:rFonts w:ascii="宋体" w:eastAsia="宋体" w:hAnsi="宋体" w:hint="eastAsia"/>
        </w:rPr>
        <w:t>涂有专用</w:t>
      </w:r>
      <w:r w:rsidRPr="0019200F">
        <w:rPr>
          <w:rFonts w:ascii="宋体" w:eastAsia="宋体" w:hAnsi="宋体"/>
        </w:rPr>
        <w:t>涂料的铁桶装运胶乳的方法。</w:t>
      </w:r>
    </w:p>
    <w:p w14:paraId="4E9ABEE9" w14:textId="77777777" w:rsidR="0076103B" w:rsidRPr="0076103B" w:rsidRDefault="0076103B" w:rsidP="00CD2610">
      <w:pPr>
        <w:pStyle w:val="afffffffffff9"/>
        <w:ind w:left="420" w:hangingChars="200" w:hanging="420"/>
        <w:rPr>
          <w:rFonts w:ascii="黑体" w:eastAsia="黑体" w:hAnsi="黑体"/>
        </w:rPr>
      </w:pPr>
      <w:r>
        <w:rPr>
          <w:rFonts w:ascii="黑体" w:eastAsia="黑体" w:hAnsi="黑体"/>
        </w:rPr>
        <w:br w:type="textWrapping" w:clear="all"/>
      </w:r>
      <w:r w:rsidRPr="0076103B">
        <w:rPr>
          <w:rFonts w:ascii="黑体" w:eastAsia="黑体" w:hAnsi="黑体" w:hint="eastAsia"/>
          <w:szCs w:val="21"/>
        </w:rPr>
        <w:t>加工废气  waste gas from rubber processing</w:t>
      </w:r>
    </w:p>
    <w:p w14:paraId="219AC7B7" w14:textId="77777777" w:rsidR="0076103B" w:rsidRPr="0076103B" w:rsidRDefault="0076103B" w:rsidP="00CD2610">
      <w:pPr>
        <w:spacing w:line="240" w:lineRule="auto"/>
      </w:pPr>
      <w:r w:rsidRPr="00781C7F">
        <w:rPr>
          <w:rFonts w:hint="eastAsia"/>
          <w:b/>
        </w:rPr>
        <w:t xml:space="preserve">    </w:t>
      </w:r>
      <w:r w:rsidR="006369D7" w:rsidRPr="0019200F">
        <w:rPr>
          <w:rFonts w:ascii="宋体" w:hAnsi="宋体" w:hint="eastAsia"/>
        </w:rPr>
        <w:t>&lt;</w:t>
      </w:r>
      <w:r w:rsidR="006369D7" w:rsidRPr="00E12786">
        <w:rPr>
          <w:rFonts w:ascii="仿宋_GB2312" w:eastAsia="仿宋_GB2312" w:hAnsi="宋体" w:hint="eastAsia"/>
        </w:rPr>
        <w:t>天然</w:t>
      </w:r>
      <w:r w:rsidR="006369D7">
        <w:rPr>
          <w:rFonts w:ascii="宋体" w:hAnsi="宋体" w:hint="eastAsia"/>
        </w:rPr>
        <w:t>橡胶</w:t>
      </w:r>
      <w:r w:rsidR="006369D7" w:rsidRPr="0019200F">
        <w:rPr>
          <w:rFonts w:ascii="宋体" w:hAnsi="宋体" w:hint="eastAsia"/>
        </w:rPr>
        <w:t>&gt;</w:t>
      </w:r>
      <w:r w:rsidR="006369D7">
        <w:rPr>
          <w:rFonts w:ascii="宋体" w:hAnsi="宋体" w:hint="eastAsia"/>
        </w:rPr>
        <w:t>天然</w:t>
      </w:r>
      <w:r w:rsidRPr="00781C7F">
        <w:rPr>
          <w:rFonts w:hint="eastAsia"/>
        </w:rPr>
        <w:t>橡胶加工过程中产生的氨气、酸等刺激性气体，以及废水沉积的有机废物释放的气体等的总称。</w:t>
      </w:r>
    </w:p>
    <w:p w14:paraId="49EC6D81" w14:textId="77777777" w:rsidR="00C645D3" w:rsidRPr="0038610C" w:rsidRDefault="00C645D3" w:rsidP="00C645D3">
      <w:pPr>
        <w:pStyle w:val="afffffffffff9"/>
        <w:ind w:left="420" w:hangingChars="200" w:hanging="420"/>
        <w:rPr>
          <w:rFonts w:ascii="黑体" w:eastAsia="黑体" w:hAnsi="黑体"/>
        </w:rPr>
      </w:pPr>
      <w:r w:rsidRPr="0038610C">
        <w:rPr>
          <w:rFonts w:ascii="黑体" w:eastAsia="黑体" w:hAnsi="黑体"/>
        </w:rPr>
        <w:br/>
      </w:r>
      <w:r>
        <w:rPr>
          <w:rFonts w:ascii="黑体" w:eastAsia="黑体" w:hAnsi="黑体" w:hint="eastAsia"/>
        </w:rPr>
        <w:t>胶乳</w:t>
      </w:r>
      <w:r w:rsidRPr="0038610C">
        <w:rPr>
          <w:rFonts w:ascii="黑体" w:eastAsia="黑体" w:hAnsi="黑体" w:hint="eastAsia"/>
        </w:rPr>
        <w:t xml:space="preserve">罐车 </w:t>
      </w:r>
      <w:r w:rsidRPr="0038610C">
        <w:rPr>
          <w:rFonts w:ascii="黑体" w:eastAsia="黑体" w:hAnsi="黑体"/>
        </w:rPr>
        <w:t xml:space="preserve"> latex lorry tank</w:t>
      </w:r>
    </w:p>
    <w:p w14:paraId="0E31C648" w14:textId="77777777" w:rsidR="00C645D3" w:rsidRPr="00EB0396" w:rsidRDefault="00C645D3" w:rsidP="00C645D3">
      <w:pPr>
        <w:pStyle w:val="affffffffffff7"/>
        <w:ind w:firstLineChars="200" w:firstLine="420"/>
        <w:rPr>
          <w:rFonts w:eastAsia="宋体"/>
        </w:rPr>
      </w:pPr>
      <w:r w:rsidRPr="00EB0396">
        <w:rPr>
          <w:rFonts w:ascii="宋体" w:hAnsi="宋体" w:hint="eastAsia"/>
        </w:rPr>
        <w:t>&lt;</w:t>
      </w:r>
      <w:r w:rsidR="006369D7" w:rsidRPr="00E12786">
        <w:rPr>
          <w:rFonts w:ascii="仿宋_GB2312" w:eastAsia="仿宋_GB2312" w:hAnsi="宋体" w:hint="eastAsia"/>
        </w:rPr>
        <w:t>天然</w:t>
      </w:r>
      <w:r w:rsidRPr="00EB0396">
        <w:rPr>
          <w:rFonts w:ascii="宋体" w:eastAsia="宋体" w:hAnsi="宋体" w:hint="eastAsia"/>
        </w:rPr>
        <w:t>胶乳</w:t>
      </w:r>
      <w:r w:rsidRPr="00EB0396">
        <w:rPr>
          <w:rFonts w:ascii="宋体" w:hAnsi="宋体" w:hint="eastAsia"/>
        </w:rPr>
        <w:t>&gt;</w:t>
      </w:r>
      <w:r w:rsidRPr="00EB0396">
        <w:rPr>
          <w:rFonts w:eastAsia="宋体" w:hint="eastAsia"/>
        </w:rPr>
        <w:t>专门用于</w:t>
      </w:r>
      <w:r w:rsidRPr="00EB0396">
        <w:rPr>
          <w:rFonts w:eastAsia="宋体"/>
        </w:rPr>
        <w:t>运输胶乳的罐车。</w:t>
      </w:r>
    </w:p>
    <w:p w14:paraId="26907886" w14:textId="77777777" w:rsidR="00C645D3" w:rsidRPr="0038610C" w:rsidRDefault="00C645D3" w:rsidP="00C645D3">
      <w:pPr>
        <w:pStyle w:val="afffffffffff9"/>
        <w:ind w:left="420" w:hangingChars="200" w:hanging="420"/>
        <w:rPr>
          <w:rFonts w:ascii="黑体" w:eastAsia="黑体" w:hAnsi="黑体"/>
        </w:rPr>
      </w:pPr>
      <w:r w:rsidRPr="0038610C">
        <w:rPr>
          <w:rFonts w:ascii="黑体" w:eastAsia="黑体" w:hAnsi="黑体"/>
        </w:rPr>
        <w:br/>
      </w:r>
      <w:r w:rsidRPr="0038610C">
        <w:rPr>
          <w:rFonts w:ascii="黑体" w:eastAsia="黑体" w:hAnsi="黑体" w:hint="eastAsia"/>
        </w:rPr>
        <w:t xml:space="preserve">整批运输 </w:t>
      </w:r>
      <w:r w:rsidRPr="0038610C">
        <w:rPr>
          <w:rFonts w:ascii="黑体" w:eastAsia="黑体" w:hAnsi="黑体"/>
        </w:rPr>
        <w:t xml:space="preserve"> bulk shipment</w:t>
      </w:r>
    </w:p>
    <w:p w14:paraId="0F6C6148" w14:textId="77777777" w:rsidR="00C645D3" w:rsidRPr="0019200F" w:rsidRDefault="00C645D3" w:rsidP="00C645D3">
      <w:pPr>
        <w:pStyle w:val="affffffffffff7"/>
        <w:ind w:firstLineChars="200" w:firstLine="420"/>
        <w:rPr>
          <w:rFonts w:ascii="宋体" w:eastAsia="宋体" w:hAnsi="宋体"/>
        </w:rPr>
      </w:pPr>
      <w:r w:rsidRPr="0019200F">
        <w:rPr>
          <w:rFonts w:ascii="宋体" w:eastAsia="宋体" w:hAnsi="宋体" w:hint="eastAsia"/>
        </w:rPr>
        <w:t>&lt;</w:t>
      </w:r>
      <w:r w:rsidR="006369D7" w:rsidRPr="00E12786">
        <w:rPr>
          <w:rFonts w:ascii="仿宋_GB2312" w:eastAsia="仿宋_GB2312" w:hAnsi="宋体" w:hint="eastAsia"/>
        </w:rPr>
        <w:t>天然</w:t>
      </w:r>
      <w:r w:rsidRPr="0019200F">
        <w:rPr>
          <w:rFonts w:ascii="宋体" w:eastAsia="宋体" w:hAnsi="宋体" w:hint="eastAsia"/>
        </w:rPr>
        <w:t>胶乳&gt;</w:t>
      </w:r>
      <w:r w:rsidRPr="0019200F">
        <w:rPr>
          <w:rFonts w:ascii="宋体" w:eastAsia="宋体" w:hAnsi="宋体"/>
        </w:rPr>
        <w:t>以容量100t以上的专用船舱装运胶乳的方法。</w:t>
      </w:r>
    </w:p>
    <w:p w14:paraId="4BDCCE43" w14:textId="77777777" w:rsidR="00C645D3" w:rsidRPr="00961E73" w:rsidRDefault="00C645D3" w:rsidP="00B53180">
      <w:pPr>
        <w:pStyle w:val="affffffffffffff6"/>
      </w:pPr>
      <w:r w:rsidRPr="00EB0396">
        <w:rPr>
          <w:rFonts w:hint="eastAsia"/>
        </w:rPr>
        <w:t xml:space="preserve"> </w:t>
      </w:r>
      <w:bookmarkStart w:id="59" w:name="_Toc98757026"/>
      <w:bookmarkStart w:id="60" w:name="_Toc108098946"/>
      <w:bookmarkStart w:id="61" w:name="_Toc108107357"/>
      <w:r w:rsidR="006334A4" w:rsidRPr="00961E73">
        <w:rPr>
          <w:rFonts w:hint="eastAsia"/>
        </w:rPr>
        <w:t>生胶的分级与种类</w:t>
      </w:r>
      <w:bookmarkEnd w:id="59"/>
      <w:bookmarkEnd w:id="60"/>
      <w:bookmarkEnd w:id="61"/>
    </w:p>
    <w:p w14:paraId="70E1C8A3" w14:textId="77777777" w:rsidR="00C645D3" w:rsidRPr="0099751F" w:rsidRDefault="00C645D3" w:rsidP="00C645D3">
      <w:pPr>
        <w:pStyle w:val="afffffffffff9"/>
        <w:ind w:left="420" w:hangingChars="200" w:hanging="420"/>
        <w:rPr>
          <w:rFonts w:ascii="黑体" w:eastAsia="黑体" w:hAnsi="黑体"/>
        </w:rPr>
      </w:pPr>
      <w:r w:rsidRPr="0099751F">
        <w:rPr>
          <w:rFonts w:ascii="黑体" w:eastAsia="黑体" w:hAnsi="黑体"/>
        </w:rPr>
        <w:lastRenderedPageBreak/>
        <w:br/>
      </w:r>
      <w:r w:rsidR="006369D7">
        <w:rPr>
          <w:rFonts w:ascii="黑体" w:eastAsia="黑体" w:hAnsi="黑体" w:hint="eastAsia"/>
        </w:rPr>
        <w:t>天然</w:t>
      </w:r>
      <w:r>
        <w:rPr>
          <w:rFonts w:ascii="黑体" w:eastAsia="黑体" w:hAnsi="黑体" w:hint="eastAsia"/>
        </w:rPr>
        <w:t xml:space="preserve">生胶  raw </w:t>
      </w:r>
      <w:r w:rsidR="006369D7">
        <w:rPr>
          <w:rFonts w:ascii="黑体" w:eastAsia="黑体" w:hAnsi="黑体" w:hint="eastAsia"/>
        </w:rPr>
        <w:t xml:space="preserve">natural </w:t>
      </w:r>
      <w:r>
        <w:rPr>
          <w:rFonts w:ascii="黑体" w:eastAsia="黑体" w:hAnsi="黑体" w:hint="eastAsia"/>
        </w:rPr>
        <w:t>rubber</w:t>
      </w:r>
    </w:p>
    <w:p w14:paraId="20DB0F6D" w14:textId="77777777" w:rsidR="00C645D3" w:rsidRDefault="00C645D3" w:rsidP="00C645D3">
      <w:pPr>
        <w:pStyle w:val="affffffffffff7"/>
        <w:ind w:firstLineChars="200" w:firstLine="420"/>
        <w:rPr>
          <w:rFonts w:ascii="宋体" w:eastAsia="宋体" w:hAnsi="宋体"/>
        </w:rPr>
      </w:pPr>
      <w:r w:rsidRPr="0019200F">
        <w:rPr>
          <w:rFonts w:ascii="宋体" w:eastAsia="宋体" w:hAnsi="宋体"/>
        </w:rPr>
        <w:t>以天然胶乳或</w:t>
      </w:r>
      <w:r w:rsidR="00C05413">
        <w:rPr>
          <w:rFonts w:ascii="宋体" w:eastAsia="宋体" w:hAnsi="宋体" w:hint="eastAsia"/>
        </w:rPr>
        <w:t>胶园凝胶</w:t>
      </w:r>
      <w:r w:rsidRPr="0019200F">
        <w:rPr>
          <w:rFonts w:ascii="宋体" w:eastAsia="宋体" w:hAnsi="宋体"/>
        </w:rPr>
        <w:t>为原料，经</w:t>
      </w:r>
      <w:r w:rsidRPr="0019200F">
        <w:rPr>
          <w:rFonts w:ascii="宋体" w:eastAsia="宋体" w:hAnsi="宋体" w:hint="eastAsia"/>
        </w:rPr>
        <w:t>过凝固、洗涤、</w:t>
      </w:r>
      <w:r w:rsidRPr="0019200F">
        <w:rPr>
          <w:rFonts w:ascii="宋体" w:eastAsia="宋体" w:hAnsi="宋体"/>
        </w:rPr>
        <w:t>脱水、</w:t>
      </w:r>
      <w:r w:rsidRPr="0019200F">
        <w:rPr>
          <w:rFonts w:ascii="宋体" w:eastAsia="宋体" w:hAnsi="宋体" w:hint="eastAsia"/>
        </w:rPr>
        <w:t>压片、</w:t>
      </w:r>
      <w:r w:rsidRPr="0019200F">
        <w:rPr>
          <w:rFonts w:ascii="宋体" w:eastAsia="宋体" w:hAnsi="宋体"/>
        </w:rPr>
        <w:t>干燥等加工</w:t>
      </w:r>
      <w:r w:rsidRPr="0019200F">
        <w:rPr>
          <w:rFonts w:ascii="宋体" w:eastAsia="宋体" w:hAnsi="宋体" w:hint="eastAsia"/>
        </w:rPr>
        <w:t>工艺</w:t>
      </w:r>
      <w:r w:rsidRPr="0019200F">
        <w:rPr>
          <w:rFonts w:ascii="宋体" w:eastAsia="宋体" w:hAnsi="宋体"/>
        </w:rPr>
        <w:t>处理，所</w:t>
      </w:r>
      <w:r w:rsidRPr="0019200F">
        <w:rPr>
          <w:rFonts w:ascii="宋体" w:eastAsia="宋体" w:hAnsi="宋体" w:hint="eastAsia"/>
        </w:rPr>
        <w:t>制成的</w:t>
      </w:r>
      <w:r w:rsidR="00C05413">
        <w:rPr>
          <w:rFonts w:ascii="宋体" w:eastAsia="宋体" w:hAnsi="宋体" w:hint="eastAsia"/>
        </w:rPr>
        <w:t>块状</w:t>
      </w:r>
      <w:r w:rsidRPr="0019200F">
        <w:rPr>
          <w:rFonts w:ascii="宋体" w:eastAsia="宋体" w:hAnsi="宋体"/>
        </w:rPr>
        <w:t>天然橡胶。</w:t>
      </w:r>
    </w:p>
    <w:p w14:paraId="0EEB85F8" w14:textId="77777777" w:rsidR="0087492A" w:rsidRDefault="0087492A" w:rsidP="0087492A">
      <w:pPr>
        <w:pStyle w:val="afffffffffff9"/>
        <w:ind w:left="420" w:hangingChars="200" w:hanging="420"/>
        <w:rPr>
          <w:rFonts w:ascii="黑体" w:eastAsia="黑体" w:hAnsi="黑体"/>
        </w:rPr>
      </w:pPr>
      <w:r w:rsidRPr="0087492A">
        <w:rPr>
          <w:rFonts w:ascii="黑体" w:eastAsia="黑体" w:hAnsi="黑体"/>
        </w:rPr>
        <w:br/>
      </w:r>
      <w:r>
        <w:rPr>
          <w:rFonts w:ascii="黑体" w:eastAsia="黑体" w:hAnsi="黑体" w:hint="eastAsia"/>
        </w:rPr>
        <w:t>高性能天然橡胶  high-performance natural rubber</w:t>
      </w:r>
    </w:p>
    <w:p w14:paraId="7C7F2580" w14:textId="77777777" w:rsidR="0087492A" w:rsidRPr="0087492A" w:rsidRDefault="0087492A" w:rsidP="0087492A">
      <w:pPr>
        <w:pStyle w:val="afffff"/>
      </w:pPr>
      <w:r>
        <w:rPr>
          <w:rFonts w:hint="eastAsia"/>
        </w:rPr>
        <w:t>具有优异</w:t>
      </w:r>
      <w:proofErr w:type="gramStart"/>
      <w:r>
        <w:rPr>
          <w:rFonts w:hint="eastAsia"/>
        </w:rPr>
        <w:t>的低生热</w:t>
      </w:r>
      <w:proofErr w:type="gramEnd"/>
      <w:r>
        <w:rPr>
          <w:rFonts w:hint="eastAsia"/>
        </w:rPr>
        <w:t>、低磨耗、高阻尼、耐蠕变、耐热氧老化等物理化学性能的天然橡胶。</w:t>
      </w:r>
    </w:p>
    <w:p w14:paraId="34CE985C" w14:textId="77777777" w:rsidR="004821A7" w:rsidRPr="004821A7" w:rsidRDefault="004821A7" w:rsidP="00CD2610">
      <w:pPr>
        <w:pStyle w:val="afffffffffff9"/>
        <w:adjustRightInd w:val="0"/>
        <w:snapToGrid w:val="0"/>
        <w:ind w:left="420" w:hangingChars="200" w:hanging="420"/>
        <w:rPr>
          <w:rFonts w:ascii="黑体" w:eastAsia="黑体" w:hAnsi="黑体"/>
        </w:rPr>
      </w:pPr>
      <w:r>
        <w:rPr>
          <w:rFonts w:ascii="黑体" w:eastAsia="黑体" w:hAnsi="黑体"/>
        </w:rPr>
        <w:br w:type="textWrapping" w:clear="all"/>
      </w:r>
      <w:r w:rsidRPr="004821A7">
        <w:rPr>
          <w:rFonts w:ascii="黑体" w:eastAsia="黑体" w:hAnsi="黑体" w:hint="eastAsia"/>
          <w:szCs w:val="21"/>
        </w:rPr>
        <w:t>分级  classification</w:t>
      </w:r>
    </w:p>
    <w:p w14:paraId="74B7DACF" w14:textId="77777777" w:rsidR="004821A7" w:rsidRPr="00781C7F" w:rsidRDefault="004821A7" w:rsidP="00CD2610">
      <w:pPr>
        <w:snapToGrid w:val="0"/>
        <w:spacing w:line="240" w:lineRule="auto"/>
        <w:ind w:firstLineChars="200" w:firstLine="420"/>
      </w:pPr>
      <w:r w:rsidRPr="00781C7F">
        <w:rPr>
          <w:rFonts w:hint="eastAsia"/>
        </w:rPr>
        <w:t>对天然橡胶的质量进行等级评价的方法。早期采用外观质量进行分级，现采用理化指标进行分级。</w:t>
      </w:r>
    </w:p>
    <w:p w14:paraId="4C522BCA" w14:textId="77777777" w:rsidR="00C645D3" w:rsidRPr="0099751F" w:rsidRDefault="00C645D3" w:rsidP="00C645D3">
      <w:pPr>
        <w:pStyle w:val="afffffffffff9"/>
        <w:ind w:left="420" w:hangingChars="200" w:hanging="420"/>
        <w:rPr>
          <w:rFonts w:ascii="黑体" w:eastAsia="黑体" w:hAnsi="黑体"/>
        </w:rPr>
      </w:pPr>
      <w:r w:rsidRPr="0099751F">
        <w:rPr>
          <w:rFonts w:ascii="黑体" w:eastAsia="黑体" w:hAnsi="黑体"/>
        </w:rPr>
        <w:br/>
      </w:r>
      <w:r>
        <w:rPr>
          <w:rFonts w:ascii="黑体" w:eastAsia="黑体" w:hAnsi="黑体" w:hint="eastAsia"/>
        </w:rPr>
        <w:t>技术</w:t>
      </w:r>
      <w:r w:rsidRPr="0099751F">
        <w:rPr>
          <w:rFonts w:ascii="黑体" w:eastAsia="黑体" w:hAnsi="黑体" w:hint="eastAsia"/>
        </w:rPr>
        <w:t>分级</w:t>
      </w:r>
      <w:r w:rsidRPr="0099751F">
        <w:rPr>
          <w:rFonts w:ascii="黑体" w:eastAsia="黑体" w:hAnsi="黑体"/>
        </w:rPr>
        <w:t xml:space="preserve">  technical grading</w:t>
      </w:r>
    </w:p>
    <w:p w14:paraId="0766B024" w14:textId="77777777" w:rsidR="00C645D3" w:rsidRPr="00EB0396" w:rsidRDefault="00C645D3" w:rsidP="00C645D3">
      <w:pPr>
        <w:pStyle w:val="affffffffffff7"/>
        <w:ind w:firstLineChars="200" w:firstLine="420"/>
        <w:rPr>
          <w:rFonts w:ascii="宋体" w:eastAsia="宋体" w:hAnsi="宋体"/>
        </w:rPr>
      </w:pPr>
      <w:r w:rsidRPr="00EB0396">
        <w:rPr>
          <w:rFonts w:ascii="宋体" w:eastAsia="宋体" w:hAnsi="宋体" w:hint="eastAsia"/>
        </w:rPr>
        <w:t>工艺分级</w:t>
      </w:r>
    </w:p>
    <w:p w14:paraId="097FFAB2" w14:textId="77777777" w:rsidR="00C645D3" w:rsidRPr="00EB0396" w:rsidRDefault="00C645D3" w:rsidP="00C645D3">
      <w:pPr>
        <w:pStyle w:val="affffffffffff7"/>
        <w:ind w:firstLineChars="200" w:firstLine="420"/>
        <w:rPr>
          <w:rFonts w:eastAsia="宋体"/>
        </w:rPr>
      </w:pPr>
      <w:r w:rsidRPr="00EB0396">
        <w:rPr>
          <w:rFonts w:eastAsia="宋体"/>
        </w:rPr>
        <w:t>按照橡胶的化学组分和物理性能对天然橡胶进行分级的方法。</w:t>
      </w:r>
    </w:p>
    <w:p w14:paraId="0DC13930"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杂质含量</w:t>
      </w:r>
      <w:r w:rsidRPr="00251890">
        <w:rPr>
          <w:rFonts w:ascii="黑体" w:eastAsia="黑体" w:hAnsi="黑体"/>
        </w:rPr>
        <w:t xml:space="preserve">  dirt content</w:t>
      </w:r>
    </w:p>
    <w:p w14:paraId="48BB9498" w14:textId="77777777" w:rsidR="00C645D3" w:rsidRPr="00EB0396" w:rsidRDefault="00C645D3" w:rsidP="00C645D3">
      <w:pPr>
        <w:pStyle w:val="affffffffffff7"/>
        <w:ind w:firstLineChars="200" w:firstLine="420"/>
        <w:rPr>
          <w:rFonts w:eastAsia="宋体"/>
        </w:rPr>
      </w:pPr>
      <w:r w:rsidRPr="0019200F">
        <w:rPr>
          <w:rFonts w:ascii="宋体" w:eastAsia="宋体" w:hAnsi="宋体"/>
        </w:rPr>
        <w:t>将</w:t>
      </w:r>
      <w:r w:rsidRPr="0019200F">
        <w:rPr>
          <w:rFonts w:ascii="宋体" w:eastAsia="宋体" w:hAnsi="宋体" w:hint="eastAsia"/>
        </w:rPr>
        <w:t>100g</w:t>
      </w:r>
      <w:r w:rsidRPr="0019200F">
        <w:rPr>
          <w:rFonts w:ascii="宋体" w:eastAsia="宋体" w:hAnsi="宋体"/>
        </w:rPr>
        <w:t>生胶溶于石油</w:t>
      </w:r>
      <w:r w:rsidRPr="0019200F">
        <w:rPr>
          <w:rFonts w:ascii="宋体" w:eastAsia="宋体" w:hAnsi="宋体" w:hint="eastAsia"/>
        </w:rPr>
        <w:t>类</w:t>
      </w:r>
      <w:r w:rsidRPr="0019200F">
        <w:rPr>
          <w:rFonts w:ascii="宋体" w:eastAsia="宋体" w:hAnsi="宋体"/>
        </w:rPr>
        <w:t>溶</w:t>
      </w:r>
      <w:r w:rsidRPr="0019200F">
        <w:rPr>
          <w:rFonts w:ascii="宋体" w:eastAsia="宋体" w:hAnsi="宋体" w:hint="eastAsia"/>
        </w:rPr>
        <w:t>剂</w:t>
      </w:r>
      <w:r w:rsidRPr="0019200F">
        <w:rPr>
          <w:rFonts w:ascii="宋体" w:eastAsia="宋体" w:hAnsi="宋体"/>
        </w:rPr>
        <w:t>中，用</w:t>
      </w:r>
      <w:r w:rsidRPr="0019200F">
        <w:rPr>
          <w:rFonts w:ascii="宋体" w:eastAsia="宋体" w:hAnsi="宋体" w:hint="eastAsia"/>
        </w:rPr>
        <w:t>公称孔径为</w:t>
      </w:r>
      <w:r w:rsidRPr="0019200F">
        <w:rPr>
          <w:rFonts w:ascii="宋体" w:eastAsia="宋体" w:hAnsi="宋体"/>
        </w:rPr>
        <w:t>45</w:t>
      </w:r>
      <w:r w:rsidRPr="00EB0396">
        <w:rPr>
          <w:rFonts w:eastAsia="宋体"/>
        </w:rPr>
        <w:sym w:font="Symbol" w:char="F06D"/>
      </w:r>
      <w:r w:rsidRPr="00EB0396">
        <w:rPr>
          <w:rFonts w:eastAsia="宋体"/>
        </w:rPr>
        <w:t>m</w:t>
      </w:r>
      <w:r w:rsidRPr="00EB0396">
        <w:rPr>
          <w:rFonts w:eastAsia="宋体"/>
        </w:rPr>
        <w:t>的筛网过滤，所得</w:t>
      </w:r>
      <w:proofErr w:type="gramStart"/>
      <w:r w:rsidRPr="00EB0396">
        <w:rPr>
          <w:rFonts w:eastAsia="宋体"/>
        </w:rPr>
        <w:t>的筛余物</w:t>
      </w:r>
      <w:proofErr w:type="gramEnd"/>
      <w:r w:rsidRPr="00EB0396">
        <w:rPr>
          <w:rFonts w:eastAsia="宋体"/>
        </w:rPr>
        <w:t>的</w:t>
      </w:r>
      <w:r w:rsidRPr="00EB0396">
        <w:rPr>
          <w:rFonts w:eastAsia="宋体" w:hint="eastAsia"/>
        </w:rPr>
        <w:t>质量</w:t>
      </w:r>
      <w:r w:rsidRPr="00EB0396">
        <w:rPr>
          <w:rFonts w:eastAsia="宋体"/>
        </w:rPr>
        <w:t>分</w:t>
      </w:r>
      <w:r w:rsidRPr="00EB0396">
        <w:rPr>
          <w:rFonts w:eastAsia="宋体" w:hint="eastAsia"/>
        </w:rPr>
        <w:t>数</w:t>
      </w:r>
      <w:r w:rsidRPr="00EB0396">
        <w:rPr>
          <w:rFonts w:eastAsia="宋体"/>
        </w:rPr>
        <w:t>。</w:t>
      </w:r>
    </w:p>
    <w:p w14:paraId="5F4060DC"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灰分</w:t>
      </w:r>
      <w:r w:rsidRPr="00251890">
        <w:rPr>
          <w:rFonts w:ascii="黑体" w:eastAsia="黑体" w:hAnsi="黑体"/>
        </w:rPr>
        <w:t xml:space="preserve">  ash content</w:t>
      </w:r>
    </w:p>
    <w:p w14:paraId="43D0C95D" w14:textId="77777777" w:rsidR="00D345C3" w:rsidRPr="00D345C3" w:rsidRDefault="00C645D3" w:rsidP="0087492A">
      <w:pPr>
        <w:pStyle w:val="affffffffffff7"/>
        <w:ind w:firstLineChars="200" w:firstLine="420"/>
        <w:rPr>
          <w:sz w:val="18"/>
          <w:szCs w:val="18"/>
        </w:rPr>
      </w:pPr>
      <w:r w:rsidRPr="0019200F">
        <w:rPr>
          <w:rFonts w:ascii="宋体" w:eastAsia="宋体" w:hAnsi="宋体" w:hint="eastAsia"/>
        </w:rPr>
        <w:t>100g橡胶</w:t>
      </w:r>
      <w:r w:rsidRPr="0019200F">
        <w:rPr>
          <w:rFonts w:ascii="宋体" w:eastAsia="宋体" w:hAnsi="宋体"/>
        </w:rPr>
        <w:t>材料在规定条件下焚烧后的残余物</w:t>
      </w:r>
      <w:r w:rsidRPr="0019200F">
        <w:rPr>
          <w:rFonts w:ascii="宋体" w:eastAsia="宋体" w:hAnsi="宋体" w:hint="eastAsia"/>
        </w:rPr>
        <w:t>的质量分数</w:t>
      </w:r>
      <w:r w:rsidRPr="0019200F">
        <w:rPr>
          <w:rFonts w:ascii="宋体" w:eastAsia="宋体" w:hAnsi="宋体"/>
        </w:rPr>
        <w:t>。</w:t>
      </w:r>
    </w:p>
    <w:p w14:paraId="3BC9CEC6"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 xml:space="preserve">氮含量  </w:t>
      </w:r>
      <w:r w:rsidRPr="00251890">
        <w:rPr>
          <w:rFonts w:ascii="黑体" w:eastAsia="黑体" w:hAnsi="黑体"/>
        </w:rPr>
        <w:t>nitrogen content</w:t>
      </w:r>
    </w:p>
    <w:p w14:paraId="480E618A" w14:textId="77777777" w:rsidR="00C645D3" w:rsidRPr="0019200F" w:rsidRDefault="00C645D3" w:rsidP="00C645D3">
      <w:pPr>
        <w:pStyle w:val="affffffffffff7"/>
        <w:ind w:firstLineChars="200" w:firstLine="420"/>
        <w:rPr>
          <w:rFonts w:ascii="宋体" w:eastAsia="宋体" w:hAnsi="宋体"/>
        </w:rPr>
      </w:pPr>
      <w:r w:rsidRPr="0019200F">
        <w:rPr>
          <w:rFonts w:ascii="宋体" w:eastAsia="宋体" w:hAnsi="宋体" w:hint="eastAsia"/>
        </w:rPr>
        <w:t>100g</w:t>
      </w:r>
      <w:r w:rsidRPr="0019200F">
        <w:rPr>
          <w:rFonts w:ascii="宋体" w:eastAsia="宋体" w:hAnsi="宋体"/>
        </w:rPr>
        <w:t>橡胶中含氮的</w:t>
      </w:r>
      <w:r w:rsidRPr="0019200F">
        <w:rPr>
          <w:rFonts w:ascii="宋体" w:eastAsia="宋体" w:hAnsi="宋体" w:hint="eastAsia"/>
        </w:rPr>
        <w:t>质</w:t>
      </w:r>
      <w:r w:rsidRPr="0019200F">
        <w:rPr>
          <w:rFonts w:ascii="宋体" w:eastAsia="宋体" w:hAnsi="宋体"/>
        </w:rPr>
        <w:t>量分</w:t>
      </w:r>
      <w:r w:rsidRPr="0019200F">
        <w:rPr>
          <w:rFonts w:ascii="宋体" w:eastAsia="宋体" w:hAnsi="宋体" w:hint="eastAsia"/>
        </w:rPr>
        <w:t>数</w:t>
      </w:r>
      <w:r w:rsidRPr="0019200F">
        <w:rPr>
          <w:rFonts w:ascii="宋体" w:eastAsia="宋体" w:hAnsi="宋体"/>
        </w:rPr>
        <w:t>。</w:t>
      </w:r>
    </w:p>
    <w:p w14:paraId="6AC0BC47" w14:textId="77777777" w:rsidR="00C645D3" w:rsidRPr="0019200F" w:rsidRDefault="00C645D3" w:rsidP="00F16F22">
      <w:pPr>
        <w:pStyle w:val="afff6"/>
        <w:ind w:firstLine="52"/>
      </w:pPr>
      <w:r w:rsidRPr="0019200F">
        <w:t>氮含量乘以6.25即为含蛋白质的</w:t>
      </w:r>
      <w:r w:rsidRPr="0019200F">
        <w:rPr>
          <w:rFonts w:hint="eastAsia"/>
        </w:rPr>
        <w:t>质量</w:t>
      </w:r>
      <w:r w:rsidRPr="0019200F">
        <w:t>分</w:t>
      </w:r>
      <w:r w:rsidRPr="0019200F">
        <w:rPr>
          <w:rFonts w:hint="eastAsia"/>
        </w:rPr>
        <w:t>数</w:t>
      </w:r>
      <w:r w:rsidRPr="0019200F">
        <w:t>。</w:t>
      </w:r>
    </w:p>
    <w:p w14:paraId="7F03E521"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 xml:space="preserve">挥发分 </w:t>
      </w:r>
      <w:r w:rsidRPr="00251890">
        <w:rPr>
          <w:rFonts w:ascii="黑体" w:eastAsia="黑体" w:hAnsi="黑体"/>
        </w:rPr>
        <w:t xml:space="preserve"> volatile matter content</w:t>
      </w:r>
    </w:p>
    <w:p w14:paraId="537A0E0F" w14:textId="77777777" w:rsidR="00C645D3" w:rsidRPr="0019200F" w:rsidRDefault="00C645D3" w:rsidP="00C645D3">
      <w:pPr>
        <w:pStyle w:val="affffffffffff7"/>
        <w:ind w:firstLineChars="200" w:firstLine="420"/>
        <w:rPr>
          <w:rFonts w:ascii="宋体" w:eastAsia="宋体" w:hAnsi="宋体"/>
        </w:rPr>
      </w:pPr>
      <w:r w:rsidRPr="0019200F">
        <w:rPr>
          <w:rFonts w:ascii="宋体" w:eastAsia="宋体" w:hAnsi="宋体" w:hint="eastAsia"/>
        </w:rPr>
        <w:t>100g</w:t>
      </w:r>
      <w:r w:rsidRPr="0019200F">
        <w:rPr>
          <w:rFonts w:ascii="宋体" w:eastAsia="宋体" w:hAnsi="宋体"/>
        </w:rPr>
        <w:t>橡胶试样经辊压和加热而挥发损失的物质的</w:t>
      </w:r>
      <w:r w:rsidRPr="0019200F">
        <w:rPr>
          <w:rFonts w:ascii="宋体" w:eastAsia="宋体" w:hAnsi="宋体" w:hint="eastAsia"/>
        </w:rPr>
        <w:t>质量分数</w:t>
      </w:r>
      <w:r w:rsidRPr="0019200F">
        <w:rPr>
          <w:rFonts w:ascii="宋体" w:eastAsia="宋体" w:hAnsi="宋体"/>
        </w:rPr>
        <w:t>。</w:t>
      </w:r>
    </w:p>
    <w:p w14:paraId="0C7A4505"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水溶物</w:t>
      </w:r>
      <w:r w:rsidRPr="00251890">
        <w:rPr>
          <w:rFonts w:ascii="黑体" w:eastAsia="黑体" w:hAnsi="黑体"/>
        </w:rPr>
        <w:t xml:space="preserve">  water </w:t>
      </w:r>
      <w:proofErr w:type="spellStart"/>
      <w:r w:rsidRPr="00251890">
        <w:rPr>
          <w:rFonts w:ascii="黑体" w:eastAsia="黑体" w:hAnsi="黑体"/>
        </w:rPr>
        <w:t>solubles</w:t>
      </w:r>
      <w:proofErr w:type="spellEnd"/>
    </w:p>
    <w:p w14:paraId="49B6960D" w14:textId="77777777" w:rsidR="00C645D3" w:rsidRPr="00EB0396" w:rsidRDefault="00C645D3" w:rsidP="00C645D3">
      <w:pPr>
        <w:pStyle w:val="affffffffffff7"/>
        <w:ind w:firstLineChars="200" w:firstLine="420"/>
        <w:rPr>
          <w:rFonts w:eastAsia="宋体"/>
        </w:rPr>
      </w:pPr>
      <w:r w:rsidRPr="00EB0396">
        <w:rPr>
          <w:rFonts w:eastAsia="宋体"/>
        </w:rPr>
        <w:t>橡胶中能溶于水中的物质的总称。</w:t>
      </w:r>
    </w:p>
    <w:p w14:paraId="7CA74444"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丙酮溶物</w:t>
      </w:r>
      <w:r w:rsidRPr="00251890">
        <w:rPr>
          <w:rFonts w:ascii="黑体" w:eastAsia="黑体" w:hAnsi="黑体"/>
        </w:rPr>
        <w:t xml:space="preserve">  acetone extract</w:t>
      </w:r>
    </w:p>
    <w:p w14:paraId="37F2D2D9" w14:textId="77777777" w:rsidR="00C645D3" w:rsidRPr="00EB0396" w:rsidRDefault="00C645D3" w:rsidP="00C645D3">
      <w:pPr>
        <w:pStyle w:val="affffffffffff7"/>
        <w:ind w:firstLineChars="200" w:firstLine="420"/>
        <w:rPr>
          <w:rFonts w:ascii="宋体" w:eastAsia="宋体" w:hAnsi="宋体"/>
        </w:rPr>
      </w:pPr>
      <w:r w:rsidRPr="00EB0396">
        <w:rPr>
          <w:rFonts w:ascii="宋体" w:eastAsia="宋体" w:hAnsi="宋体"/>
        </w:rPr>
        <w:t>橡胶中能溶于丙酮的物质的总称。</w:t>
      </w:r>
    </w:p>
    <w:p w14:paraId="798FA944"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铜含量</w:t>
      </w:r>
      <w:r w:rsidRPr="00251890">
        <w:rPr>
          <w:rFonts w:ascii="黑体" w:eastAsia="黑体" w:hAnsi="黑体"/>
        </w:rPr>
        <w:t xml:space="preserve">  copper content</w:t>
      </w:r>
    </w:p>
    <w:p w14:paraId="175D9F20" w14:textId="77777777" w:rsidR="00C645D3" w:rsidRPr="0019200F" w:rsidRDefault="00C645D3" w:rsidP="00C645D3">
      <w:pPr>
        <w:pStyle w:val="affffffffffff7"/>
        <w:ind w:firstLineChars="200" w:firstLine="420"/>
        <w:rPr>
          <w:rFonts w:ascii="宋体" w:eastAsia="宋体" w:hAnsi="宋体"/>
        </w:rPr>
      </w:pPr>
      <w:r w:rsidRPr="0019200F">
        <w:rPr>
          <w:rFonts w:ascii="宋体" w:eastAsia="宋体" w:hAnsi="宋体" w:hint="eastAsia"/>
        </w:rPr>
        <w:t>100g</w:t>
      </w:r>
      <w:r w:rsidRPr="0019200F">
        <w:rPr>
          <w:rFonts w:ascii="宋体" w:eastAsia="宋体" w:hAnsi="宋体"/>
        </w:rPr>
        <w:t>橡胶中含铜的</w:t>
      </w:r>
      <w:r w:rsidRPr="0019200F">
        <w:rPr>
          <w:rFonts w:ascii="宋体" w:eastAsia="宋体" w:hAnsi="宋体" w:hint="eastAsia"/>
        </w:rPr>
        <w:t>质量分数</w:t>
      </w:r>
      <w:r w:rsidRPr="0019200F">
        <w:rPr>
          <w:rFonts w:ascii="宋体" w:eastAsia="宋体" w:hAnsi="宋体"/>
        </w:rPr>
        <w:t>。</w:t>
      </w:r>
    </w:p>
    <w:p w14:paraId="7DAE4731"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锰含量</w:t>
      </w:r>
      <w:r w:rsidRPr="00251890">
        <w:rPr>
          <w:rFonts w:ascii="黑体" w:eastAsia="黑体" w:hAnsi="黑体"/>
        </w:rPr>
        <w:t xml:space="preserve">  manganese content</w:t>
      </w:r>
    </w:p>
    <w:p w14:paraId="21EE2853" w14:textId="77777777" w:rsidR="00C645D3" w:rsidRPr="00EB0396" w:rsidRDefault="00C645D3" w:rsidP="00C645D3">
      <w:pPr>
        <w:pStyle w:val="affffffffffff7"/>
        <w:ind w:firstLineChars="200" w:firstLine="420"/>
        <w:rPr>
          <w:rFonts w:eastAsia="宋体"/>
        </w:rPr>
      </w:pPr>
      <w:r w:rsidRPr="0019200F">
        <w:rPr>
          <w:rFonts w:ascii="宋体" w:eastAsia="宋体" w:hAnsi="宋体" w:hint="eastAsia"/>
        </w:rPr>
        <w:t>100g</w:t>
      </w:r>
      <w:r w:rsidRPr="0019200F">
        <w:rPr>
          <w:rFonts w:ascii="宋体" w:eastAsia="宋体" w:hAnsi="宋体"/>
        </w:rPr>
        <w:t>橡胶中含锰的</w:t>
      </w:r>
      <w:r w:rsidRPr="0019200F">
        <w:rPr>
          <w:rFonts w:ascii="宋体" w:eastAsia="宋体" w:hAnsi="宋体" w:hint="eastAsia"/>
        </w:rPr>
        <w:t>质量分数</w:t>
      </w:r>
      <w:r w:rsidRPr="00EB0396">
        <w:rPr>
          <w:rFonts w:eastAsia="宋体"/>
        </w:rPr>
        <w:t>。</w:t>
      </w:r>
    </w:p>
    <w:p w14:paraId="488DC601"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proofErr w:type="gramStart"/>
      <w:r w:rsidRPr="00251890">
        <w:rPr>
          <w:rFonts w:ascii="黑体" w:eastAsia="黑体" w:hAnsi="黑体" w:hint="eastAsia"/>
        </w:rPr>
        <w:t>烟值</w:t>
      </w:r>
      <w:proofErr w:type="gramEnd"/>
      <w:r w:rsidRPr="00251890">
        <w:rPr>
          <w:rFonts w:ascii="黑体" w:eastAsia="黑体" w:hAnsi="黑体"/>
        </w:rPr>
        <w:t xml:space="preserve">  smoke number</w:t>
      </w:r>
    </w:p>
    <w:p w14:paraId="01F1E3A4" w14:textId="77777777" w:rsidR="00C645D3" w:rsidRPr="00EB0396" w:rsidRDefault="00C645D3" w:rsidP="00C645D3">
      <w:pPr>
        <w:pStyle w:val="affffffffffff7"/>
        <w:ind w:firstLineChars="200" w:firstLine="420"/>
        <w:rPr>
          <w:rFonts w:eastAsia="宋体"/>
        </w:rPr>
      </w:pPr>
      <w:r w:rsidRPr="00EB0396">
        <w:rPr>
          <w:rFonts w:eastAsia="宋体" w:hint="eastAsia"/>
        </w:rPr>
        <w:t>与</w:t>
      </w:r>
      <w:r w:rsidRPr="00EB0396">
        <w:rPr>
          <w:rFonts w:eastAsia="宋体"/>
        </w:rPr>
        <w:t>风干胶片</w:t>
      </w:r>
      <w:r w:rsidRPr="00EB0396">
        <w:rPr>
          <w:rFonts w:eastAsia="宋体" w:hint="eastAsia"/>
        </w:rPr>
        <w:t>相比，</w:t>
      </w:r>
      <w:r w:rsidRPr="00EB0396">
        <w:rPr>
          <w:rFonts w:eastAsia="宋体"/>
        </w:rPr>
        <w:t>烟胶片在熏烟过程中</w:t>
      </w:r>
      <w:r w:rsidRPr="00EB0396">
        <w:rPr>
          <w:rFonts w:eastAsia="宋体" w:hint="eastAsia"/>
        </w:rPr>
        <w:t>所</w:t>
      </w:r>
      <w:r w:rsidRPr="00EB0396">
        <w:rPr>
          <w:rFonts w:eastAsia="宋体"/>
        </w:rPr>
        <w:t>吸收烟分的质量</w:t>
      </w:r>
      <w:r w:rsidRPr="00EB0396">
        <w:rPr>
          <w:rFonts w:eastAsia="宋体" w:hint="eastAsia"/>
        </w:rPr>
        <w:t>分数</w:t>
      </w:r>
      <w:r w:rsidRPr="00EB0396">
        <w:rPr>
          <w:rFonts w:eastAsia="宋体"/>
        </w:rPr>
        <w:t>。</w:t>
      </w:r>
    </w:p>
    <w:p w14:paraId="37B6C4CC"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塑性</w:t>
      </w:r>
      <w:r w:rsidRPr="00251890">
        <w:rPr>
          <w:rFonts w:ascii="黑体" w:eastAsia="黑体" w:hAnsi="黑体"/>
        </w:rPr>
        <w:t xml:space="preserve">  plasticity</w:t>
      </w:r>
    </w:p>
    <w:p w14:paraId="79A8A51E" w14:textId="77777777" w:rsidR="00C645D3" w:rsidRPr="00045F67" w:rsidRDefault="00C645D3" w:rsidP="00045F67">
      <w:pPr>
        <w:pStyle w:val="affffffffffff7"/>
        <w:adjustRightInd w:val="0"/>
        <w:snapToGrid w:val="0"/>
        <w:ind w:firstLineChars="200" w:firstLine="420"/>
        <w:rPr>
          <w:rFonts w:ascii="宋体" w:eastAsia="宋体" w:hAnsi="宋体"/>
        </w:rPr>
      </w:pPr>
      <w:r w:rsidRPr="00045F67">
        <w:rPr>
          <w:rFonts w:ascii="宋体" w:eastAsia="宋体" w:hAnsi="宋体" w:hint="eastAsia"/>
        </w:rPr>
        <w:lastRenderedPageBreak/>
        <w:t>给生</w:t>
      </w:r>
      <w:r w:rsidRPr="00045F67">
        <w:rPr>
          <w:rFonts w:ascii="宋体" w:eastAsia="宋体" w:hAnsi="宋体"/>
        </w:rPr>
        <w:t>胶或未硫化橡胶混炼胶</w:t>
      </w:r>
      <w:r w:rsidRPr="00045F67">
        <w:rPr>
          <w:rFonts w:ascii="宋体" w:eastAsia="宋体" w:hAnsi="宋体" w:hint="eastAsia"/>
        </w:rPr>
        <w:t>施加应力产生形变，应力</w:t>
      </w:r>
      <w:r w:rsidRPr="00045F67">
        <w:rPr>
          <w:rFonts w:ascii="宋体" w:eastAsia="宋体" w:hAnsi="宋体"/>
        </w:rPr>
        <w:t>取消后</w:t>
      </w:r>
      <w:r w:rsidRPr="00045F67">
        <w:rPr>
          <w:rFonts w:ascii="宋体" w:eastAsia="宋体" w:hAnsi="宋体" w:hint="eastAsia"/>
        </w:rPr>
        <w:t>形变的</w:t>
      </w:r>
      <w:r w:rsidRPr="00045F67">
        <w:rPr>
          <w:rFonts w:ascii="宋体" w:eastAsia="宋体" w:hAnsi="宋体"/>
        </w:rPr>
        <w:t>保持</w:t>
      </w:r>
      <w:r w:rsidRPr="00045F67">
        <w:rPr>
          <w:rFonts w:ascii="宋体" w:eastAsia="宋体" w:hAnsi="宋体" w:hint="eastAsia"/>
        </w:rPr>
        <w:t>率</w:t>
      </w:r>
      <w:r w:rsidRPr="00045F67">
        <w:rPr>
          <w:rFonts w:ascii="宋体" w:eastAsia="宋体" w:hAnsi="宋体"/>
        </w:rPr>
        <w:t>。</w:t>
      </w:r>
    </w:p>
    <w:p w14:paraId="55D36D07" w14:textId="77777777" w:rsidR="0033343D" w:rsidRPr="00045F67" w:rsidRDefault="0033343D" w:rsidP="00045F67">
      <w:pPr>
        <w:pStyle w:val="afff6"/>
        <w:numPr>
          <w:ilvl w:val="0"/>
          <w:numId w:val="0"/>
        </w:numPr>
        <w:adjustRightInd w:val="0"/>
        <w:snapToGrid w:val="0"/>
        <w:ind w:left="374"/>
        <w:rPr>
          <w:rFonts w:ascii="仿宋_GB2312" w:eastAsia="仿宋_GB2312"/>
        </w:rPr>
      </w:pPr>
      <w:r w:rsidRPr="00045F67">
        <w:rPr>
          <w:rFonts w:ascii="仿宋_GB2312" w:eastAsia="仿宋_GB2312" w:hint="eastAsia"/>
        </w:rPr>
        <w:t>[</w:t>
      </w:r>
      <w:r w:rsidR="00C05413">
        <w:rPr>
          <w:rFonts w:ascii="仿宋_GB2312" w:eastAsia="仿宋_GB2312" w:hint="eastAsia"/>
        </w:rPr>
        <w:t>来源：</w:t>
      </w:r>
      <w:r w:rsidRPr="00045F67">
        <w:rPr>
          <w:rFonts w:ascii="仿宋_GB2312" w:eastAsia="仿宋_GB2312" w:hint="eastAsia"/>
        </w:rPr>
        <w:t>GB/T 9881-2008</w:t>
      </w:r>
      <w:r w:rsidR="007F7975">
        <w:rPr>
          <w:rFonts w:ascii="仿宋_GB2312" w:eastAsia="仿宋_GB2312" w:hint="eastAsia"/>
        </w:rPr>
        <w:t>，</w:t>
      </w:r>
      <w:r w:rsidR="00C05413">
        <w:rPr>
          <w:rFonts w:ascii="仿宋_GB2312" w:eastAsia="仿宋_GB2312" w:hint="eastAsia"/>
        </w:rPr>
        <w:t>2.298</w:t>
      </w:r>
      <w:r w:rsidRPr="00045F67">
        <w:rPr>
          <w:rFonts w:ascii="仿宋_GB2312" w:eastAsia="仿宋_GB2312" w:hint="eastAsia"/>
        </w:rPr>
        <w:t>，</w:t>
      </w:r>
      <w:r w:rsidR="007F7975">
        <w:rPr>
          <w:rFonts w:ascii="仿宋_GB2312" w:eastAsia="仿宋_GB2312" w:hint="eastAsia"/>
        </w:rPr>
        <w:t>有修改</w:t>
      </w:r>
      <w:r w:rsidRPr="00045F67">
        <w:rPr>
          <w:rFonts w:ascii="仿宋_GB2312" w:eastAsia="仿宋_GB2312" w:hint="eastAsia"/>
        </w:rPr>
        <w:t>]</w:t>
      </w:r>
    </w:p>
    <w:p w14:paraId="2B0A8C92" w14:textId="77777777" w:rsidR="00C645D3" w:rsidRPr="00045F67" w:rsidRDefault="00C645D3" w:rsidP="00045F67">
      <w:pPr>
        <w:pStyle w:val="afff6"/>
        <w:adjustRightInd w:val="0"/>
        <w:snapToGrid w:val="0"/>
        <w:ind w:firstLine="52"/>
      </w:pPr>
      <w:r w:rsidRPr="00045F67">
        <w:t>高塑性意味着基本上保持变形。</w:t>
      </w:r>
    </w:p>
    <w:p w14:paraId="4EBF8D83"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 xml:space="preserve">塑性值 </w:t>
      </w:r>
      <w:r w:rsidRPr="00251890">
        <w:rPr>
          <w:rFonts w:ascii="黑体" w:eastAsia="黑体" w:hAnsi="黑体"/>
        </w:rPr>
        <w:t xml:space="preserve"> plasticity number</w:t>
      </w:r>
    </w:p>
    <w:p w14:paraId="25A4B794" w14:textId="77777777" w:rsidR="00C645D3" w:rsidRPr="00EB0396" w:rsidRDefault="00C645D3" w:rsidP="00C645D3">
      <w:pPr>
        <w:pStyle w:val="Char1"/>
        <w:ind w:firstLine="420"/>
      </w:pPr>
      <w:r w:rsidRPr="00EB0396">
        <w:rPr>
          <w:rFonts w:hint="eastAsia"/>
        </w:rPr>
        <w:t>可塑度</w:t>
      </w:r>
    </w:p>
    <w:p w14:paraId="3B236C34" w14:textId="77777777" w:rsidR="00C645D3" w:rsidRPr="0019200F" w:rsidRDefault="00C645D3" w:rsidP="00C645D3">
      <w:pPr>
        <w:pStyle w:val="affffffffffff7"/>
        <w:ind w:firstLineChars="200" w:firstLine="420"/>
        <w:rPr>
          <w:rFonts w:ascii="宋体" w:eastAsia="宋体" w:hAnsi="宋体"/>
        </w:rPr>
      </w:pPr>
      <w:r w:rsidRPr="00EB0396">
        <w:rPr>
          <w:rFonts w:eastAsia="宋体"/>
        </w:rPr>
        <w:t>塑</w:t>
      </w:r>
      <w:r w:rsidRPr="0019200F">
        <w:rPr>
          <w:rFonts w:ascii="宋体" w:eastAsia="宋体" w:hAnsi="宋体"/>
        </w:rPr>
        <w:t>性的度量，取决于试样在规定的压力、时间和温度条件下经受变形后的高度。</w:t>
      </w:r>
    </w:p>
    <w:p w14:paraId="58FACCA6"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 xml:space="preserve">快速塑性值 </w:t>
      </w:r>
      <w:r w:rsidRPr="00251890">
        <w:rPr>
          <w:rFonts w:ascii="黑体" w:eastAsia="黑体" w:hAnsi="黑体"/>
        </w:rPr>
        <w:t xml:space="preserve"> rapid plasticity</w:t>
      </w:r>
    </w:p>
    <w:p w14:paraId="2889DA44" w14:textId="77777777" w:rsidR="00C645D3" w:rsidRPr="00EB0396" w:rsidRDefault="00C645D3" w:rsidP="00C645D3">
      <w:pPr>
        <w:pStyle w:val="affffffffffff7"/>
        <w:ind w:firstLineChars="200" w:firstLine="420"/>
        <w:rPr>
          <w:rFonts w:eastAsia="宋体"/>
        </w:rPr>
      </w:pPr>
      <w:r w:rsidRPr="00EB0396">
        <w:rPr>
          <w:rFonts w:eastAsia="宋体"/>
        </w:rPr>
        <w:t>在一定温度</w:t>
      </w:r>
      <w:r w:rsidRPr="00EB0396">
        <w:rPr>
          <w:rFonts w:eastAsia="宋体" w:hint="eastAsia"/>
        </w:rPr>
        <w:t>下，给</w:t>
      </w:r>
      <w:r w:rsidRPr="00EB0396">
        <w:rPr>
          <w:rFonts w:eastAsia="宋体"/>
        </w:rPr>
        <w:t>固定厚度的橡胶试样</w:t>
      </w:r>
      <w:r w:rsidRPr="00EB0396">
        <w:rPr>
          <w:rFonts w:eastAsia="宋体" w:hint="eastAsia"/>
        </w:rPr>
        <w:t>快速施加</w:t>
      </w:r>
      <w:r w:rsidRPr="00EB0396">
        <w:rPr>
          <w:rFonts w:eastAsia="宋体"/>
        </w:rPr>
        <w:t>恒定压力</w:t>
      </w:r>
      <w:r w:rsidRPr="00EB0396">
        <w:rPr>
          <w:rFonts w:eastAsia="宋体" w:hint="eastAsia"/>
        </w:rPr>
        <w:t>，完全释放压力</w:t>
      </w:r>
      <w:r w:rsidRPr="00EB0396">
        <w:rPr>
          <w:rFonts w:eastAsia="宋体"/>
        </w:rPr>
        <w:t>后，试样保</w:t>
      </w:r>
      <w:r w:rsidRPr="00EB0396">
        <w:rPr>
          <w:rFonts w:eastAsia="宋体" w:hint="eastAsia"/>
        </w:rPr>
        <w:t>持</w:t>
      </w:r>
      <w:r w:rsidRPr="00EB0396">
        <w:rPr>
          <w:rFonts w:eastAsia="宋体"/>
        </w:rPr>
        <w:t>的厚度</w:t>
      </w:r>
      <w:r w:rsidRPr="00EB0396">
        <w:rPr>
          <w:rFonts w:eastAsia="宋体" w:hint="eastAsia"/>
        </w:rPr>
        <w:t>即为其</w:t>
      </w:r>
      <w:r w:rsidRPr="00EB0396">
        <w:rPr>
          <w:rFonts w:eastAsia="宋体"/>
        </w:rPr>
        <w:t>塑性的</w:t>
      </w:r>
      <w:r w:rsidRPr="00EB0396">
        <w:rPr>
          <w:rFonts w:eastAsia="宋体" w:hint="eastAsia"/>
        </w:rPr>
        <w:t>量</w:t>
      </w:r>
      <w:r w:rsidRPr="00EB0396">
        <w:rPr>
          <w:rFonts w:eastAsia="宋体"/>
        </w:rPr>
        <w:t>值。</w:t>
      </w:r>
    </w:p>
    <w:p w14:paraId="4B873400"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华莱士快速塑性值</w:t>
      </w:r>
      <w:r w:rsidRPr="00251890">
        <w:rPr>
          <w:rFonts w:ascii="黑体" w:eastAsia="黑体" w:hAnsi="黑体"/>
        </w:rPr>
        <w:t xml:space="preserve">  Wallace rapid plasticity</w:t>
      </w:r>
    </w:p>
    <w:p w14:paraId="1CE2C0EA" w14:textId="77777777" w:rsidR="00C645D3" w:rsidRPr="00EB0396" w:rsidRDefault="00C645D3" w:rsidP="00C645D3">
      <w:pPr>
        <w:pStyle w:val="affffffffffff7"/>
        <w:ind w:firstLineChars="200" w:firstLine="420"/>
        <w:rPr>
          <w:rFonts w:eastAsia="宋体"/>
        </w:rPr>
      </w:pPr>
      <w:r w:rsidRPr="00EB0396">
        <w:rPr>
          <w:rFonts w:eastAsia="宋体" w:hint="eastAsia"/>
        </w:rPr>
        <w:t>采</w:t>
      </w:r>
      <w:r w:rsidRPr="00EB0396">
        <w:rPr>
          <w:rFonts w:eastAsia="宋体"/>
        </w:rPr>
        <w:t>用华莱士快速塑性计测定</w:t>
      </w:r>
      <w:r w:rsidRPr="00EB0396">
        <w:rPr>
          <w:rFonts w:eastAsia="宋体" w:hint="eastAsia"/>
        </w:rPr>
        <w:t>的</w:t>
      </w:r>
      <w:r w:rsidRPr="00EB0396">
        <w:rPr>
          <w:rFonts w:eastAsia="宋体"/>
        </w:rPr>
        <w:t>生胶或混炼胶的塑性值。</w:t>
      </w:r>
    </w:p>
    <w:p w14:paraId="420F8D7A"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塑性初值</w:t>
      </w:r>
      <w:r w:rsidRPr="00251890">
        <w:rPr>
          <w:rFonts w:ascii="黑体" w:eastAsia="黑体" w:hAnsi="黑体"/>
        </w:rPr>
        <w:t xml:space="preserve">  initial plasticity</w:t>
      </w:r>
      <w:r w:rsidRPr="00251890">
        <w:rPr>
          <w:rFonts w:ascii="黑体" w:eastAsia="黑体" w:hAnsi="黑体" w:hint="eastAsia"/>
        </w:rPr>
        <w:t>，</w:t>
      </w:r>
      <w:r w:rsidRPr="00251890">
        <w:rPr>
          <w:rFonts w:ascii="黑体" w:eastAsia="黑体" w:hAnsi="黑体"/>
        </w:rPr>
        <w:t>P</w:t>
      </w:r>
      <w:r w:rsidRPr="00251890">
        <w:rPr>
          <w:rFonts w:ascii="黑体" w:eastAsia="黑体" w:hAnsi="黑体"/>
          <w:vertAlign w:val="subscript"/>
        </w:rPr>
        <w:t>0</w:t>
      </w:r>
    </w:p>
    <w:p w14:paraId="69B34B33" w14:textId="77777777" w:rsidR="00C645D3" w:rsidRPr="00EB0396" w:rsidRDefault="00C645D3" w:rsidP="00C645D3">
      <w:pPr>
        <w:pStyle w:val="affffffffffff7"/>
        <w:ind w:firstLineChars="200" w:firstLine="420"/>
        <w:rPr>
          <w:rFonts w:eastAsia="宋体"/>
        </w:rPr>
      </w:pPr>
      <w:r w:rsidRPr="00EB0396">
        <w:rPr>
          <w:rFonts w:eastAsia="宋体"/>
        </w:rPr>
        <w:t>生胶试</w:t>
      </w:r>
      <w:r w:rsidRPr="00EB0396">
        <w:rPr>
          <w:rFonts w:eastAsia="宋体" w:hint="eastAsia"/>
        </w:rPr>
        <w:t>样</w:t>
      </w:r>
      <w:r w:rsidRPr="00EB0396">
        <w:rPr>
          <w:rFonts w:eastAsia="宋体"/>
        </w:rPr>
        <w:t>老化前的快速塑性值。</w:t>
      </w:r>
    </w:p>
    <w:p w14:paraId="1E58C11D"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塑性保持指数</w:t>
      </w:r>
      <w:r w:rsidRPr="00251890">
        <w:rPr>
          <w:rFonts w:ascii="黑体" w:eastAsia="黑体" w:hAnsi="黑体"/>
        </w:rPr>
        <w:t xml:space="preserve">  plasticity retention index</w:t>
      </w:r>
      <w:r w:rsidRPr="00251890">
        <w:rPr>
          <w:rFonts w:ascii="黑体" w:eastAsia="黑体" w:hAnsi="黑体" w:hint="eastAsia"/>
        </w:rPr>
        <w:t>，</w:t>
      </w:r>
      <w:r w:rsidRPr="00251890">
        <w:rPr>
          <w:rFonts w:ascii="黑体" w:eastAsia="黑体" w:hAnsi="黑体"/>
        </w:rPr>
        <w:t>PRI</w:t>
      </w:r>
    </w:p>
    <w:p w14:paraId="4DF54A5A" w14:textId="77777777" w:rsidR="00C645D3" w:rsidRPr="00EB0396" w:rsidRDefault="00C645D3" w:rsidP="00C645D3">
      <w:pPr>
        <w:pStyle w:val="affffffffffff7"/>
        <w:ind w:firstLineChars="200" w:firstLine="420"/>
        <w:rPr>
          <w:rFonts w:ascii="宋体" w:eastAsia="宋体" w:hAnsi="宋体"/>
        </w:rPr>
      </w:pPr>
      <w:r w:rsidRPr="00961E73">
        <w:rPr>
          <w:rFonts w:ascii="宋体" w:eastAsia="宋体" w:hAnsi="宋体" w:hint="eastAsia"/>
        </w:rPr>
        <w:t>抗氧指数</w:t>
      </w:r>
    </w:p>
    <w:p w14:paraId="56325036" w14:textId="77777777" w:rsidR="00C645D3" w:rsidRPr="0019200F" w:rsidRDefault="00C645D3" w:rsidP="00C645D3">
      <w:pPr>
        <w:pStyle w:val="affffffffffff7"/>
        <w:ind w:firstLineChars="200" w:firstLine="420"/>
        <w:rPr>
          <w:rFonts w:ascii="宋体" w:eastAsia="宋体" w:hAnsi="宋体"/>
        </w:rPr>
      </w:pPr>
      <w:r w:rsidRPr="0019200F">
        <w:rPr>
          <w:rFonts w:ascii="宋体" w:eastAsia="宋体" w:hAnsi="宋体" w:hint="eastAsia"/>
        </w:rPr>
        <w:t>天然橡胶（</w:t>
      </w:r>
      <w:r w:rsidRPr="0019200F">
        <w:rPr>
          <w:rFonts w:ascii="宋体" w:eastAsia="宋体" w:hAnsi="宋体"/>
        </w:rPr>
        <w:t>生胶试</w:t>
      </w:r>
      <w:r w:rsidRPr="0019200F">
        <w:rPr>
          <w:rFonts w:ascii="宋体" w:eastAsia="宋体" w:hAnsi="宋体" w:hint="eastAsia"/>
        </w:rPr>
        <w:t>样）在</w:t>
      </w:r>
      <w:r w:rsidRPr="0019200F">
        <w:rPr>
          <w:rFonts w:ascii="宋体" w:eastAsia="宋体" w:hAnsi="宋体"/>
        </w:rPr>
        <w:t>140℃×30min</w:t>
      </w:r>
      <w:r w:rsidRPr="0019200F">
        <w:rPr>
          <w:rFonts w:ascii="宋体" w:eastAsia="宋体" w:hAnsi="宋体" w:hint="eastAsia"/>
        </w:rPr>
        <w:t>的规定条件下热空气</w:t>
      </w:r>
      <w:r w:rsidRPr="0019200F">
        <w:rPr>
          <w:rFonts w:ascii="宋体" w:eastAsia="宋体" w:hAnsi="宋体"/>
        </w:rPr>
        <w:t>老化</w:t>
      </w:r>
      <w:r w:rsidRPr="0019200F">
        <w:rPr>
          <w:rFonts w:ascii="宋体" w:eastAsia="宋体" w:hAnsi="宋体" w:hint="eastAsia"/>
        </w:rPr>
        <w:t>前</w:t>
      </w:r>
      <w:r w:rsidRPr="0019200F">
        <w:rPr>
          <w:rFonts w:ascii="宋体" w:eastAsia="宋体" w:hAnsi="宋体"/>
        </w:rPr>
        <w:t>后的塑性值的比率。</w:t>
      </w:r>
    </w:p>
    <w:p w14:paraId="633C0893" w14:textId="77777777" w:rsidR="00C645D3" w:rsidRPr="00182986" w:rsidRDefault="00025C1B" w:rsidP="00025C1B">
      <w:pPr>
        <w:pStyle w:val="afff6"/>
        <w:numPr>
          <w:ilvl w:val="0"/>
          <w:numId w:val="0"/>
        </w:numPr>
        <w:ind w:left="426"/>
        <w:rPr>
          <w:rFonts w:ascii="仿宋_GB2312" w:eastAsia="仿宋_GB2312"/>
        </w:rPr>
      </w:pPr>
      <w:r w:rsidRPr="00182986">
        <w:rPr>
          <w:rFonts w:ascii="仿宋_GB2312" w:eastAsia="仿宋_GB2312" w:hint="eastAsia"/>
        </w:rPr>
        <w:t>[</w:t>
      </w:r>
      <w:r w:rsidR="00C05413">
        <w:rPr>
          <w:rFonts w:ascii="仿宋_GB2312" w:eastAsia="仿宋_GB2312" w:hint="eastAsia"/>
        </w:rPr>
        <w:t>来源：</w:t>
      </w:r>
      <w:r w:rsidRPr="00182986">
        <w:rPr>
          <w:rFonts w:ascii="仿宋_GB2312" w:eastAsia="仿宋_GB2312" w:hint="eastAsia"/>
        </w:rPr>
        <w:t>ISO 2930：</w:t>
      </w:r>
      <w:r w:rsidR="00C05413" w:rsidRPr="00182986">
        <w:rPr>
          <w:rFonts w:ascii="仿宋_GB2312" w:eastAsia="仿宋_GB2312" w:hint="eastAsia"/>
        </w:rPr>
        <w:t>20</w:t>
      </w:r>
      <w:r w:rsidR="00C05413">
        <w:rPr>
          <w:rFonts w:ascii="仿宋_GB2312" w:eastAsia="仿宋_GB2312" w:hint="eastAsia"/>
        </w:rPr>
        <w:t>17</w:t>
      </w:r>
      <w:r w:rsidR="00441A8A">
        <w:rPr>
          <w:rFonts w:ascii="仿宋_GB2312" w:eastAsia="仿宋_GB2312" w:hint="eastAsia"/>
        </w:rPr>
        <w:t>，定义3.2</w:t>
      </w:r>
      <w:r w:rsidRPr="00182986">
        <w:rPr>
          <w:rFonts w:ascii="仿宋_GB2312" w:eastAsia="仿宋_GB2312" w:hint="eastAsia"/>
        </w:rPr>
        <w:t>]</w:t>
      </w:r>
    </w:p>
    <w:p w14:paraId="1121CAE5"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塑性计</w:t>
      </w:r>
      <w:r w:rsidRPr="00251890">
        <w:rPr>
          <w:rFonts w:ascii="黑体" w:eastAsia="黑体" w:hAnsi="黑体"/>
        </w:rPr>
        <w:t xml:space="preserve">  </w:t>
      </w:r>
      <w:proofErr w:type="spellStart"/>
      <w:r w:rsidRPr="00251890">
        <w:rPr>
          <w:rFonts w:ascii="黑体" w:eastAsia="黑体" w:hAnsi="黑体"/>
        </w:rPr>
        <w:t>plastimeter</w:t>
      </w:r>
      <w:proofErr w:type="spellEnd"/>
      <w:r w:rsidRPr="00251890">
        <w:rPr>
          <w:rFonts w:ascii="黑体" w:eastAsia="黑体" w:hAnsi="黑体"/>
        </w:rPr>
        <w:t>, plastometer</w:t>
      </w:r>
    </w:p>
    <w:p w14:paraId="58715E59" w14:textId="77777777" w:rsidR="00C645D3" w:rsidRPr="0019200F" w:rsidRDefault="00C645D3" w:rsidP="00C645D3">
      <w:pPr>
        <w:pStyle w:val="affffffffffff7"/>
        <w:ind w:firstLineChars="200" w:firstLine="420"/>
        <w:rPr>
          <w:rFonts w:ascii="宋体" w:eastAsia="宋体" w:hAnsi="宋体"/>
        </w:rPr>
      </w:pPr>
      <w:r w:rsidRPr="0019200F">
        <w:rPr>
          <w:rFonts w:ascii="宋体" w:eastAsia="宋体" w:hAnsi="宋体"/>
        </w:rPr>
        <w:t>测量材料塑性的仪器。</w:t>
      </w:r>
    </w:p>
    <w:p w14:paraId="103D6E27" w14:textId="77777777" w:rsidR="00C645D3" w:rsidRPr="0019200F" w:rsidRDefault="00C645D3" w:rsidP="00A45079">
      <w:pPr>
        <w:pStyle w:val="afff6"/>
        <w:ind w:firstLine="52"/>
      </w:pPr>
      <w:r w:rsidRPr="0019200F">
        <w:t>英文中另一个词</w:t>
      </w:r>
      <w:r w:rsidRPr="0019200F">
        <w:t>“</w:t>
      </w:r>
      <w:r w:rsidRPr="0019200F">
        <w:t>plastometer</w:t>
      </w:r>
      <w:r w:rsidRPr="0019200F">
        <w:t>”</w:t>
      </w:r>
      <w:r w:rsidRPr="0019200F">
        <w:t>往往用作塑性计的同义词。但是，有些称为</w:t>
      </w:r>
      <w:r w:rsidRPr="0019200F">
        <w:t>“</w:t>
      </w:r>
      <w:r w:rsidRPr="0019200F">
        <w:t>plastometer</w:t>
      </w:r>
      <w:r w:rsidRPr="0019200F">
        <w:t>”</w:t>
      </w:r>
      <w:r w:rsidRPr="0019200F">
        <w:t>的商品化仪器并不测量塑性，而是测量一个固定负荷</w:t>
      </w:r>
      <w:r w:rsidRPr="0019200F">
        <w:rPr>
          <w:rFonts w:hint="eastAsia"/>
        </w:rPr>
        <w:t>在</w:t>
      </w:r>
      <w:r w:rsidRPr="0019200F">
        <w:t>产品上所产生的压陷深度。</w:t>
      </w:r>
    </w:p>
    <w:p w14:paraId="1FB77E46"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颜色指数</w:t>
      </w:r>
      <w:r w:rsidRPr="00251890">
        <w:rPr>
          <w:rFonts w:ascii="黑体" w:eastAsia="黑体" w:hAnsi="黑体"/>
        </w:rPr>
        <w:t xml:space="preserve">  </w:t>
      </w:r>
      <w:proofErr w:type="spellStart"/>
      <w:r w:rsidRPr="00251890">
        <w:rPr>
          <w:rFonts w:ascii="黑体" w:eastAsia="黑体" w:hAnsi="黑体"/>
        </w:rPr>
        <w:t>colour</w:t>
      </w:r>
      <w:proofErr w:type="spellEnd"/>
      <w:r w:rsidRPr="00251890">
        <w:rPr>
          <w:rFonts w:ascii="黑体" w:eastAsia="黑体" w:hAnsi="黑体"/>
        </w:rPr>
        <w:t xml:space="preserve"> index</w:t>
      </w:r>
    </w:p>
    <w:p w14:paraId="5D740E6E" w14:textId="77777777" w:rsidR="00C645D3" w:rsidRPr="00EB0396" w:rsidRDefault="00C645D3" w:rsidP="00C645D3">
      <w:pPr>
        <w:pStyle w:val="affffffffffff7"/>
        <w:ind w:firstLineChars="200" w:firstLine="420"/>
        <w:rPr>
          <w:rFonts w:eastAsia="宋体"/>
        </w:rPr>
      </w:pPr>
      <w:r w:rsidRPr="00EB0396">
        <w:rPr>
          <w:rFonts w:eastAsia="宋体"/>
        </w:rPr>
        <w:t>用规定厚度和形状的试</w:t>
      </w:r>
      <w:r w:rsidRPr="00EB0396">
        <w:rPr>
          <w:rFonts w:eastAsia="宋体" w:hint="eastAsia"/>
        </w:rPr>
        <w:t>样</w:t>
      </w:r>
      <w:r w:rsidRPr="00EB0396">
        <w:rPr>
          <w:rFonts w:eastAsia="宋体"/>
        </w:rPr>
        <w:t>与标准</w:t>
      </w:r>
      <w:r w:rsidRPr="00EB0396">
        <w:rPr>
          <w:rFonts w:eastAsia="宋体" w:hint="eastAsia"/>
        </w:rPr>
        <w:t>比</w:t>
      </w:r>
      <w:r w:rsidRPr="00EB0396">
        <w:rPr>
          <w:rFonts w:eastAsia="宋体"/>
        </w:rPr>
        <w:t>色玻璃在漫射光下比较所得的颜色刻度值。</w:t>
      </w:r>
    </w:p>
    <w:p w14:paraId="485A8B58"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门尼粘度</w:t>
      </w:r>
      <w:r w:rsidRPr="00251890">
        <w:rPr>
          <w:rFonts w:ascii="黑体" w:eastAsia="黑体" w:hAnsi="黑体"/>
        </w:rPr>
        <w:t xml:space="preserve">  Mooney viscosity</w:t>
      </w:r>
    </w:p>
    <w:p w14:paraId="54A092B3" w14:textId="77777777" w:rsidR="00C645D3" w:rsidRPr="0019200F" w:rsidRDefault="00C645D3" w:rsidP="00C645D3">
      <w:pPr>
        <w:pStyle w:val="affffffffffff7"/>
        <w:ind w:firstLineChars="200" w:firstLine="420"/>
        <w:rPr>
          <w:rFonts w:ascii="宋体" w:eastAsia="宋体" w:hAnsi="宋体"/>
        </w:rPr>
      </w:pPr>
      <w:r w:rsidRPr="0019200F">
        <w:rPr>
          <w:rFonts w:ascii="宋体" w:eastAsia="宋体" w:hAnsi="宋体"/>
        </w:rPr>
        <w:t>用</w:t>
      </w:r>
      <w:r w:rsidRPr="0019200F">
        <w:rPr>
          <w:rFonts w:ascii="宋体" w:eastAsia="宋体" w:hAnsi="宋体" w:hint="eastAsia"/>
        </w:rPr>
        <w:t>门尼</w:t>
      </w:r>
      <w:r w:rsidRPr="0019200F">
        <w:rPr>
          <w:rFonts w:ascii="宋体" w:eastAsia="宋体" w:hAnsi="宋体"/>
        </w:rPr>
        <w:t>剪切式圆盘</w:t>
      </w:r>
      <w:r w:rsidRPr="0019200F">
        <w:rPr>
          <w:rFonts w:ascii="宋体" w:eastAsia="宋体" w:hAnsi="宋体" w:hint="eastAsia"/>
        </w:rPr>
        <w:t>粘度计测定的生胶或混炼胶粘度的量值。</w:t>
      </w:r>
    </w:p>
    <w:p w14:paraId="2F28ADCD"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流变曲线图</w:t>
      </w:r>
      <w:r w:rsidRPr="00251890">
        <w:rPr>
          <w:rFonts w:ascii="黑体" w:eastAsia="黑体" w:hAnsi="黑体"/>
        </w:rPr>
        <w:t xml:space="preserve">  rheometer graph</w:t>
      </w:r>
    </w:p>
    <w:p w14:paraId="46A063F8" w14:textId="77777777" w:rsidR="00C645D3" w:rsidRPr="001D2EB6" w:rsidRDefault="00C645D3" w:rsidP="00C645D3">
      <w:pPr>
        <w:pStyle w:val="affffffffffff7"/>
        <w:ind w:firstLineChars="200" w:firstLine="420"/>
        <w:rPr>
          <w:rFonts w:eastAsia="宋体"/>
        </w:rPr>
      </w:pPr>
      <w:r w:rsidRPr="001D2EB6">
        <w:rPr>
          <w:rFonts w:eastAsia="宋体"/>
        </w:rPr>
        <w:t>用圆盘振荡</w:t>
      </w:r>
      <w:proofErr w:type="gramStart"/>
      <w:r w:rsidRPr="001D2EB6">
        <w:rPr>
          <w:rFonts w:eastAsia="宋体"/>
        </w:rPr>
        <w:t>硫化仪测定</w:t>
      </w:r>
      <w:proofErr w:type="gramEnd"/>
      <w:r w:rsidRPr="001D2EB6">
        <w:rPr>
          <w:rFonts w:eastAsia="宋体"/>
        </w:rPr>
        <w:t>橡胶胶料</w:t>
      </w:r>
      <w:r w:rsidRPr="001D2EB6">
        <w:rPr>
          <w:rFonts w:eastAsia="宋体" w:hint="eastAsia"/>
        </w:rPr>
        <w:t>在一定温度下</w:t>
      </w:r>
      <w:r w:rsidRPr="001D2EB6">
        <w:rPr>
          <w:rFonts w:eastAsia="宋体"/>
        </w:rPr>
        <w:t>粘度</w:t>
      </w:r>
      <w:r w:rsidRPr="001D2EB6">
        <w:rPr>
          <w:rFonts w:eastAsia="宋体" w:hint="eastAsia"/>
        </w:rPr>
        <w:t>随时间的变化</w:t>
      </w:r>
      <w:r w:rsidRPr="001D2EB6">
        <w:rPr>
          <w:rFonts w:eastAsia="宋体"/>
        </w:rPr>
        <w:t>曲线，表示橡胶的硫化</w:t>
      </w:r>
      <w:r w:rsidRPr="001D2EB6">
        <w:rPr>
          <w:rFonts w:eastAsia="宋体" w:hint="eastAsia"/>
        </w:rPr>
        <w:t>特性</w:t>
      </w:r>
      <w:r w:rsidRPr="001D2EB6">
        <w:rPr>
          <w:rFonts w:eastAsia="宋体"/>
        </w:rPr>
        <w:t>。</w:t>
      </w:r>
    </w:p>
    <w:p w14:paraId="1227FA69"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外观分级</w:t>
      </w:r>
      <w:r w:rsidRPr="001D2EB6">
        <w:rPr>
          <w:rFonts w:ascii="黑体" w:eastAsia="黑体" w:hAnsi="黑体"/>
        </w:rPr>
        <w:t xml:space="preserve">  visual grading</w:t>
      </w:r>
    </w:p>
    <w:p w14:paraId="22BE5567" w14:textId="77777777" w:rsidR="00C645D3" w:rsidRPr="001D2EB6" w:rsidRDefault="00C645D3" w:rsidP="00C645D3">
      <w:pPr>
        <w:pStyle w:val="affffffffffff7"/>
        <w:ind w:firstLineChars="200" w:firstLine="420"/>
        <w:rPr>
          <w:rFonts w:eastAsia="宋体"/>
        </w:rPr>
      </w:pPr>
      <w:r w:rsidRPr="001D2EB6">
        <w:rPr>
          <w:rFonts w:eastAsia="宋体"/>
        </w:rPr>
        <w:t>按照天然橡胶的技术规格文字说明并对照实物样本</w:t>
      </w:r>
      <w:r w:rsidRPr="001D2EB6">
        <w:rPr>
          <w:rFonts w:eastAsia="宋体" w:hint="eastAsia"/>
        </w:rPr>
        <w:t>对干</w:t>
      </w:r>
      <w:r w:rsidRPr="001D2EB6">
        <w:rPr>
          <w:rFonts w:eastAsia="宋体"/>
        </w:rPr>
        <w:t>胶片进行分级的方法。</w:t>
      </w:r>
    </w:p>
    <w:p w14:paraId="7ADF204A" w14:textId="77777777" w:rsidR="00251890" w:rsidRPr="00752486" w:rsidRDefault="00B17898" w:rsidP="00752486">
      <w:pPr>
        <w:pStyle w:val="afffffffffff9"/>
        <w:ind w:left="420" w:hangingChars="200" w:hanging="420"/>
        <w:rPr>
          <w:rFonts w:ascii="黑体" w:eastAsia="黑体" w:hAnsi="黑体"/>
          <w:b/>
        </w:rPr>
      </w:pPr>
      <w:r w:rsidRPr="00752486">
        <w:rPr>
          <w:rFonts w:ascii="黑体" w:eastAsia="黑体" w:hAnsi="黑体"/>
        </w:rPr>
        <w:br/>
      </w:r>
      <w:r w:rsidRPr="00752486">
        <w:rPr>
          <w:rFonts w:ascii="黑体" w:eastAsia="黑体" w:hAnsi="黑体" w:hint="eastAsia"/>
        </w:rPr>
        <w:t>国际实物标准样本</w:t>
      </w:r>
      <w:r w:rsidRPr="00752486">
        <w:rPr>
          <w:rFonts w:ascii="黑体" w:eastAsia="黑体" w:hAnsi="黑体"/>
        </w:rPr>
        <w:t xml:space="preserve">  master international sample</w:t>
      </w:r>
    </w:p>
    <w:p w14:paraId="5CE6A8D9"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国际样本母本</w:t>
      </w:r>
    </w:p>
    <w:p w14:paraId="17E87150" w14:textId="77777777" w:rsidR="00C645D3" w:rsidRPr="001D2EB6" w:rsidRDefault="00C645D3" w:rsidP="00C645D3">
      <w:pPr>
        <w:pStyle w:val="affffffffffff7"/>
        <w:ind w:firstLineChars="200" w:firstLine="420"/>
        <w:rPr>
          <w:rFonts w:eastAsia="宋体"/>
        </w:rPr>
      </w:pPr>
      <w:r w:rsidRPr="001D2EB6">
        <w:rPr>
          <w:rFonts w:eastAsia="宋体"/>
        </w:rPr>
        <w:lastRenderedPageBreak/>
        <w:t>是由国际橡胶质量和包装会议制定的生胶外观分级法的实物样本，放存于特殊贮藏条件下，作为国际样本的依据。</w:t>
      </w:r>
    </w:p>
    <w:p w14:paraId="4B4FD3CB"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法定国际实物样本</w:t>
      </w:r>
      <w:r w:rsidRPr="00251890">
        <w:rPr>
          <w:rFonts w:ascii="黑体" w:eastAsia="黑体" w:hAnsi="黑体"/>
        </w:rPr>
        <w:t xml:space="preserve">  official international sample</w:t>
      </w:r>
    </w:p>
    <w:p w14:paraId="507CE265"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正式国际样本</w:t>
      </w:r>
    </w:p>
    <w:p w14:paraId="620619C0" w14:textId="77777777" w:rsidR="00C645D3" w:rsidRPr="001D2EB6" w:rsidRDefault="00C645D3" w:rsidP="00C645D3">
      <w:pPr>
        <w:pStyle w:val="affffffffffff7"/>
        <w:ind w:firstLineChars="200" w:firstLine="420"/>
        <w:rPr>
          <w:rFonts w:eastAsia="宋体"/>
        </w:rPr>
      </w:pPr>
      <w:r w:rsidRPr="001D2EB6">
        <w:rPr>
          <w:rFonts w:eastAsia="宋体"/>
        </w:rPr>
        <w:t>根据国际</w:t>
      </w:r>
      <w:r w:rsidRPr="001D2EB6">
        <w:rPr>
          <w:rFonts w:eastAsia="宋体" w:hint="eastAsia"/>
        </w:rPr>
        <w:t>实物标准</w:t>
      </w:r>
      <w:r w:rsidRPr="001D2EB6">
        <w:rPr>
          <w:rFonts w:eastAsia="宋体"/>
        </w:rPr>
        <w:t>样本复制而成的橡胶实物样本，供签约组织成员使用</w:t>
      </w:r>
    </w:p>
    <w:p w14:paraId="1F16CB85"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复制国际实物样本</w:t>
      </w:r>
      <w:r w:rsidRPr="00251890">
        <w:rPr>
          <w:rFonts w:ascii="黑体" w:eastAsia="黑体" w:hAnsi="黑体"/>
        </w:rPr>
        <w:t xml:space="preserve">  copy international sample</w:t>
      </w:r>
    </w:p>
    <w:p w14:paraId="488A6EF4" w14:textId="77777777" w:rsidR="00C645D3" w:rsidRPr="001D2EB6" w:rsidRDefault="00C645D3" w:rsidP="00C645D3">
      <w:pPr>
        <w:pStyle w:val="affffffffffffff2"/>
        <w:ind w:firstLineChars="194" w:firstLine="407"/>
      </w:pPr>
      <w:r w:rsidRPr="001D2EB6">
        <w:t>根据法定国际</w:t>
      </w:r>
      <w:r w:rsidRPr="001D2EB6">
        <w:rPr>
          <w:rFonts w:hint="eastAsia"/>
        </w:rPr>
        <w:t>实物</w:t>
      </w:r>
      <w:r w:rsidRPr="001D2EB6">
        <w:t>样本复制而成的橡胶实物样本，供橡胶行业和商业中使用。</w:t>
      </w:r>
    </w:p>
    <w:p w14:paraId="01CF64FB"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proofErr w:type="gramStart"/>
      <w:r w:rsidRPr="00251890">
        <w:rPr>
          <w:rFonts w:ascii="黑体" w:eastAsia="黑体" w:hAnsi="黑体" w:hint="eastAsia"/>
        </w:rPr>
        <w:t>树皮屑点或</w:t>
      </w:r>
      <w:proofErr w:type="gramEnd"/>
      <w:r w:rsidRPr="00251890">
        <w:rPr>
          <w:rFonts w:ascii="黑体" w:eastAsia="黑体" w:hAnsi="黑体" w:hint="eastAsia"/>
        </w:rPr>
        <w:t>颗粒</w:t>
      </w:r>
      <w:r w:rsidRPr="00251890">
        <w:rPr>
          <w:rFonts w:ascii="黑体" w:eastAsia="黑体" w:hAnsi="黑体"/>
        </w:rPr>
        <w:t xml:space="preserve">  bark speck or particles</w:t>
      </w:r>
    </w:p>
    <w:p w14:paraId="0C619899" w14:textId="77777777" w:rsidR="00C645D3" w:rsidRPr="001D2EB6" w:rsidRDefault="00C645D3" w:rsidP="00C645D3">
      <w:pPr>
        <w:pStyle w:val="affffffffffff7"/>
        <w:ind w:firstLineChars="200" w:firstLine="420"/>
        <w:rPr>
          <w:rFonts w:eastAsia="宋体"/>
        </w:rPr>
      </w:pPr>
      <w:r w:rsidRPr="001D2EB6">
        <w:rPr>
          <w:rFonts w:eastAsia="宋体"/>
        </w:rPr>
        <w:t>橡胶中</w:t>
      </w:r>
      <w:proofErr w:type="gramStart"/>
      <w:r w:rsidRPr="001D2EB6">
        <w:rPr>
          <w:rFonts w:eastAsia="宋体"/>
        </w:rPr>
        <w:t>树皮屑点或</w:t>
      </w:r>
      <w:proofErr w:type="gramEnd"/>
      <w:r w:rsidRPr="001D2EB6">
        <w:rPr>
          <w:rFonts w:eastAsia="宋体"/>
        </w:rPr>
        <w:t>外来有机物的颗粒。</w:t>
      </w:r>
    </w:p>
    <w:p w14:paraId="1727EDE5"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返生胶</w:t>
      </w:r>
      <w:r w:rsidRPr="00251890">
        <w:rPr>
          <w:rFonts w:ascii="黑体" w:eastAsia="黑体" w:hAnsi="黑体"/>
        </w:rPr>
        <w:t xml:space="preserve">  bleached rubber</w:t>
      </w:r>
    </w:p>
    <w:p w14:paraId="71DE1929" w14:textId="77777777" w:rsidR="00C645D3" w:rsidRPr="001D2EB6" w:rsidRDefault="00C645D3" w:rsidP="00C645D3">
      <w:pPr>
        <w:pStyle w:val="affffffffffff7"/>
        <w:ind w:firstLineChars="200" w:firstLine="420"/>
        <w:rPr>
          <w:rFonts w:eastAsia="宋体"/>
        </w:rPr>
      </w:pPr>
      <w:r w:rsidRPr="001D2EB6">
        <w:rPr>
          <w:rFonts w:eastAsia="宋体"/>
        </w:rPr>
        <w:t>已受潮和吸收</w:t>
      </w:r>
      <w:r w:rsidRPr="001D2EB6">
        <w:rPr>
          <w:rFonts w:eastAsia="宋体" w:hint="eastAsia"/>
        </w:rPr>
        <w:t>一定量</w:t>
      </w:r>
      <w:r w:rsidRPr="001D2EB6">
        <w:rPr>
          <w:rFonts w:eastAsia="宋体"/>
        </w:rPr>
        <w:t>的水分的橡胶。</w:t>
      </w:r>
    </w:p>
    <w:p w14:paraId="70782693"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缺陷</w:t>
      </w:r>
      <w:r w:rsidRPr="00251890">
        <w:rPr>
          <w:rFonts w:ascii="黑体" w:eastAsia="黑体" w:hAnsi="黑体"/>
        </w:rPr>
        <w:t xml:space="preserve">  blemishes</w:t>
      </w:r>
    </w:p>
    <w:p w14:paraId="4C6CD48E" w14:textId="77777777" w:rsidR="00C645D3" w:rsidRPr="001D2EB6" w:rsidRDefault="00C645D3" w:rsidP="00C645D3">
      <w:pPr>
        <w:pStyle w:val="affffffffffff7"/>
        <w:ind w:firstLineChars="200" w:firstLine="420"/>
        <w:rPr>
          <w:rFonts w:eastAsia="宋体"/>
        </w:rPr>
      </w:pPr>
      <w:r w:rsidRPr="001D2EB6">
        <w:rPr>
          <w:rFonts w:eastAsia="宋体"/>
        </w:rPr>
        <w:t>在生胶外观分级时，橡胶存在</w:t>
      </w:r>
      <w:r w:rsidRPr="001D2EB6">
        <w:rPr>
          <w:rFonts w:eastAsia="宋体" w:hint="eastAsia"/>
        </w:rPr>
        <w:t>的污染</w:t>
      </w:r>
      <w:r w:rsidRPr="001D2EB6">
        <w:rPr>
          <w:rFonts w:eastAsia="宋体"/>
        </w:rPr>
        <w:t>、斑点或损伤等</w:t>
      </w:r>
      <w:r w:rsidRPr="001D2EB6">
        <w:rPr>
          <w:rFonts w:eastAsia="宋体" w:hint="eastAsia"/>
        </w:rPr>
        <w:t>质量</w:t>
      </w:r>
      <w:r w:rsidRPr="001D2EB6">
        <w:rPr>
          <w:rFonts w:eastAsia="宋体"/>
        </w:rPr>
        <w:t>缺陷。</w:t>
      </w:r>
    </w:p>
    <w:p w14:paraId="06232EDF" w14:textId="77777777" w:rsidR="00BD11B9" w:rsidRPr="001D2EB6" w:rsidRDefault="00BD11B9" w:rsidP="00BD11B9">
      <w:pPr>
        <w:pStyle w:val="afff6"/>
        <w:ind w:firstLine="52"/>
      </w:pPr>
      <w:r w:rsidRPr="001D2EB6">
        <w:rPr>
          <w:rFonts w:hint="eastAsia"/>
        </w:rPr>
        <w:t>橡胶制品也存在污染、斑点、流痕、缺胶等质量缺陷。</w:t>
      </w:r>
    </w:p>
    <w:p w14:paraId="0EC9C7FA"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火泡</w:t>
      </w:r>
      <w:r w:rsidRPr="00251890">
        <w:rPr>
          <w:rFonts w:ascii="黑体" w:eastAsia="黑体" w:hAnsi="黑体"/>
        </w:rPr>
        <w:t xml:space="preserve">  blister  </w:t>
      </w:r>
    </w:p>
    <w:p w14:paraId="6E0986AD" w14:textId="77777777" w:rsidR="00C645D3" w:rsidRDefault="00C645D3" w:rsidP="00C645D3">
      <w:pPr>
        <w:pStyle w:val="affffffffffff7"/>
        <w:ind w:firstLineChars="200" w:firstLine="420"/>
        <w:rPr>
          <w:rFonts w:eastAsia="宋体"/>
        </w:rPr>
      </w:pPr>
      <w:r w:rsidRPr="00961E73">
        <w:rPr>
          <w:rFonts w:eastAsia="宋体"/>
        </w:rPr>
        <w:t>橡胶产品中引起表面变形的空腔或气囊等缺陷。</w:t>
      </w:r>
    </w:p>
    <w:p w14:paraId="7E809846" w14:textId="77777777" w:rsidR="00BD11B9" w:rsidRPr="00D763E8" w:rsidRDefault="00BD11B9" w:rsidP="00D763E8">
      <w:pPr>
        <w:pStyle w:val="Char1"/>
        <w:ind w:firstLine="360"/>
        <w:rPr>
          <w:sz w:val="20"/>
        </w:rPr>
      </w:pPr>
      <w:r w:rsidRPr="00D763E8">
        <w:rPr>
          <w:rFonts w:ascii="仿宋_GB2312" w:eastAsia="仿宋_GB2312" w:hint="eastAsia"/>
          <w:sz w:val="18"/>
        </w:rPr>
        <w:t>[</w:t>
      </w:r>
      <w:r w:rsidR="008A4DBF">
        <w:rPr>
          <w:rFonts w:ascii="仿宋_GB2312" w:eastAsia="仿宋_GB2312" w:hint="eastAsia"/>
          <w:sz w:val="18"/>
        </w:rPr>
        <w:t>来源：</w:t>
      </w:r>
      <w:r w:rsidRPr="00D763E8">
        <w:rPr>
          <w:rFonts w:ascii="仿宋_GB2312" w:eastAsia="仿宋_GB2312" w:hint="eastAsia"/>
          <w:sz w:val="18"/>
        </w:rPr>
        <w:t>GB/T 9881-2008</w:t>
      </w:r>
      <w:r w:rsidR="007F7975">
        <w:rPr>
          <w:rFonts w:ascii="仿宋_GB2312" w:eastAsia="仿宋_GB2312" w:hint="eastAsia"/>
          <w:sz w:val="18"/>
        </w:rPr>
        <w:t>，</w:t>
      </w:r>
      <w:r w:rsidR="008A4DBF">
        <w:rPr>
          <w:rFonts w:ascii="仿宋_GB2312" w:eastAsia="仿宋_GB2312" w:hint="eastAsia"/>
          <w:sz w:val="18"/>
        </w:rPr>
        <w:t>2.46</w:t>
      </w:r>
      <w:r w:rsidRPr="00D763E8">
        <w:rPr>
          <w:rFonts w:ascii="仿宋_GB2312" w:eastAsia="仿宋_GB2312" w:hint="eastAsia"/>
          <w:sz w:val="18"/>
        </w:rPr>
        <w:t>，</w:t>
      </w:r>
      <w:r w:rsidR="007F7975">
        <w:rPr>
          <w:rFonts w:ascii="仿宋_GB2312" w:eastAsia="仿宋_GB2312" w:hint="eastAsia"/>
          <w:sz w:val="18"/>
        </w:rPr>
        <w:t>有修改</w:t>
      </w:r>
      <w:r w:rsidRPr="00D763E8">
        <w:rPr>
          <w:rFonts w:ascii="仿宋_GB2312" w:eastAsia="仿宋_GB2312" w:hint="eastAsia"/>
          <w:sz w:val="18"/>
        </w:rPr>
        <w:t>]</w:t>
      </w:r>
    </w:p>
    <w:p w14:paraId="265EB855" w14:textId="77777777" w:rsidR="00C645D3" w:rsidRPr="00045F67" w:rsidRDefault="00C645D3" w:rsidP="00045F67">
      <w:pPr>
        <w:pStyle w:val="afff6"/>
        <w:adjustRightInd w:val="0"/>
        <w:snapToGrid w:val="0"/>
        <w:ind w:firstLine="51"/>
      </w:pPr>
      <w:r w:rsidRPr="00045F67">
        <w:rPr>
          <w:rFonts w:hint="eastAsia"/>
        </w:rPr>
        <w:t>有些文献采用“气泡”表示该术语。本标准中，术语“气泡”表示的是胶乳加工成干胶的过程中出现的一种质量缺陷（参见：气泡</w:t>
      </w:r>
      <w:r w:rsidR="00A02E59" w:rsidRPr="00045F67">
        <w:t>7</w:t>
      </w:r>
      <w:r w:rsidRPr="00045F67">
        <w:rPr>
          <w:rFonts w:hint="eastAsia"/>
        </w:rPr>
        <w:t>．3．8），是由于混进胶乳中的空气或胶乳发酵形成的；而火泡则是由于橡胶本身或橡胶中的一些组分热分解形成的。彼此有一定的差异。另外，胶乳工业中，搅拌或混合胶乳也会产生“气泡”，本标准采用术语“泡沫”表示该类“气泡”。</w:t>
      </w:r>
    </w:p>
    <w:p w14:paraId="1AD254F2"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气泡</w:t>
      </w:r>
      <w:r w:rsidRPr="00251890">
        <w:rPr>
          <w:rFonts w:ascii="黑体" w:eastAsia="黑体" w:hAnsi="黑体"/>
        </w:rPr>
        <w:t xml:space="preserve">  bubbles</w:t>
      </w:r>
    </w:p>
    <w:p w14:paraId="12118702" w14:textId="77777777" w:rsidR="00C645D3" w:rsidRPr="001D2EB6" w:rsidRDefault="00C645D3" w:rsidP="00C645D3">
      <w:pPr>
        <w:pStyle w:val="affffffffffff7"/>
        <w:ind w:firstLineChars="200" w:firstLine="420"/>
        <w:rPr>
          <w:rFonts w:eastAsia="宋体"/>
        </w:rPr>
      </w:pPr>
      <w:r w:rsidRPr="001D2EB6">
        <w:rPr>
          <w:rFonts w:eastAsia="宋体"/>
        </w:rPr>
        <w:t>在制胶过程中，由于</w:t>
      </w:r>
      <w:r w:rsidRPr="001D2EB6">
        <w:rPr>
          <w:rFonts w:eastAsia="宋体" w:hint="eastAsia"/>
        </w:rPr>
        <w:t>胶乳混进空气或轻微发酵，在</w:t>
      </w:r>
      <w:r w:rsidRPr="001D2EB6">
        <w:rPr>
          <w:rFonts w:eastAsia="宋体"/>
        </w:rPr>
        <w:t>胶片</w:t>
      </w:r>
      <w:r w:rsidRPr="001D2EB6">
        <w:rPr>
          <w:rFonts w:eastAsia="宋体" w:hint="eastAsia"/>
        </w:rPr>
        <w:t>内形成的表面不</w:t>
      </w:r>
      <w:r w:rsidRPr="001D2EB6">
        <w:rPr>
          <w:rFonts w:eastAsia="宋体"/>
        </w:rPr>
        <w:t>发粘的</w:t>
      </w:r>
      <w:r w:rsidRPr="001D2EB6">
        <w:rPr>
          <w:rFonts w:eastAsia="宋体" w:hint="eastAsia"/>
        </w:rPr>
        <w:t>圆形小气囊</w:t>
      </w:r>
      <w:r w:rsidRPr="001D2EB6">
        <w:rPr>
          <w:rFonts w:eastAsia="宋体"/>
        </w:rPr>
        <w:t>。</w:t>
      </w:r>
    </w:p>
    <w:p w14:paraId="457508F4"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烧焦胶片</w:t>
      </w:r>
      <w:r w:rsidRPr="00251890">
        <w:rPr>
          <w:rFonts w:ascii="黑体" w:eastAsia="黑体" w:hAnsi="黑体"/>
        </w:rPr>
        <w:t xml:space="preserve">  burnt sheet</w:t>
      </w:r>
    </w:p>
    <w:p w14:paraId="35E55F71" w14:textId="77777777" w:rsidR="00C645D3" w:rsidRPr="001D2EB6" w:rsidRDefault="00C645D3" w:rsidP="00C645D3">
      <w:pPr>
        <w:pStyle w:val="affffffffffff7"/>
        <w:ind w:firstLineChars="200" w:firstLine="420"/>
        <w:rPr>
          <w:rFonts w:eastAsia="宋体"/>
        </w:rPr>
      </w:pPr>
      <w:r w:rsidRPr="001D2EB6">
        <w:rPr>
          <w:rFonts w:eastAsia="宋体"/>
        </w:rPr>
        <w:t>由于熏烟时太靠近烟火，已烧焦氧化变黑的胶片。</w:t>
      </w:r>
    </w:p>
    <w:p w14:paraId="3B8B53FC"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铜和锰污染</w:t>
      </w:r>
      <w:r w:rsidRPr="00251890">
        <w:rPr>
          <w:rFonts w:ascii="黑体" w:eastAsia="黑体" w:hAnsi="黑体"/>
        </w:rPr>
        <w:t xml:space="preserve">  copper and manganese contamination</w:t>
      </w:r>
    </w:p>
    <w:p w14:paraId="6B21AD88" w14:textId="77777777" w:rsidR="00C645D3" w:rsidRPr="001D2EB6" w:rsidRDefault="00C645D3" w:rsidP="00C645D3">
      <w:pPr>
        <w:pStyle w:val="affffffffffff7"/>
        <w:ind w:firstLineChars="200" w:firstLine="420"/>
        <w:rPr>
          <w:rFonts w:eastAsia="宋体"/>
        </w:rPr>
      </w:pPr>
      <w:r w:rsidRPr="001D2EB6">
        <w:rPr>
          <w:rFonts w:eastAsia="宋体"/>
        </w:rPr>
        <w:t>由存在于橡胶中</w:t>
      </w:r>
      <w:r w:rsidRPr="001D2EB6">
        <w:rPr>
          <w:rFonts w:eastAsia="宋体" w:hint="eastAsia"/>
        </w:rPr>
        <w:t>的</w:t>
      </w:r>
      <w:r w:rsidRPr="001D2EB6">
        <w:rPr>
          <w:rFonts w:eastAsia="宋体"/>
        </w:rPr>
        <w:t>铜或锰的化合物引起</w:t>
      </w:r>
      <w:r w:rsidRPr="001D2EB6">
        <w:rPr>
          <w:rFonts w:eastAsia="宋体" w:hint="eastAsia"/>
        </w:rPr>
        <w:t>的橡胶</w:t>
      </w:r>
      <w:r w:rsidRPr="001D2EB6">
        <w:rPr>
          <w:rFonts w:eastAsia="宋体"/>
        </w:rPr>
        <w:t>发粘、变软和氧化</w:t>
      </w:r>
      <w:r w:rsidRPr="001D2EB6">
        <w:rPr>
          <w:rFonts w:eastAsia="宋体" w:hint="eastAsia"/>
        </w:rPr>
        <w:t>现象</w:t>
      </w:r>
      <w:r w:rsidRPr="001D2EB6">
        <w:rPr>
          <w:rFonts w:eastAsia="宋体"/>
        </w:rPr>
        <w:t>。当铜含量超过</w:t>
      </w:r>
      <w:r w:rsidRPr="001D2EB6">
        <w:rPr>
          <w:rFonts w:ascii="宋体" w:eastAsia="宋体" w:hAnsi="宋体"/>
        </w:rPr>
        <w:t>8</w:t>
      </w:r>
      <w:r w:rsidRPr="001D2EB6">
        <w:rPr>
          <w:rFonts w:ascii="宋体" w:eastAsia="宋体" w:hAnsi="宋体" w:hint="eastAsia"/>
        </w:rPr>
        <w:t>×10</w:t>
      </w:r>
      <w:r w:rsidRPr="001D2EB6">
        <w:rPr>
          <w:rFonts w:ascii="宋体" w:eastAsia="宋体" w:hAnsi="宋体" w:hint="eastAsia"/>
          <w:vertAlign w:val="superscript"/>
        </w:rPr>
        <w:t>-6</w:t>
      </w:r>
      <w:r w:rsidR="008A4DBF">
        <w:rPr>
          <w:rFonts w:ascii="宋体" w:eastAsia="宋体" w:hAnsi="宋体" w:hint="eastAsia"/>
        </w:rPr>
        <w:t>mg/kg</w:t>
      </w:r>
      <w:r w:rsidRPr="001D2EB6">
        <w:rPr>
          <w:rFonts w:eastAsia="宋体"/>
        </w:rPr>
        <w:t>，</w:t>
      </w:r>
      <w:proofErr w:type="gramStart"/>
      <w:r w:rsidRPr="001D2EB6">
        <w:rPr>
          <w:rFonts w:eastAsia="宋体"/>
        </w:rPr>
        <w:t>锰超过</w:t>
      </w:r>
      <w:proofErr w:type="gramEnd"/>
      <w:r w:rsidRPr="001D2EB6">
        <w:rPr>
          <w:rFonts w:eastAsia="宋体"/>
        </w:rPr>
        <w:t>1</w:t>
      </w:r>
      <w:r w:rsidRPr="001D2EB6">
        <w:rPr>
          <w:rFonts w:ascii="宋体" w:eastAsia="宋体" w:hAnsi="宋体"/>
        </w:rPr>
        <w:t>0</w:t>
      </w:r>
      <w:r w:rsidRPr="001D2EB6">
        <w:rPr>
          <w:rFonts w:ascii="宋体" w:eastAsia="宋体" w:hAnsi="宋体" w:hint="eastAsia"/>
        </w:rPr>
        <w:t>×10</w:t>
      </w:r>
      <w:r w:rsidRPr="001D2EB6">
        <w:rPr>
          <w:rFonts w:ascii="宋体" w:eastAsia="宋体" w:hAnsi="宋体" w:hint="eastAsia"/>
          <w:vertAlign w:val="superscript"/>
        </w:rPr>
        <w:t>-6</w:t>
      </w:r>
      <w:r w:rsidR="008A4DBF">
        <w:rPr>
          <w:rFonts w:ascii="宋体" w:eastAsia="宋体" w:hAnsi="宋体" w:hint="eastAsia"/>
        </w:rPr>
        <w:t>mg/kg</w:t>
      </w:r>
      <w:r w:rsidRPr="001D2EB6">
        <w:rPr>
          <w:rFonts w:eastAsia="宋体"/>
        </w:rPr>
        <w:t>时，称橡胶受到铜和锰污染。</w:t>
      </w:r>
    </w:p>
    <w:p w14:paraId="060B2316"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污秽包装</w:t>
      </w:r>
      <w:r w:rsidRPr="00251890">
        <w:rPr>
          <w:rFonts w:ascii="黑体" w:eastAsia="黑体" w:hAnsi="黑体"/>
        </w:rPr>
        <w:t xml:space="preserve">  dirty packing</w:t>
      </w:r>
    </w:p>
    <w:p w14:paraId="744DAD06" w14:textId="77777777" w:rsidR="00C645D3" w:rsidRPr="001D2EB6" w:rsidRDefault="00C645D3" w:rsidP="00C645D3">
      <w:pPr>
        <w:pStyle w:val="affffffffffff7"/>
        <w:ind w:firstLineChars="200" w:firstLine="420"/>
        <w:rPr>
          <w:rFonts w:eastAsia="宋体"/>
        </w:rPr>
      </w:pPr>
      <w:r w:rsidRPr="001D2EB6">
        <w:rPr>
          <w:rFonts w:eastAsia="宋体"/>
        </w:rPr>
        <w:t>夹杂有草、麦穗、藤丝、纸、碎布、木屑等其他外来物质的胶包。</w:t>
      </w:r>
    </w:p>
    <w:p w14:paraId="62F3BB8F"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 xml:space="preserve">变色  </w:t>
      </w:r>
      <w:r w:rsidRPr="00251890">
        <w:rPr>
          <w:rFonts w:ascii="黑体" w:eastAsia="黑体" w:hAnsi="黑体"/>
        </w:rPr>
        <w:t>discoloration</w:t>
      </w:r>
    </w:p>
    <w:p w14:paraId="3B6F4ADF" w14:textId="77777777" w:rsidR="00C645D3" w:rsidRPr="001D2EB6" w:rsidRDefault="00C645D3" w:rsidP="00C645D3">
      <w:pPr>
        <w:pStyle w:val="affffffffffff7"/>
        <w:ind w:firstLineChars="200" w:firstLine="420"/>
        <w:rPr>
          <w:rFonts w:ascii="宋体" w:eastAsia="宋体" w:hAnsi="宋体"/>
        </w:rPr>
      </w:pPr>
      <w:proofErr w:type="gramStart"/>
      <w:r w:rsidRPr="001D2EB6">
        <w:rPr>
          <w:rFonts w:ascii="宋体" w:eastAsia="宋体" w:hAnsi="宋体"/>
        </w:rPr>
        <w:t>由于胶包内</w:t>
      </w:r>
      <w:r w:rsidRPr="001D2EB6">
        <w:rPr>
          <w:rFonts w:ascii="宋体" w:eastAsia="宋体" w:hAnsi="宋体" w:hint="eastAsia"/>
        </w:rPr>
        <w:t>存</w:t>
      </w:r>
      <w:proofErr w:type="gramEnd"/>
      <w:r w:rsidRPr="001D2EB6">
        <w:rPr>
          <w:rFonts w:ascii="宋体" w:eastAsia="宋体" w:hAnsi="宋体" w:hint="eastAsia"/>
        </w:rPr>
        <w:t>在尚</w:t>
      </w:r>
      <w:r w:rsidRPr="001D2EB6">
        <w:rPr>
          <w:rFonts w:ascii="宋体" w:eastAsia="宋体" w:hAnsi="宋体"/>
        </w:rPr>
        <w:t>未干透的橡胶</w:t>
      </w:r>
      <w:r w:rsidRPr="001D2EB6">
        <w:rPr>
          <w:rFonts w:ascii="宋体" w:eastAsia="宋体" w:hAnsi="宋体" w:hint="eastAsia"/>
        </w:rPr>
        <w:t>，</w:t>
      </w:r>
      <w:r w:rsidRPr="001D2EB6">
        <w:rPr>
          <w:rFonts w:ascii="宋体" w:eastAsia="宋体" w:hAnsi="宋体"/>
        </w:rPr>
        <w:t>引起橡胶</w:t>
      </w:r>
      <w:r w:rsidRPr="001D2EB6">
        <w:rPr>
          <w:rFonts w:ascii="宋体" w:eastAsia="宋体" w:hAnsi="宋体" w:hint="eastAsia"/>
        </w:rPr>
        <w:t>出现</w:t>
      </w:r>
      <w:r w:rsidRPr="001D2EB6">
        <w:rPr>
          <w:rFonts w:ascii="宋体" w:eastAsia="宋体" w:hAnsi="宋体"/>
        </w:rPr>
        <w:t>发霉、生化降解</w:t>
      </w:r>
      <w:r w:rsidRPr="001D2EB6">
        <w:rPr>
          <w:rFonts w:ascii="宋体" w:eastAsia="宋体" w:hAnsi="宋体" w:hint="eastAsia"/>
        </w:rPr>
        <w:t>并释放出</w:t>
      </w:r>
      <w:r w:rsidRPr="001D2EB6">
        <w:rPr>
          <w:rFonts w:ascii="宋体" w:eastAsia="宋体" w:hAnsi="宋体"/>
        </w:rPr>
        <w:t>臭味</w:t>
      </w:r>
      <w:r w:rsidRPr="001D2EB6">
        <w:rPr>
          <w:rFonts w:ascii="宋体" w:eastAsia="宋体" w:hAnsi="宋体" w:hint="eastAsia"/>
        </w:rPr>
        <w:t>，同时</w:t>
      </w:r>
      <w:proofErr w:type="gramStart"/>
      <w:r w:rsidRPr="001D2EB6">
        <w:rPr>
          <w:rFonts w:ascii="宋体" w:eastAsia="宋体" w:hAnsi="宋体" w:hint="eastAsia"/>
        </w:rPr>
        <w:t>导致</w:t>
      </w:r>
      <w:r w:rsidRPr="001D2EB6">
        <w:rPr>
          <w:rFonts w:ascii="宋体" w:eastAsia="宋体" w:hAnsi="宋体"/>
        </w:rPr>
        <w:t>胶包</w:t>
      </w:r>
      <w:r w:rsidRPr="001D2EB6">
        <w:rPr>
          <w:rFonts w:ascii="宋体" w:eastAsia="宋体" w:hAnsi="宋体" w:hint="eastAsia"/>
        </w:rPr>
        <w:t>的</w:t>
      </w:r>
      <w:proofErr w:type="gramEnd"/>
      <w:r w:rsidRPr="001D2EB6">
        <w:rPr>
          <w:rFonts w:ascii="宋体" w:eastAsia="宋体" w:hAnsi="宋体" w:hint="eastAsia"/>
        </w:rPr>
        <w:t>颜色发生变化的现象</w:t>
      </w:r>
      <w:r w:rsidRPr="001D2EB6">
        <w:rPr>
          <w:rFonts w:ascii="宋体" w:eastAsia="宋体" w:hAnsi="宋体"/>
        </w:rPr>
        <w:t>。</w:t>
      </w:r>
    </w:p>
    <w:p w14:paraId="37981265"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lastRenderedPageBreak/>
        <w:br/>
      </w:r>
      <w:r w:rsidRPr="00251890">
        <w:rPr>
          <w:rFonts w:ascii="黑体" w:eastAsia="黑体" w:hAnsi="黑体" w:hint="eastAsia"/>
        </w:rPr>
        <w:t>干燥橡胶</w:t>
      </w:r>
      <w:r w:rsidRPr="00251890">
        <w:rPr>
          <w:rFonts w:ascii="黑体" w:eastAsia="黑体" w:hAnsi="黑体"/>
        </w:rPr>
        <w:t xml:space="preserve">  dry rubber</w:t>
      </w:r>
    </w:p>
    <w:p w14:paraId="60068E2C" w14:textId="77777777" w:rsidR="00C645D3" w:rsidRPr="001D2EB6" w:rsidRDefault="00C645D3" w:rsidP="00C645D3">
      <w:pPr>
        <w:pStyle w:val="affffffffffff7"/>
        <w:ind w:firstLineChars="200" w:firstLine="420"/>
        <w:rPr>
          <w:rFonts w:eastAsia="宋体"/>
        </w:rPr>
      </w:pPr>
      <w:r w:rsidRPr="001D2EB6">
        <w:rPr>
          <w:rFonts w:eastAsia="宋体"/>
        </w:rPr>
        <w:t>根据外观分级，看不出有任何水分迹象的橡胶。</w:t>
      </w:r>
    </w:p>
    <w:p w14:paraId="768913E2"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坚实橡胶</w:t>
      </w:r>
      <w:r w:rsidRPr="00251890">
        <w:rPr>
          <w:rFonts w:ascii="黑体" w:eastAsia="黑体" w:hAnsi="黑体"/>
        </w:rPr>
        <w:t xml:space="preserve">  firm rubber</w:t>
      </w:r>
    </w:p>
    <w:p w14:paraId="03CCC682" w14:textId="77777777" w:rsidR="00C645D3" w:rsidRPr="001D2EB6" w:rsidRDefault="00C645D3" w:rsidP="00C645D3">
      <w:pPr>
        <w:pStyle w:val="affffffffffff7"/>
        <w:ind w:firstLineChars="200" w:firstLine="420"/>
        <w:rPr>
          <w:rFonts w:eastAsia="宋体"/>
        </w:rPr>
      </w:pPr>
      <w:r w:rsidRPr="001D2EB6">
        <w:rPr>
          <w:rFonts w:eastAsia="宋体"/>
        </w:rPr>
        <w:t>根据外观分级</w:t>
      </w:r>
      <w:r w:rsidRPr="001D2EB6">
        <w:rPr>
          <w:rFonts w:eastAsia="宋体" w:hint="eastAsia"/>
        </w:rPr>
        <w:t>，</w:t>
      </w:r>
      <w:r w:rsidRPr="001D2EB6">
        <w:rPr>
          <w:rFonts w:eastAsia="宋体"/>
        </w:rPr>
        <w:t>与脆弱</w:t>
      </w:r>
      <w:r w:rsidRPr="001D2EB6">
        <w:rPr>
          <w:rFonts w:eastAsia="宋体" w:hint="eastAsia"/>
        </w:rPr>
        <w:t>橡</w:t>
      </w:r>
      <w:r w:rsidRPr="001D2EB6">
        <w:rPr>
          <w:rFonts w:eastAsia="宋体"/>
        </w:rPr>
        <w:t>胶的状态不同</w:t>
      </w:r>
      <w:r w:rsidRPr="001D2EB6">
        <w:rPr>
          <w:rFonts w:eastAsia="宋体" w:hint="eastAsia"/>
        </w:rPr>
        <w:t>的</w:t>
      </w:r>
      <w:r w:rsidRPr="001D2EB6">
        <w:rPr>
          <w:rFonts w:eastAsia="宋体"/>
        </w:rPr>
        <w:t>均匀、强韧和结实的橡胶。</w:t>
      </w:r>
    </w:p>
    <w:p w14:paraId="61E81103"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发酵胶片</w:t>
      </w:r>
      <w:r w:rsidRPr="00251890">
        <w:rPr>
          <w:rFonts w:ascii="黑体" w:eastAsia="黑体" w:hAnsi="黑体"/>
        </w:rPr>
        <w:t xml:space="preserve">  frothy sheet</w:t>
      </w:r>
    </w:p>
    <w:p w14:paraId="1EE18B3D" w14:textId="77777777" w:rsidR="00C645D3" w:rsidRPr="001D2EB6" w:rsidRDefault="00C645D3" w:rsidP="00C645D3">
      <w:pPr>
        <w:pStyle w:val="affffffffffff7"/>
        <w:ind w:firstLineChars="200" w:firstLine="420"/>
        <w:rPr>
          <w:rFonts w:eastAsia="宋体"/>
        </w:rPr>
      </w:pPr>
      <w:r w:rsidRPr="001D2EB6">
        <w:rPr>
          <w:rFonts w:eastAsia="宋体"/>
        </w:rPr>
        <w:t>胶乳在凝固</w:t>
      </w:r>
      <w:r w:rsidRPr="001D2EB6">
        <w:rPr>
          <w:rFonts w:eastAsia="宋体" w:hint="eastAsia"/>
        </w:rPr>
        <w:t>阶段</w:t>
      </w:r>
      <w:r w:rsidRPr="001D2EB6">
        <w:rPr>
          <w:rFonts w:eastAsia="宋体"/>
        </w:rPr>
        <w:t>过度发酵，</w:t>
      </w:r>
      <w:r w:rsidRPr="001D2EB6">
        <w:rPr>
          <w:rFonts w:eastAsia="宋体" w:hint="eastAsia"/>
        </w:rPr>
        <w:t>所制成的</w:t>
      </w:r>
      <w:r w:rsidRPr="001D2EB6">
        <w:rPr>
          <w:rFonts w:eastAsia="宋体"/>
        </w:rPr>
        <w:t>布满气泡</w:t>
      </w:r>
      <w:r w:rsidRPr="001D2EB6">
        <w:rPr>
          <w:rFonts w:eastAsia="宋体" w:hint="eastAsia"/>
        </w:rPr>
        <w:t>，有些</w:t>
      </w:r>
      <w:r w:rsidRPr="001D2EB6">
        <w:rPr>
          <w:rFonts w:eastAsia="宋体"/>
        </w:rPr>
        <w:t>发粘</w:t>
      </w:r>
      <w:r w:rsidRPr="001D2EB6">
        <w:rPr>
          <w:rFonts w:eastAsia="宋体" w:hint="eastAsia"/>
        </w:rPr>
        <w:t>、</w:t>
      </w:r>
      <w:r w:rsidRPr="001D2EB6">
        <w:rPr>
          <w:rFonts w:eastAsia="宋体"/>
        </w:rPr>
        <w:t>变软和变质的胶片。</w:t>
      </w:r>
    </w:p>
    <w:p w14:paraId="4DA77342"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外来物质</w:t>
      </w:r>
      <w:r w:rsidRPr="00251890">
        <w:rPr>
          <w:rFonts w:ascii="黑体" w:eastAsia="黑体" w:hAnsi="黑体"/>
        </w:rPr>
        <w:t xml:space="preserve">  foreign matter</w:t>
      </w:r>
    </w:p>
    <w:p w14:paraId="2BFD8B7C" w14:textId="77777777" w:rsidR="00C645D3" w:rsidRPr="001D2EB6" w:rsidRDefault="00C645D3" w:rsidP="00C645D3">
      <w:pPr>
        <w:pStyle w:val="affffffffffff7"/>
        <w:ind w:firstLineChars="200" w:firstLine="420"/>
        <w:rPr>
          <w:rFonts w:eastAsia="宋体"/>
        </w:rPr>
      </w:pPr>
      <w:r w:rsidRPr="001D2EB6">
        <w:rPr>
          <w:rFonts w:eastAsia="宋体"/>
        </w:rPr>
        <w:t>天然橡胶中除橡胶烃和胶乳中固有的天然物之外</w:t>
      </w:r>
      <w:r w:rsidRPr="001D2EB6">
        <w:rPr>
          <w:rFonts w:eastAsia="宋体" w:hint="eastAsia"/>
        </w:rPr>
        <w:t>的</w:t>
      </w:r>
      <w:r w:rsidRPr="001D2EB6">
        <w:rPr>
          <w:rFonts w:eastAsia="宋体"/>
        </w:rPr>
        <w:t>任何物质</w:t>
      </w:r>
      <w:r w:rsidRPr="001D2EB6">
        <w:rPr>
          <w:rFonts w:eastAsia="宋体" w:hint="eastAsia"/>
        </w:rPr>
        <w:t>的总</w:t>
      </w:r>
      <w:r w:rsidRPr="001D2EB6">
        <w:rPr>
          <w:rFonts w:eastAsia="宋体"/>
        </w:rPr>
        <w:t>称。</w:t>
      </w:r>
    </w:p>
    <w:p w14:paraId="38DCEC17"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过热橡胶</w:t>
      </w:r>
      <w:r w:rsidRPr="00251890">
        <w:rPr>
          <w:rFonts w:ascii="黑体" w:eastAsia="黑体" w:hAnsi="黑体"/>
        </w:rPr>
        <w:t xml:space="preserve">  heated rubber</w:t>
      </w:r>
    </w:p>
    <w:p w14:paraId="0E59F23E" w14:textId="77777777" w:rsidR="00C645D3" w:rsidRPr="001D2EB6" w:rsidRDefault="00C645D3" w:rsidP="00C645D3">
      <w:pPr>
        <w:pStyle w:val="affffffffffff7"/>
        <w:ind w:firstLineChars="200" w:firstLine="420"/>
        <w:rPr>
          <w:rFonts w:eastAsia="宋体"/>
        </w:rPr>
      </w:pPr>
      <w:r w:rsidRPr="001D2EB6">
        <w:rPr>
          <w:rFonts w:eastAsia="宋体"/>
        </w:rPr>
        <w:t>有</w:t>
      </w:r>
      <w:r w:rsidRPr="001D2EB6">
        <w:rPr>
          <w:rFonts w:eastAsia="宋体" w:hint="eastAsia"/>
        </w:rPr>
        <w:t>些</w:t>
      </w:r>
      <w:r w:rsidRPr="001D2EB6">
        <w:rPr>
          <w:rFonts w:eastAsia="宋体"/>
        </w:rPr>
        <w:t>变软</w:t>
      </w:r>
      <w:r w:rsidRPr="001D2EB6">
        <w:rPr>
          <w:rFonts w:eastAsia="宋体" w:hint="eastAsia"/>
        </w:rPr>
        <w:t>，并</w:t>
      </w:r>
      <w:r w:rsidRPr="001D2EB6">
        <w:rPr>
          <w:rFonts w:eastAsia="宋体"/>
        </w:rPr>
        <w:t>出现发粘的斑点或条痕的橡胶。</w:t>
      </w:r>
    </w:p>
    <w:p w14:paraId="2BAEFDBB"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污迹橡胶</w:t>
      </w:r>
      <w:r w:rsidRPr="00251890">
        <w:rPr>
          <w:rFonts w:ascii="黑体" w:eastAsia="黑体" w:hAnsi="黑体"/>
        </w:rPr>
        <w:t xml:space="preserve">  mottled rubber</w:t>
      </w:r>
    </w:p>
    <w:p w14:paraId="7348B42A" w14:textId="77777777" w:rsidR="00C645D3" w:rsidRPr="001D2EB6" w:rsidRDefault="00C645D3" w:rsidP="00C645D3">
      <w:pPr>
        <w:pStyle w:val="affffffffffff7"/>
        <w:ind w:firstLineChars="200" w:firstLine="420"/>
        <w:rPr>
          <w:rFonts w:eastAsia="宋体"/>
        </w:rPr>
      </w:pPr>
      <w:r w:rsidRPr="001D2EB6">
        <w:rPr>
          <w:rFonts w:eastAsia="宋体" w:hint="eastAsia"/>
        </w:rPr>
        <w:t>存在</w:t>
      </w:r>
      <w:r w:rsidRPr="001D2EB6">
        <w:rPr>
          <w:rFonts w:eastAsia="宋体"/>
        </w:rPr>
        <w:t>较深色的斑点</w:t>
      </w:r>
      <w:r w:rsidRPr="001D2EB6">
        <w:rPr>
          <w:rFonts w:eastAsia="宋体" w:hint="eastAsia"/>
        </w:rPr>
        <w:t>（包括</w:t>
      </w:r>
      <w:r w:rsidRPr="001D2EB6">
        <w:rPr>
          <w:rFonts w:eastAsia="宋体"/>
        </w:rPr>
        <w:t>由于真菌而形成的斑点</w:t>
      </w:r>
      <w:r w:rsidRPr="001D2EB6">
        <w:rPr>
          <w:rFonts w:eastAsia="宋体" w:hint="eastAsia"/>
        </w:rPr>
        <w:t>）</w:t>
      </w:r>
      <w:r w:rsidRPr="001D2EB6">
        <w:rPr>
          <w:rFonts w:eastAsia="宋体"/>
        </w:rPr>
        <w:t>、污迹或条痕的天然橡胶。</w:t>
      </w:r>
    </w:p>
    <w:p w14:paraId="4734A92B"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不透明胶片</w:t>
      </w:r>
      <w:r w:rsidRPr="00251890">
        <w:rPr>
          <w:rFonts w:ascii="黑体" w:eastAsia="黑体" w:hAnsi="黑体"/>
        </w:rPr>
        <w:t xml:space="preserve">  opaque rubber</w:t>
      </w:r>
    </w:p>
    <w:p w14:paraId="4A4A9E7A" w14:textId="77777777" w:rsidR="00C645D3" w:rsidRPr="001D2EB6" w:rsidRDefault="00C645D3" w:rsidP="00C645D3">
      <w:pPr>
        <w:pStyle w:val="affffffffffff7"/>
        <w:ind w:firstLineChars="200" w:firstLine="420"/>
        <w:rPr>
          <w:rFonts w:eastAsia="宋体"/>
        </w:rPr>
      </w:pPr>
      <w:r w:rsidRPr="001D2EB6">
        <w:rPr>
          <w:rFonts w:eastAsia="宋体"/>
        </w:rPr>
        <w:t>呈不透明状态的胶片。</w:t>
      </w:r>
    </w:p>
    <w:p w14:paraId="2BAE8F94"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熏烟过度胶片</w:t>
      </w:r>
      <w:r w:rsidRPr="00251890">
        <w:rPr>
          <w:rFonts w:ascii="黑体" w:eastAsia="黑体" w:hAnsi="黑体"/>
        </w:rPr>
        <w:t xml:space="preserve">  over smoked sheet</w:t>
      </w:r>
    </w:p>
    <w:p w14:paraId="62C6F1C3" w14:textId="77777777" w:rsidR="00C645D3" w:rsidRPr="001D2EB6" w:rsidRDefault="00C645D3" w:rsidP="00C645D3">
      <w:pPr>
        <w:pStyle w:val="affffffffffff7"/>
        <w:ind w:firstLineChars="200" w:firstLine="420"/>
        <w:rPr>
          <w:rFonts w:eastAsia="宋体"/>
        </w:rPr>
      </w:pPr>
      <w:r w:rsidRPr="001D2EB6">
        <w:rPr>
          <w:rFonts w:eastAsia="宋体"/>
        </w:rPr>
        <w:t>在熏烟过程中，由于烟分过浓，</w:t>
      </w:r>
      <w:r w:rsidRPr="001D2EB6">
        <w:rPr>
          <w:rFonts w:eastAsia="宋体" w:hint="eastAsia"/>
        </w:rPr>
        <w:t>而得到的</w:t>
      </w:r>
      <w:r w:rsidRPr="001D2EB6">
        <w:rPr>
          <w:rFonts w:eastAsia="宋体"/>
        </w:rPr>
        <w:t>几乎不透明的胶片。</w:t>
      </w:r>
    </w:p>
    <w:p w14:paraId="0535AD3F"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熏烟不透橡胶</w:t>
      </w:r>
      <w:r w:rsidRPr="00251890">
        <w:rPr>
          <w:rFonts w:ascii="黑体" w:eastAsia="黑体" w:hAnsi="黑体"/>
        </w:rPr>
        <w:t xml:space="preserve">  under-cured rubber</w:t>
      </w:r>
    </w:p>
    <w:p w14:paraId="7743F079" w14:textId="77777777" w:rsidR="00C645D3" w:rsidRPr="001D2EB6" w:rsidRDefault="00C645D3" w:rsidP="00C645D3">
      <w:pPr>
        <w:pStyle w:val="affffffffffff7"/>
        <w:ind w:firstLineChars="200" w:firstLine="420"/>
        <w:rPr>
          <w:rFonts w:eastAsia="宋体"/>
        </w:rPr>
      </w:pPr>
      <w:r w:rsidRPr="001D2EB6">
        <w:rPr>
          <w:rFonts w:eastAsia="宋体"/>
        </w:rPr>
        <w:t>在熏烟或干燥过程中，部分未彻底干透的橡胶。</w:t>
      </w:r>
    </w:p>
    <w:p w14:paraId="046D40B4"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氧化橡胶</w:t>
      </w:r>
      <w:r w:rsidRPr="00251890">
        <w:rPr>
          <w:rFonts w:ascii="黑体" w:eastAsia="黑体" w:hAnsi="黑体"/>
        </w:rPr>
        <w:t xml:space="preserve">  oxidized rubber</w:t>
      </w:r>
    </w:p>
    <w:p w14:paraId="6E57FED9" w14:textId="77777777" w:rsidR="00C645D3" w:rsidRPr="001D2EB6" w:rsidRDefault="00C645D3" w:rsidP="00C645D3">
      <w:pPr>
        <w:pStyle w:val="affffffffffff7"/>
        <w:ind w:firstLineChars="200" w:firstLine="420"/>
        <w:rPr>
          <w:rFonts w:eastAsia="宋体"/>
        </w:rPr>
      </w:pPr>
      <w:r w:rsidRPr="001D2EB6">
        <w:rPr>
          <w:rFonts w:eastAsia="宋体"/>
        </w:rPr>
        <w:t>橡胶烃</w:t>
      </w:r>
      <w:r w:rsidRPr="001D2EB6">
        <w:rPr>
          <w:rFonts w:eastAsia="宋体" w:hint="eastAsia"/>
        </w:rPr>
        <w:t>和</w:t>
      </w:r>
      <w:r w:rsidRPr="001D2EB6">
        <w:rPr>
          <w:rFonts w:eastAsia="宋体"/>
        </w:rPr>
        <w:t>乳清</w:t>
      </w:r>
      <w:r w:rsidRPr="001D2EB6">
        <w:rPr>
          <w:rFonts w:eastAsia="宋体" w:hint="eastAsia"/>
        </w:rPr>
        <w:t>（中的某些）</w:t>
      </w:r>
      <w:r w:rsidRPr="001D2EB6">
        <w:rPr>
          <w:rFonts w:eastAsia="宋体"/>
        </w:rPr>
        <w:t>物质</w:t>
      </w:r>
      <w:r w:rsidRPr="001D2EB6">
        <w:rPr>
          <w:rFonts w:eastAsia="宋体" w:hint="eastAsia"/>
        </w:rPr>
        <w:t>发生了</w:t>
      </w:r>
      <w:r w:rsidRPr="001D2EB6">
        <w:rPr>
          <w:rFonts w:eastAsia="宋体"/>
        </w:rPr>
        <w:t>氧化降解的橡胶。</w:t>
      </w:r>
    </w:p>
    <w:p w14:paraId="40D8B348"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胶锈  resinous matter 橡胶。外来物</w:t>
      </w:r>
    </w:p>
    <w:p w14:paraId="5462B316" w14:textId="77777777" w:rsidR="00C645D3" w:rsidRPr="001D2EB6" w:rsidRDefault="00C645D3" w:rsidP="00C645D3">
      <w:pPr>
        <w:pStyle w:val="affffffffffff7"/>
        <w:ind w:firstLineChars="200" w:firstLine="420"/>
        <w:rPr>
          <w:rFonts w:eastAsia="宋体"/>
        </w:rPr>
      </w:pPr>
      <w:r w:rsidRPr="001D2EB6">
        <w:rPr>
          <w:rFonts w:eastAsia="宋体" w:hint="eastAsia"/>
        </w:rPr>
        <w:t>在微生物的作用下，</w:t>
      </w:r>
      <w:proofErr w:type="gramStart"/>
      <w:r w:rsidRPr="001D2EB6">
        <w:rPr>
          <w:rFonts w:eastAsia="宋体" w:hint="eastAsia"/>
        </w:rPr>
        <w:t>某些</w:t>
      </w:r>
      <w:r w:rsidRPr="001D2EB6">
        <w:rPr>
          <w:rFonts w:eastAsia="宋体"/>
        </w:rPr>
        <w:t>非胶组分</w:t>
      </w:r>
      <w:proofErr w:type="gramEnd"/>
      <w:r w:rsidRPr="001D2EB6">
        <w:rPr>
          <w:rFonts w:eastAsia="宋体" w:hint="eastAsia"/>
        </w:rPr>
        <w:t>发生分解，在</w:t>
      </w:r>
      <w:r w:rsidRPr="001D2EB6">
        <w:rPr>
          <w:rFonts w:eastAsia="宋体"/>
        </w:rPr>
        <w:t>烟胶片表面</w:t>
      </w:r>
      <w:r w:rsidRPr="001D2EB6">
        <w:rPr>
          <w:rFonts w:eastAsia="宋体" w:hint="eastAsia"/>
        </w:rPr>
        <w:t>形成的</w:t>
      </w:r>
      <w:r w:rsidRPr="001D2EB6">
        <w:rPr>
          <w:rFonts w:eastAsia="宋体"/>
        </w:rPr>
        <w:t>铁锈状的褐色物质。</w:t>
      </w:r>
    </w:p>
    <w:p w14:paraId="697D3C57"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proofErr w:type="gramStart"/>
      <w:r w:rsidRPr="00251890">
        <w:rPr>
          <w:rFonts w:ascii="黑体" w:eastAsia="黑体" w:hAnsi="黑体" w:hint="eastAsia"/>
        </w:rPr>
        <w:t>油光面</w:t>
      </w:r>
      <w:proofErr w:type="gramEnd"/>
      <w:r w:rsidRPr="00251890">
        <w:rPr>
          <w:rFonts w:ascii="黑体" w:eastAsia="黑体" w:hAnsi="黑体"/>
        </w:rPr>
        <w:t xml:space="preserve">  greasy surface</w:t>
      </w:r>
    </w:p>
    <w:p w14:paraId="0480BE49" w14:textId="77777777" w:rsidR="00C645D3" w:rsidRPr="001D2EB6" w:rsidRDefault="00C645D3" w:rsidP="00C645D3">
      <w:pPr>
        <w:pStyle w:val="affffffffffff7"/>
        <w:ind w:firstLineChars="200" w:firstLine="420"/>
        <w:rPr>
          <w:rFonts w:eastAsia="宋体"/>
        </w:rPr>
      </w:pPr>
      <w:r w:rsidRPr="001D2EB6">
        <w:rPr>
          <w:rFonts w:eastAsia="宋体"/>
        </w:rPr>
        <w:t>由于制胶时用酸过多</w:t>
      </w:r>
      <w:r w:rsidRPr="001D2EB6">
        <w:rPr>
          <w:rFonts w:eastAsia="宋体" w:hint="eastAsia"/>
        </w:rPr>
        <w:t>，而且又</w:t>
      </w:r>
      <w:r w:rsidRPr="001D2EB6">
        <w:rPr>
          <w:rFonts w:eastAsia="宋体"/>
        </w:rPr>
        <w:t>未充分洗涤</w:t>
      </w:r>
      <w:r w:rsidRPr="001D2EB6">
        <w:rPr>
          <w:rFonts w:eastAsia="宋体" w:hint="eastAsia"/>
        </w:rPr>
        <w:t>，加之</w:t>
      </w:r>
      <w:r w:rsidRPr="001D2EB6">
        <w:rPr>
          <w:rFonts w:eastAsia="宋体"/>
        </w:rPr>
        <w:t>烟分过浓或干燥时通风不良</w:t>
      </w:r>
      <w:r w:rsidRPr="001D2EB6">
        <w:rPr>
          <w:rFonts w:eastAsia="宋体" w:hint="eastAsia"/>
        </w:rPr>
        <w:t>，导致</w:t>
      </w:r>
      <w:r w:rsidRPr="001D2EB6">
        <w:rPr>
          <w:rFonts w:eastAsia="宋体"/>
        </w:rPr>
        <w:t>胶片</w:t>
      </w:r>
      <w:r w:rsidRPr="001D2EB6">
        <w:rPr>
          <w:rFonts w:eastAsia="宋体" w:hint="eastAsia"/>
        </w:rPr>
        <w:t>的表面呈现出</w:t>
      </w:r>
      <w:r w:rsidRPr="001D2EB6">
        <w:rPr>
          <w:rFonts w:eastAsia="宋体"/>
        </w:rPr>
        <w:t>粘性滑腻的</w:t>
      </w:r>
      <w:r w:rsidRPr="001D2EB6">
        <w:rPr>
          <w:rFonts w:eastAsia="宋体" w:hint="eastAsia"/>
        </w:rPr>
        <w:t>感觉</w:t>
      </w:r>
      <w:r w:rsidRPr="001D2EB6">
        <w:rPr>
          <w:rFonts w:eastAsia="宋体"/>
        </w:rPr>
        <w:t>。</w:t>
      </w:r>
    </w:p>
    <w:p w14:paraId="5A10A07A" w14:textId="77777777" w:rsidR="00251890" w:rsidRPr="00FC3158" w:rsidRDefault="00B17898" w:rsidP="00FC3158">
      <w:pPr>
        <w:pStyle w:val="afffffffffff9"/>
        <w:ind w:left="420" w:hangingChars="200" w:hanging="420"/>
        <w:rPr>
          <w:rFonts w:ascii="黑体" w:eastAsia="黑体" w:hAnsi="黑体"/>
          <w:b/>
        </w:rPr>
      </w:pPr>
      <w:r w:rsidRPr="00FC3158">
        <w:rPr>
          <w:rFonts w:ascii="黑体" w:eastAsia="黑体" w:hAnsi="黑体"/>
        </w:rPr>
        <w:br/>
      </w:r>
      <w:r w:rsidRPr="00FC3158">
        <w:rPr>
          <w:rFonts w:ascii="黑体" w:eastAsia="黑体" w:hAnsi="黑体" w:hint="eastAsia"/>
        </w:rPr>
        <w:t>暗斑</w:t>
      </w:r>
      <w:r w:rsidRPr="00FC3158">
        <w:rPr>
          <w:rFonts w:ascii="黑体" w:eastAsia="黑体" w:hAnsi="黑体"/>
        </w:rPr>
        <w:t xml:space="preserve">  dark patch</w:t>
      </w:r>
    </w:p>
    <w:p w14:paraId="4AE95DBC"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水印（俗称）</w:t>
      </w:r>
    </w:p>
    <w:p w14:paraId="75BDC0F9"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胶片上出现的形</w:t>
      </w:r>
      <w:r w:rsidRPr="001D2EB6">
        <w:rPr>
          <w:rFonts w:ascii="宋体" w:eastAsia="宋体" w:hAnsi="宋体" w:hint="eastAsia"/>
        </w:rPr>
        <w:t>状</w:t>
      </w:r>
      <w:r w:rsidRPr="001D2EB6">
        <w:rPr>
          <w:rFonts w:ascii="宋体" w:eastAsia="宋体" w:hAnsi="宋体"/>
        </w:rPr>
        <w:t>不规则</w:t>
      </w:r>
      <w:r w:rsidRPr="001D2EB6">
        <w:rPr>
          <w:rFonts w:ascii="宋体" w:eastAsia="宋体" w:hAnsi="宋体" w:hint="eastAsia"/>
        </w:rPr>
        <w:t>、色泽不一致</w:t>
      </w:r>
      <w:r w:rsidRPr="001D2EB6">
        <w:rPr>
          <w:rFonts w:ascii="宋体" w:eastAsia="宋体" w:hAnsi="宋体"/>
        </w:rPr>
        <w:t>的斑痕。</w:t>
      </w:r>
    </w:p>
    <w:p w14:paraId="0BA0FBD5" w14:textId="77777777" w:rsidR="00251890" w:rsidRPr="00963D6E" w:rsidRDefault="00B17898" w:rsidP="00963D6E">
      <w:pPr>
        <w:pStyle w:val="afffffffffff9"/>
        <w:ind w:left="420" w:hangingChars="200" w:hanging="420"/>
        <w:rPr>
          <w:rFonts w:ascii="黑体" w:eastAsia="黑体" w:hAnsi="黑体"/>
          <w:b/>
        </w:rPr>
      </w:pPr>
      <w:r w:rsidRPr="00963D6E">
        <w:rPr>
          <w:rFonts w:ascii="黑体" w:eastAsia="黑体" w:hAnsi="黑体"/>
        </w:rPr>
        <w:br/>
      </w:r>
      <w:r w:rsidRPr="00963D6E">
        <w:rPr>
          <w:rFonts w:ascii="黑体" w:eastAsia="黑体" w:hAnsi="黑体" w:hint="eastAsia"/>
        </w:rPr>
        <w:t>菌斑</w:t>
      </w:r>
      <w:r w:rsidRPr="00963D6E">
        <w:rPr>
          <w:rFonts w:ascii="黑体" w:eastAsia="黑体" w:hAnsi="黑体"/>
        </w:rPr>
        <w:t xml:space="preserve">  fungal spots</w:t>
      </w:r>
    </w:p>
    <w:p w14:paraId="39E9D918" w14:textId="77777777" w:rsidR="00C645D3" w:rsidRPr="001D2EB6" w:rsidRDefault="00C645D3" w:rsidP="00C645D3">
      <w:pPr>
        <w:pStyle w:val="affffffffffff7"/>
        <w:ind w:firstLineChars="200" w:firstLine="420"/>
        <w:rPr>
          <w:rFonts w:eastAsia="宋体"/>
        </w:rPr>
      </w:pPr>
      <w:r w:rsidRPr="001D2EB6">
        <w:rPr>
          <w:rFonts w:eastAsia="宋体" w:hint="eastAsia"/>
        </w:rPr>
        <w:lastRenderedPageBreak/>
        <w:t>一些</w:t>
      </w:r>
      <w:r w:rsidRPr="001D2EB6">
        <w:rPr>
          <w:rFonts w:eastAsia="宋体"/>
        </w:rPr>
        <w:t>非</w:t>
      </w:r>
      <w:r w:rsidRPr="001D2EB6">
        <w:rPr>
          <w:rFonts w:eastAsia="宋体" w:hint="eastAsia"/>
        </w:rPr>
        <w:t>橡</w:t>
      </w:r>
      <w:r w:rsidRPr="001D2EB6">
        <w:rPr>
          <w:rFonts w:eastAsia="宋体"/>
        </w:rPr>
        <w:t>胶组</w:t>
      </w:r>
      <w:r w:rsidRPr="001D2EB6">
        <w:rPr>
          <w:rFonts w:eastAsia="宋体" w:hint="eastAsia"/>
        </w:rPr>
        <w:t>分在</w:t>
      </w:r>
      <w:r w:rsidRPr="001D2EB6">
        <w:rPr>
          <w:rFonts w:eastAsia="宋体"/>
        </w:rPr>
        <w:t>微生物作用</w:t>
      </w:r>
      <w:r w:rsidRPr="001D2EB6">
        <w:rPr>
          <w:rFonts w:eastAsia="宋体" w:hint="eastAsia"/>
        </w:rPr>
        <w:t>下发生分解</w:t>
      </w:r>
      <w:r w:rsidRPr="001D2EB6">
        <w:rPr>
          <w:rFonts w:eastAsia="宋体"/>
        </w:rPr>
        <w:t>，</w:t>
      </w:r>
      <w:r w:rsidRPr="001D2EB6">
        <w:rPr>
          <w:rFonts w:eastAsia="宋体" w:hint="eastAsia"/>
        </w:rPr>
        <w:t>而在</w:t>
      </w:r>
      <w:proofErr w:type="gramStart"/>
      <w:r w:rsidRPr="001D2EB6">
        <w:rPr>
          <w:rFonts w:eastAsia="宋体"/>
        </w:rPr>
        <w:t>绉</w:t>
      </w:r>
      <w:proofErr w:type="gramEnd"/>
      <w:r w:rsidRPr="001D2EB6">
        <w:rPr>
          <w:rFonts w:eastAsia="宋体"/>
        </w:rPr>
        <w:t>胶片</w:t>
      </w:r>
      <w:r w:rsidRPr="001D2EB6">
        <w:rPr>
          <w:rFonts w:eastAsia="宋体" w:hint="eastAsia"/>
        </w:rPr>
        <w:t>表面产生的</w:t>
      </w:r>
      <w:r w:rsidRPr="001D2EB6">
        <w:rPr>
          <w:rFonts w:eastAsia="宋体"/>
        </w:rPr>
        <w:t>各种颜色的斑点。</w:t>
      </w:r>
    </w:p>
    <w:p w14:paraId="5B3A48D5"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霉菌</w:t>
      </w:r>
      <w:r w:rsidRPr="00251890">
        <w:rPr>
          <w:rFonts w:ascii="黑体" w:eastAsia="黑体" w:hAnsi="黑体"/>
        </w:rPr>
        <w:t xml:space="preserve">  </w:t>
      </w:r>
      <w:proofErr w:type="spellStart"/>
      <w:r w:rsidRPr="00251890">
        <w:rPr>
          <w:rFonts w:ascii="黑体" w:eastAsia="黑体" w:hAnsi="黑体"/>
        </w:rPr>
        <w:t>mould</w:t>
      </w:r>
      <w:proofErr w:type="spellEnd"/>
    </w:p>
    <w:p w14:paraId="6608E86C" w14:textId="77777777" w:rsidR="00C645D3" w:rsidRPr="001D2EB6" w:rsidRDefault="00C645D3" w:rsidP="00C645D3">
      <w:pPr>
        <w:pStyle w:val="affffffffffff7"/>
        <w:ind w:firstLineChars="200" w:firstLine="420"/>
        <w:rPr>
          <w:rFonts w:eastAsia="宋体"/>
        </w:rPr>
      </w:pPr>
      <w:r w:rsidRPr="001D2EB6">
        <w:rPr>
          <w:rFonts w:eastAsia="宋体"/>
        </w:rPr>
        <w:t>胶片或</w:t>
      </w:r>
      <w:proofErr w:type="gramStart"/>
      <w:r w:rsidRPr="001D2EB6">
        <w:rPr>
          <w:rFonts w:eastAsia="宋体"/>
        </w:rPr>
        <w:t>绉</w:t>
      </w:r>
      <w:proofErr w:type="gramEnd"/>
      <w:r w:rsidRPr="001D2EB6">
        <w:rPr>
          <w:rFonts w:eastAsia="宋体"/>
        </w:rPr>
        <w:t>胶片在干燥过程或贮存</w:t>
      </w:r>
      <w:r w:rsidRPr="001D2EB6">
        <w:rPr>
          <w:rFonts w:eastAsia="宋体" w:hint="eastAsia"/>
        </w:rPr>
        <w:t>期间</w:t>
      </w:r>
      <w:r w:rsidRPr="001D2EB6">
        <w:rPr>
          <w:rFonts w:eastAsia="宋体"/>
        </w:rPr>
        <w:t>，由于湿度过高或通风不良而</w:t>
      </w:r>
      <w:r w:rsidRPr="001D2EB6">
        <w:rPr>
          <w:rFonts w:eastAsia="宋体" w:hint="eastAsia"/>
        </w:rPr>
        <w:t>产生</w:t>
      </w:r>
      <w:r w:rsidRPr="001D2EB6">
        <w:rPr>
          <w:rFonts w:eastAsia="宋体"/>
        </w:rPr>
        <w:t>的霉</w:t>
      </w:r>
      <w:r w:rsidRPr="001D2EB6">
        <w:rPr>
          <w:rFonts w:eastAsia="宋体" w:hint="eastAsia"/>
        </w:rPr>
        <w:t>斑</w:t>
      </w:r>
      <w:r w:rsidRPr="001D2EB6">
        <w:rPr>
          <w:rFonts w:eastAsia="宋体"/>
        </w:rPr>
        <w:t>。</w:t>
      </w:r>
    </w:p>
    <w:p w14:paraId="7EC9574A"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残渣</w:t>
      </w:r>
      <w:r w:rsidRPr="00251890">
        <w:rPr>
          <w:rFonts w:ascii="黑体" w:eastAsia="黑体" w:hAnsi="黑体"/>
        </w:rPr>
        <w:t xml:space="preserve">  sludge</w:t>
      </w:r>
    </w:p>
    <w:p w14:paraId="0D26ACD8" w14:textId="77777777" w:rsidR="00C645D3" w:rsidRPr="001D2EB6" w:rsidRDefault="00C645D3" w:rsidP="00C645D3">
      <w:pPr>
        <w:pStyle w:val="affffffffffff7"/>
        <w:ind w:firstLineChars="200" w:firstLine="420"/>
        <w:rPr>
          <w:rFonts w:eastAsia="宋体"/>
        </w:rPr>
      </w:pPr>
      <w:r w:rsidRPr="001D2EB6">
        <w:rPr>
          <w:rFonts w:eastAsia="宋体"/>
        </w:rPr>
        <w:t>未配合胶乳中的沉积物。</w:t>
      </w:r>
    </w:p>
    <w:p w14:paraId="1FC190CB"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湿斑</w:t>
      </w:r>
      <w:r w:rsidRPr="00251890">
        <w:rPr>
          <w:rFonts w:ascii="黑体" w:eastAsia="黑体" w:hAnsi="黑体"/>
        </w:rPr>
        <w:t xml:space="preserve">  wet spot</w:t>
      </w:r>
    </w:p>
    <w:p w14:paraId="5FDC89AB" w14:textId="77777777" w:rsidR="00C645D3" w:rsidRPr="001D2EB6" w:rsidRDefault="00C645D3" w:rsidP="00C645D3">
      <w:pPr>
        <w:pStyle w:val="affffffffffff7"/>
        <w:ind w:firstLineChars="200" w:firstLine="420"/>
        <w:rPr>
          <w:rFonts w:eastAsia="宋体"/>
        </w:rPr>
      </w:pPr>
      <w:r w:rsidRPr="001D2EB6">
        <w:rPr>
          <w:rFonts w:eastAsia="宋体"/>
        </w:rPr>
        <w:t>生胶中高水分含量造成的局部斑点。</w:t>
      </w:r>
    </w:p>
    <w:p w14:paraId="2A9A61BA" w14:textId="77777777" w:rsidR="00C645D3" w:rsidRPr="00045F67" w:rsidRDefault="00C645D3" w:rsidP="00477943">
      <w:pPr>
        <w:pStyle w:val="a5"/>
        <w:numPr>
          <w:ilvl w:val="0"/>
          <w:numId w:val="37"/>
        </w:numPr>
        <w:adjustRightInd w:val="0"/>
        <w:snapToGrid w:val="0"/>
      </w:pPr>
      <w:r w:rsidRPr="00045F67">
        <w:t>与干橡胶相比，带湿斑的橡胶</w:t>
      </w:r>
      <w:proofErr w:type="gramStart"/>
      <w:r w:rsidRPr="00045F67">
        <w:t>在塑炼时</w:t>
      </w:r>
      <w:proofErr w:type="gramEnd"/>
      <w:r w:rsidRPr="00045F67">
        <w:t>往往阻碍破胶，在混炼时不容易吸纳</w:t>
      </w:r>
      <w:r w:rsidR="003E4FEE">
        <w:t>炭黑</w:t>
      </w:r>
      <w:r w:rsidRPr="00045F67">
        <w:t>。</w:t>
      </w:r>
    </w:p>
    <w:p w14:paraId="7FA3F907" w14:textId="77777777" w:rsidR="00C645D3" w:rsidRPr="00045F67" w:rsidRDefault="00C645D3" w:rsidP="00045F67">
      <w:pPr>
        <w:pStyle w:val="a5"/>
        <w:adjustRightInd w:val="0"/>
        <w:snapToGrid w:val="0"/>
      </w:pPr>
      <w:r w:rsidRPr="00045F67">
        <w:t>类似</w:t>
      </w:r>
      <w:r w:rsidRPr="00045F67">
        <w:rPr>
          <w:rFonts w:hint="eastAsia"/>
        </w:rPr>
        <w:t>的英文</w:t>
      </w:r>
      <w:r w:rsidRPr="00045F67">
        <w:t>术语white spots, kn</w:t>
      </w:r>
      <w:r w:rsidRPr="00045F67">
        <w:rPr>
          <w:rFonts w:hint="eastAsia"/>
        </w:rPr>
        <w:t>u</w:t>
      </w:r>
      <w:r w:rsidRPr="00045F67">
        <w:t>ckle, virgins等</w:t>
      </w:r>
      <w:r w:rsidRPr="00045F67">
        <w:rPr>
          <w:rFonts w:hint="eastAsia"/>
        </w:rPr>
        <w:t>是 wet spot的同义词，ISO 1382</w:t>
      </w:r>
      <w:r w:rsidRPr="00045F67">
        <w:t>已</w:t>
      </w:r>
      <w:r w:rsidRPr="00045F67">
        <w:rPr>
          <w:rFonts w:hint="eastAsia"/>
        </w:rPr>
        <w:t>建议</w:t>
      </w:r>
      <w:r w:rsidRPr="00045F67">
        <w:t>弃用。</w:t>
      </w:r>
      <w:r w:rsidRPr="00045F67">
        <w:rPr>
          <w:rFonts w:hint="eastAsia"/>
        </w:rPr>
        <w:t>ISO 1382同时也建议弃用“virgin rubber”（对应的中文术语为“夹生胶”）。</w:t>
      </w:r>
    </w:p>
    <w:p w14:paraId="5095874A"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完好橡胶</w:t>
      </w:r>
      <w:r w:rsidRPr="00251890">
        <w:rPr>
          <w:rFonts w:ascii="黑体" w:eastAsia="黑体" w:hAnsi="黑体"/>
        </w:rPr>
        <w:t xml:space="preserve">  sound rubber</w:t>
      </w:r>
    </w:p>
    <w:p w14:paraId="13740491" w14:textId="77777777" w:rsidR="00C645D3" w:rsidRPr="001D2EB6" w:rsidRDefault="00C645D3" w:rsidP="00C645D3">
      <w:pPr>
        <w:pStyle w:val="affffffffffff7"/>
        <w:ind w:firstLineChars="200" w:firstLine="420"/>
        <w:rPr>
          <w:rFonts w:eastAsia="宋体"/>
        </w:rPr>
      </w:pPr>
      <w:r w:rsidRPr="001D2EB6">
        <w:rPr>
          <w:rFonts w:eastAsia="宋体"/>
        </w:rPr>
        <w:t>经外观分级鉴定</w:t>
      </w:r>
      <w:r w:rsidRPr="001D2EB6">
        <w:rPr>
          <w:rFonts w:eastAsia="宋体" w:hint="eastAsia"/>
        </w:rPr>
        <w:t>，</w:t>
      </w:r>
      <w:r w:rsidRPr="001D2EB6">
        <w:rPr>
          <w:rFonts w:eastAsia="宋体"/>
        </w:rPr>
        <w:t>无任何</w:t>
      </w:r>
      <w:r w:rsidRPr="001D2EB6">
        <w:rPr>
          <w:rFonts w:eastAsia="宋体" w:hint="eastAsia"/>
        </w:rPr>
        <w:t>缺陷</w:t>
      </w:r>
      <w:r w:rsidRPr="001D2EB6">
        <w:rPr>
          <w:rFonts w:eastAsia="宋体"/>
        </w:rPr>
        <w:t>和弱点的橡胶</w:t>
      </w:r>
    </w:p>
    <w:p w14:paraId="64DFEA9E"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酸臭味</w:t>
      </w:r>
      <w:r w:rsidRPr="00251890">
        <w:rPr>
          <w:rFonts w:ascii="黑体" w:eastAsia="黑体" w:hAnsi="黑体"/>
        </w:rPr>
        <w:t xml:space="preserve">  sour and foul odor</w:t>
      </w:r>
    </w:p>
    <w:p w14:paraId="7D389539" w14:textId="77777777" w:rsidR="00C645D3" w:rsidRPr="001D2EB6" w:rsidRDefault="00C645D3" w:rsidP="00C645D3">
      <w:pPr>
        <w:pStyle w:val="affffffffffff7"/>
        <w:ind w:firstLineChars="200" w:firstLine="420"/>
        <w:rPr>
          <w:rFonts w:eastAsia="宋体"/>
        </w:rPr>
      </w:pPr>
      <w:r w:rsidRPr="001D2EB6">
        <w:rPr>
          <w:rFonts w:eastAsia="宋体"/>
        </w:rPr>
        <w:t>橡胶</w:t>
      </w:r>
      <w:r w:rsidRPr="001D2EB6">
        <w:rPr>
          <w:rFonts w:eastAsia="宋体" w:hint="eastAsia"/>
        </w:rPr>
        <w:t>的某些蛋白质等非橡胶组分发生</w:t>
      </w:r>
      <w:r w:rsidRPr="001D2EB6">
        <w:rPr>
          <w:rFonts w:eastAsia="宋体"/>
        </w:rPr>
        <w:t>腐败而产生的气味。</w:t>
      </w:r>
    </w:p>
    <w:p w14:paraId="7EC1A623"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发粘橡胶</w:t>
      </w:r>
      <w:r w:rsidRPr="00251890">
        <w:rPr>
          <w:rFonts w:ascii="黑体" w:eastAsia="黑体" w:hAnsi="黑体"/>
        </w:rPr>
        <w:t xml:space="preserve">  sticky rubber</w:t>
      </w:r>
    </w:p>
    <w:p w14:paraId="660F856C" w14:textId="77777777" w:rsidR="00C645D3" w:rsidRPr="001D2EB6" w:rsidRDefault="00C645D3" w:rsidP="00C645D3">
      <w:pPr>
        <w:pStyle w:val="affffffffffff7"/>
        <w:ind w:firstLineChars="200" w:firstLine="420"/>
        <w:rPr>
          <w:rFonts w:eastAsia="宋体"/>
        </w:rPr>
      </w:pPr>
      <w:r w:rsidRPr="001D2EB6">
        <w:rPr>
          <w:rFonts w:eastAsia="宋体"/>
        </w:rPr>
        <w:t>有些发粘、粘滞或胶粘的橡胶。</w:t>
      </w:r>
    </w:p>
    <w:p w14:paraId="7C7E720C"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强韧橡胶</w:t>
      </w:r>
      <w:r w:rsidRPr="00251890">
        <w:rPr>
          <w:rFonts w:ascii="黑体" w:eastAsia="黑体" w:hAnsi="黑体"/>
        </w:rPr>
        <w:t xml:space="preserve">  strong rubber</w:t>
      </w:r>
    </w:p>
    <w:p w14:paraId="19EA3331" w14:textId="77777777" w:rsidR="00C645D3" w:rsidRPr="001D2EB6" w:rsidRDefault="00C645D3" w:rsidP="00C645D3">
      <w:pPr>
        <w:pStyle w:val="affffffffffff7"/>
        <w:ind w:firstLineChars="200" w:firstLine="420"/>
        <w:rPr>
          <w:rFonts w:eastAsia="宋体"/>
        </w:rPr>
      </w:pPr>
      <w:r w:rsidRPr="001D2EB6">
        <w:rPr>
          <w:rFonts w:eastAsia="宋体"/>
        </w:rPr>
        <w:t>具有</w:t>
      </w:r>
      <w:r w:rsidRPr="001D2EB6">
        <w:rPr>
          <w:rFonts w:eastAsia="宋体" w:hint="eastAsia"/>
        </w:rPr>
        <w:t>较高</w:t>
      </w:r>
      <w:r w:rsidRPr="001D2EB6">
        <w:rPr>
          <w:rFonts w:eastAsia="宋体"/>
        </w:rPr>
        <w:t>抗变形和抗拉伸性能的橡胶。</w:t>
      </w:r>
    </w:p>
    <w:p w14:paraId="48BAA9F4" w14:textId="77777777" w:rsidR="00251890" w:rsidRPr="0033080E" w:rsidRDefault="00B17898" w:rsidP="0033080E">
      <w:pPr>
        <w:pStyle w:val="afffffffffff9"/>
        <w:ind w:left="420" w:hangingChars="200" w:hanging="420"/>
        <w:rPr>
          <w:rFonts w:ascii="黑体" w:eastAsia="黑体" w:hAnsi="黑体"/>
          <w:b/>
        </w:rPr>
      </w:pPr>
      <w:r w:rsidRPr="0033080E">
        <w:rPr>
          <w:rFonts w:ascii="黑体" w:eastAsia="黑体" w:hAnsi="黑体"/>
        </w:rPr>
        <w:br/>
      </w:r>
      <w:r w:rsidRPr="0033080E">
        <w:rPr>
          <w:rFonts w:ascii="黑体" w:eastAsia="黑体" w:hAnsi="黑体" w:hint="eastAsia"/>
        </w:rPr>
        <w:t>脆弱橡胶</w:t>
      </w:r>
      <w:r w:rsidRPr="0033080E">
        <w:rPr>
          <w:rFonts w:ascii="黑体" w:eastAsia="黑体" w:hAnsi="黑体"/>
        </w:rPr>
        <w:t xml:space="preserve">  weak rubber</w:t>
      </w:r>
    </w:p>
    <w:p w14:paraId="3C16D699"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弱胶</w:t>
      </w:r>
    </w:p>
    <w:p w14:paraId="53338712" w14:textId="77777777" w:rsidR="00C645D3" w:rsidRPr="001D2EB6" w:rsidRDefault="00C645D3" w:rsidP="00C645D3">
      <w:pPr>
        <w:pStyle w:val="affffffffffff7"/>
        <w:ind w:firstLineChars="200" w:firstLine="420"/>
        <w:rPr>
          <w:rFonts w:eastAsia="宋体"/>
        </w:rPr>
      </w:pPr>
      <w:r w:rsidRPr="001D2EB6">
        <w:rPr>
          <w:rFonts w:ascii="宋体" w:eastAsia="宋体" w:hAnsi="宋体"/>
        </w:rPr>
        <w:t>当</w:t>
      </w:r>
      <w:r w:rsidRPr="001D2EB6">
        <w:rPr>
          <w:rFonts w:eastAsia="宋体"/>
        </w:rPr>
        <w:t>胶片受急剧拉伸时，容易撕裂或断裂的橡胶</w:t>
      </w:r>
      <w:r w:rsidRPr="001D2EB6">
        <w:rPr>
          <w:rFonts w:eastAsia="宋体" w:hint="eastAsia"/>
        </w:rPr>
        <w:t>。</w:t>
      </w:r>
    </w:p>
    <w:p w14:paraId="7AD18F0F" w14:textId="77777777" w:rsidR="00C645D3" w:rsidRPr="005B2F1C" w:rsidRDefault="00C645D3" w:rsidP="00C645D3">
      <w:pPr>
        <w:pStyle w:val="afffffffffff9"/>
        <w:ind w:left="420" w:hangingChars="200" w:hanging="420"/>
        <w:rPr>
          <w:rFonts w:ascii="黑体" w:eastAsia="黑体" w:hAnsi="黑体"/>
        </w:rPr>
      </w:pPr>
      <w:r w:rsidRPr="001D2EB6">
        <w:rPr>
          <w:rFonts w:ascii="黑体" w:eastAsia="黑体" w:hAnsi="黑体"/>
        </w:rPr>
        <w:br/>
      </w:r>
      <w:r w:rsidR="008A4DBF">
        <w:rPr>
          <w:rFonts w:ascii="黑体" w:eastAsia="黑体" w:hAnsi="黑体" w:hint="eastAsia"/>
        </w:rPr>
        <w:t>技术</w:t>
      </w:r>
      <w:r w:rsidRPr="005B2F1C">
        <w:rPr>
          <w:rFonts w:ascii="黑体" w:eastAsia="黑体" w:hAnsi="黑体" w:hint="eastAsia"/>
        </w:rPr>
        <w:t>分级天然橡胶</w:t>
      </w:r>
      <w:r w:rsidRPr="005B2F1C">
        <w:rPr>
          <w:rFonts w:ascii="黑体" w:eastAsia="黑体" w:hAnsi="黑体"/>
        </w:rPr>
        <w:t xml:space="preserve">  technically specified rubber</w:t>
      </w:r>
      <w:r w:rsidR="008A4DBF">
        <w:rPr>
          <w:rFonts w:ascii="黑体" w:eastAsia="黑体" w:hAnsi="黑体" w:hint="eastAsia"/>
        </w:rPr>
        <w:t xml:space="preserve"> （TSR）</w:t>
      </w:r>
    </w:p>
    <w:p w14:paraId="546A2444" w14:textId="77777777" w:rsidR="00C645D3" w:rsidRPr="001D2EB6" w:rsidRDefault="008A4DBF" w:rsidP="00C645D3">
      <w:pPr>
        <w:pStyle w:val="affffffffffff7"/>
        <w:ind w:firstLineChars="200" w:firstLine="420"/>
        <w:rPr>
          <w:rFonts w:ascii="宋体" w:eastAsia="宋体" w:hAnsi="宋体"/>
          <w:sz w:val="18"/>
          <w:szCs w:val="18"/>
        </w:rPr>
      </w:pPr>
      <w:r>
        <w:rPr>
          <w:rFonts w:ascii="宋体" w:eastAsia="宋体" w:hAnsi="宋体" w:hint="eastAsia"/>
        </w:rPr>
        <w:t xml:space="preserve">由巴西三叶橡胶树（Hevea </w:t>
      </w:r>
      <w:proofErr w:type="spellStart"/>
      <w:r>
        <w:rPr>
          <w:rFonts w:ascii="宋体" w:eastAsia="宋体" w:hAnsi="宋体" w:hint="eastAsia"/>
        </w:rPr>
        <w:t>brasiliensis</w:t>
      </w:r>
      <w:proofErr w:type="spellEnd"/>
      <w:r>
        <w:rPr>
          <w:rFonts w:ascii="宋体" w:eastAsia="宋体" w:hAnsi="宋体" w:hint="eastAsia"/>
        </w:rPr>
        <w:t>）的胶乳</w:t>
      </w:r>
      <w:r w:rsidR="00D071D4">
        <w:rPr>
          <w:rFonts w:ascii="宋体" w:eastAsia="宋体" w:hAnsi="宋体" w:hint="eastAsia"/>
        </w:rPr>
        <w:t>凝块通过压薄、撕碎、洗涤、热风干燥等工艺步骤</w:t>
      </w:r>
      <w:r>
        <w:rPr>
          <w:rFonts w:ascii="宋体" w:eastAsia="宋体" w:hAnsi="宋体" w:hint="eastAsia"/>
        </w:rPr>
        <w:t>制成的天然橡胶</w:t>
      </w:r>
      <w:r w:rsidR="00C645D3" w:rsidRPr="001D2EB6">
        <w:rPr>
          <w:rFonts w:ascii="宋体" w:eastAsia="宋体" w:hAnsi="宋体"/>
        </w:rPr>
        <w:t>。</w:t>
      </w:r>
      <w:r w:rsidR="00C645D3" w:rsidRPr="001D2EB6">
        <w:rPr>
          <w:rFonts w:ascii="宋体" w:eastAsia="宋体" w:hAnsi="宋体" w:hint="eastAsia"/>
          <w:sz w:val="18"/>
          <w:szCs w:val="18"/>
        </w:rPr>
        <w:t xml:space="preserve">   </w:t>
      </w:r>
    </w:p>
    <w:p w14:paraId="06FE1B40"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全乳橡胶</w:t>
      </w:r>
      <w:r w:rsidRPr="001D2EB6">
        <w:rPr>
          <w:rFonts w:ascii="黑体" w:eastAsia="黑体" w:hAnsi="黑体"/>
        </w:rPr>
        <w:t xml:space="preserve">  whole fraction rubber, WF rubber</w:t>
      </w:r>
    </w:p>
    <w:p w14:paraId="5D6811DB" w14:textId="77777777" w:rsidR="00C645D3" w:rsidRPr="001D2EB6" w:rsidRDefault="00C645D3" w:rsidP="00C645D3">
      <w:pPr>
        <w:pStyle w:val="affffffffffff7"/>
        <w:ind w:firstLineChars="200" w:firstLine="420"/>
        <w:rPr>
          <w:rFonts w:eastAsia="宋体"/>
        </w:rPr>
      </w:pPr>
      <w:r w:rsidRPr="001D2EB6">
        <w:rPr>
          <w:rFonts w:eastAsia="宋体" w:hint="eastAsia"/>
        </w:rPr>
        <w:t>以新</w:t>
      </w:r>
      <w:r w:rsidRPr="001D2EB6">
        <w:rPr>
          <w:rFonts w:eastAsia="宋体"/>
        </w:rPr>
        <w:t>鲜胶乳</w:t>
      </w:r>
      <w:r w:rsidRPr="001D2EB6">
        <w:rPr>
          <w:rFonts w:eastAsia="宋体" w:hint="eastAsia"/>
        </w:rPr>
        <w:t>为</w:t>
      </w:r>
      <w:r w:rsidRPr="001D2EB6">
        <w:rPr>
          <w:rFonts w:eastAsia="宋体"/>
        </w:rPr>
        <w:t>原料制成的各种级别的标准橡胶</w:t>
      </w:r>
    </w:p>
    <w:p w14:paraId="7C81F3D1"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浅色橡胶</w:t>
      </w:r>
      <w:r w:rsidRPr="001D2EB6">
        <w:rPr>
          <w:rFonts w:ascii="黑体" w:eastAsia="黑体" w:hAnsi="黑体"/>
        </w:rPr>
        <w:t xml:space="preserve">  </w:t>
      </w:r>
      <w:proofErr w:type="spellStart"/>
      <w:r w:rsidRPr="001D2EB6">
        <w:rPr>
          <w:rFonts w:ascii="黑体" w:eastAsia="黑体" w:hAnsi="黑体"/>
        </w:rPr>
        <w:t>light</w:t>
      </w:r>
      <w:r w:rsidRPr="001D2EB6">
        <w:rPr>
          <w:rFonts w:ascii="黑体" w:eastAsia="黑体" w:hAnsi="黑体" w:hint="eastAsia"/>
        </w:rPr>
        <w:t>-</w:t>
      </w:r>
      <w:r w:rsidRPr="001D2EB6">
        <w:rPr>
          <w:rFonts w:ascii="黑体" w:eastAsia="黑体" w:hAnsi="黑体"/>
        </w:rPr>
        <w:t>coloured</w:t>
      </w:r>
      <w:proofErr w:type="spellEnd"/>
      <w:r w:rsidRPr="001D2EB6">
        <w:rPr>
          <w:rFonts w:ascii="黑体" w:eastAsia="黑体" w:hAnsi="黑体"/>
        </w:rPr>
        <w:t xml:space="preserve"> rubber</w:t>
      </w:r>
    </w:p>
    <w:p w14:paraId="2073A365" w14:textId="77777777" w:rsidR="00C645D3" w:rsidRPr="001D2EB6" w:rsidRDefault="00D071D4" w:rsidP="00C645D3">
      <w:pPr>
        <w:pStyle w:val="affffffffffff7"/>
        <w:ind w:firstLineChars="200" w:firstLine="420"/>
        <w:rPr>
          <w:rFonts w:eastAsia="宋体"/>
        </w:rPr>
      </w:pPr>
      <w:r>
        <w:rPr>
          <w:rFonts w:eastAsia="宋体" w:hint="eastAsia"/>
        </w:rPr>
        <w:t>技术分级</w:t>
      </w:r>
      <w:r w:rsidR="00C645D3" w:rsidRPr="001D2EB6">
        <w:rPr>
          <w:rFonts w:eastAsia="宋体"/>
        </w:rPr>
        <w:t>橡胶中唯一有颜色指数</w:t>
      </w:r>
      <w:r w:rsidR="00C645D3" w:rsidRPr="00161ECB">
        <w:rPr>
          <w:rFonts w:ascii="宋体" w:eastAsia="宋体" w:hAnsi="宋体"/>
        </w:rPr>
        <w:t>标准的级别，规定颜色指数限度最高为6.0</w:t>
      </w:r>
      <w:r w:rsidR="00C645D3" w:rsidRPr="001D2EB6">
        <w:rPr>
          <w:rFonts w:eastAsia="宋体"/>
        </w:rPr>
        <w:t>的</w:t>
      </w:r>
      <w:r>
        <w:rPr>
          <w:rFonts w:eastAsia="宋体" w:hint="eastAsia"/>
        </w:rPr>
        <w:t>天然</w:t>
      </w:r>
      <w:r w:rsidR="00C645D3" w:rsidRPr="001D2EB6">
        <w:rPr>
          <w:rFonts w:eastAsia="宋体"/>
        </w:rPr>
        <w:t>橡胶。</w:t>
      </w:r>
    </w:p>
    <w:p w14:paraId="0F5026F2" w14:textId="77777777" w:rsidR="00B91EE0" w:rsidRPr="00B91EE0" w:rsidRDefault="00B91EE0" w:rsidP="00B91EE0">
      <w:pPr>
        <w:pStyle w:val="afffffffffff9"/>
        <w:ind w:left="420" w:hangingChars="200" w:hanging="420"/>
        <w:rPr>
          <w:rFonts w:ascii="黑体" w:eastAsia="黑体" w:hAnsi="黑体"/>
        </w:rPr>
      </w:pPr>
      <w:r>
        <w:rPr>
          <w:rFonts w:ascii="黑体" w:eastAsia="黑体" w:hAnsi="黑体"/>
        </w:rPr>
        <w:br w:type="textWrapping" w:clear="all"/>
      </w:r>
      <w:r w:rsidRPr="00B91EE0">
        <w:rPr>
          <w:rFonts w:ascii="黑体" w:eastAsia="黑体" w:hAnsi="黑体" w:hint="eastAsia"/>
          <w:szCs w:val="21"/>
        </w:rPr>
        <w:t>标志颜色</w:t>
      </w:r>
      <w:r w:rsidR="005B2F1C">
        <w:rPr>
          <w:rFonts w:ascii="黑体" w:eastAsia="黑体" w:hAnsi="黑体" w:hint="eastAsia"/>
          <w:szCs w:val="21"/>
        </w:rPr>
        <w:t xml:space="preserve"> </w:t>
      </w:r>
      <w:r w:rsidRPr="00B91EE0">
        <w:rPr>
          <w:rFonts w:ascii="黑体" w:eastAsia="黑体" w:hAnsi="黑体" w:hint="eastAsia"/>
          <w:szCs w:val="21"/>
        </w:rPr>
        <w:t xml:space="preserve"> identification color </w:t>
      </w:r>
    </w:p>
    <w:p w14:paraId="10F2CFCF" w14:textId="77777777" w:rsidR="00B91EE0" w:rsidRPr="00B91EE0" w:rsidRDefault="00B91EE0" w:rsidP="00161ECB">
      <w:pPr>
        <w:spacing w:line="240" w:lineRule="auto"/>
      </w:pPr>
      <w:r>
        <w:rPr>
          <w:rFonts w:hint="eastAsia"/>
        </w:rPr>
        <w:t xml:space="preserve">   </w:t>
      </w:r>
      <w:r w:rsidRPr="00781C7F">
        <w:rPr>
          <w:rFonts w:hint="eastAsia"/>
        </w:rPr>
        <w:t xml:space="preserve"> </w:t>
      </w:r>
      <w:r w:rsidRPr="00161ECB">
        <w:rPr>
          <w:rFonts w:ascii="宋体" w:hAnsi="宋体" w:hint="eastAsia"/>
          <w:kern w:val="0"/>
          <w:szCs w:val="20"/>
        </w:rPr>
        <w:t>在天然橡胶外包装袋上将产品的代号用不同颜色进行印刷，以便于区分不同品种天然橡胶。按照GB/T 8081的规定，SCR CV、SCR L、SCR5的标志颜色为绿色；SCR10的标志颜色为褐色；SCR20的标志颜色为红色；SCR50的标志颜色为黄色。</w:t>
      </w:r>
    </w:p>
    <w:p w14:paraId="4E1AED06"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lastRenderedPageBreak/>
        <w:br/>
      </w:r>
      <w:r w:rsidRPr="001D2EB6">
        <w:rPr>
          <w:rFonts w:ascii="黑体" w:eastAsia="黑体" w:hAnsi="黑体" w:hint="eastAsia"/>
        </w:rPr>
        <w:t>块状橡胶</w:t>
      </w:r>
      <w:r w:rsidRPr="001D2EB6">
        <w:rPr>
          <w:rFonts w:ascii="黑体" w:eastAsia="黑体" w:hAnsi="黑体"/>
        </w:rPr>
        <w:t xml:space="preserve">  block rubber</w:t>
      </w:r>
    </w:p>
    <w:p w14:paraId="7A03DB30" w14:textId="77777777" w:rsidR="00C645D3" w:rsidRPr="001D2EB6" w:rsidRDefault="00C645D3" w:rsidP="00C645D3">
      <w:pPr>
        <w:pStyle w:val="affffffffffff7"/>
        <w:ind w:firstLineChars="200" w:firstLine="420"/>
        <w:rPr>
          <w:rFonts w:eastAsia="宋体"/>
        </w:rPr>
      </w:pPr>
      <w:r w:rsidRPr="001D2EB6">
        <w:rPr>
          <w:rFonts w:eastAsia="宋体" w:hint="eastAsia"/>
        </w:rPr>
        <w:t>将</w:t>
      </w:r>
      <w:r w:rsidRPr="001D2EB6">
        <w:rPr>
          <w:rFonts w:eastAsia="宋体"/>
        </w:rPr>
        <w:t>颗粒胶经打包加压</w:t>
      </w:r>
      <w:r w:rsidRPr="001D2EB6">
        <w:rPr>
          <w:rFonts w:eastAsia="宋体" w:hint="eastAsia"/>
        </w:rPr>
        <w:t>而</w:t>
      </w:r>
      <w:r w:rsidRPr="001D2EB6">
        <w:rPr>
          <w:rFonts w:eastAsia="宋体"/>
        </w:rPr>
        <w:t>成</w:t>
      </w:r>
      <w:r w:rsidRPr="001D2EB6">
        <w:rPr>
          <w:rFonts w:eastAsia="宋体" w:hint="eastAsia"/>
        </w:rPr>
        <w:t>的</w:t>
      </w:r>
      <w:r w:rsidRPr="001D2EB6">
        <w:rPr>
          <w:rFonts w:eastAsia="宋体"/>
        </w:rPr>
        <w:t>紧密的整块橡胶</w:t>
      </w:r>
      <w:r w:rsidRPr="001D2EB6">
        <w:rPr>
          <w:rFonts w:eastAsia="宋体" w:hint="eastAsia"/>
        </w:rPr>
        <w:t>。</w:t>
      </w:r>
    </w:p>
    <w:p w14:paraId="00FCC2BE"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 xml:space="preserve">片状橡胶 </w:t>
      </w:r>
      <w:r w:rsidRPr="001D2EB6">
        <w:rPr>
          <w:rFonts w:ascii="黑体" w:eastAsia="黑体" w:hAnsi="黑体"/>
        </w:rPr>
        <w:t xml:space="preserve"> sheet rubber</w:t>
      </w:r>
    </w:p>
    <w:p w14:paraId="7BC7A1B3" w14:textId="77777777" w:rsidR="00C645D3" w:rsidRPr="001D2EB6" w:rsidRDefault="00C645D3" w:rsidP="00C645D3">
      <w:pPr>
        <w:pStyle w:val="affffffffffff7"/>
        <w:ind w:firstLineChars="200" w:firstLine="420"/>
        <w:rPr>
          <w:rFonts w:eastAsia="宋体"/>
        </w:rPr>
      </w:pPr>
      <w:r w:rsidRPr="001D2EB6">
        <w:rPr>
          <w:rFonts w:eastAsia="宋体" w:hint="eastAsia"/>
        </w:rPr>
        <w:t>将胶乳经过凝固、凝块压片、干燥等工艺步骤而制成的</w:t>
      </w:r>
      <w:r w:rsidRPr="001D2EB6">
        <w:rPr>
          <w:rFonts w:eastAsia="宋体"/>
        </w:rPr>
        <w:t>片状</w:t>
      </w:r>
      <w:r w:rsidRPr="001D2EB6">
        <w:rPr>
          <w:rFonts w:eastAsia="宋体" w:hint="eastAsia"/>
        </w:rPr>
        <w:t>生胶</w:t>
      </w:r>
      <w:r w:rsidRPr="001D2EB6">
        <w:rPr>
          <w:rFonts w:eastAsia="宋体"/>
        </w:rPr>
        <w:t>，如烟胶片</w:t>
      </w:r>
      <w:r w:rsidRPr="001D2EB6">
        <w:rPr>
          <w:rFonts w:eastAsia="宋体" w:hint="eastAsia"/>
        </w:rPr>
        <w:t>、</w:t>
      </w:r>
      <w:proofErr w:type="gramStart"/>
      <w:r w:rsidRPr="001D2EB6">
        <w:rPr>
          <w:rFonts w:eastAsia="宋体"/>
        </w:rPr>
        <w:t>绉</w:t>
      </w:r>
      <w:proofErr w:type="gramEnd"/>
      <w:r w:rsidRPr="001D2EB6">
        <w:rPr>
          <w:rFonts w:eastAsia="宋体"/>
        </w:rPr>
        <w:t>胶片等</w:t>
      </w:r>
      <w:r w:rsidRPr="001D2EB6">
        <w:rPr>
          <w:rFonts w:eastAsia="宋体" w:hint="eastAsia"/>
        </w:rPr>
        <w:t>。</w:t>
      </w:r>
      <w:r w:rsidRPr="001D2EB6">
        <w:rPr>
          <w:rFonts w:eastAsia="宋体"/>
        </w:rPr>
        <w:t>打开</w:t>
      </w:r>
      <w:r w:rsidRPr="001D2EB6">
        <w:rPr>
          <w:rFonts w:eastAsia="宋体" w:hint="eastAsia"/>
        </w:rPr>
        <w:t>片状橡胶</w:t>
      </w:r>
      <w:proofErr w:type="gramStart"/>
      <w:r w:rsidRPr="001D2EB6">
        <w:rPr>
          <w:rFonts w:eastAsia="宋体" w:hint="eastAsia"/>
        </w:rPr>
        <w:t>的</w:t>
      </w:r>
      <w:r w:rsidRPr="001D2EB6">
        <w:rPr>
          <w:rFonts w:eastAsia="宋体"/>
        </w:rPr>
        <w:t>胶包时</w:t>
      </w:r>
      <w:proofErr w:type="gramEnd"/>
      <w:r w:rsidRPr="001D2EB6">
        <w:rPr>
          <w:rFonts w:eastAsia="宋体" w:hint="eastAsia"/>
        </w:rPr>
        <w:t>，</w:t>
      </w:r>
      <w:r w:rsidRPr="001D2EB6">
        <w:rPr>
          <w:rFonts w:eastAsia="宋体"/>
        </w:rPr>
        <w:t>仍</w:t>
      </w:r>
      <w:r w:rsidRPr="001D2EB6">
        <w:rPr>
          <w:rFonts w:eastAsia="宋体" w:hint="eastAsia"/>
        </w:rPr>
        <w:t>然保持胶片的片状</w:t>
      </w:r>
      <w:r w:rsidRPr="001D2EB6">
        <w:rPr>
          <w:rFonts w:eastAsia="宋体"/>
        </w:rPr>
        <w:t>形态。</w:t>
      </w:r>
    </w:p>
    <w:p w14:paraId="34935673" w14:textId="77777777" w:rsidR="00251890" w:rsidRPr="00CF142B" w:rsidRDefault="00B17898" w:rsidP="00CF142B">
      <w:pPr>
        <w:pStyle w:val="afffffffffff9"/>
        <w:ind w:left="420" w:hangingChars="200" w:hanging="420"/>
        <w:rPr>
          <w:rFonts w:ascii="黑体" w:eastAsia="黑体" w:hAnsi="黑体"/>
          <w:b/>
        </w:rPr>
      </w:pPr>
      <w:r w:rsidRPr="00CF142B">
        <w:rPr>
          <w:rFonts w:ascii="黑体" w:eastAsia="黑体" w:hAnsi="黑体"/>
        </w:rPr>
        <w:br/>
      </w:r>
      <w:proofErr w:type="gramStart"/>
      <w:r w:rsidRPr="00CF142B">
        <w:rPr>
          <w:rFonts w:ascii="黑体" w:eastAsia="黑体" w:hAnsi="黑体" w:hint="eastAsia"/>
        </w:rPr>
        <w:t>未烟胶片</w:t>
      </w:r>
      <w:proofErr w:type="gramEnd"/>
      <w:r w:rsidRPr="00CF142B">
        <w:rPr>
          <w:rFonts w:ascii="黑体" w:eastAsia="黑体" w:hAnsi="黑体"/>
        </w:rPr>
        <w:t xml:space="preserve">  unsmoked sheet</w:t>
      </w:r>
    </w:p>
    <w:p w14:paraId="136859EA"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生花片（</w:t>
      </w:r>
      <w:r w:rsidRPr="001D2EB6">
        <w:rPr>
          <w:rFonts w:ascii="宋体" w:eastAsia="宋体" w:hAnsi="宋体"/>
        </w:rPr>
        <w:t>俗称</w:t>
      </w:r>
      <w:r w:rsidRPr="001D2EB6">
        <w:rPr>
          <w:rFonts w:ascii="宋体" w:eastAsia="宋体" w:hAnsi="宋体" w:hint="eastAsia"/>
        </w:rPr>
        <w:t>）</w:t>
      </w:r>
    </w:p>
    <w:p w14:paraId="254E1B35" w14:textId="77777777" w:rsidR="00C645D3" w:rsidRPr="001D2EB6" w:rsidRDefault="00C645D3" w:rsidP="00C645D3">
      <w:pPr>
        <w:pStyle w:val="affffffffffff7"/>
        <w:ind w:firstLineChars="200" w:firstLine="420"/>
        <w:rPr>
          <w:rFonts w:eastAsia="宋体"/>
        </w:rPr>
      </w:pPr>
      <w:r w:rsidRPr="001D2EB6">
        <w:rPr>
          <w:rFonts w:eastAsia="宋体"/>
        </w:rPr>
        <w:t>小胶农生产的没有经过熏烟的湿胶片。</w:t>
      </w:r>
    </w:p>
    <w:p w14:paraId="407698BF"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烟胶片</w:t>
      </w:r>
      <w:r w:rsidRPr="00251890">
        <w:rPr>
          <w:rFonts w:ascii="黑体" w:eastAsia="黑体" w:hAnsi="黑体"/>
        </w:rPr>
        <w:t xml:space="preserve">  ribbed smoked sheet</w:t>
      </w:r>
      <w:r w:rsidRPr="00251890">
        <w:rPr>
          <w:rFonts w:ascii="黑体" w:eastAsia="黑体" w:hAnsi="黑体" w:hint="eastAsia"/>
        </w:rPr>
        <w:t>，</w:t>
      </w:r>
      <w:r w:rsidRPr="00251890">
        <w:rPr>
          <w:rFonts w:ascii="黑体" w:eastAsia="黑体" w:hAnsi="黑体"/>
        </w:rPr>
        <w:t>RSS</w:t>
      </w:r>
    </w:p>
    <w:p w14:paraId="20CE9EB8" w14:textId="77777777" w:rsidR="00C645D3" w:rsidRPr="001D2EB6" w:rsidRDefault="00C645D3" w:rsidP="00C645D3">
      <w:pPr>
        <w:pStyle w:val="affffffffffff7"/>
        <w:ind w:firstLineChars="200" w:firstLine="420"/>
        <w:rPr>
          <w:rFonts w:eastAsia="宋体"/>
        </w:rPr>
      </w:pPr>
      <w:r w:rsidRPr="001D2EB6">
        <w:rPr>
          <w:rFonts w:eastAsia="宋体" w:hint="eastAsia"/>
        </w:rPr>
        <w:t>将</w:t>
      </w:r>
      <w:r w:rsidRPr="001D2EB6">
        <w:rPr>
          <w:rFonts w:eastAsia="宋体"/>
        </w:rPr>
        <w:t>胶乳</w:t>
      </w:r>
      <w:r w:rsidRPr="001D2EB6">
        <w:rPr>
          <w:rFonts w:eastAsia="宋体" w:hint="eastAsia"/>
        </w:rPr>
        <w:t>通过</w:t>
      </w:r>
      <w:r w:rsidRPr="001D2EB6">
        <w:rPr>
          <w:rFonts w:eastAsia="宋体"/>
        </w:rPr>
        <w:t>加酸凝固</w:t>
      </w:r>
      <w:r w:rsidRPr="001D2EB6">
        <w:rPr>
          <w:rFonts w:eastAsia="宋体" w:hint="eastAsia"/>
        </w:rPr>
        <w:t>、</w:t>
      </w:r>
      <w:r w:rsidRPr="001D2EB6">
        <w:rPr>
          <w:rFonts w:eastAsia="宋体"/>
        </w:rPr>
        <w:t>凝块压片</w:t>
      </w:r>
      <w:r w:rsidRPr="001D2EB6">
        <w:rPr>
          <w:rFonts w:eastAsia="宋体" w:hint="eastAsia"/>
        </w:rPr>
        <w:t>和</w:t>
      </w:r>
      <w:r w:rsidRPr="001D2EB6">
        <w:rPr>
          <w:rFonts w:eastAsia="宋体"/>
        </w:rPr>
        <w:t>熏烟干燥</w:t>
      </w:r>
      <w:r w:rsidRPr="001D2EB6">
        <w:rPr>
          <w:rFonts w:eastAsia="宋体" w:hint="eastAsia"/>
        </w:rPr>
        <w:t>等工艺步骤，而制成的</w:t>
      </w:r>
      <w:r w:rsidRPr="001D2EB6">
        <w:rPr>
          <w:rFonts w:eastAsia="宋体"/>
        </w:rPr>
        <w:t>表面有棱形花纹的胶片。</w:t>
      </w:r>
    </w:p>
    <w:p w14:paraId="31ABCFB0" w14:textId="77777777" w:rsidR="00251890" w:rsidRPr="00CF142B" w:rsidRDefault="00B17898" w:rsidP="00CF142B">
      <w:pPr>
        <w:pStyle w:val="afffffffffff9"/>
        <w:ind w:left="420" w:hangingChars="200" w:hanging="420"/>
        <w:rPr>
          <w:rFonts w:ascii="黑体" w:eastAsia="黑体" w:hAnsi="黑体"/>
          <w:b/>
        </w:rPr>
      </w:pPr>
      <w:r w:rsidRPr="00CF142B">
        <w:rPr>
          <w:rFonts w:ascii="黑体" w:eastAsia="黑体" w:hAnsi="黑体"/>
        </w:rPr>
        <w:br/>
      </w:r>
      <w:r w:rsidRPr="00CF142B">
        <w:rPr>
          <w:rFonts w:ascii="黑体" w:eastAsia="黑体" w:hAnsi="黑体" w:hint="eastAsia"/>
        </w:rPr>
        <w:t>风干胶片</w:t>
      </w:r>
      <w:r w:rsidRPr="00CF142B">
        <w:rPr>
          <w:rFonts w:ascii="黑体" w:eastAsia="黑体" w:hAnsi="黑体"/>
        </w:rPr>
        <w:t xml:space="preserve">  air dried sheet</w:t>
      </w:r>
      <w:r w:rsidRPr="00CF142B">
        <w:rPr>
          <w:rFonts w:ascii="黑体" w:eastAsia="黑体" w:hAnsi="黑体" w:hint="eastAsia"/>
        </w:rPr>
        <w:t>，</w:t>
      </w:r>
      <w:r w:rsidRPr="00CF142B">
        <w:rPr>
          <w:rFonts w:ascii="黑体" w:eastAsia="黑体" w:hAnsi="黑体"/>
        </w:rPr>
        <w:t>ADS</w:t>
      </w:r>
    </w:p>
    <w:p w14:paraId="274B5A6C" w14:textId="77777777" w:rsidR="00C645D3" w:rsidRPr="001D2EB6" w:rsidRDefault="00C645D3" w:rsidP="00C645D3">
      <w:pPr>
        <w:pStyle w:val="affffffffffff7"/>
        <w:ind w:firstLineChars="200" w:firstLine="420"/>
        <w:rPr>
          <w:rFonts w:eastAsia="宋体"/>
        </w:rPr>
      </w:pPr>
      <w:r w:rsidRPr="001D2EB6">
        <w:rPr>
          <w:rFonts w:eastAsia="宋体" w:hint="eastAsia"/>
        </w:rPr>
        <w:t>将</w:t>
      </w:r>
      <w:r w:rsidRPr="001D2EB6">
        <w:rPr>
          <w:rFonts w:eastAsia="宋体"/>
        </w:rPr>
        <w:t>胶乳</w:t>
      </w:r>
      <w:r w:rsidRPr="001D2EB6">
        <w:rPr>
          <w:rFonts w:eastAsia="宋体" w:hint="eastAsia"/>
        </w:rPr>
        <w:t>通过</w:t>
      </w:r>
      <w:r w:rsidRPr="001D2EB6">
        <w:rPr>
          <w:rFonts w:eastAsia="宋体"/>
        </w:rPr>
        <w:t>加酸凝固</w:t>
      </w:r>
      <w:r w:rsidRPr="001D2EB6">
        <w:rPr>
          <w:rFonts w:eastAsia="宋体" w:hint="eastAsia"/>
        </w:rPr>
        <w:t>、</w:t>
      </w:r>
      <w:r w:rsidRPr="001D2EB6">
        <w:rPr>
          <w:rFonts w:eastAsia="宋体"/>
        </w:rPr>
        <w:t>凝块压片</w:t>
      </w:r>
      <w:r w:rsidRPr="001D2EB6">
        <w:rPr>
          <w:rFonts w:eastAsia="宋体" w:hint="eastAsia"/>
        </w:rPr>
        <w:t>和</w:t>
      </w:r>
      <w:r w:rsidRPr="001D2EB6">
        <w:rPr>
          <w:rFonts w:eastAsia="宋体"/>
        </w:rPr>
        <w:t>自然风干</w:t>
      </w:r>
      <w:r w:rsidRPr="001D2EB6">
        <w:rPr>
          <w:rFonts w:eastAsia="宋体" w:hint="eastAsia"/>
        </w:rPr>
        <w:t>（</w:t>
      </w:r>
      <w:r w:rsidRPr="001D2EB6">
        <w:rPr>
          <w:rFonts w:eastAsia="宋体"/>
        </w:rPr>
        <w:t>或烘干</w:t>
      </w:r>
      <w:r w:rsidRPr="001D2EB6">
        <w:rPr>
          <w:rFonts w:eastAsia="宋体" w:hint="eastAsia"/>
        </w:rPr>
        <w:t>）等工艺步骤，</w:t>
      </w:r>
      <w:r w:rsidRPr="001D2EB6">
        <w:rPr>
          <w:rFonts w:eastAsia="宋体"/>
        </w:rPr>
        <w:t>而制</w:t>
      </w:r>
      <w:r w:rsidRPr="001D2EB6">
        <w:rPr>
          <w:rFonts w:eastAsia="宋体" w:hint="eastAsia"/>
        </w:rPr>
        <w:t>成的</w:t>
      </w:r>
      <w:r w:rsidRPr="001D2EB6">
        <w:rPr>
          <w:rFonts w:eastAsia="宋体"/>
        </w:rPr>
        <w:t>浅色胶片。</w:t>
      </w:r>
    </w:p>
    <w:p w14:paraId="10D89FA7"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原浓度橡胶</w:t>
      </w:r>
      <w:r w:rsidRPr="001D2EB6">
        <w:rPr>
          <w:rFonts w:ascii="黑体" w:eastAsia="黑体" w:hAnsi="黑体"/>
        </w:rPr>
        <w:t xml:space="preserve">  initial concentration rubber</w:t>
      </w:r>
      <w:r w:rsidRPr="001D2EB6">
        <w:rPr>
          <w:rFonts w:ascii="黑体" w:eastAsia="黑体" w:hAnsi="黑体" w:hint="eastAsia"/>
        </w:rPr>
        <w:t>，</w:t>
      </w:r>
      <w:r w:rsidRPr="001D2EB6">
        <w:t>ICR</w:t>
      </w:r>
    </w:p>
    <w:p w14:paraId="617188E8" w14:textId="77777777" w:rsidR="00C645D3" w:rsidRPr="001D2EB6" w:rsidRDefault="00C645D3" w:rsidP="00C645D3">
      <w:pPr>
        <w:pStyle w:val="affffffffffff7"/>
        <w:ind w:firstLineChars="200" w:firstLine="420"/>
        <w:rPr>
          <w:rFonts w:eastAsia="宋体"/>
        </w:rPr>
      </w:pPr>
      <w:r w:rsidRPr="001D2EB6">
        <w:rPr>
          <w:rFonts w:eastAsia="宋体"/>
        </w:rPr>
        <w:t>胶乳未经加水稀释，以原浓度</w:t>
      </w:r>
      <w:r w:rsidRPr="001D2EB6">
        <w:rPr>
          <w:rFonts w:eastAsia="宋体" w:hint="eastAsia"/>
        </w:rPr>
        <w:t>直接</w:t>
      </w:r>
      <w:r w:rsidRPr="001D2EB6">
        <w:rPr>
          <w:rFonts w:eastAsia="宋体"/>
        </w:rPr>
        <w:t>凝固</w:t>
      </w:r>
      <w:r w:rsidRPr="001D2EB6">
        <w:rPr>
          <w:rFonts w:eastAsia="宋体" w:hint="eastAsia"/>
        </w:rPr>
        <w:t>、</w:t>
      </w:r>
      <w:r w:rsidRPr="001D2EB6">
        <w:rPr>
          <w:rFonts w:eastAsia="宋体"/>
        </w:rPr>
        <w:t>凝块</w:t>
      </w:r>
      <w:r w:rsidRPr="001D2EB6">
        <w:rPr>
          <w:rFonts w:eastAsia="宋体" w:hint="eastAsia"/>
        </w:rPr>
        <w:t>压片或造粒、干燥等工艺步骤，而</w:t>
      </w:r>
      <w:r w:rsidRPr="001D2EB6">
        <w:rPr>
          <w:rFonts w:eastAsia="宋体"/>
        </w:rPr>
        <w:t>制成的胶片或颗粒橡胶。</w:t>
      </w:r>
    </w:p>
    <w:p w14:paraId="5B9E11CF"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proofErr w:type="gramStart"/>
      <w:r w:rsidRPr="001D2EB6">
        <w:rPr>
          <w:rFonts w:ascii="黑体" w:eastAsia="黑体" w:hAnsi="黑体" w:hint="eastAsia"/>
        </w:rPr>
        <w:t>绉</w:t>
      </w:r>
      <w:proofErr w:type="gramEnd"/>
      <w:r w:rsidRPr="001D2EB6">
        <w:rPr>
          <w:rFonts w:ascii="黑体" w:eastAsia="黑体" w:hAnsi="黑体" w:hint="eastAsia"/>
        </w:rPr>
        <w:t>胶片</w:t>
      </w:r>
      <w:r w:rsidRPr="001D2EB6">
        <w:rPr>
          <w:rFonts w:ascii="黑体" w:eastAsia="黑体" w:hAnsi="黑体"/>
        </w:rPr>
        <w:t xml:space="preserve">  crepe</w:t>
      </w:r>
    </w:p>
    <w:p w14:paraId="5A1E10C2" w14:textId="77777777" w:rsidR="00C645D3" w:rsidRPr="001D2EB6" w:rsidRDefault="00C645D3" w:rsidP="00C645D3">
      <w:pPr>
        <w:pStyle w:val="affffffffffff7"/>
        <w:ind w:firstLineChars="200" w:firstLine="420"/>
        <w:rPr>
          <w:rFonts w:eastAsia="宋体"/>
        </w:rPr>
      </w:pPr>
      <w:r w:rsidRPr="001D2EB6">
        <w:rPr>
          <w:rFonts w:eastAsia="宋体"/>
        </w:rPr>
        <w:t>用胶乳凝块或杂胶为原料</w:t>
      </w:r>
      <w:r w:rsidRPr="001D2EB6">
        <w:rPr>
          <w:rFonts w:eastAsia="宋体" w:hint="eastAsia"/>
        </w:rPr>
        <w:t>，</w:t>
      </w:r>
      <w:r w:rsidRPr="001D2EB6">
        <w:rPr>
          <w:rFonts w:eastAsia="宋体"/>
        </w:rPr>
        <w:t>经洗涤</w:t>
      </w:r>
      <w:r w:rsidRPr="001D2EB6">
        <w:rPr>
          <w:rFonts w:eastAsia="宋体" w:hint="eastAsia"/>
        </w:rPr>
        <w:t>、</w:t>
      </w:r>
      <w:r w:rsidRPr="001D2EB6">
        <w:rPr>
          <w:rFonts w:eastAsia="宋体"/>
        </w:rPr>
        <w:t>压炼</w:t>
      </w:r>
      <w:r w:rsidRPr="001D2EB6">
        <w:rPr>
          <w:rFonts w:eastAsia="宋体" w:hint="eastAsia"/>
        </w:rPr>
        <w:t>、</w:t>
      </w:r>
      <w:r w:rsidRPr="001D2EB6">
        <w:rPr>
          <w:rFonts w:eastAsia="宋体"/>
        </w:rPr>
        <w:t>自然风干或热风干燥</w:t>
      </w:r>
      <w:r w:rsidRPr="001D2EB6">
        <w:rPr>
          <w:rFonts w:eastAsia="宋体" w:hint="eastAsia"/>
        </w:rPr>
        <w:t>等工艺步骤，而制成的</w:t>
      </w:r>
      <w:r w:rsidRPr="001D2EB6">
        <w:rPr>
          <w:rFonts w:eastAsia="宋体"/>
        </w:rPr>
        <w:t>表面有</w:t>
      </w:r>
      <w:proofErr w:type="gramStart"/>
      <w:r w:rsidRPr="001D2EB6">
        <w:rPr>
          <w:rFonts w:eastAsia="宋体"/>
        </w:rPr>
        <w:t>绉纹</w:t>
      </w:r>
      <w:proofErr w:type="gramEnd"/>
      <w:r w:rsidRPr="001D2EB6">
        <w:rPr>
          <w:rFonts w:eastAsia="宋体"/>
        </w:rPr>
        <w:t>的胶片橡胶</w:t>
      </w:r>
      <w:r w:rsidRPr="001D2EB6">
        <w:rPr>
          <w:rFonts w:eastAsia="宋体" w:hint="eastAsia"/>
        </w:rPr>
        <w:t>。</w:t>
      </w:r>
    </w:p>
    <w:p w14:paraId="4E75C528"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胶乳</w:t>
      </w:r>
      <w:proofErr w:type="gramStart"/>
      <w:r w:rsidRPr="00251890">
        <w:rPr>
          <w:rFonts w:ascii="黑体" w:eastAsia="黑体" w:hAnsi="黑体" w:hint="eastAsia"/>
        </w:rPr>
        <w:t>绉</w:t>
      </w:r>
      <w:proofErr w:type="gramEnd"/>
      <w:r w:rsidRPr="00251890">
        <w:rPr>
          <w:rFonts w:ascii="黑体" w:eastAsia="黑体" w:hAnsi="黑体" w:hint="eastAsia"/>
        </w:rPr>
        <w:t>胶片</w:t>
      </w:r>
      <w:r w:rsidRPr="00251890">
        <w:rPr>
          <w:rFonts w:ascii="黑体" w:eastAsia="黑体" w:hAnsi="黑体"/>
        </w:rPr>
        <w:t xml:space="preserve">  latex crepe</w:t>
      </w:r>
    </w:p>
    <w:p w14:paraId="171971D7" w14:textId="77777777" w:rsidR="00C645D3" w:rsidRPr="001D2EB6" w:rsidRDefault="00C645D3" w:rsidP="00C645D3">
      <w:pPr>
        <w:pStyle w:val="affffffffffff7"/>
        <w:ind w:firstLineChars="200" w:firstLine="420"/>
        <w:rPr>
          <w:rFonts w:eastAsia="宋体"/>
        </w:rPr>
      </w:pPr>
      <w:r w:rsidRPr="001D2EB6">
        <w:rPr>
          <w:rFonts w:eastAsia="宋体" w:hint="eastAsia"/>
        </w:rPr>
        <w:t>完全以</w:t>
      </w:r>
      <w:r w:rsidRPr="001D2EB6">
        <w:rPr>
          <w:rFonts w:eastAsia="宋体"/>
        </w:rPr>
        <w:t>胶乳为原料加工制成的</w:t>
      </w:r>
      <w:proofErr w:type="gramStart"/>
      <w:r w:rsidRPr="001D2EB6">
        <w:rPr>
          <w:rFonts w:eastAsia="宋体"/>
        </w:rPr>
        <w:t>绉</w:t>
      </w:r>
      <w:proofErr w:type="gramEnd"/>
      <w:r w:rsidRPr="001D2EB6">
        <w:rPr>
          <w:rFonts w:eastAsia="宋体"/>
        </w:rPr>
        <w:t>胶片。</w:t>
      </w:r>
    </w:p>
    <w:p w14:paraId="46310492"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白</w:t>
      </w:r>
      <w:proofErr w:type="gramStart"/>
      <w:r w:rsidRPr="00251890">
        <w:rPr>
          <w:rFonts w:ascii="黑体" w:eastAsia="黑体" w:hAnsi="黑体" w:hint="eastAsia"/>
        </w:rPr>
        <w:t>绉</w:t>
      </w:r>
      <w:proofErr w:type="gramEnd"/>
      <w:r w:rsidRPr="00251890">
        <w:rPr>
          <w:rFonts w:ascii="黑体" w:eastAsia="黑体" w:hAnsi="黑体" w:hint="eastAsia"/>
        </w:rPr>
        <w:t>胶片和浅色</w:t>
      </w:r>
      <w:proofErr w:type="gramStart"/>
      <w:r w:rsidRPr="00251890">
        <w:rPr>
          <w:rFonts w:ascii="黑体" w:eastAsia="黑体" w:hAnsi="黑体" w:hint="eastAsia"/>
        </w:rPr>
        <w:t>绉</w:t>
      </w:r>
      <w:proofErr w:type="gramEnd"/>
      <w:r w:rsidRPr="00251890">
        <w:rPr>
          <w:rFonts w:ascii="黑体" w:eastAsia="黑体" w:hAnsi="黑体" w:hint="eastAsia"/>
        </w:rPr>
        <w:t>胶片</w:t>
      </w:r>
      <w:r w:rsidRPr="00251890">
        <w:rPr>
          <w:rFonts w:ascii="黑体" w:eastAsia="黑体" w:hAnsi="黑体"/>
        </w:rPr>
        <w:t xml:space="preserve">  white crepe and pale crepe</w:t>
      </w:r>
    </w:p>
    <w:p w14:paraId="6189291B"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选取白色的胶乳或经漂白的胶乳，经</w:t>
      </w:r>
      <w:r w:rsidRPr="001D2EB6">
        <w:rPr>
          <w:rFonts w:ascii="宋体" w:eastAsia="宋体" w:hAnsi="宋体" w:hint="eastAsia"/>
        </w:rPr>
        <w:t>过</w:t>
      </w:r>
      <w:r w:rsidRPr="001D2EB6">
        <w:rPr>
          <w:rFonts w:ascii="宋体" w:eastAsia="宋体" w:hAnsi="宋体"/>
        </w:rPr>
        <w:t>分级凝固</w:t>
      </w:r>
      <w:r w:rsidRPr="001D2EB6">
        <w:rPr>
          <w:rFonts w:ascii="宋体" w:eastAsia="宋体" w:hAnsi="宋体" w:hint="eastAsia"/>
        </w:rPr>
        <w:t>、</w:t>
      </w:r>
      <w:r w:rsidRPr="001D2EB6">
        <w:rPr>
          <w:rFonts w:ascii="宋体" w:eastAsia="宋体" w:hAnsi="宋体"/>
        </w:rPr>
        <w:t>凝块压</w:t>
      </w:r>
      <w:proofErr w:type="gramStart"/>
      <w:r w:rsidRPr="001D2EB6">
        <w:rPr>
          <w:rFonts w:ascii="宋体" w:eastAsia="宋体" w:hAnsi="宋体"/>
        </w:rPr>
        <w:t>绉</w:t>
      </w:r>
      <w:proofErr w:type="gramEnd"/>
      <w:r w:rsidRPr="001D2EB6">
        <w:rPr>
          <w:rFonts w:ascii="宋体" w:eastAsia="宋体" w:hAnsi="宋体" w:hint="eastAsia"/>
        </w:rPr>
        <w:t>、</w:t>
      </w:r>
      <w:r w:rsidRPr="001D2EB6">
        <w:rPr>
          <w:rFonts w:ascii="宋体" w:eastAsia="宋体" w:hAnsi="宋体"/>
        </w:rPr>
        <w:t>热风干燥</w:t>
      </w:r>
      <w:r w:rsidRPr="001D2EB6">
        <w:rPr>
          <w:rFonts w:ascii="宋体" w:eastAsia="宋体" w:hAnsi="宋体" w:hint="eastAsia"/>
        </w:rPr>
        <w:t>等工艺步骤，所制成的干胶片。</w:t>
      </w:r>
      <w:r w:rsidRPr="001D2EB6">
        <w:rPr>
          <w:rFonts w:ascii="宋体" w:eastAsia="宋体" w:hAnsi="宋体"/>
        </w:rPr>
        <w:t>呈白色的称白</w:t>
      </w:r>
      <w:proofErr w:type="gramStart"/>
      <w:r w:rsidRPr="001D2EB6">
        <w:rPr>
          <w:rFonts w:ascii="宋体" w:eastAsia="宋体" w:hAnsi="宋体"/>
        </w:rPr>
        <w:t>绉</w:t>
      </w:r>
      <w:proofErr w:type="gramEnd"/>
      <w:r w:rsidRPr="001D2EB6">
        <w:rPr>
          <w:rFonts w:ascii="宋体" w:eastAsia="宋体" w:hAnsi="宋体"/>
        </w:rPr>
        <w:t>胶片；颜色比白</w:t>
      </w:r>
      <w:proofErr w:type="gramStart"/>
      <w:r w:rsidRPr="001D2EB6">
        <w:rPr>
          <w:rFonts w:ascii="宋体" w:eastAsia="宋体" w:hAnsi="宋体"/>
        </w:rPr>
        <w:t>绉</w:t>
      </w:r>
      <w:proofErr w:type="gramEnd"/>
      <w:r w:rsidRPr="001D2EB6">
        <w:rPr>
          <w:rFonts w:ascii="宋体" w:eastAsia="宋体" w:hAnsi="宋体"/>
        </w:rPr>
        <w:t>胶片深暗些的</w:t>
      </w:r>
      <w:r w:rsidRPr="001D2EB6">
        <w:rPr>
          <w:rFonts w:ascii="宋体" w:eastAsia="宋体" w:hAnsi="宋体" w:hint="eastAsia"/>
        </w:rPr>
        <w:t>称</w:t>
      </w:r>
      <w:r w:rsidRPr="001D2EB6">
        <w:rPr>
          <w:rFonts w:ascii="宋体" w:eastAsia="宋体" w:hAnsi="宋体"/>
        </w:rPr>
        <w:t>浅色</w:t>
      </w:r>
      <w:proofErr w:type="gramStart"/>
      <w:r w:rsidRPr="001D2EB6">
        <w:rPr>
          <w:rFonts w:ascii="宋体" w:eastAsia="宋体" w:hAnsi="宋体"/>
        </w:rPr>
        <w:t>绉</w:t>
      </w:r>
      <w:proofErr w:type="gramEnd"/>
      <w:r w:rsidRPr="001D2EB6">
        <w:rPr>
          <w:rFonts w:ascii="宋体" w:eastAsia="宋体" w:hAnsi="宋体"/>
        </w:rPr>
        <w:t>胶片。</w:t>
      </w:r>
    </w:p>
    <w:p w14:paraId="65FAE95E"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乳白</w:t>
      </w:r>
      <w:proofErr w:type="gramStart"/>
      <w:r w:rsidRPr="00251890">
        <w:rPr>
          <w:rFonts w:ascii="黑体" w:eastAsia="黑体" w:hAnsi="黑体" w:hint="eastAsia"/>
        </w:rPr>
        <w:t>绉</w:t>
      </w:r>
      <w:proofErr w:type="gramEnd"/>
      <w:r w:rsidRPr="00251890">
        <w:rPr>
          <w:rFonts w:ascii="黑体" w:eastAsia="黑体" w:hAnsi="黑体" w:hint="eastAsia"/>
        </w:rPr>
        <w:t>胶片</w:t>
      </w:r>
      <w:r w:rsidRPr="00251890">
        <w:rPr>
          <w:rFonts w:ascii="黑体" w:eastAsia="黑体" w:hAnsi="黑体"/>
        </w:rPr>
        <w:t xml:space="preserve">  white fraction crepe</w:t>
      </w:r>
    </w:p>
    <w:p w14:paraId="65D79EF3" w14:textId="77777777" w:rsidR="00C645D3" w:rsidRPr="001D2EB6" w:rsidRDefault="00C645D3" w:rsidP="00C645D3">
      <w:pPr>
        <w:pStyle w:val="affffffffffff7"/>
        <w:ind w:firstLineChars="200" w:firstLine="420"/>
        <w:rPr>
          <w:rFonts w:eastAsia="宋体"/>
        </w:rPr>
      </w:pPr>
      <w:r w:rsidRPr="001D2EB6">
        <w:rPr>
          <w:rFonts w:eastAsia="宋体" w:hint="eastAsia"/>
        </w:rPr>
        <w:t>采</w:t>
      </w:r>
      <w:r w:rsidRPr="001D2EB6">
        <w:rPr>
          <w:rFonts w:eastAsia="宋体"/>
        </w:rPr>
        <w:t>用分级凝固所得的乳白胶乳，经</w:t>
      </w:r>
      <w:r w:rsidRPr="001D2EB6">
        <w:rPr>
          <w:rFonts w:eastAsia="宋体" w:hint="eastAsia"/>
        </w:rPr>
        <w:t>过</w:t>
      </w:r>
      <w:r w:rsidRPr="001D2EB6">
        <w:rPr>
          <w:rFonts w:eastAsia="宋体"/>
        </w:rPr>
        <w:t>凝固、压</w:t>
      </w:r>
      <w:proofErr w:type="gramStart"/>
      <w:r w:rsidRPr="001D2EB6">
        <w:rPr>
          <w:rFonts w:eastAsia="宋体"/>
        </w:rPr>
        <w:t>绉</w:t>
      </w:r>
      <w:proofErr w:type="gramEnd"/>
      <w:r w:rsidRPr="001D2EB6">
        <w:rPr>
          <w:rFonts w:eastAsia="宋体"/>
        </w:rPr>
        <w:t>、热</w:t>
      </w:r>
      <w:r w:rsidRPr="001D2EB6">
        <w:rPr>
          <w:rFonts w:eastAsia="宋体" w:hint="eastAsia"/>
        </w:rPr>
        <w:t>风</w:t>
      </w:r>
      <w:r w:rsidRPr="001D2EB6">
        <w:rPr>
          <w:rFonts w:eastAsia="宋体"/>
        </w:rPr>
        <w:t>干燥</w:t>
      </w:r>
      <w:r w:rsidRPr="001D2EB6">
        <w:rPr>
          <w:rFonts w:eastAsia="宋体" w:hint="eastAsia"/>
        </w:rPr>
        <w:t>等工艺步骤，</w:t>
      </w:r>
      <w:r w:rsidRPr="001D2EB6">
        <w:rPr>
          <w:rFonts w:eastAsia="宋体"/>
        </w:rPr>
        <w:t>而制成的</w:t>
      </w:r>
      <w:proofErr w:type="gramStart"/>
      <w:r w:rsidRPr="001D2EB6">
        <w:rPr>
          <w:rFonts w:eastAsia="宋体"/>
        </w:rPr>
        <w:t>绉</w:t>
      </w:r>
      <w:proofErr w:type="gramEnd"/>
      <w:r w:rsidRPr="001D2EB6">
        <w:rPr>
          <w:rFonts w:eastAsia="宋体"/>
        </w:rPr>
        <w:t>胶片。</w:t>
      </w:r>
    </w:p>
    <w:p w14:paraId="1BF9CE62"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FB</w:t>
      </w:r>
      <w:proofErr w:type="gramStart"/>
      <w:r w:rsidRPr="00251890">
        <w:rPr>
          <w:rFonts w:ascii="黑体" w:eastAsia="黑体" w:hAnsi="黑体" w:hint="eastAsia"/>
        </w:rPr>
        <w:t>绉</w:t>
      </w:r>
      <w:proofErr w:type="gramEnd"/>
      <w:r w:rsidRPr="00251890">
        <w:rPr>
          <w:rFonts w:ascii="黑体" w:eastAsia="黑体" w:hAnsi="黑体" w:hint="eastAsia"/>
        </w:rPr>
        <w:t>胶片</w:t>
      </w:r>
      <w:r w:rsidRPr="00251890">
        <w:rPr>
          <w:rFonts w:ascii="黑体" w:eastAsia="黑体" w:hAnsi="黑体"/>
        </w:rPr>
        <w:t xml:space="preserve">  fractioned brown </w:t>
      </w:r>
      <w:r w:rsidRPr="00251890">
        <w:rPr>
          <w:rFonts w:ascii="黑体" w:eastAsia="黑体" w:hAnsi="黑体" w:hint="eastAsia"/>
        </w:rPr>
        <w:t>crepe，</w:t>
      </w:r>
      <w:r w:rsidRPr="00251890">
        <w:rPr>
          <w:rFonts w:ascii="黑体" w:eastAsia="黑体" w:hAnsi="黑体"/>
        </w:rPr>
        <w:t>FB crepe</w:t>
      </w:r>
    </w:p>
    <w:p w14:paraId="596F53FA" w14:textId="77777777" w:rsidR="00C645D3" w:rsidRPr="001D2EB6" w:rsidRDefault="00C645D3" w:rsidP="00C645D3">
      <w:pPr>
        <w:pStyle w:val="Char1"/>
        <w:ind w:firstLineChars="194" w:firstLine="407"/>
      </w:pPr>
      <w:r w:rsidRPr="001D2EB6">
        <w:t>胶乳经分级凝固</w:t>
      </w:r>
      <w:r w:rsidRPr="001D2EB6">
        <w:rPr>
          <w:rFonts w:hint="eastAsia"/>
        </w:rPr>
        <w:t>及</w:t>
      </w:r>
      <w:r w:rsidRPr="001D2EB6">
        <w:t>漂白处理</w:t>
      </w:r>
      <w:r w:rsidRPr="001D2EB6">
        <w:rPr>
          <w:rFonts w:hint="eastAsia"/>
        </w:rPr>
        <w:t>后，再</w:t>
      </w:r>
      <w:r w:rsidRPr="001D2EB6">
        <w:t>经</w:t>
      </w:r>
      <w:r w:rsidRPr="001D2EB6">
        <w:rPr>
          <w:rFonts w:hint="eastAsia"/>
        </w:rPr>
        <w:t>过</w:t>
      </w:r>
      <w:r w:rsidRPr="001D2EB6">
        <w:t>凝固、压绉、热</w:t>
      </w:r>
      <w:r w:rsidRPr="001D2EB6">
        <w:rPr>
          <w:rFonts w:hint="eastAsia"/>
        </w:rPr>
        <w:t>风</w:t>
      </w:r>
      <w:r w:rsidRPr="001D2EB6">
        <w:t>干燥</w:t>
      </w:r>
      <w:r w:rsidRPr="001D2EB6">
        <w:rPr>
          <w:rFonts w:hint="eastAsia"/>
        </w:rPr>
        <w:t>等工艺步骤，</w:t>
      </w:r>
      <w:r w:rsidRPr="001D2EB6">
        <w:t>而制成的绉胶片。</w:t>
      </w:r>
    </w:p>
    <w:p w14:paraId="1EF57783"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UFB</w:t>
      </w:r>
      <w:proofErr w:type="gramStart"/>
      <w:r w:rsidRPr="00251890">
        <w:rPr>
          <w:rFonts w:ascii="黑体" w:eastAsia="黑体" w:hAnsi="黑体" w:hint="eastAsia"/>
        </w:rPr>
        <w:t>绉</w:t>
      </w:r>
      <w:proofErr w:type="gramEnd"/>
      <w:r w:rsidRPr="00251890">
        <w:rPr>
          <w:rFonts w:ascii="黑体" w:eastAsia="黑体" w:hAnsi="黑体" w:hint="eastAsia"/>
        </w:rPr>
        <w:t>胶片</w:t>
      </w:r>
      <w:r w:rsidRPr="00251890">
        <w:rPr>
          <w:rFonts w:ascii="黑体" w:eastAsia="黑体" w:hAnsi="黑体"/>
        </w:rPr>
        <w:t xml:space="preserve">  </w:t>
      </w:r>
      <w:proofErr w:type="spellStart"/>
      <w:r w:rsidRPr="00251890">
        <w:rPr>
          <w:rFonts w:ascii="黑体" w:eastAsia="黑体" w:hAnsi="黑体"/>
        </w:rPr>
        <w:t>unfractioned</w:t>
      </w:r>
      <w:proofErr w:type="spellEnd"/>
      <w:r w:rsidRPr="00251890">
        <w:rPr>
          <w:rFonts w:ascii="黑体" w:eastAsia="黑体" w:hAnsi="黑体"/>
        </w:rPr>
        <w:t xml:space="preserve"> brown </w:t>
      </w:r>
      <w:r w:rsidRPr="00251890">
        <w:rPr>
          <w:rFonts w:ascii="黑体" w:eastAsia="黑体" w:hAnsi="黑体" w:hint="eastAsia"/>
        </w:rPr>
        <w:t>crepe，</w:t>
      </w:r>
      <w:r w:rsidRPr="00251890">
        <w:rPr>
          <w:rFonts w:ascii="黑体" w:eastAsia="黑体" w:hAnsi="黑体"/>
        </w:rPr>
        <w:t>UFB crepe</w:t>
      </w:r>
    </w:p>
    <w:p w14:paraId="49F6A053" w14:textId="77777777" w:rsidR="00C645D3" w:rsidRPr="001D2EB6" w:rsidRDefault="00C645D3" w:rsidP="00C645D3">
      <w:pPr>
        <w:pStyle w:val="affffffffffff7"/>
        <w:ind w:firstLineChars="200" w:firstLine="420"/>
        <w:rPr>
          <w:rFonts w:eastAsia="宋体"/>
        </w:rPr>
      </w:pPr>
      <w:r w:rsidRPr="001D2EB6">
        <w:rPr>
          <w:rFonts w:eastAsia="宋体" w:hint="eastAsia"/>
        </w:rPr>
        <w:t>对</w:t>
      </w:r>
      <w:r w:rsidRPr="001D2EB6">
        <w:rPr>
          <w:rFonts w:eastAsia="宋体"/>
        </w:rPr>
        <w:t>未经分级凝固胶乳</w:t>
      </w:r>
      <w:r w:rsidRPr="001D2EB6">
        <w:rPr>
          <w:rFonts w:eastAsia="宋体" w:hint="eastAsia"/>
        </w:rPr>
        <w:t>进行过</w:t>
      </w:r>
      <w:r w:rsidRPr="001D2EB6">
        <w:rPr>
          <w:rFonts w:eastAsia="宋体"/>
        </w:rPr>
        <w:t>漂白处理</w:t>
      </w:r>
      <w:r w:rsidRPr="001D2EB6">
        <w:rPr>
          <w:rFonts w:eastAsia="宋体" w:hint="eastAsia"/>
        </w:rPr>
        <w:t>，</w:t>
      </w:r>
      <w:r w:rsidRPr="001D2EB6">
        <w:rPr>
          <w:rFonts w:eastAsia="宋体"/>
        </w:rPr>
        <w:t>经</w:t>
      </w:r>
      <w:r w:rsidRPr="001D2EB6">
        <w:rPr>
          <w:rFonts w:eastAsia="宋体" w:hint="eastAsia"/>
        </w:rPr>
        <w:t>过</w:t>
      </w:r>
      <w:r w:rsidRPr="001D2EB6">
        <w:rPr>
          <w:rFonts w:eastAsia="宋体"/>
        </w:rPr>
        <w:t>凝固、压</w:t>
      </w:r>
      <w:proofErr w:type="gramStart"/>
      <w:r w:rsidRPr="001D2EB6">
        <w:rPr>
          <w:rFonts w:eastAsia="宋体"/>
        </w:rPr>
        <w:t>绉</w:t>
      </w:r>
      <w:proofErr w:type="gramEnd"/>
      <w:r w:rsidRPr="001D2EB6">
        <w:rPr>
          <w:rFonts w:eastAsia="宋体"/>
        </w:rPr>
        <w:t>、热</w:t>
      </w:r>
      <w:r w:rsidRPr="001D2EB6">
        <w:rPr>
          <w:rFonts w:eastAsia="宋体" w:hint="eastAsia"/>
        </w:rPr>
        <w:t>风</w:t>
      </w:r>
      <w:r w:rsidRPr="001D2EB6">
        <w:rPr>
          <w:rFonts w:eastAsia="宋体"/>
        </w:rPr>
        <w:t>干燥</w:t>
      </w:r>
      <w:r w:rsidRPr="001D2EB6">
        <w:rPr>
          <w:rFonts w:eastAsia="宋体" w:hint="eastAsia"/>
        </w:rPr>
        <w:t>等工艺步骤，</w:t>
      </w:r>
      <w:r w:rsidRPr="001D2EB6">
        <w:rPr>
          <w:rFonts w:eastAsia="宋体"/>
        </w:rPr>
        <w:t>而制成的</w:t>
      </w:r>
      <w:proofErr w:type="gramStart"/>
      <w:r w:rsidRPr="001D2EB6">
        <w:rPr>
          <w:rFonts w:eastAsia="宋体"/>
        </w:rPr>
        <w:t>绉</w:t>
      </w:r>
      <w:proofErr w:type="gramEnd"/>
      <w:r w:rsidRPr="001D2EB6">
        <w:rPr>
          <w:rFonts w:eastAsia="宋体"/>
        </w:rPr>
        <w:t>胶片。</w:t>
      </w:r>
    </w:p>
    <w:p w14:paraId="157171C9"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花边</w:t>
      </w:r>
      <w:proofErr w:type="gramStart"/>
      <w:r w:rsidRPr="00251890">
        <w:rPr>
          <w:rFonts w:ascii="黑体" w:eastAsia="黑体" w:hAnsi="黑体" w:hint="eastAsia"/>
        </w:rPr>
        <w:t>绉</w:t>
      </w:r>
      <w:proofErr w:type="gramEnd"/>
      <w:r w:rsidRPr="00251890">
        <w:rPr>
          <w:rFonts w:ascii="黑体" w:eastAsia="黑体" w:hAnsi="黑体" w:hint="eastAsia"/>
        </w:rPr>
        <w:t>胶片</w:t>
      </w:r>
      <w:r w:rsidRPr="00251890">
        <w:rPr>
          <w:rFonts w:ascii="黑体" w:eastAsia="黑体" w:hAnsi="黑体"/>
        </w:rPr>
        <w:t xml:space="preserve">  lace crepe</w:t>
      </w:r>
    </w:p>
    <w:p w14:paraId="3C26F97F" w14:textId="77777777" w:rsidR="00C645D3" w:rsidRPr="001D2EB6" w:rsidRDefault="00C645D3" w:rsidP="00C645D3">
      <w:pPr>
        <w:pStyle w:val="affffffffffff7"/>
        <w:ind w:firstLineChars="200" w:firstLine="420"/>
        <w:rPr>
          <w:rFonts w:eastAsia="宋体"/>
        </w:rPr>
      </w:pPr>
      <w:r w:rsidRPr="001D2EB6">
        <w:rPr>
          <w:rFonts w:eastAsia="宋体"/>
        </w:rPr>
        <w:lastRenderedPageBreak/>
        <w:t>胶乳凝块经</w:t>
      </w:r>
      <w:r w:rsidRPr="001D2EB6">
        <w:rPr>
          <w:rFonts w:eastAsia="宋体" w:hint="eastAsia"/>
        </w:rPr>
        <w:t>过</w:t>
      </w:r>
      <w:r w:rsidRPr="001D2EB6">
        <w:rPr>
          <w:rFonts w:eastAsia="宋体"/>
        </w:rPr>
        <w:t>压</w:t>
      </w:r>
      <w:proofErr w:type="gramStart"/>
      <w:r w:rsidRPr="001D2EB6">
        <w:rPr>
          <w:rFonts w:eastAsia="宋体"/>
        </w:rPr>
        <w:t>绉</w:t>
      </w:r>
      <w:proofErr w:type="gramEnd"/>
      <w:r w:rsidRPr="001D2EB6">
        <w:rPr>
          <w:rFonts w:eastAsia="宋体"/>
        </w:rPr>
        <w:t>、热</w:t>
      </w:r>
      <w:r w:rsidRPr="001D2EB6">
        <w:rPr>
          <w:rFonts w:eastAsia="宋体" w:hint="eastAsia"/>
        </w:rPr>
        <w:t>风</w:t>
      </w:r>
      <w:r w:rsidRPr="001D2EB6">
        <w:rPr>
          <w:rFonts w:eastAsia="宋体"/>
        </w:rPr>
        <w:t>干燥</w:t>
      </w:r>
      <w:r w:rsidRPr="001D2EB6">
        <w:rPr>
          <w:rFonts w:eastAsia="宋体" w:hint="eastAsia"/>
        </w:rPr>
        <w:t>等工艺步骤，</w:t>
      </w:r>
      <w:r w:rsidRPr="001D2EB6">
        <w:rPr>
          <w:rFonts w:eastAsia="宋体"/>
        </w:rPr>
        <w:t>而制成的薄白</w:t>
      </w:r>
      <w:proofErr w:type="gramStart"/>
      <w:r w:rsidRPr="001D2EB6">
        <w:rPr>
          <w:rFonts w:eastAsia="宋体"/>
        </w:rPr>
        <w:t>绉</w:t>
      </w:r>
      <w:proofErr w:type="gramEnd"/>
      <w:r w:rsidRPr="001D2EB6">
        <w:rPr>
          <w:rFonts w:eastAsia="宋体"/>
        </w:rPr>
        <w:t>胶片</w:t>
      </w:r>
      <w:r w:rsidRPr="001D2EB6">
        <w:rPr>
          <w:rFonts w:eastAsia="宋体" w:hint="eastAsia"/>
        </w:rPr>
        <w:t>。</w:t>
      </w:r>
      <w:r w:rsidRPr="001D2EB6">
        <w:rPr>
          <w:rFonts w:eastAsia="宋体"/>
        </w:rPr>
        <w:t>是制造鞋底</w:t>
      </w:r>
      <w:proofErr w:type="gramStart"/>
      <w:r w:rsidRPr="001D2EB6">
        <w:rPr>
          <w:rFonts w:eastAsia="宋体"/>
        </w:rPr>
        <w:t>绉</w:t>
      </w:r>
      <w:proofErr w:type="gramEnd"/>
      <w:r w:rsidRPr="001D2EB6">
        <w:rPr>
          <w:rFonts w:eastAsia="宋体"/>
        </w:rPr>
        <w:t>胶片的原料。</w:t>
      </w:r>
    </w:p>
    <w:p w14:paraId="3E3E4FEF"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杂胶</w:t>
      </w:r>
      <w:proofErr w:type="gramStart"/>
      <w:r w:rsidRPr="00251890">
        <w:rPr>
          <w:rFonts w:ascii="黑体" w:eastAsia="黑体" w:hAnsi="黑体" w:hint="eastAsia"/>
        </w:rPr>
        <w:t>绉</w:t>
      </w:r>
      <w:proofErr w:type="gramEnd"/>
      <w:r w:rsidRPr="00251890">
        <w:rPr>
          <w:rFonts w:ascii="黑体" w:eastAsia="黑体" w:hAnsi="黑体" w:hint="eastAsia"/>
        </w:rPr>
        <w:t>胶片</w:t>
      </w:r>
      <w:r w:rsidRPr="00251890">
        <w:rPr>
          <w:rFonts w:ascii="黑体" w:eastAsia="黑体" w:hAnsi="黑体"/>
        </w:rPr>
        <w:t xml:space="preserve">  scrap crepe, brown crepe</w:t>
      </w:r>
    </w:p>
    <w:p w14:paraId="778D52A5"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褐</w:t>
      </w:r>
      <w:proofErr w:type="gramStart"/>
      <w:r w:rsidRPr="001D2EB6">
        <w:rPr>
          <w:rFonts w:ascii="宋体" w:eastAsia="宋体" w:hAnsi="宋体" w:hint="eastAsia"/>
        </w:rPr>
        <w:t>绉</w:t>
      </w:r>
      <w:proofErr w:type="gramEnd"/>
      <w:r w:rsidRPr="001D2EB6">
        <w:rPr>
          <w:rFonts w:ascii="宋体" w:eastAsia="宋体" w:hAnsi="宋体" w:hint="eastAsia"/>
        </w:rPr>
        <w:t>胶片</w:t>
      </w:r>
    </w:p>
    <w:p w14:paraId="03A88772" w14:textId="77777777" w:rsidR="00C645D3" w:rsidRPr="001D2EB6" w:rsidRDefault="00C645D3" w:rsidP="00C645D3">
      <w:pPr>
        <w:pStyle w:val="affffffffffff7"/>
        <w:ind w:firstLineChars="200" w:firstLine="420"/>
        <w:rPr>
          <w:rFonts w:eastAsia="宋体"/>
        </w:rPr>
      </w:pPr>
      <w:r w:rsidRPr="001D2EB6">
        <w:rPr>
          <w:rFonts w:eastAsia="宋体" w:hint="eastAsia"/>
        </w:rPr>
        <w:t>采</w:t>
      </w:r>
      <w:r w:rsidRPr="001D2EB6">
        <w:rPr>
          <w:rFonts w:eastAsia="宋体"/>
        </w:rPr>
        <w:t>用胶园和工厂杂胶为原料压制成的</w:t>
      </w:r>
      <w:proofErr w:type="gramStart"/>
      <w:r w:rsidRPr="001D2EB6">
        <w:rPr>
          <w:rFonts w:eastAsia="宋体"/>
        </w:rPr>
        <w:t>绉</w:t>
      </w:r>
      <w:proofErr w:type="gramEnd"/>
      <w:r w:rsidRPr="001D2EB6">
        <w:rPr>
          <w:rFonts w:eastAsia="宋体"/>
        </w:rPr>
        <w:t>胶片。</w:t>
      </w:r>
    </w:p>
    <w:p w14:paraId="7360CB7F"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胶园褐</w:t>
      </w:r>
      <w:proofErr w:type="gramStart"/>
      <w:r w:rsidRPr="00251890">
        <w:rPr>
          <w:rFonts w:ascii="黑体" w:eastAsia="黑体" w:hAnsi="黑体" w:hint="eastAsia"/>
        </w:rPr>
        <w:t>绉</w:t>
      </w:r>
      <w:proofErr w:type="gramEnd"/>
      <w:r w:rsidRPr="00251890">
        <w:rPr>
          <w:rFonts w:ascii="黑体" w:eastAsia="黑体" w:hAnsi="黑体" w:hint="eastAsia"/>
        </w:rPr>
        <w:t>胶片</w:t>
      </w:r>
      <w:r w:rsidRPr="00251890">
        <w:rPr>
          <w:rFonts w:ascii="黑体" w:eastAsia="黑体" w:hAnsi="黑体"/>
        </w:rPr>
        <w:t xml:space="preserve">  estate brown crepe</w:t>
      </w:r>
    </w:p>
    <w:p w14:paraId="636BB1FC" w14:textId="77777777" w:rsidR="00C645D3" w:rsidRPr="001D2EB6" w:rsidRDefault="00C645D3" w:rsidP="00C645D3">
      <w:pPr>
        <w:pStyle w:val="affffffffffff7"/>
        <w:ind w:firstLineChars="200" w:firstLine="420"/>
        <w:rPr>
          <w:rFonts w:eastAsia="宋体"/>
        </w:rPr>
      </w:pPr>
      <w:r w:rsidRPr="001D2EB6">
        <w:rPr>
          <w:rFonts w:eastAsia="宋体"/>
        </w:rPr>
        <w:t>大胶园的加工厂</w:t>
      </w:r>
      <w:r w:rsidRPr="001D2EB6">
        <w:rPr>
          <w:rFonts w:eastAsia="宋体" w:hint="eastAsia"/>
        </w:rPr>
        <w:t>以</w:t>
      </w:r>
      <w:r w:rsidRPr="001D2EB6">
        <w:rPr>
          <w:rFonts w:eastAsia="宋体"/>
        </w:rPr>
        <w:t>本胶园产的新鲜杯凝块和其他高级杂胶为原料，经</w:t>
      </w:r>
      <w:r w:rsidRPr="001D2EB6">
        <w:rPr>
          <w:rFonts w:eastAsia="宋体" w:hint="eastAsia"/>
        </w:rPr>
        <w:t>过</w:t>
      </w:r>
      <w:r w:rsidRPr="001D2EB6">
        <w:rPr>
          <w:rFonts w:eastAsia="宋体"/>
        </w:rPr>
        <w:t>洗炼、压</w:t>
      </w:r>
      <w:proofErr w:type="gramStart"/>
      <w:r w:rsidRPr="001D2EB6">
        <w:rPr>
          <w:rFonts w:eastAsia="宋体"/>
        </w:rPr>
        <w:t>绉</w:t>
      </w:r>
      <w:proofErr w:type="gramEnd"/>
      <w:r w:rsidRPr="001D2EB6">
        <w:rPr>
          <w:rFonts w:eastAsia="宋体"/>
        </w:rPr>
        <w:t>和干燥</w:t>
      </w:r>
      <w:r w:rsidRPr="001D2EB6">
        <w:rPr>
          <w:rFonts w:eastAsia="宋体" w:hint="eastAsia"/>
        </w:rPr>
        <w:t>等工艺步骤</w:t>
      </w:r>
      <w:r w:rsidRPr="001D2EB6">
        <w:rPr>
          <w:rFonts w:eastAsia="宋体"/>
        </w:rPr>
        <w:t>而</w:t>
      </w:r>
      <w:r w:rsidRPr="001D2EB6">
        <w:rPr>
          <w:rFonts w:eastAsia="宋体" w:hint="eastAsia"/>
        </w:rPr>
        <w:t>制成的皱胶片</w:t>
      </w:r>
      <w:r w:rsidRPr="001D2EB6">
        <w:rPr>
          <w:rFonts w:eastAsia="宋体"/>
        </w:rPr>
        <w:t>，</w:t>
      </w:r>
      <w:proofErr w:type="gramStart"/>
      <w:r w:rsidRPr="001D2EB6">
        <w:rPr>
          <w:rFonts w:eastAsia="宋体"/>
        </w:rPr>
        <w:t>分厚和</w:t>
      </w:r>
      <w:proofErr w:type="gramEnd"/>
      <w:r w:rsidRPr="001D2EB6">
        <w:rPr>
          <w:rFonts w:eastAsia="宋体"/>
        </w:rPr>
        <w:t>薄两种规格。</w:t>
      </w:r>
    </w:p>
    <w:p w14:paraId="3597EB49"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再炼胶</w:t>
      </w:r>
      <w:r w:rsidRPr="00251890">
        <w:rPr>
          <w:rFonts w:ascii="黑体" w:eastAsia="黑体" w:hAnsi="黑体"/>
        </w:rPr>
        <w:t xml:space="preserve">  </w:t>
      </w:r>
      <w:proofErr w:type="spellStart"/>
      <w:r w:rsidRPr="00251890">
        <w:rPr>
          <w:rFonts w:ascii="黑体" w:eastAsia="黑体" w:hAnsi="黑体"/>
        </w:rPr>
        <w:t>remills</w:t>
      </w:r>
      <w:proofErr w:type="spellEnd"/>
    </w:p>
    <w:p w14:paraId="202A2816" w14:textId="77777777" w:rsidR="00C645D3" w:rsidRPr="001D2EB6" w:rsidRDefault="00C645D3" w:rsidP="00C645D3">
      <w:pPr>
        <w:pStyle w:val="affffffffffff7"/>
        <w:ind w:firstLineChars="200" w:firstLine="420"/>
        <w:rPr>
          <w:rFonts w:eastAsia="宋体"/>
        </w:rPr>
      </w:pPr>
      <w:r w:rsidRPr="001D2EB6">
        <w:rPr>
          <w:rFonts w:eastAsia="宋体" w:hint="eastAsia"/>
        </w:rPr>
        <w:t>以</w:t>
      </w:r>
      <w:r w:rsidRPr="001D2EB6">
        <w:rPr>
          <w:rFonts w:eastAsia="宋体"/>
        </w:rPr>
        <w:t>胶园高级杂胶</w:t>
      </w:r>
      <w:r w:rsidRPr="001D2EB6">
        <w:rPr>
          <w:rFonts w:eastAsia="宋体" w:hint="eastAsia"/>
        </w:rPr>
        <w:t>、</w:t>
      </w:r>
      <w:r w:rsidRPr="001D2EB6">
        <w:rPr>
          <w:rFonts w:eastAsia="宋体"/>
        </w:rPr>
        <w:t>湿胶块</w:t>
      </w:r>
      <w:proofErr w:type="gramStart"/>
      <w:r w:rsidRPr="001D2EB6">
        <w:rPr>
          <w:rFonts w:eastAsia="宋体"/>
        </w:rPr>
        <w:t>和未烟胶片</w:t>
      </w:r>
      <w:proofErr w:type="gramEnd"/>
      <w:r w:rsidRPr="001D2EB6">
        <w:rPr>
          <w:rFonts w:eastAsia="宋体"/>
        </w:rPr>
        <w:t>等</w:t>
      </w:r>
      <w:r w:rsidRPr="001D2EB6">
        <w:rPr>
          <w:rFonts w:eastAsia="宋体" w:hint="eastAsia"/>
        </w:rPr>
        <w:t>为</w:t>
      </w:r>
      <w:r w:rsidRPr="001D2EB6">
        <w:rPr>
          <w:rFonts w:eastAsia="宋体"/>
        </w:rPr>
        <w:t>原料，经洗炼、压</w:t>
      </w:r>
      <w:proofErr w:type="gramStart"/>
      <w:r w:rsidRPr="001D2EB6">
        <w:rPr>
          <w:rFonts w:eastAsia="宋体"/>
        </w:rPr>
        <w:t>绉</w:t>
      </w:r>
      <w:proofErr w:type="gramEnd"/>
      <w:r w:rsidRPr="001D2EB6">
        <w:rPr>
          <w:rFonts w:eastAsia="宋体"/>
        </w:rPr>
        <w:t>和干燥</w:t>
      </w:r>
      <w:r w:rsidRPr="001D2EB6">
        <w:rPr>
          <w:rFonts w:eastAsia="宋体" w:hint="eastAsia"/>
        </w:rPr>
        <w:t>等工艺步骤</w:t>
      </w:r>
      <w:r w:rsidRPr="001D2EB6">
        <w:rPr>
          <w:rFonts w:eastAsia="宋体"/>
        </w:rPr>
        <w:t>而</w:t>
      </w:r>
      <w:r w:rsidRPr="001D2EB6">
        <w:rPr>
          <w:rFonts w:eastAsia="宋体" w:hint="eastAsia"/>
        </w:rPr>
        <w:t>制</w:t>
      </w:r>
      <w:r w:rsidRPr="001D2EB6">
        <w:rPr>
          <w:rFonts w:eastAsia="宋体"/>
        </w:rPr>
        <w:t>成</w:t>
      </w:r>
      <w:r w:rsidRPr="001D2EB6">
        <w:rPr>
          <w:rFonts w:eastAsia="宋体" w:hint="eastAsia"/>
        </w:rPr>
        <w:t>的</w:t>
      </w:r>
      <w:proofErr w:type="gramStart"/>
      <w:r w:rsidRPr="001D2EB6">
        <w:rPr>
          <w:rFonts w:eastAsia="宋体"/>
        </w:rPr>
        <w:t>绉</w:t>
      </w:r>
      <w:proofErr w:type="gramEnd"/>
      <w:r w:rsidRPr="001D2EB6">
        <w:rPr>
          <w:rFonts w:eastAsia="宋体"/>
        </w:rPr>
        <w:t>胶片，</w:t>
      </w:r>
      <w:proofErr w:type="gramStart"/>
      <w:r w:rsidRPr="001D2EB6">
        <w:rPr>
          <w:rFonts w:eastAsia="宋体"/>
        </w:rPr>
        <w:t>分厚和</w:t>
      </w:r>
      <w:proofErr w:type="gramEnd"/>
      <w:r w:rsidRPr="001D2EB6">
        <w:rPr>
          <w:rFonts w:eastAsia="宋体"/>
        </w:rPr>
        <w:t>薄两种规格，</w:t>
      </w:r>
      <w:r w:rsidRPr="001D2EB6">
        <w:rPr>
          <w:rFonts w:eastAsia="宋体" w:hint="eastAsia"/>
        </w:rPr>
        <w:t>分别称为</w:t>
      </w:r>
      <w:r w:rsidRPr="001D2EB6">
        <w:rPr>
          <w:rFonts w:eastAsia="宋体"/>
        </w:rPr>
        <w:t>厚毡</w:t>
      </w:r>
      <w:proofErr w:type="gramStart"/>
      <w:r w:rsidRPr="001D2EB6">
        <w:rPr>
          <w:rFonts w:eastAsia="宋体"/>
        </w:rPr>
        <w:t>绉</w:t>
      </w:r>
      <w:proofErr w:type="gramEnd"/>
      <w:r w:rsidRPr="001D2EB6">
        <w:rPr>
          <w:rFonts w:eastAsia="宋体"/>
        </w:rPr>
        <w:t>胶片（琥珀</w:t>
      </w:r>
      <w:proofErr w:type="gramStart"/>
      <w:r w:rsidRPr="001D2EB6">
        <w:rPr>
          <w:rFonts w:eastAsia="宋体"/>
        </w:rPr>
        <w:t>绉</w:t>
      </w:r>
      <w:proofErr w:type="gramEnd"/>
      <w:r w:rsidRPr="001D2EB6">
        <w:rPr>
          <w:rFonts w:eastAsia="宋体"/>
        </w:rPr>
        <w:t>胶片）</w:t>
      </w:r>
      <w:r w:rsidRPr="001D2EB6">
        <w:rPr>
          <w:rFonts w:eastAsia="宋体" w:hint="eastAsia"/>
        </w:rPr>
        <w:t>和</w:t>
      </w:r>
      <w:r w:rsidRPr="001D2EB6">
        <w:rPr>
          <w:rFonts w:eastAsia="宋体"/>
        </w:rPr>
        <w:t>薄褐</w:t>
      </w:r>
      <w:proofErr w:type="gramStart"/>
      <w:r w:rsidRPr="001D2EB6">
        <w:rPr>
          <w:rFonts w:eastAsia="宋体"/>
        </w:rPr>
        <w:t>绉</w:t>
      </w:r>
      <w:proofErr w:type="gramEnd"/>
      <w:r w:rsidRPr="001D2EB6">
        <w:rPr>
          <w:rFonts w:eastAsia="宋体"/>
        </w:rPr>
        <w:t>胶片。</w:t>
      </w:r>
    </w:p>
    <w:p w14:paraId="0C50A24C"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平树皮</w:t>
      </w:r>
      <w:proofErr w:type="gramStart"/>
      <w:r w:rsidRPr="00251890">
        <w:rPr>
          <w:rFonts w:ascii="黑体" w:eastAsia="黑体" w:hAnsi="黑体" w:hint="eastAsia"/>
        </w:rPr>
        <w:t>绉</w:t>
      </w:r>
      <w:proofErr w:type="gramEnd"/>
      <w:r w:rsidRPr="00251890">
        <w:rPr>
          <w:rFonts w:ascii="黑体" w:eastAsia="黑体" w:hAnsi="黑体" w:hint="eastAsia"/>
        </w:rPr>
        <w:t>胶片</w:t>
      </w:r>
      <w:r w:rsidRPr="00251890">
        <w:rPr>
          <w:rFonts w:ascii="黑体" w:eastAsia="黑体" w:hAnsi="黑体"/>
        </w:rPr>
        <w:t xml:space="preserve">  flat bark crepe</w:t>
      </w:r>
    </w:p>
    <w:p w14:paraId="0C6EE9F8" w14:textId="77777777" w:rsidR="00C645D3" w:rsidRPr="001D2EB6" w:rsidRDefault="00C645D3" w:rsidP="00C645D3">
      <w:pPr>
        <w:pStyle w:val="affffffffffff7"/>
        <w:ind w:firstLineChars="200" w:firstLine="420"/>
        <w:rPr>
          <w:rFonts w:eastAsia="宋体"/>
        </w:rPr>
      </w:pPr>
      <w:r w:rsidRPr="001D2EB6">
        <w:rPr>
          <w:rFonts w:eastAsia="宋体" w:hint="eastAsia"/>
        </w:rPr>
        <w:t>以</w:t>
      </w:r>
      <w:r w:rsidRPr="001D2EB6">
        <w:rPr>
          <w:rFonts w:eastAsia="宋体"/>
        </w:rPr>
        <w:t>所有的杂胶</w:t>
      </w:r>
      <w:r w:rsidRPr="001D2EB6">
        <w:rPr>
          <w:rFonts w:eastAsia="宋体" w:hint="eastAsia"/>
        </w:rPr>
        <w:t>(</w:t>
      </w:r>
      <w:r w:rsidRPr="001D2EB6">
        <w:rPr>
          <w:rFonts w:eastAsia="宋体"/>
        </w:rPr>
        <w:t>包括泥胶</w:t>
      </w:r>
      <w:r w:rsidRPr="001D2EB6">
        <w:rPr>
          <w:rFonts w:eastAsia="宋体" w:hint="eastAsia"/>
        </w:rPr>
        <w:t>)</w:t>
      </w:r>
      <w:r w:rsidRPr="001D2EB6">
        <w:rPr>
          <w:rFonts w:eastAsia="宋体"/>
        </w:rPr>
        <w:t>为原料，经</w:t>
      </w:r>
      <w:r w:rsidRPr="001D2EB6">
        <w:rPr>
          <w:rFonts w:eastAsia="宋体" w:hint="eastAsia"/>
        </w:rPr>
        <w:t>过</w:t>
      </w:r>
      <w:r w:rsidRPr="001D2EB6">
        <w:rPr>
          <w:rFonts w:eastAsia="宋体"/>
        </w:rPr>
        <w:t>洗炼、压</w:t>
      </w:r>
      <w:proofErr w:type="gramStart"/>
      <w:r w:rsidRPr="001D2EB6">
        <w:rPr>
          <w:rFonts w:eastAsia="宋体"/>
        </w:rPr>
        <w:t>绉</w:t>
      </w:r>
      <w:proofErr w:type="gramEnd"/>
      <w:r w:rsidRPr="001D2EB6">
        <w:rPr>
          <w:rFonts w:eastAsia="宋体"/>
        </w:rPr>
        <w:t>和干燥</w:t>
      </w:r>
      <w:r w:rsidRPr="001D2EB6">
        <w:rPr>
          <w:rFonts w:eastAsia="宋体" w:hint="eastAsia"/>
        </w:rPr>
        <w:t>等工艺步骤</w:t>
      </w:r>
      <w:r w:rsidRPr="001D2EB6">
        <w:rPr>
          <w:rFonts w:eastAsia="宋体"/>
        </w:rPr>
        <w:t>而制成的</w:t>
      </w:r>
      <w:proofErr w:type="gramStart"/>
      <w:r w:rsidRPr="001D2EB6">
        <w:rPr>
          <w:rFonts w:eastAsia="宋体"/>
        </w:rPr>
        <w:t>绉</w:t>
      </w:r>
      <w:proofErr w:type="gramEnd"/>
      <w:r w:rsidRPr="001D2EB6">
        <w:rPr>
          <w:rFonts w:eastAsia="宋体"/>
        </w:rPr>
        <w:t>胶片。</w:t>
      </w:r>
    </w:p>
    <w:p w14:paraId="161296F4"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proofErr w:type="gramStart"/>
      <w:r w:rsidRPr="00251890">
        <w:rPr>
          <w:rFonts w:ascii="黑体" w:eastAsia="黑体" w:hAnsi="黑体" w:hint="eastAsia"/>
        </w:rPr>
        <w:t>纯烟毡绉</w:t>
      </w:r>
      <w:proofErr w:type="gramEnd"/>
      <w:r w:rsidRPr="00251890">
        <w:rPr>
          <w:rFonts w:ascii="黑体" w:eastAsia="黑体" w:hAnsi="黑体" w:hint="eastAsia"/>
        </w:rPr>
        <w:t>胶片</w:t>
      </w:r>
      <w:r w:rsidRPr="00251890">
        <w:rPr>
          <w:rFonts w:ascii="黑体" w:eastAsia="黑体" w:hAnsi="黑体"/>
        </w:rPr>
        <w:t xml:space="preserve">  pure bark crepe</w:t>
      </w:r>
    </w:p>
    <w:p w14:paraId="6235C988" w14:textId="77777777" w:rsidR="00C645D3" w:rsidRPr="001D2EB6" w:rsidRDefault="00C645D3" w:rsidP="00C645D3">
      <w:pPr>
        <w:pStyle w:val="affffffffffff7"/>
        <w:ind w:firstLineChars="200" w:firstLine="420"/>
        <w:rPr>
          <w:rFonts w:eastAsia="宋体"/>
        </w:rPr>
      </w:pPr>
      <w:r w:rsidRPr="001D2EB6">
        <w:rPr>
          <w:rFonts w:eastAsia="宋体" w:hint="eastAsia"/>
        </w:rPr>
        <w:t>以</w:t>
      </w:r>
      <w:r w:rsidRPr="001D2EB6">
        <w:rPr>
          <w:rFonts w:eastAsia="宋体"/>
        </w:rPr>
        <w:t>烟熏橡胶和</w:t>
      </w:r>
      <w:proofErr w:type="gramStart"/>
      <w:r w:rsidRPr="001D2EB6">
        <w:rPr>
          <w:rFonts w:eastAsia="宋体"/>
        </w:rPr>
        <w:t>烟胶碎胶</w:t>
      </w:r>
      <w:proofErr w:type="gramEnd"/>
      <w:r w:rsidRPr="001D2EB6">
        <w:rPr>
          <w:rFonts w:eastAsia="宋体"/>
        </w:rPr>
        <w:t>为原料，经压炼而制成的</w:t>
      </w:r>
      <w:proofErr w:type="gramStart"/>
      <w:r w:rsidRPr="001D2EB6">
        <w:rPr>
          <w:rFonts w:eastAsia="宋体"/>
        </w:rPr>
        <w:t>绉</w:t>
      </w:r>
      <w:proofErr w:type="gramEnd"/>
      <w:r w:rsidRPr="001D2EB6">
        <w:rPr>
          <w:rFonts w:eastAsia="宋体"/>
        </w:rPr>
        <w:t>胶片，具有烟胶片的气味。</w:t>
      </w:r>
    </w:p>
    <w:p w14:paraId="44815DC4"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乳黄</w:t>
      </w:r>
      <w:proofErr w:type="gramStart"/>
      <w:r w:rsidRPr="00251890">
        <w:rPr>
          <w:rFonts w:ascii="黑体" w:eastAsia="黑体" w:hAnsi="黑体" w:hint="eastAsia"/>
        </w:rPr>
        <w:t>绉</w:t>
      </w:r>
      <w:proofErr w:type="gramEnd"/>
      <w:r w:rsidRPr="00251890">
        <w:rPr>
          <w:rFonts w:ascii="黑体" w:eastAsia="黑体" w:hAnsi="黑体" w:hint="eastAsia"/>
        </w:rPr>
        <w:t>胶片</w:t>
      </w:r>
      <w:r w:rsidRPr="00251890">
        <w:rPr>
          <w:rFonts w:ascii="黑体" w:eastAsia="黑体" w:hAnsi="黑体"/>
        </w:rPr>
        <w:t xml:space="preserve">  yellow fraction crepe</w:t>
      </w:r>
    </w:p>
    <w:p w14:paraId="31F70F9B" w14:textId="77777777" w:rsidR="00C645D3" w:rsidRPr="001D2EB6" w:rsidRDefault="00C645D3" w:rsidP="00C645D3">
      <w:pPr>
        <w:pStyle w:val="affffffffffff7"/>
        <w:ind w:firstLineChars="200" w:firstLine="420"/>
        <w:rPr>
          <w:rFonts w:eastAsia="宋体"/>
        </w:rPr>
      </w:pPr>
      <w:r w:rsidRPr="001D2EB6">
        <w:rPr>
          <w:rFonts w:eastAsia="宋体" w:hint="eastAsia"/>
        </w:rPr>
        <w:t>将</w:t>
      </w:r>
      <w:r w:rsidRPr="001D2EB6">
        <w:rPr>
          <w:rFonts w:eastAsia="宋体"/>
        </w:rPr>
        <w:t>分级凝固得到的乳黄凝块</w:t>
      </w:r>
      <w:r w:rsidRPr="001D2EB6">
        <w:rPr>
          <w:rFonts w:eastAsia="宋体" w:hint="eastAsia"/>
        </w:rPr>
        <w:t>，经过</w:t>
      </w:r>
      <w:r w:rsidRPr="001D2EB6">
        <w:rPr>
          <w:rFonts w:eastAsia="宋体"/>
        </w:rPr>
        <w:t>压</w:t>
      </w:r>
      <w:proofErr w:type="gramStart"/>
      <w:r w:rsidRPr="001D2EB6">
        <w:rPr>
          <w:rFonts w:eastAsia="宋体"/>
        </w:rPr>
        <w:t>绉</w:t>
      </w:r>
      <w:proofErr w:type="gramEnd"/>
      <w:r w:rsidRPr="001D2EB6">
        <w:rPr>
          <w:rFonts w:eastAsia="宋体"/>
        </w:rPr>
        <w:t>和干燥</w:t>
      </w:r>
      <w:r w:rsidRPr="001D2EB6">
        <w:rPr>
          <w:rFonts w:eastAsia="宋体" w:hint="eastAsia"/>
        </w:rPr>
        <w:t>电脑感工艺步骤</w:t>
      </w:r>
      <w:r w:rsidRPr="001D2EB6">
        <w:rPr>
          <w:rFonts w:eastAsia="宋体"/>
        </w:rPr>
        <w:t>而制成</w:t>
      </w:r>
      <w:r w:rsidRPr="001D2EB6">
        <w:rPr>
          <w:rFonts w:eastAsia="宋体" w:hint="eastAsia"/>
        </w:rPr>
        <w:t>的</w:t>
      </w:r>
      <w:r w:rsidRPr="001D2EB6">
        <w:rPr>
          <w:rFonts w:eastAsia="宋体"/>
        </w:rPr>
        <w:t>低级</w:t>
      </w:r>
      <w:proofErr w:type="gramStart"/>
      <w:r w:rsidRPr="001D2EB6">
        <w:rPr>
          <w:rFonts w:eastAsia="宋体"/>
        </w:rPr>
        <w:t>绉</w:t>
      </w:r>
      <w:proofErr w:type="gramEnd"/>
      <w:r w:rsidRPr="001D2EB6">
        <w:rPr>
          <w:rFonts w:eastAsia="宋体"/>
        </w:rPr>
        <w:t>胶片。</w:t>
      </w:r>
    </w:p>
    <w:p w14:paraId="6E1E7A42"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混合</w:t>
      </w:r>
      <w:proofErr w:type="gramStart"/>
      <w:r w:rsidRPr="00251890">
        <w:rPr>
          <w:rFonts w:ascii="黑体" w:eastAsia="黑体" w:hAnsi="黑体" w:hint="eastAsia"/>
        </w:rPr>
        <w:t>绉</w:t>
      </w:r>
      <w:proofErr w:type="gramEnd"/>
      <w:r w:rsidRPr="00251890">
        <w:rPr>
          <w:rFonts w:ascii="黑体" w:eastAsia="黑体" w:hAnsi="黑体" w:hint="eastAsia"/>
        </w:rPr>
        <w:t>胶片</w:t>
      </w:r>
      <w:r w:rsidRPr="00251890">
        <w:rPr>
          <w:rFonts w:ascii="黑体" w:eastAsia="黑体" w:hAnsi="黑体"/>
        </w:rPr>
        <w:t xml:space="preserve">  compo crepe</w:t>
      </w:r>
    </w:p>
    <w:p w14:paraId="224524B9" w14:textId="77777777" w:rsidR="00C645D3" w:rsidRPr="001D2EB6" w:rsidRDefault="00C645D3" w:rsidP="00C645D3">
      <w:pPr>
        <w:pStyle w:val="affffffffffff7"/>
        <w:ind w:firstLineChars="200" w:firstLine="420"/>
        <w:rPr>
          <w:rFonts w:eastAsia="宋体"/>
        </w:rPr>
      </w:pPr>
      <w:r w:rsidRPr="001D2EB6">
        <w:rPr>
          <w:rFonts w:ascii="宋体" w:eastAsia="宋体" w:hAnsi="宋体" w:hint="eastAsia"/>
        </w:rPr>
        <w:t>宫保</w:t>
      </w:r>
      <w:proofErr w:type="gramStart"/>
      <w:r w:rsidRPr="001D2EB6">
        <w:rPr>
          <w:rFonts w:ascii="宋体" w:eastAsia="宋体" w:hAnsi="宋体" w:hint="eastAsia"/>
        </w:rPr>
        <w:t>绉</w:t>
      </w:r>
      <w:proofErr w:type="gramEnd"/>
      <w:r w:rsidRPr="001D2EB6">
        <w:rPr>
          <w:rFonts w:ascii="宋体" w:eastAsia="宋体" w:hAnsi="宋体" w:hint="eastAsia"/>
        </w:rPr>
        <w:t>胶片</w:t>
      </w:r>
    </w:p>
    <w:p w14:paraId="519E92AA" w14:textId="77777777" w:rsidR="00C645D3" w:rsidRPr="001D2EB6" w:rsidRDefault="00C645D3" w:rsidP="00C645D3">
      <w:pPr>
        <w:pStyle w:val="affffffffffff7"/>
        <w:ind w:firstLineChars="200" w:firstLine="420"/>
        <w:rPr>
          <w:rFonts w:eastAsia="宋体"/>
        </w:rPr>
      </w:pPr>
      <w:r w:rsidRPr="001D2EB6">
        <w:rPr>
          <w:rFonts w:eastAsia="宋体" w:hint="eastAsia"/>
        </w:rPr>
        <w:t>采用</w:t>
      </w:r>
      <w:r w:rsidRPr="001D2EB6">
        <w:rPr>
          <w:rFonts w:eastAsia="宋体"/>
        </w:rPr>
        <w:t>除泥胶以外所有的杂胶（包括</w:t>
      </w:r>
      <w:proofErr w:type="gramStart"/>
      <w:r w:rsidRPr="001D2EB6">
        <w:rPr>
          <w:rFonts w:eastAsia="宋体"/>
        </w:rPr>
        <w:t>烟胶碎</w:t>
      </w:r>
      <w:proofErr w:type="gramEnd"/>
      <w:r w:rsidRPr="001D2EB6">
        <w:rPr>
          <w:rFonts w:eastAsia="宋体"/>
        </w:rPr>
        <w:t>和湿胶块）为原料，经洗炼、压</w:t>
      </w:r>
      <w:proofErr w:type="gramStart"/>
      <w:r w:rsidRPr="001D2EB6">
        <w:rPr>
          <w:rFonts w:eastAsia="宋体"/>
        </w:rPr>
        <w:t>绉</w:t>
      </w:r>
      <w:proofErr w:type="gramEnd"/>
      <w:r w:rsidRPr="001D2EB6">
        <w:rPr>
          <w:rFonts w:eastAsia="宋体"/>
        </w:rPr>
        <w:t>和干燥</w:t>
      </w:r>
      <w:r w:rsidRPr="001D2EB6">
        <w:rPr>
          <w:rFonts w:eastAsia="宋体" w:hint="eastAsia"/>
        </w:rPr>
        <w:t>工艺步骤</w:t>
      </w:r>
      <w:r w:rsidRPr="001D2EB6">
        <w:rPr>
          <w:rFonts w:eastAsia="宋体"/>
        </w:rPr>
        <w:t>而制成的</w:t>
      </w:r>
      <w:proofErr w:type="gramStart"/>
      <w:r w:rsidRPr="001D2EB6">
        <w:rPr>
          <w:rFonts w:eastAsia="宋体"/>
        </w:rPr>
        <w:t>绉</w:t>
      </w:r>
      <w:proofErr w:type="gramEnd"/>
      <w:r w:rsidRPr="001D2EB6">
        <w:rPr>
          <w:rFonts w:eastAsia="宋体"/>
        </w:rPr>
        <w:t>胶片。</w:t>
      </w:r>
    </w:p>
    <w:p w14:paraId="4B6D6C35"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碎裂橡胶</w:t>
      </w:r>
      <w:r w:rsidRPr="001D2EB6">
        <w:rPr>
          <w:rFonts w:ascii="黑体" w:eastAsia="黑体" w:hAnsi="黑体"/>
        </w:rPr>
        <w:t xml:space="preserve">  </w:t>
      </w:r>
      <w:proofErr w:type="spellStart"/>
      <w:r w:rsidRPr="001D2EB6">
        <w:rPr>
          <w:rFonts w:ascii="黑体" w:eastAsia="黑体" w:hAnsi="黑体"/>
        </w:rPr>
        <w:t>heveacrumb</w:t>
      </w:r>
      <w:proofErr w:type="spellEnd"/>
      <w:r w:rsidRPr="001D2EB6">
        <w:rPr>
          <w:rFonts w:ascii="黑体" w:eastAsia="黑体" w:hAnsi="黑体"/>
        </w:rPr>
        <w:t xml:space="preserve"> rubber</w:t>
      </w:r>
    </w:p>
    <w:p w14:paraId="3FDD0F09" w14:textId="77777777" w:rsidR="00C645D3" w:rsidRPr="001D2EB6" w:rsidRDefault="00C645D3" w:rsidP="00C645D3">
      <w:pPr>
        <w:pStyle w:val="affffffffffff7"/>
        <w:ind w:firstLineChars="200" w:firstLine="420"/>
        <w:rPr>
          <w:rFonts w:eastAsia="宋体"/>
        </w:rPr>
      </w:pPr>
      <w:r w:rsidRPr="001D2EB6">
        <w:rPr>
          <w:rFonts w:eastAsia="宋体"/>
        </w:rPr>
        <w:t>在凝块中加入碎裂剂，然后用</w:t>
      </w:r>
      <w:r w:rsidRPr="001D2EB6">
        <w:rPr>
          <w:rFonts w:eastAsia="宋体" w:hint="eastAsia"/>
        </w:rPr>
        <w:t>碎</w:t>
      </w:r>
      <w:r w:rsidRPr="001D2EB6">
        <w:rPr>
          <w:rFonts w:eastAsia="宋体"/>
        </w:rPr>
        <w:t>裂机辊压成</w:t>
      </w:r>
      <w:r w:rsidRPr="001D2EB6">
        <w:rPr>
          <w:rFonts w:eastAsia="宋体" w:hint="eastAsia"/>
        </w:rPr>
        <w:t>直径为</w:t>
      </w:r>
      <w:r w:rsidRPr="001D2EB6">
        <w:rPr>
          <w:rFonts w:eastAsia="宋体"/>
        </w:rPr>
        <w:t>2</w:t>
      </w:r>
      <w:r w:rsidRPr="001D2EB6">
        <w:rPr>
          <w:rFonts w:eastAsia="宋体" w:hint="eastAsia"/>
        </w:rPr>
        <w:t>m</w:t>
      </w:r>
      <w:r w:rsidR="00BE2733" w:rsidRPr="001D2EB6">
        <w:rPr>
          <w:rFonts w:eastAsia="宋体"/>
        </w:rPr>
        <w:t>m</w:t>
      </w:r>
      <w:r w:rsidRPr="001D2EB6">
        <w:rPr>
          <w:rFonts w:ascii="宋体" w:eastAsia="宋体" w:hAnsi="宋体" w:hint="eastAsia"/>
        </w:rPr>
        <w:t>～</w:t>
      </w:r>
      <w:r w:rsidRPr="001D2EB6">
        <w:rPr>
          <w:rFonts w:eastAsia="宋体"/>
        </w:rPr>
        <w:t>5mm</w:t>
      </w:r>
      <w:r w:rsidRPr="001D2EB6">
        <w:rPr>
          <w:rFonts w:eastAsia="宋体"/>
        </w:rPr>
        <w:t>的颗粒</w:t>
      </w:r>
      <w:r w:rsidRPr="001D2EB6">
        <w:rPr>
          <w:rFonts w:eastAsia="宋体" w:hint="eastAsia"/>
        </w:rPr>
        <w:t>，</w:t>
      </w:r>
      <w:r w:rsidRPr="001D2EB6">
        <w:rPr>
          <w:rFonts w:eastAsia="宋体"/>
        </w:rPr>
        <w:t>烘干后加压打包成块状胶。</w:t>
      </w:r>
    </w:p>
    <w:p w14:paraId="1E96A7AF"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proofErr w:type="gramStart"/>
      <w:r w:rsidRPr="001D2EB6">
        <w:rPr>
          <w:rFonts w:ascii="黑体" w:eastAsia="黑体" w:hAnsi="黑体" w:hint="eastAsia"/>
        </w:rPr>
        <w:t>胶清橡胶</w:t>
      </w:r>
      <w:proofErr w:type="gramEnd"/>
      <w:r w:rsidRPr="001D2EB6">
        <w:rPr>
          <w:rFonts w:ascii="黑体" w:eastAsia="黑体" w:hAnsi="黑体"/>
        </w:rPr>
        <w:t xml:space="preserve"> </w:t>
      </w:r>
      <w:r w:rsidRPr="001D2EB6">
        <w:rPr>
          <w:rFonts w:ascii="黑体" w:eastAsia="黑体" w:hAnsi="黑体" w:hint="eastAsia"/>
        </w:rPr>
        <w:t xml:space="preserve"> </w:t>
      </w:r>
      <w:r w:rsidRPr="001D2EB6">
        <w:rPr>
          <w:rFonts w:ascii="黑体" w:eastAsia="黑体" w:hAnsi="黑体"/>
        </w:rPr>
        <w:t>skim rubber</w:t>
      </w:r>
    </w:p>
    <w:p w14:paraId="14ABAF21"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从天然橡胶胶乳浓缩过程中分离的稀释胶乳中得到</w:t>
      </w:r>
      <w:r w:rsidRPr="001D2EB6">
        <w:rPr>
          <w:rFonts w:ascii="宋体" w:eastAsia="宋体" w:hAnsi="宋体"/>
        </w:rPr>
        <w:t>的橡胶。</w:t>
      </w:r>
    </w:p>
    <w:p w14:paraId="196A5491"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proofErr w:type="gramStart"/>
      <w:r w:rsidRPr="00251890">
        <w:rPr>
          <w:rFonts w:ascii="黑体" w:eastAsia="黑体" w:hAnsi="黑体" w:hint="eastAsia"/>
        </w:rPr>
        <w:t>胶清皱片胶</w:t>
      </w:r>
      <w:proofErr w:type="gramEnd"/>
      <w:r w:rsidRPr="00251890">
        <w:rPr>
          <w:rFonts w:ascii="黑体" w:eastAsia="黑体" w:hAnsi="黑体"/>
        </w:rPr>
        <w:t xml:space="preserve">  skim crepe  </w:t>
      </w:r>
    </w:p>
    <w:p w14:paraId="1F3AEE68" w14:textId="77777777" w:rsidR="00C645D3" w:rsidRPr="001D2EB6" w:rsidRDefault="00C645D3" w:rsidP="00C645D3">
      <w:pPr>
        <w:pStyle w:val="affffffffffff7"/>
        <w:ind w:firstLineChars="200" w:firstLine="420"/>
        <w:rPr>
          <w:rFonts w:eastAsia="宋体"/>
        </w:rPr>
      </w:pPr>
      <w:proofErr w:type="gramStart"/>
      <w:r w:rsidRPr="001D2EB6">
        <w:rPr>
          <w:rFonts w:eastAsia="宋体"/>
        </w:rPr>
        <w:t>以胶清为</w:t>
      </w:r>
      <w:proofErr w:type="gramEnd"/>
      <w:r w:rsidRPr="001D2EB6">
        <w:rPr>
          <w:rFonts w:eastAsia="宋体"/>
        </w:rPr>
        <w:t>原料</w:t>
      </w:r>
      <w:r w:rsidRPr="001D2EB6">
        <w:rPr>
          <w:rFonts w:eastAsia="宋体" w:hint="eastAsia"/>
        </w:rPr>
        <w:t>，经过凝固、凝块压片、干燥等工艺步骤而</w:t>
      </w:r>
      <w:r w:rsidRPr="001D2EB6">
        <w:rPr>
          <w:rFonts w:eastAsia="宋体"/>
        </w:rPr>
        <w:t>制成的</w:t>
      </w:r>
      <w:proofErr w:type="gramStart"/>
      <w:r w:rsidRPr="001D2EB6">
        <w:rPr>
          <w:rFonts w:eastAsia="宋体"/>
        </w:rPr>
        <w:t>皱片胶</w:t>
      </w:r>
      <w:proofErr w:type="gramEnd"/>
      <w:r w:rsidRPr="001D2EB6">
        <w:rPr>
          <w:rFonts w:eastAsia="宋体"/>
        </w:rPr>
        <w:t>。</w:t>
      </w:r>
    </w:p>
    <w:p w14:paraId="32D8DA4F"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proofErr w:type="gramStart"/>
      <w:r w:rsidRPr="00251890">
        <w:rPr>
          <w:rFonts w:ascii="黑体" w:eastAsia="黑体" w:hAnsi="黑体" w:hint="eastAsia"/>
        </w:rPr>
        <w:t>胶清颗粒</w:t>
      </w:r>
      <w:proofErr w:type="gramEnd"/>
      <w:r w:rsidRPr="00251890">
        <w:rPr>
          <w:rFonts w:ascii="黑体" w:eastAsia="黑体" w:hAnsi="黑体" w:hint="eastAsia"/>
        </w:rPr>
        <w:t>胶</w:t>
      </w:r>
      <w:r w:rsidRPr="00251890">
        <w:rPr>
          <w:rFonts w:ascii="黑体" w:eastAsia="黑体" w:hAnsi="黑体"/>
        </w:rPr>
        <w:t xml:space="preserve">  skim block rubber</w:t>
      </w:r>
    </w:p>
    <w:p w14:paraId="443BC9F6" w14:textId="77777777" w:rsidR="00C645D3" w:rsidRPr="00EB0396" w:rsidRDefault="00C645D3" w:rsidP="00C645D3">
      <w:pPr>
        <w:pStyle w:val="affffffffffff7"/>
        <w:ind w:firstLineChars="200" w:firstLine="420"/>
        <w:rPr>
          <w:rFonts w:eastAsia="宋体"/>
        </w:rPr>
      </w:pPr>
      <w:proofErr w:type="gramStart"/>
      <w:r w:rsidRPr="001D2EB6">
        <w:rPr>
          <w:rFonts w:eastAsia="宋体"/>
        </w:rPr>
        <w:t>以胶清为</w:t>
      </w:r>
      <w:proofErr w:type="gramEnd"/>
      <w:r w:rsidRPr="001D2EB6">
        <w:rPr>
          <w:rFonts w:eastAsia="宋体"/>
        </w:rPr>
        <w:t>原料</w:t>
      </w:r>
      <w:r w:rsidRPr="001D2EB6">
        <w:rPr>
          <w:rFonts w:eastAsia="宋体" w:hint="eastAsia"/>
        </w:rPr>
        <w:t>，经过凝固、凝块压片、造粒</w:t>
      </w:r>
      <w:r w:rsidRPr="00EB0396">
        <w:rPr>
          <w:rFonts w:eastAsia="宋体" w:hint="eastAsia"/>
        </w:rPr>
        <w:t>、干燥等工艺步骤而</w:t>
      </w:r>
      <w:r w:rsidRPr="00EB0396">
        <w:rPr>
          <w:rFonts w:eastAsia="宋体"/>
        </w:rPr>
        <w:t>制成的颗粒橡胶。</w:t>
      </w:r>
    </w:p>
    <w:p w14:paraId="44BFC439" w14:textId="77777777" w:rsidR="00C645D3" w:rsidRPr="00EB0396" w:rsidRDefault="00C645D3" w:rsidP="00C645D3">
      <w:pPr>
        <w:pStyle w:val="afff0"/>
        <w:spacing w:before="312" w:after="312"/>
      </w:pPr>
      <w:r w:rsidRPr="00EB0396">
        <w:rPr>
          <w:rFonts w:hint="eastAsia"/>
        </w:rPr>
        <w:t xml:space="preserve"> </w:t>
      </w:r>
      <w:bookmarkStart w:id="62" w:name="_Toc98757027"/>
      <w:bookmarkStart w:id="63" w:name="_Toc108098947"/>
      <w:bookmarkStart w:id="64" w:name="_Toc108107358"/>
      <w:r w:rsidRPr="00EB0396">
        <w:rPr>
          <w:rFonts w:hint="eastAsia"/>
        </w:rPr>
        <w:t>生胶的生产设备</w:t>
      </w:r>
      <w:bookmarkEnd w:id="62"/>
      <w:bookmarkEnd w:id="63"/>
      <w:bookmarkEnd w:id="64"/>
    </w:p>
    <w:p w14:paraId="0BD7A117" w14:textId="77777777" w:rsidR="00C645D3" w:rsidRPr="008A648C" w:rsidRDefault="00C645D3" w:rsidP="00C645D3">
      <w:pPr>
        <w:pStyle w:val="afffffffffff9"/>
        <w:ind w:left="420" w:hangingChars="200" w:hanging="420"/>
        <w:rPr>
          <w:rFonts w:ascii="黑体" w:eastAsia="黑体" w:hAnsi="黑体"/>
        </w:rPr>
      </w:pPr>
      <w:r w:rsidRPr="008A648C">
        <w:rPr>
          <w:rFonts w:ascii="黑体" w:eastAsia="黑体" w:hAnsi="黑体"/>
        </w:rPr>
        <w:lastRenderedPageBreak/>
        <w:br/>
      </w:r>
      <w:r>
        <w:rPr>
          <w:rFonts w:ascii="黑体" w:eastAsia="黑体" w:hAnsi="黑体" w:hint="eastAsia"/>
        </w:rPr>
        <w:t>混合</w:t>
      </w:r>
      <w:r w:rsidRPr="00A56237">
        <w:rPr>
          <w:rFonts w:ascii="黑体" w:eastAsia="黑体" w:hAnsi="黑体" w:hint="eastAsia"/>
        </w:rPr>
        <w:t>池</w:t>
      </w:r>
      <w:r w:rsidRPr="00A56237">
        <w:rPr>
          <w:rFonts w:ascii="黑体" w:eastAsia="黑体" w:hAnsi="黑体"/>
        </w:rPr>
        <w:t xml:space="preserve"> </w:t>
      </w:r>
      <w:r w:rsidRPr="00A56237">
        <w:rPr>
          <w:rFonts w:ascii="黑体" w:eastAsia="黑体" w:hAnsi="黑体" w:hint="eastAsia"/>
        </w:rPr>
        <w:t xml:space="preserve"> </w:t>
      </w:r>
      <w:r w:rsidRPr="00A56237">
        <w:rPr>
          <w:rFonts w:ascii="黑体" w:eastAsia="黑体" w:hAnsi="黑体"/>
        </w:rPr>
        <w:t>bulking tank</w:t>
      </w:r>
    </w:p>
    <w:p w14:paraId="6A4BB5C9" w14:textId="77777777" w:rsidR="00C645D3" w:rsidRPr="00EB0396" w:rsidRDefault="00D071D4" w:rsidP="00C645D3">
      <w:pPr>
        <w:pStyle w:val="affffffffffff7"/>
        <w:ind w:firstLineChars="200" w:firstLine="420"/>
        <w:rPr>
          <w:rFonts w:eastAsia="宋体"/>
        </w:rPr>
      </w:pPr>
      <w:r w:rsidRPr="001D2EB6">
        <w:rPr>
          <w:rFonts w:ascii="宋体" w:hAnsi="宋体" w:hint="eastAsia"/>
        </w:rPr>
        <w:t>&lt;</w:t>
      </w:r>
      <w:r w:rsidRPr="00D071D4">
        <w:rPr>
          <w:rFonts w:ascii="仿宋_GB2312" w:eastAsia="仿宋_GB2312" w:hAnsi="宋体" w:hint="eastAsia"/>
        </w:rPr>
        <w:t>天然</w:t>
      </w:r>
      <w:r w:rsidRPr="001D2EB6">
        <w:rPr>
          <w:rFonts w:ascii="宋体" w:eastAsia="宋体" w:hAnsi="宋体" w:hint="eastAsia"/>
        </w:rPr>
        <w:t>胶乳</w:t>
      </w:r>
      <w:r w:rsidRPr="001D2EB6">
        <w:rPr>
          <w:rFonts w:ascii="宋体" w:hAnsi="宋体" w:hint="eastAsia"/>
        </w:rPr>
        <w:t>&gt;</w:t>
      </w:r>
      <w:r w:rsidR="00C645D3" w:rsidRPr="00EB0396">
        <w:rPr>
          <w:rFonts w:eastAsia="宋体"/>
        </w:rPr>
        <w:t>将各</w:t>
      </w:r>
      <w:proofErr w:type="gramStart"/>
      <w:r w:rsidR="00C645D3" w:rsidRPr="00EB0396">
        <w:rPr>
          <w:rFonts w:eastAsia="宋体"/>
        </w:rPr>
        <w:t>收胶站</w:t>
      </w:r>
      <w:proofErr w:type="gramEnd"/>
      <w:r w:rsidR="00C645D3" w:rsidRPr="00EB0396">
        <w:rPr>
          <w:rFonts w:eastAsia="宋体"/>
        </w:rPr>
        <w:t>运送来的</w:t>
      </w:r>
      <w:r w:rsidR="00C645D3" w:rsidRPr="00EB0396">
        <w:rPr>
          <w:rFonts w:eastAsia="宋体" w:hint="eastAsia"/>
        </w:rPr>
        <w:t>新</w:t>
      </w:r>
      <w:r w:rsidR="00C645D3" w:rsidRPr="00EB0396">
        <w:rPr>
          <w:rFonts w:eastAsia="宋体"/>
        </w:rPr>
        <w:t>鲜胶乳混合并加水至标准的干胶含量，再</w:t>
      </w:r>
      <w:r w:rsidR="00C645D3" w:rsidRPr="00EB0396">
        <w:rPr>
          <w:rFonts w:eastAsia="宋体" w:hint="eastAsia"/>
        </w:rPr>
        <w:t>经过</w:t>
      </w:r>
      <w:r w:rsidR="00C645D3" w:rsidRPr="00EB0396">
        <w:rPr>
          <w:rFonts w:eastAsia="宋体"/>
        </w:rPr>
        <w:t>自然沉降</w:t>
      </w:r>
      <w:r w:rsidR="00C645D3" w:rsidRPr="00EB0396">
        <w:rPr>
          <w:rFonts w:eastAsia="宋体" w:hint="eastAsia"/>
        </w:rPr>
        <w:t>除去</w:t>
      </w:r>
      <w:r w:rsidR="00C645D3" w:rsidRPr="00EB0396">
        <w:rPr>
          <w:rFonts w:eastAsia="宋体"/>
        </w:rPr>
        <w:t>胶乳中</w:t>
      </w:r>
      <w:r w:rsidR="00C645D3" w:rsidRPr="00EB0396">
        <w:rPr>
          <w:rFonts w:eastAsia="宋体" w:hint="eastAsia"/>
        </w:rPr>
        <w:t>的</w:t>
      </w:r>
      <w:r w:rsidR="00C645D3" w:rsidRPr="00EB0396">
        <w:rPr>
          <w:rFonts w:eastAsia="宋体"/>
        </w:rPr>
        <w:t>杂质，从而</w:t>
      </w:r>
      <w:r w:rsidR="00C645D3" w:rsidRPr="00EB0396">
        <w:rPr>
          <w:rFonts w:eastAsia="宋体" w:hint="eastAsia"/>
        </w:rPr>
        <w:t>能提高所生产</w:t>
      </w:r>
      <w:r w:rsidR="00C645D3" w:rsidRPr="00EB0396">
        <w:rPr>
          <w:rFonts w:eastAsia="宋体"/>
        </w:rPr>
        <w:t>橡胶</w:t>
      </w:r>
      <w:r w:rsidR="00C645D3" w:rsidRPr="00EB0396">
        <w:rPr>
          <w:rFonts w:eastAsia="宋体" w:hint="eastAsia"/>
        </w:rPr>
        <w:t>的质量</w:t>
      </w:r>
      <w:r w:rsidR="00C645D3" w:rsidRPr="00EB0396">
        <w:rPr>
          <w:rFonts w:eastAsia="宋体"/>
        </w:rPr>
        <w:t>一致</w:t>
      </w:r>
      <w:r w:rsidR="00C645D3" w:rsidRPr="00EB0396">
        <w:rPr>
          <w:rFonts w:eastAsia="宋体" w:hint="eastAsia"/>
        </w:rPr>
        <w:t>性</w:t>
      </w:r>
      <w:r w:rsidR="00C645D3" w:rsidRPr="00EB0396">
        <w:rPr>
          <w:rFonts w:eastAsia="宋体"/>
        </w:rPr>
        <w:t>的设备。</w:t>
      </w:r>
    </w:p>
    <w:p w14:paraId="7589D654" w14:textId="77777777" w:rsidR="00C645D3" w:rsidRPr="008A648C" w:rsidRDefault="00C645D3" w:rsidP="00C645D3">
      <w:pPr>
        <w:pStyle w:val="afffffffffff9"/>
        <w:ind w:left="420" w:hangingChars="200" w:hanging="420"/>
        <w:rPr>
          <w:rFonts w:ascii="黑体" w:eastAsia="黑体" w:hAnsi="黑体"/>
        </w:rPr>
      </w:pPr>
      <w:r w:rsidRPr="008A648C">
        <w:rPr>
          <w:rFonts w:ascii="黑体" w:eastAsia="黑体" w:hAnsi="黑体"/>
        </w:rPr>
        <w:br/>
      </w:r>
      <w:r>
        <w:rPr>
          <w:rFonts w:ascii="黑体" w:eastAsia="黑体" w:hAnsi="黑体" w:hint="eastAsia"/>
        </w:rPr>
        <w:t>漂</w:t>
      </w:r>
      <w:r w:rsidRPr="00A56237">
        <w:rPr>
          <w:rFonts w:ascii="黑体" w:eastAsia="黑体" w:hAnsi="黑体" w:hint="eastAsia"/>
        </w:rPr>
        <w:t xml:space="preserve">白 </w:t>
      </w:r>
      <w:r w:rsidRPr="00A56237">
        <w:rPr>
          <w:rFonts w:ascii="黑体" w:eastAsia="黑体" w:hAnsi="黑体"/>
        </w:rPr>
        <w:t xml:space="preserve"> bleaching</w:t>
      </w:r>
    </w:p>
    <w:p w14:paraId="43F04D73" w14:textId="77777777" w:rsidR="00C645D3" w:rsidRPr="00EB0396" w:rsidRDefault="00D071D4" w:rsidP="00C645D3">
      <w:pPr>
        <w:pStyle w:val="affffffffffff7"/>
        <w:ind w:firstLineChars="200" w:firstLine="420"/>
        <w:rPr>
          <w:rFonts w:eastAsia="宋体"/>
        </w:rPr>
      </w:pPr>
      <w:r w:rsidRPr="001D2EB6">
        <w:rPr>
          <w:rFonts w:ascii="宋体" w:hAnsi="宋体" w:hint="eastAsia"/>
        </w:rPr>
        <w:t>&lt;</w:t>
      </w:r>
      <w:r w:rsidRPr="00D071D4">
        <w:rPr>
          <w:rFonts w:ascii="仿宋_GB2312" w:eastAsia="仿宋_GB2312" w:hAnsi="宋体" w:hint="eastAsia"/>
        </w:rPr>
        <w:t>天然</w:t>
      </w:r>
      <w:r w:rsidRPr="001D2EB6">
        <w:rPr>
          <w:rFonts w:ascii="宋体" w:eastAsia="宋体" w:hAnsi="宋体" w:hint="eastAsia"/>
        </w:rPr>
        <w:t>胶乳</w:t>
      </w:r>
      <w:r w:rsidRPr="001D2EB6">
        <w:rPr>
          <w:rFonts w:ascii="宋体" w:hAnsi="宋体" w:hint="eastAsia"/>
        </w:rPr>
        <w:t>&gt;</w:t>
      </w:r>
      <w:r w:rsidR="00C645D3" w:rsidRPr="00EB0396">
        <w:rPr>
          <w:rFonts w:eastAsia="宋体"/>
        </w:rPr>
        <w:t>在胶乳中加入漂白剂破坏其中的黄色物质以制造白绉片和浅色橡胶的工艺。</w:t>
      </w:r>
    </w:p>
    <w:p w14:paraId="74D81535"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漂白剂</w:t>
      </w:r>
      <w:r w:rsidRPr="00251890">
        <w:rPr>
          <w:rFonts w:ascii="黑体" w:eastAsia="黑体" w:hAnsi="黑体"/>
        </w:rPr>
        <w:t xml:space="preserve">  bleaching agent</w:t>
      </w:r>
    </w:p>
    <w:p w14:paraId="20B289B1" w14:textId="77777777" w:rsidR="00C645D3" w:rsidRPr="001D2EB6" w:rsidRDefault="00D071D4" w:rsidP="00C645D3">
      <w:pPr>
        <w:pStyle w:val="affffffffffff7"/>
        <w:ind w:firstLineChars="200" w:firstLine="420"/>
        <w:rPr>
          <w:rFonts w:eastAsia="宋体"/>
        </w:rPr>
      </w:pPr>
      <w:r w:rsidRPr="001D2EB6">
        <w:rPr>
          <w:rFonts w:ascii="宋体" w:hAnsi="宋体" w:hint="eastAsia"/>
        </w:rPr>
        <w:t>&lt;</w:t>
      </w:r>
      <w:r w:rsidRPr="00D071D4">
        <w:rPr>
          <w:rFonts w:ascii="仿宋_GB2312" w:eastAsia="仿宋_GB2312" w:hAnsi="宋体" w:hint="eastAsia"/>
        </w:rPr>
        <w:t>天然</w:t>
      </w:r>
      <w:r w:rsidRPr="001D2EB6">
        <w:rPr>
          <w:rFonts w:ascii="宋体" w:eastAsia="宋体" w:hAnsi="宋体" w:hint="eastAsia"/>
        </w:rPr>
        <w:t>胶乳</w:t>
      </w:r>
      <w:r w:rsidRPr="001D2EB6">
        <w:rPr>
          <w:rFonts w:ascii="宋体" w:hAnsi="宋体" w:hint="eastAsia"/>
        </w:rPr>
        <w:t>&gt;</w:t>
      </w:r>
      <w:r w:rsidR="00C645D3" w:rsidRPr="001D2EB6">
        <w:rPr>
          <w:rFonts w:eastAsia="宋体"/>
        </w:rPr>
        <w:t>能破坏胶乳</w:t>
      </w:r>
      <w:r w:rsidR="00C645D3" w:rsidRPr="001D2EB6">
        <w:rPr>
          <w:rFonts w:eastAsia="宋体" w:hint="eastAsia"/>
        </w:rPr>
        <w:t>中的</w:t>
      </w:r>
      <w:r w:rsidR="00C645D3" w:rsidRPr="001D2EB6">
        <w:rPr>
          <w:rFonts w:eastAsia="宋体"/>
        </w:rPr>
        <w:t>黄色物质，</w:t>
      </w:r>
      <w:r w:rsidR="00C645D3" w:rsidRPr="001D2EB6">
        <w:rPr>
          <w:rFonts w:eastAsia="宋体" w:hint="eastAsia"/>
        </w:rPr>
        <w:t>使天然橡胶的颜色变为白色或浅色的配合剂</w:t>
      </w:r>
      <w:r w:rsidR="00C645D3" w:rsidRPr="001D2EB6">
        <w:rPr>
          <w:rFonts w:eastAsia="宋体"/>
        </w:rPr>
        <w:t>。</w:t>
      </w:r>
    </w:p>
    <w:p w14:paraId="7C591374"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 xml:space="preserve">胶乳凝固  </w:t>
      </w:r>
      <w:r w:rsidRPr="001D2EB6">
        <w:rPr>
          <w:rFonts w:ascii="黑体" w:eastAsia="黑体" w:hAnsi="黑体"/>
        </w:rPr>
        <w:t>latex coagulation</w:t>
      </w:r>
    </w:p>
    <w:p w14:paraId="004C4646" w14:textId="77777777" w:rsidR="00C645D3" w:rsidRPr="005B2F1C" w:rsidRDefault="00C645D3" w:rsidP="00C645D3">
      <w:pPr>
        <w:pStyle w:val="affffffffffff7"/>
        <w:ind w:firstLineChars="200" w:firstLine="420"/>
        <w:rPr>
          <w:rFonts w:ascii="宋体" w:eastAsia="宋体" w:hAnsi="宋体"/>
        </w:rPr>
      </w:pPr>
      <w:r w:rsidRPr="001D2EB6">
        <w:rPr>
          <w:rFonts w:ascii="宋体" w:eastAsia="宋体" w:hAnsi="宋体" w:hint="eastAsia"/>
        </w:rPr>
        <w:t xml:space="preserve">凝固 </w:t>
      </w:r>
      <w:r w:rsidRPr="005B2F1C">
        <w:rPr>
          <w:rFonts w:ascii="宋体" w:eastAsia="宋体" w:hAnsi="宋体"/>
        </w:rPr>
        <w:t xml:space="preserve">coagulation  </w:t>
      </w:r>
    </w:p>
    <w:p w14:paraId="0930AC19" w14:textId="77777777" w:rsidR="00C645D3" w:rsidRPr="001D2EB6" w:rsidRDefault="00C645D3" w:rsidP="00C645D3">
      <w:pPr>
        <w:pStyle w:val="affffffffffff7"/>
        <w:ind w:firstLineChars="200" w:firstLine="420"/>
        <w:rPr>
          <w:rFonts w:eastAsia="宋体"/>
        </w:rPr>
      </w:pPr>
      <w:r w:rsidRPr="001D2EB6">
        <w:rPr>
          <w:rFonts w:ascii="宋体" w:hAnsi="宋体" w:hint="eastAsia"/>
        </w:rPr>
        <w:t>&lt;</w:t>
      </w:r>
      <w:r w:rsidR="00251890" w:rsidRPr="00251890">
        <w:rPr>
          <w:rFonts w:ascii="仿宋_GB2312" w:eastAsia="仿宋_GB2312" w:hAnsi="宋体" w:hint="eastAsia"/>
        </w:rPr>
        <w:t>天然</w:t>
      </w:r>
      <w:r w:rsidRPr="001D2EB6">
        <w:rPr>
          <w:rFonts w:ascii="宋体" w:eastAsia="宋体" w:hAnsi="宋体" w:hint="eastAsia"/>
        </w:rPr>
        <w:t>胶乳</w:t>
      </w:r>
      <w:r w:rsidRPr="001D2EB6">
        <w:rPr>
          <w:rFonts w:ascii="宋体" w:hAnsi="宋体" w:hint="eastAsia"/>
        </w:rPr>
        <w:t>&gt;</w:t>
      </w:r>
      <w:r w:rsidRPr="001D2EB6">
        <w:rPr>
          <w:rFonts w:eastAsia="宋体"/>
        </w:rPr>
        <w:t>分散在胶乳</w:t>
      </w:r>
      <w:proofErr w:type="gramStart"/>
      <w:r w:rsidRPr="001D2EB6">
        <w:rPr>
          <w:rFonts w:eastAsia="宋体"/>
        </w:rPr>
        <w:t>或胶清中</w:t>
      </w:r>
      <w:proofErr w:type="gramEnd"/>
      <w:r w:rsidRPr="001D2EB6">
        <w:rPr>
          <w:rFonts w:eastAsia="宋体"/>
        </w:rPr>
        <w:t>的橡胶粒子不可逆地凝聚，形成聚合物</w:t>
      </w:r>
      <w:r w:rsidR="00410C3C">
        <w:rPr>
          <w:rFonts w:eastAsia="宋体"/>
        </w:rPr>
        <w:fldChar w:fldCharType="begin"/>
      </w:r>
      <w:r w:rsidR="001A56B7">
        <w:instrText xml:space="preserve"> XE "</w:instrText>
      </w:r>
      <w:r w:rsidR="001A56B7" w:rsidRPr="00146C23">
        <w:rPr>
          <w:rFonts w:hint="eastAsia"/>
        </w:rPr>
        <w:instrText>聚合物</w:instrText>
      </w:r>
      <w:r w:rsidR="001A56B7">
        <w:instrText xml:space="preserve">" </w:instrText>
      </w:r>
      <w:r w:rsidR="00410C3C">
        <w:rPr>
          <w:rFonts w:eastAsia="宋体"/>
        </w:rPr>
        <w:fldChar w:fldCharType="end"/>
      </w:r>
      <w:r w:rsidRPr="001D2EB6">
        <w:rPr>
          <w:rFonts w:eastAsia="宋体"/>
        </w:rPr>
        <w:t>连续相</w:t>
      </w:r>
      <w:r w:rsidRPr="001D2EB6">
        <w:rPr>
          <w:rFonts w:eastAsia="宋体" w:hint="eastAsia"/>
        </w:rPr>
        <w:t>和</w:t>
      </w:r>
      <w:r w:rsidRPr="001D2EB6">
        <w:rPr>
          <w:rFonts w:eastAsia="宋体"/>
        </w:rPr>
        <w:t>乳清分散相的现象</w:t>
      </w:r>
      <w:r w:rsidRPr="001D2EB6">
        <w:rPr>
          <w:rFonts w:eastAsia="宋体"/>
        </w:rPr>
        <w:t>/</w:t>
      </w:r>
      <w:r w:rsidRPr="001D2EB6">
        <w:rPr>
          <w:rFonts w:eastAsia="宋体"/>
        </w:rPr>
        <w:t>过程</w:t>
      </w:r>
      <w:r w:rsidRPr="001D2EB6">
        <w:rPr>
          <w:rFonts w:eastAsia="宋体" w:hint="eastAsia"/>
        </w:rPr>
        <w:t>。该聚合物</w:t>
      </w:r>
      <w:r w:rsidR="00410C3C">
        <w:rPr>
          <w:rFonts w:eastAsia="宋体"/>
        </w:rPr>
        <w:fldChar w:fldCharType="begin"/>
      </w:r>
      <w:r w:rsidR="001A56B7">
        <w:instrText xml:space="preserve"> XE "</w:instrText>
      </w:r>
      <w:r w:rsidR="001A56B7" w:rsidRPr="00C65A6A">
        <w:rPr>
          <w:rFonts w:hint="eastAsia"/>
        </w:rPr>
        <w:instrText>聚合物</w:instrText>
      </w:r>
      <w:r w:rsidR="001A56B7">
        <w:instrText xml:space="preserve">" </w:instrText>
      </w:r>
      <w:r w:rsidR="00410C3C">
        <w:rPr>
          <w:rFonts w:eastAsia="宋体"/>
        </w:rPr>
        <w:fldChar w:fldCharType="end"/>
      </w:r>
      <w:r w:rsidRPr="001D2EB6">
        <w:rPr>
          <w:rFonts w:eastAsia="宋体" w:hint="eastAsia"/>
        </w:rPr>
        <w:t>连续相具有</w:t>
      </w:r>
      <w:r w:rsidRPr="001D2EB6">
        <w:rPr>
          <w:rFonts w:eastAsia="宋体"/>
        </w:rPr>
        <w:t>空间网状结构，其孔隙中填满乳清。</w:t>
      </w:r>
    </w:p>
    <w:p w14:paraId="2B46E532"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快速凝固</w:t>
      </w:r>
      <w:r w:rsidRPr="00251890">
        <w:rPr>
          <w:rFonts w:ascii="黑体" w:eastAsia="黑体" w:hAnsi="黑体"/>
        </w:rPr>
        <w:t xml:space="preserve">  rapid coagulation</w:t>
      </w:r>
    </w:p>
    <w:p w14:paraId="59D3742A" w14:textId="77777777" w:rsidR="003F13E6" w:rsidRPr="003F13E6" w:rsidRDefault="00C645D3" w:rsidP="003F13E6">
      <w:pPr>
        <w:pStyle w:val="affffffffffff7"/>
        <w:ind w:firstLineChars="200" w:firstLine="420"/>
      </w:pPr>
      <w:r w:rsidRPr="001D2EB6">
        <w:rPr>
          <w:rFonts w:ascii="宋体" w:hAnsi="宋体" w:hint="eastAsia"/>
        </w:rPr>
        <w:t>&lt;</w:t>
      </w:r>
      <w:r w:rsidR="00D071D4" w:rsidRPr="00D071D4">
        <w:rPr>
          <w:rFonts w:ascii="仿宋_GB2312" w:eastAsia="仿宋_GB2312" w:hAnsi="宋体" w:hint="eastAsia"/>
        </w:rPr>
        <w:t>天然</w:t>
      </w:r>
      <w:r w:rsidRPr="001D2EB6">
        <w:rPr>
          <w:rFonts w:ascii="宋体" w:eastAsia="宋体" w:hAnsi="宋体" w:hint="eastAsia"/>
        </w:rPr>
        <w:t>胶乳</w:t>
      </w:r>
      <w:r w:rsidRPr="001D2EB6">
        <w:rPr>
          <w:rFonts w:ascii="宋体" w:hAnsi="宋体" w:hint="eastAsia"/>
        </w:rPr>
        <w:t>&gt;</w:t>
      </w:r>
      <w:r w:rsidRPr="001D2EB6">
        <w:rPr>
          <w:rFonts w:eastAsia="宋体"/>
        </w:rPr>
        <w:t>在凝固剂</w:t>
      </w:r>
      <w:r w:rsidRPr="001D2EB6">
        <w:rPr>
          <w:rFonts w:eastAsia="宋体" w:hint="eastAsia"/>
        </w:rPr>
        <w:t>如</w:t>
      </w:r>
      <w:r w:rsidRPr="001D2EB6">
        <w:rPr>
          <w:rFonts w:eastAsia="宋体"/>
        </w:rPr>
        <w:t>氯化钙的作用下</w:t>
      </w:r>
      <w:r w:rsidRPr="001D2EB6">
        <w:rPr>
          <w:rFonts w:eastAsia="宋体" w:hint="eastAsia"/>
        </w:rPr>
        <w:t>，使</w:t>
      </w:r>
      <w:r w:rsidRPr="001D2EB6">
        <w:rPr>
          <w:rFonts w:eastAsia="宋体"/>
        </w:rPr>
        <w:t>加有保存剂和稳定剂的</w:t>
      </w:r>
      <w:r w:rsidRPr="001D2EB6">
        <w:rPr>
          <w:rFonts w:eastAsia="宋体" w:hint="eastAsia"/>
        </w:rPr>
        <w:t>新</w:t>
      </w:r>
      <w:r w:rsidRPr="001D2EB6">
        <w:rPr>
          <w:rFonts w:eastAsia="宋体"/>
        </w:rPr>
        <w:t>鲜胶乳在</w:t>
      </w:r>
      <w:r w:rsidRPr="001D2EB6">
        <w:rPr>
          <w:rFonts w:eastAsia="宋体"/>
        </w:rPr>
        <w:t>3</w:t>
      </w:r>
      <w:r w:rsidRPr="001D2EB6">
        <w:rPr>
          <w:rFonts w:eastAsia="宋体" w:hint="eastAsia"/>
        </w:rPr>
        <w:t>mi</w:t>
      </w:r>
      <w:r w:rsidRPr="001D2EB6">
        <w:rPr>
          <w:rFonts w:ascii="宋体" w:eastAsia="宋体" w:hAnsi="宋体" w:hint="eastAsia"/>
        </w:rPr>
        <w:t>n～</w:t>
      </w:r>
      <w:r w:rsidRPr="001D2EB6">
        <w:rPr>
          <w:rFonts w:eastAsia="宋体"/>
        </w:rPr>
        <w:t>7min</w:t>
      </w:r>
      <w:r w:rsidRPr="001D2EB6">
        <w:rPr>
          <w:rFonts w:eastAsia="宋体" w:hint="eastAsia"/>
        </w:rPr>
        <w:t>内</w:t>
      </w:r>
      <w:r w:rsidRPr="001D2EB6">
        <w:rPr>
          <w:rFonts w:eastAsia="宋体"/>
        </w:rPr>
        <w:t>凝固成结实凝块的方法。</w:t>
      </w:r>
    </w:p>
    <w:p w14:paraId="201C4504"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 xml:space="preserve">分级凝固 </w:t>
      </w:r>
      <w:r w:rsidRPr="00251890">
        <w:rPr>
          <w:rFonts w:ascii="黑体" w:eastAsia="黑体" w:hAnsi="黑体"/>
        </w:rPr>
        <w:t xml:space="preserve"> fractionated coagulation  </w:t>
      </w:r>
    </w:p>
    <w:p w14:paraId="77906CD6" w14:textId="77777777" w:rsidR="00C645D3" w:rsidRPr="001D2EB6" w:rsidRDefault="00C645D3" w:rsidP="00C645D3">
      <w:pPr>
        <w:pStyle w:val="affffffffffff7"/>
        <w:ind w:firstLineChars="200" w:firstLine="420"/>
        <w:rPr>
          <w:rFonts w:eastAsia="宋体"/>
        </w:rPr>
      </w:pPr>
      <w:r w:rsidRPr="001D2EB6">
        <w:rPr>
          <w:rFonts w:ascii="宋体" w:hAnsi="宋体" w:hint="eastAsia"/>
        </w:rPr>
        <w:t>&lt;</w:t>
      </w:r>
      <w:r w:rsidR="00D071D4" w:rsidRPr="00D071D4">
        <w:rPr>
          <w:rFonts w:ascii="仿宋_GB2312" w:eastAsia="仿宋_GB2312" w:hAnsi="宋体" w:hint="eastAsia"/>
        </w:rPr>
        <w:t>天然</w:t>
      </w:r>
      <w:r w:rsidRPr="001D2EB6">
        <w:rPr>
          <w:rFonts w:ascii="宋体" w:eastAsia="宋体" w:hAnsi="宋体" w:hint="eastAsia"/>
        </w:rPr>
        <w:t>胶乳</w:t>
      </w:r>
      <w:r w:rsidRPr="001D2EB6">
        <w:rPr>
          <w:rFonts w:ascii="宋体" w:hAnsi="宋体" w:hint="eastAsia"/>
        </w:rPr>
        <w:t>&gt;</w:t>
      </w:r>
      <w:r w:rsidRPr="001D2EB6">
        <w:rPr>
          <w:rFonts w:eastAsia="宋体"/>
        </w:rPr>
        <w:t>在胶乳中加入少量酸，</w:t>
      </w:r>
      <w:r w:rsidRPr="001D2EB6">
        <w:rPr>
          <w:rFonts w:eastAsia="宋体" w:hint="eastAsia"/>
        </w:rPr>
        <w:t>（</w:t>
      </w:r>
      <w:r w:rsidRPr="001D2EB6">
        <w:rPr>
          <w:rFonts w:eastAsia="宋体"/>
        </w:rPr>
        <w:t>用量</w:t>
      </w:r>
      <w:r w:rsidRPr="001D2EB6">
        <w:rPr>
          <w:rFonts w:eastAsia="宋体" w:hint="eastAsia"/>
        </w:rPr>
        <w:t>）刚好</w:t>
      </w:r>
      <w:r w:rsidRPr="001D2EB6">
        <w:rPr>
          <w:rFonts w:eastAsia="宋体"/>
        </w:rPr>
        <w:t>使乳</w:t>
      </w:r>
      <w:r w:rsidRPr="001D2EB6">
        <w:rPr>
          <w:rFonts w:eastAsia="宋体" w:hint="eastAsia"/>
        </w:rPr>
        <w:t>黄</w:t>
      </w:r>
      <w:r w:rsidRPr="001D2EB6">
        <w:rPr>
          <w:rFonts w:eastAsia="宋体"/>
        </w:rPr>
        <w:t>凝固而乳白</w:t>
      </w:r>
      <w:proofErr w:type="gramStart"/>
      <w:r w:rsidRPr="001D2EB6">
        <w:rPr>
          <w:rFonts w:eastAsia="宋体"/>
        </w:rPr>
        <w:t>不</w:t>
      </w:r>
      <w:proofErr w:type="gramEnd"/>
      <w:r w:rsidRPr="001D2EB6">
        <w:rPr>
          <w:rFonts w:eastAsia="宋体"/>
        </w:rPr>
        <w:t>凝固。滤去</w:t>
      </w:r>
      <w:r w:rsidRPr="001D2EB6">
        <w:rPr>
          <w:rFonts w:eastAsia="宋体" w:hint="eastAsia"/>
        </w:rPr>
        <w:t>乳</w:t>
      </w:r>
      <w:r w:rsidRPr="001D2EB6">
        <w:rPr>
          <w:rFonts w:eastAsia="宋体"/>
        </w:rPr>
        <w:t>黄凝块，得到乳白胶乳。将乳白胶乳再加酸凝固，得到乳白凝块的工艺。乳黄凝块经加工制成乳</w:t>
      </w:r>
      <w:r w:rsidRPr="001D2EB6">
        <w:rPr>
          <w:rFonts w:eastAsia="宋体" w:hint="eastAsia"/>
        </w:rPr>
        <w:t>黄</w:t>
      </w:r>
      <w:proofErr w:type="gramStart"/>
      <w:r w:rsidRPr="001D2EB6">
        <w:rPr>
          <w:rFonts w:eastAsia="宋体"/>
        </w:rPr>
        <w:t>绉</w:t>
      </w:r>
      <w:proofErr w:type="gramEnd"/>
      <w:r w:rsidRPr="001D2EB6">
        <w:rPr>
          <w:rFonts w:eastAsia="宋体"/>
        </w:rPr>
        <w:t>胶片；乳白凝块加工制</w:t>
      </w:r>
      <w:r w:rsidRPr="001D2EB6">
        <w:rPr>
          <w:rFonts w:eastAsia="宋体" w:hint="eastAsia"/>
        </w:rPr>
        <w:t>成</w:t>
      </w:r>
      <w:r w:rsidRPr="001D2EB6">
        <w:rPr>
          <w:rFonts w:eastAsia="宋体"/>
        </w:rPr>
        <w:t>白</w:t>
      </w:r>
      <w:proofErr w:type="gramStart"/>
      <w:r w:rsidRPr="001D2EB6">
        <w:rPr>
          <w:rFonts w:eastAsia="宋体"/>
        </w:rPr>
        <w:t>绉</w:t>
      </w:r>
      <w:proofErr w:type="gramEnd"/>
      <w:r w:rsidRPr="001D2EB6">
        <w:rPr>
          <w:rFonts w:eastAsia="宋体"/>
        </w:rPr>
        <w:t>胶片或浅色</w:t>
      </w:r>
      <w:proofErr w:type="gramStart"/>
      <w:r w:rsidRPr="001D2EB6">
        <w:rPr>
          <w:rFonts w:eastAsia="宋体"/>
        </w:rPr>
        <w:t>绉</w:t>
      </w:r>
      <w:proofErr w:type="gramEnd"/>
      <w:r w:rsidRPr="001D2EB6">
        <w:rPr>
          <w:rFonts w:eastAsia="宋体"/>
        </w:rPr>
        <w:t>胶片。</w:t>
      </w:r>
    </w:p>
    <w:p w14:paraId="7AAC4B65"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 xml:space="preserve">蒸汽凝固 </w:t>
      </w:r>
      <w:r w:rsidRPr="00251890">
        <w:rPr>
          <w:rFonts w:ascii="黑体" w:eastAsia="黑体" w:hAnsi="黑体"/>
        </w:rPr>
        <w:t xml:space="preserve"> steam coagulation</w:t>
      </w:r>
    </w:p>
    <w:p w14:paraId="3ED5530F" w14:textId="77777777" w:rsidR="00C645D3" w:rsidRPr="001D2EB6" w:rsidRDefault="00C645D3" w:rsidP="00C645D3">
      <w:pPr>
        <w:pStyle w:val="affffffffffff7"/>
        <w:ind w:firstLineChars="200" w:firstLine="420"/>
        <w:rPr>
          <w:rFonts w:eastAsia="宋体"/>
        </w:rPr>
      </w:pPr>
      <w:r w:rsidRPr="001D2EB6">
        <w:rPr>
          <w:rFonts w:ascii="宋体" w:hAnsi="宋体" w:hint="eastAsia"/>
        </w:rPr>
        <w:t>&lt;</w:t>
      </w:r>
      <w:r w:rsidR="00D071D4" w:rsidRPr="00D071D4">
        <w:rPr>
          <w:rFonts w:ascii="仿宋_GB2312" w:eastAsia="仿宋_GB2312" w:hAnsi="宋体" w:hint="eastAsia"/>
        </w:rPr>
        <w:t>天然</w:t>
      </w:r>
      <w:r w:rsidRPr="001D2EB6">
        <w:rPr>
          <w:rFonts w:ascii="宋体" w:eastAsia="宋体" w:hAnsi="宋体" w:hint="eastAsia"/>
        </w:rPr>
        <w:t>胶乳</w:t>
      </w:r>
      <w:r w:rsidRPr="001D2EB6">
        <w:rPr>
          <w:rFonts w:ascii="宋体" w:hAnsi="宋体" w:hint="eastAsia"/>
        </w:rPr>
        <w:t>&gt;</w:t>
      </w:r>
      <w:r w:rsidRPr="001D2EB6">
        <w:rPr>
          <w:rFonts w:eastAsia="宋体" w:hint="eastAsia"/>
        </w:rPr>
        <w:t>采</w:t>
      </w:r>
      <w:r w:rsidRPr="001D2EB6">
        <w:rPr>
          <w:rFonts w:eastAsia="宋体"/>
        </w:rPr>
        <w:t>用蒸汽加热使胶乳凝固的方法。</w:t>
      </w:r>
    </w:p>
    <w:p w14:paraId="18E0398C"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 xml:space="preserve">辅助生物凝固  </w:t>
      </w:r>
      <w:r w:rsidRPr="00251890">
        <w:rPr>
          <w:rFonts w:ascii="黑体" w:eastAsia="黑体" w:hAnsi="黑体"/>
        </w:rPr>
        <w:t>assisted microbiological coagulation</w:t>
      </w:r>
    </w:p>
    <w:p w14:paraId="6D0C7431"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微生物凝固</w:t>
      </w:r>
    </w:p>
    <w:p w14:paraId="11D26ED2" w14:textId="77777777" w:rsidR="00C645D3" w:rsidRPr="001D2EB6" w:rsidRDefault="00C645D3" w:rsidP="00C645D3">
      <w:pPr>
        <w:pStyle w:val="affffffffffff7"/>
        <w:ind w:firstLineChars="200" w:firstLine="420"/>
        <w:rPr>
          <w:rFonts w:eastAsia="宋体"/>
        </w:rPr>
      </w:pPr>
      <w:r w:rsidRPr="001D2EB6">
        <w:rPr>
          <w:rFonts w:ascii="宋体" w:hAnsi="宋体" w:hint="eastAsia"/>
        </w:rPr>
        <w:t>&lt;</w:t>
      </w:r>
      <w:r w:rsidR="00D071D4" w:rsidRPr="00D071D4">
        <w:rPr>
          <w:rFonts w:ascii="仿宋_GB2312" w:eastAsia="仿宋_GB2312" w:hAnsi="宋体" w:hint="eastAsia"/>
        </w:rPr>
        <w:t>天然</w:t>
      </w:r>
      <w:r w:rsidRPr="001D2EB6">
        <w:rPr>
          <w:rFonts w:ascii="宋体" w:eastAsia="宋体" w:hAnsi="宋体" w:hint="eastAsia"/>
        </w:rPr>
        <w:t>胶乳</w:t>
      </w:r>
      <w:r w:rsidRPr="001D2EB6">
        <w:rPr>
          <w:rFonts w:ascii="宋体" w:hAnsi="宋体" w:hint="eastAsia"/>
        </w:rPr>
        <w:t>&gt;</w:t>
      </w:r>
      <w:r w:rsidRPr="001D2EB6">
        <w:rPr>
          <w:rFonts w:eastAsia="宋体"/>
        </w:rPr>
        <w:t>在胶乳中加入一些碳水化合物，以加速微生物繁殖，而使胶乳</w:t>
      </w:r>
      <w:r w:rsidRPr="001D2EB6">
        <w:rPr>
          <w:rFonts w:eastAsia="宋体" w:hint="eastAsia"/>
        </w:rPr>
        <w:t>发生</w:t>
      </w:r>
      <w:r w:rsidRPr="001D2EB6">
        <w:rPr>
          <w:rFonts w:eastAsia="宋体"/>
        </w:rPr>
        <w:t>凝固的方法。</w:t>
      </w:r>
    </w:p>
    <w:p w14:paraId="50F21ADF"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自然凝固</w:t>
      </w:r>
      <w:r w:rsidRPr="00251890">
        <w:rPr>
          <w:rFonts w:ascii="黑体" w:eastAsia="黑体" w:hAnsi="黑体"/>
        </w:rPr>
        <w:t xml:space="preserve">  natural coagulation</w:t>
      </w:r>
    </w:p>
    <w:p w14:paraId="72FDB9C5" w14:textId="77777777" w:rsidR="00C645D3" w:rsidRPr="001D2EB6" w:rsidRDefault="00C645D3" w:rsidP="00C645D3">
      <w:pPr>
        <w:pStyle w:val="affffffffffff7"/>
        <w:ind w:firstLineChars="200" w:firstLine="420"/>
        <w:rPr>
          <w:rFonts w:eastAsia="宋体"/>
        </w:rPr>
      </w:pPr>
      <w:r w:rsidRPr="001D2EB6">
        <w:rPr>
          <w:rFonts w:eastAsia="宋体"/>
        </w:rPr>
        <w:t>胶乳在未加入</w:t>
      </w:r>
      <w:proofErr w:type="gramStart"/>
      <w:r w:rsidRPr="001D2EB6">
        <w:rPr>
          <w:rFonts w:eastAsia="宋体"/>
        </w:rPr>
        <w:t>去稳定</w:t>
      </w:r>
      <w:proofErr w:type="gramEnd"/>
      <w:r w:rsidRPr="001D2EB6">
        <w:rPr>
          <w:rFonts w:eastAsia="宋体"/>
        </w:rPr>
        <w:t>物质的情况</w:t>
      </w:r>
      <w:proofErr w:type="gramStart"/>
      <w:r w:rsidRPr="001D2EB6">
        <w:rPr>
          <w:rFonts w:eastAsia="宋体"/>
        </w:rPr>
        <w:t>下本身</w:t>
      </w:r>
      <w:proofErr w:type="gramEnd"/>
      <w:r w:rsidRPr="001D2EB6">
        <w:rPr>
          <w:rFonts w:eastAsia="宋体"/>
        </w:rPr>
        <w:t>发生凝固的现象。</w:t>
      </w:r>
    </w:p>
    <w:p w14:paraId="0ACCB5D4"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早期凝固</w:t>
      </w:r>
      <w:r w:rsidRPr="00251890">
        <w:rPr>
          <w:rFonts w:ascii="黑体" w:eastAsia="黑体" w:hAnsi="黑体"/>
        </w:rPr>
        <w:t xml:space="preserve">  </w:t>
      </w:r>
      <w:proofErr w:type="spellStart"/>
      <w:r w:rsidRPr="00251890">
        <w:rPr>
          <w:rFonts w:ascii="黑体" w:eastAsia="黑体" w:hAnsi="黑体"/>
        </w:rPr>
        <w:t>precoagulation</w:t>
      </w:r>
      <w:proofErr w:type="spellEnd"/>
    </w:p>
    <w:p w14:paraId="6A6831D9" w14:textId="77777777" w:rsidR="00C645D3" w:rsidRPr="001D2EB6" w:rsidRDefault="00C645D3" w:rsidP="00C645D3">
      <w:pPr>
        <w:pStyle w:val="affffffffffff7"/>
        <w:ind w:firstLineChars="200" w:firstLine="420"/>
        <w:rPr>
          <w:rFonts w:eastAsia="宋体"/>
        </w:rPr>
      </w:pPr>
      <w:r w:rsidRPr="001D2EB6">
        <w:rPr>
          <w:rFonts w:ascii="宋体" w:hAnsi="宋体" w:hint="eastAsia"/>
        </w:rPr>
        <w:t>&lt;</w:t>
      </w:r>
      <w:r w:rsidR="00D071D4" w:rsidRPr="00D071D4">
        <w:rPr>
          <w:rFonts w:ascii="仿宋_GB2312" w:eastAsia="仿宋_GB2312" w:hAnsi="宋体" w:hint="eastAsia"/>
        </w:rPr>
        <w:t>天然</w:t>
      </w:r>
      <w:r w:rsidRPr="001D2EB6">
        <w:rPr>
          <w:rFonts w:ascii="宋体" w:eastAsia="宋体" w:hAnsi="宋体" w:hint="eastAsia"/>
        </w:rPr>
        <w:t>胶乳</w:t>
      </w:r>
      <w:r w:rsidRPr="001D2EB6">
        <w:rPr>
          <w:rFonts w:ascii="宋体" w:hAnsi="宋体" w:hint="eastAsia"/>
        </w:rPr>
        <w:t>&gt;</w:t>
      </w:r>
      <w:r w:rsidRPr="001D2EB6">
        <w:rPr>
          <w:rFonts w:eastAsia="宋体" w:hint="eastAsia"/>
        </w:rPr>
        <w:t>新</w:t>
      </w:r>
      <w:r w:rsidRPr="001D2EB6">
        <w:rPr>
          <w:rFonts w:eastAsia="宋体"/>
        </w:rPr>
        <w:t>鲜胶乳因保存不良，在运到工厂</w:t>
      </w:r>
      <w:r w:rsidRPr="001D2EB6">
        <w:rPr>
          <w:rFonts w:eastAsia="宋体" w:hint="eastAsia"/>
        </w:rPr>
        <w:t>进行</w:t>
      </w:r>
      <w:r w:rsidRPr="001D2EB6">
        <w:rPr>
          <w:rFonts w:eastAsia="宋体"/>
        </w:rPr>
        <w:t>加工</w:t>
      </w:r>
      <w:r w:rsidRPr="001D2EB6">
        <w:rPr>
          <w:rFonts w:eastAsia="宋体" w:hint="eastAsia"/>
        </w:rPr>
        <w:t>之</w:t>
      </w:r>
      <w:r w:rsidRPr="001D2EB6">
        <w:rPr>
          <w:rFonts w:eastAsia="宋体"/>
        </w:rPr>
        <w:t>前已发生凝固的现象。</w:t>
      </w:r>
    </w:p>
    <w:p w14:paraId="3A4D35A3"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早期凝块</w:t>
      </w:r>
      <w:r w:rsidRPr="00251890">
        <w:rPr>
          <w:rFonts w:ascii="黑体" w:eastAsia="黑体" w:hAnsi="黑体"/>
        </w:rPr>
        <w:t xml:space="preserve">  </w:t>
      </w:r>
      <w:proofErr w:type="spellStart"/>
      <w:r w:rsidRPr="00251890">
        <w:rPr>
          <w:rFonts w:ascii="黑体" w:eastAsia="黑体" w:hAnsi="黑体"/>
        </w:rPr>
        <w:t>precoagulum</w:t>
      </w:r>
      <w:proofErr w:type="spellEnd"/>
    </w:p>
    <w:p w14:paraId="3F0F85F5"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&lt;</w:t>
      </w:r>
      <w:r w:rsidR="00D071D4" w:rsidRPr="00D071D4">
        <w:rPr>
          <w:rFonts w:ascii="仿宋_GB2312" w:eastAsia="仿宋_GB2312" w:hAnsi="宋体" w:hint="eastAsia"/>
        </w:rPr>
        <w:t>天然</w:t>
      </w:r>
      <w:r w:rsidRPr="001D2EB6">
        <w:rPr>
          <w:rFonts w:ascii="宋体" w:eastAsia="宋体" w:hAnsi="宋体" w:hint="eastAsia"/>
        </w:rPr>
        <w:t>胶乳&gt;</w:t>
      </w:r>
      <w:r w:rsidRPr="001D2EB6">
        <w:rPr>
          <w:rFonts w:ascii="宋体" w:eastAsia="宋体" w:hAnsi="宋体"/>
        </w:rPr>
        <w:t>胶乳发生（早期）部分不可逆凝固而形成的凝</w:t>
      </w:r>
      <w:r w:rsidRPr="001D2EB6">
        <w:rPr>
          <w:rFonts w:ascii="宋体" w:eastAsia="宋体" w:hAnsi="宋体" w:hint="eastAsia"/>
        </w:rPr>
        <w:t>结物</w:t>
      </w:r>
      <w:r w:rsidRPr="001D2EB6">
        <w:rPr>
          <w:rFonts w:ascii="宋体" w:eastAsia="宋体" w:hAnsi="宋体"/>
        </w:rPr>
        <w:t>。</w:t>
      </w:r>
    </w:p>
    <w:p w14:paraId="5192D661"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中和酸</w:t>
      </w:r>
      <w:r w:rsidRPr="00251890">
        <w:rPr>
          <w:rFonts w:ascii="黑体" w:eastAsia="黑体" w:hAnsi="黑体"/>
        </w:rPr>
        <w:t xml:space="preserve">  neutralization acid</w:t>
      </w:r>
    </w:p>
    <w:p w14:paraId="093720EE" w14:textId="77777777" w:rsidR="00C645D3" w:rsidRPr="001D2EB6" w:rsidRDefault="00C645D3" w:rsidP="00C645D3">
      <w:pPr>
        <w:pStyle w:val="affffffffffff7"/>
        <w:ind w:firstLineChars="200" w:firstLine="420"/>
        <w:rPr>
          <w:rFonts w:eastAsia="宋体"/>
        </w:rPr>
      </w:pPr>
      <w:r w:rsidRPr="001D2EB6">
        <w:rPr>
          <w:rFonts w:ascii="宋体" w:hAnsi="宋体" w:hint="eastAsia"/>
        </w:rPr>
        <w:t>&lt;</w:t>
      </w:r>
      <w:r w:rsidRPr="001D2EB6">
        <w:rPr>
          <w:rFonts w:ascii="宋体" w:eastAsia="宋体" w:hAnsi="宋体" w:hint="eastAsia"/>
        </w:rPr>
        <w:t>胶乳</w:t>
      </w:r>
      <w:r w:rsidRPr="001D2EB6">
        <w:rPr>
          <w:rFonts w:ascii="宋体" w:hAnsi="宋体" w:hint="eastAsia"/>
        </w:rPr>
        <w:t>&gt;</w:t>
      </w:r>
      <w:r w:rsidRPr="001D2EB6">
        <w:rPr>
          <w:rFonts w:eastAsia="宋体"/>
        </w:rPr>
        <w:t>胶乳</w:t>
      </w:r>
      <w:proofErr w:type="gramStart"/>
      <w:r w:rsidRPr="001D2EB6">
        <w:rPr>
          <w:rFonts w:eastAsia="宋体"/>
        </w:rPr>
        <w:t>或胶清凝固</w:t>
      </w:r>
      <w:proofErr w:type="gramEnd"/>
      <w:r w:rsidRPr="001D2EB6">
        <w:rPr>
          <w:rFonts w:eastAsia="宋体"/>
        </w:rPr>
        <w:t>时，中和</w:t>
      </w:r>
      <w:r w:rsidRPr="001D2EB6">
        <w:rPr>
          <w:rFonts w:eastAsia="宋体" w:hint="eastAsia"/>
        </w:rPr>
        <w:t>其</w:t>
      </w:r>
      <w:r w:rsidRPr="001D2EB6">
        <w:rPr>
          <w:rFonts w:eastAsia="宋体"/>
        </w:rPr>
        <w:t>所含的碱</w:t>
      </w:r>
      <w:r w:rsidRPr="001D2EB6">
        <w:rPr>
          <w:rFonts w:eastAsia="宋体" w:hint="eastAsia"/>
        </w:rPr>
        <w:t>所</w:t>
      </w:r>
      <w:r w:rsidRPr="001D2EB6">
        <w:rPr>
          <w:rFonts w:eastAsia="宋体"/>
        </w:rPr>
        <w:t>需要的酸</w:t>
      </w:r>
      <w:r w:rsidRPr="001D2EB6">
        <w:rPr>
          <w:rFonts w:eastAsia="宋体" w:hint="eastAsia"/>
        </w:rPr>
        <w:t>的</w:t>
      </w:r>
      <w:r w:rsidRPr="001D2EB6">
        <w:rPr>
          <w:rFonts w:eastAsia="宋体"/>
        </w:rPr>
        <w:t>量。</w:t>
      </w:r>
    </w:p>
    <w:p w14:paraId="22F70E33"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lastRenderedPageBreak/>
        <w:br/>
      </w:r>
      <w:r w:rsidRPr="00251890">
        <w:rPr>
          <w:rFonts w:ascii="黑体" w:eastAsia="黑体" w:hAnsi="黑体" w:hint="eastAsia"/>
        </w:rPr>
        <w:t xml:space="preserve">凝固酸 </w:t>
      </w:r>
      <w:r w:rsidRPr="00251890">
        <w:rPr>
          <w:rFonts w:ascii="黑体" w:eastAsia="黑体" w:hAnsi="黑体"/>
        </w:rPr>
        <w:t xml:space="preserve"> coagulating acid</w:t>
      </w:r>
    </w:p>
    <w:p w14:paraId="7AE875CB" w14:textId="77777777" w:rsidR="00C645D3" w:rsidRPr="001D2EB6" w:rsidRDefault="00C645D3" w:rsidP="00C645D3">
      <w:pPr>
        <w:pStyle w:val="affffffffffff7"/>
        <w:ind w:firstLineChars="200" w:firstLine="420"/>
        <w:rPr>
          <w:rFonts w:eastAsia="宋体"/>
        </w:rPr>
      </w:pPr>
      <w:r w:rsidRPr="001D2EB6">
        <w:rPr>
          <w:rFonts w:ascii="宋体" w:hAnsi="宋体" w:hint="eastAsia"/>
        </w:rPr>
        <w:t>&lt;</w:t>
      </w:r>
      <w:r w:rsidR="00D071D4" w:rsidRPr="00D071D4">
        <w:rPr>
          <w:rFonts w:ascii="仿宋_GB2312" w:eastAsia="仿宋_GB2312" w:hAnsi="宋体" w:hint="eastAsia"/>
        </w:rPr>
        <w:t>天然</w:t>
      </w:r>
      <w:r w:rsidRPr="001D2EB6">
        <w:rPr>
          <w:rFonts w:ascii="宋体" w:eastAsia="宋体" w:hAnsi="宋体" w:hint="eastAsia"/>
        </w:rPr>
        <w:t>胶乳</w:t>
      </w:r>
      <w:r w:rsidRPr="001D2EB6">
        <w:rPr>
          <w:rFonts w:ascii="宋体" w:hAnsi="宋体" w:hint="eastAsia"/>
        </w:rPr>
        <w:t>&gt;</w:t>
      </w:r>
      <w:r w:rsidRPr="001D2EB6">
        <w:rPr>
          <w:rFonts w:eastAsia="宋体"/>
        </w:rPr>
        <w:t>使中性的胶乳</w:t>
      </w:r>
      <w:proofErr w:type="gramStart"/>
      <w:r w:rsidRPr="001D2EB6">
        <w:rPr>
          <w:rFonts w:eastAsia="宋体"/>
        </w:rPr>
        <w:t>或胶清凝固</w:t>
      </w:r>
      <w:proofErr w:type="gramEnd"/>
      <w:r w:rsidRPr="001D2EB6">
        <w:rPr>
          <w:rFonts w:eastAsia="宋体"/>
        </w:rPr>
        <w:t>完全所需要的酸量。</w:t>
      </w:r>
      <w:r w:rsidRPr="001D2EB6">
        <w:rPr>
          <w:rFonts w:eastAsia="宋体" w:hint="eastAsia"/>
        </w:rPr>
        <w:t>不包括</w:t>
      </w:r>
      <w:r w:rsidRPr="001D2EB6">
        <w:rPr>
          <w:rFonts w:eastAsia="宋体"/>
        </w:rPr>
        <w:t>中和胶乳</w:t>
      </w:r>
      <w:r w:rsidRPr="001D2EB6">
        <w:rPr>
          <w:rFonts w:eastAsia="宋体" w:hint="eastAsia"/>
        </w:rPr>
        <w:t>中</w:t>
      </w:r>
      <w:r w:rsidRPr="001D2EB6">
        <w:rPr>
          <w:rFonts w:eastAsia="宋体"/>
        </w:rPr>
        <w:t>所含的碱</w:t>
      </w:r>
      <w:r w:rsidRPr="001D2EB6">
        <w:rPr>
          <w:rFonts w:eastAsia="宋体" w:hint="eastAsia"/>
        </w:rPr>
        <w:t>所</w:t>
      </w:r>
      <w:r w:rsidRPr="001D2EB6">
        <w:rPr>
          <w:rFonts w:eastAsia="宋体"/>
        </w:rPr>
        <w:t>需要的酸</w:t>
      </w:r>
      <w:r w:rsidRPr="001D2EB6">
        <w:rPr>
          <w:rFonts w:eastAsia="宋体" w:hint="eastAsia"/>
        </w:rPr>
        <w:t>用</w:t>
      </w:r>
      <w:r w:rsidRPr="001D2EB6">
        <w:rPr>
          <w:rFonts w:eastAsia="宋体"/>
        </w:rPr>
        <w:t>量</w:t>
      </w:r>
      <w:r w:rsidRPr="001D2EB6">
        <w:rPr>
          <w:rFonts w:eastAsia="宋体" w:hint="eastAsia"/>
        </w:rPr>
        <w:t>。</w:t>
      </w:r>
    </w:p>
    <w:p w14:paraId="42FBE096"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type="textWrapping" w:clear="all"/>
      </w:r>
      <w:r w:rsidRPr="00251890">
        <w:rPr>
          <w:rFonts w:ascii="黑体" w:eastAsia="黑体" w:hAnsi="黑体" w:hint="eastAsia"/>
        </w:rPr>
        <w:t>凝固剂</w:t>
      </w:r>
      <w:r w:rsidRPr="00251890">
        <w:rPr>
          <w:rFonts w:ascii="黑体" w:eastAsia="黑体" w:hAnsi="黑体"/>
        </w:rPr>
        <w:t xml:space="preserve"> coagulating agent </w:t>
      </w:r>
    </w:p>
    <w:p w14:paraId="53E3AD70" w14:textId="77777777" w:rsidR="003F13E6" w:rsidRDefault="003F13E6" w:rsidP="0076103B">
      <w:pPr>
        <w:tabs>
          <w:tab w:val="left" w:pos="2422"/>
        </w:tabs>
        <w:jc w:val="left"/>
        <w:rPr>
          <w:rFonts w:ascii="黑体" w:eastAsia="黑体" w:hAnsi="黑体"/>
          <w:b/>
        </w:rPr>
      </w:pPr>
      <w:r w:rsidRPr="00781C7F">
        <w:rPr>
          <w:rFonts w:hint="eastAsia"/>
        </w:rPr>
        <w:t xml:space="preserve">    </w:t>
      </w:r>
      <w:r w:rsidR="005E653E" w:rsidRPr="001D2EB6">
        <w:rPr>
          <w:rFonts w:ascii="宋体" w:hAnsi="宋体" w:hint="eastAsia"/>
        </w:rPr>
        <w:t>&lt;</w:t>
      </w:r>
      <w:r w:rsidR="005E653E" w:rsidRPr="00D071D4">
        <w:rPr>
          <w:rFonts w:ascii="仿宋_GB2312" w:eastAsia="仿宋_GB2312" w:hAnsi="宋体" w:hint="eastAsia"/>
        </w:rPr>
        <w:t>天然</w:t>
      </w:r>
      <w:r w:rsidR="005E653E" w:rsidRPr="001D2EB6">
        <w:rPr>
          <w:rFonts w:ascii="宋体" w:hAnsi="宋体" w:hint="eastAsia"/>
        </w:rPr>
        <w:t>胶乳&gt;</w:t>
      </w:r>
      <w:r w:rsidRPr="00781C7F">
        <w:rPr>
          <w:rFonts w:hint="eastAsia"/>
        </w:rPr>
        <w:t>引起天然胶乳凝固的物质。</w:t>
      </w:r>
    </w:p>
    <w:p w14:paraId="60817E72"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凝固pH</w:t>
      </w:r>
      <w:r w:rsidRPr="00251890">
        <w:rPr>
          <w:rFonts w:ascii="黑体" w:eastAsia="黑体" w:hAnsi="黑体"/>
        </w:rPr>
        <w:t xml:space="preserve">  coagulating pH</w:t>
      </w:r>
    </w:p>
    <w:p w14:paraId="62DCD6AB" w14:textId="77777777" w:rsidR="00C645D3" w:rsidRPr="001D2EB6" w:rsidRDefault="00C645D3" w:rsidP="00C645D3">
      <w:pPr>
        <w:pStyle w:val="affffffffffff7"/>
        <w:ind w:firstLineChars="200" w:firstLine="420"/>
        <w:rPr>
          <w:rFonts w:eastAsia="宋体"/>
        </w:rPr>
      </w:pPr>
      <w:r w:rsidRPr="001D2EB6">
        <w:rPr>
          <w:rFonts w:ascii="宋体" w:hAnsi="宋体" w:hint="eastAsia"/>
        </w:rPr>
        <w:t>&lt;</w:t>
      </w:r>
      <w:r w:rsidR="005E653E" w:rsidRPr="00D071D4">
        <w:rPr>
          <w:rFonts w:ascii="仿宋_GB2312" w:eastAsia="仿宋_GB2312" w:hAnsi="宋体" w:hint="eastAsia"/>
        </w:rPr>
        <w:t>天然</w:t>
      </w:r>
      <w:r w:rsidRPr="001D2EB6">
        <w:rPr>
          <w:rFonts w:ascii="宋体" w:eastAsia="宋体" w:hAnsi="宋体" w:hint="eastAsia"/>
        </w:rPr>
        <w:t>胶乳</w:t>
      </w:r>
      <w:r w:rsidRPr="001D2EB6">
        <w:rPr>
          <w:rFonts w:ascii="宋体" w:hAnsi="宋体" w:hint="eastAsia"/>
        </w:rPr>
        <w:t>&gt;</w:t>
      </w:r>
      <w:r w:rsidRPr="001D2EB6">
        <w:rPr>
          <w:rFonts w:eastAsia="宋体"/>
        </w:rPr>
        <w:t>加酸使胶乳</w:t>
      </w:r>
      <w:proofErr w:type="gramStart"/>
      <w:r w:rsidRPr="001D2EB6">
        <w:rPr>
          <w:rFonts w:eastAsia="宋体"/>
        </w:rPr>
        <w:t>或胶清凝固</w:t>
      </w:r>
      <w:proofErr w:type="gramEnd"/>
      <w:r w:rsidRPr="001D2EB6">
        <w:rPr>
          <w:rFonts w:eastAsia="宋体"/>
        </w:rPr>
        <w:t>完全的适宜</w:t>
      </w:r>
      <w:r w:rsidRPr="001D2EB6">
        <w:rPr>
          <w:rFonts w:eastAsia="宋体"/>
        </w:rPr>
        <w:t>pH</w:t>
      </w:r>
      <w:r w:rsidRPr="001D2EB6">
        <w:rPr>
          <w:rFonts w:eastAsia="宋体"/>
        </w:rPr>
        <w:t>值。</w:t>
      </w:r>
    </w:p>
    <w:p w14:paraId="4D24569B"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凝固用酸量</w:t>
      </w:r>
      <w:r w:rsidRPr="00251890">
        <w:rPr>
          <w:rFonts w:ascii="黑体" w:eastAsia="黑体" w:hAnsi="黑体"/>
        </w:rPr>
        <w:t xml:space="preserve">  acid amount for coagulation</w:t>
      </w:r>
    </w:p>
    <w:p w14:paraId="061B5526" w14:textId="77777777" w:rsidR="00C645D3" w:rsidRPr="001D2EB6" w:rsidRDefault="00C645D3" w:rsidP="00C645D3">
      <w:pPr>
        <w:pStyle w:val="affffffffffff7"/>
        <w:ind w:firstLineChars="200" w:firstLine="420"/>
        <w:rPr>
          <w:rFonts w:eastAsia="宋体"/>
        </w:rPr>
      </w:pPr>
      <w:r w:rsidRPr="001D2EB6">
        <w:rPr>
          <w:rFonts w:ascii="宋体" w:hAnsi="宋体" w:hint="eastAsia"/>
        </w:rPr>
        <w:t>&lt;</w:t>
      </w:r>
      <w:r w:rsidR="005E653E" w:rsidRPr="00D071D4">
        <w:rPr>
          <w:rFonts w:ascii="仿宋_GB2312" w:eastAsia="仿宋_GB2312" w:hAnsi="宋体" w:hint="eastAsia"/>
        </w:rPr>
        <w:t>天然</w:t>
      </w:r>
      <w:r w:rsidRPr="001D2EB6">
        <w:rPr>
          <w:rFonts w:ascii="宋体" w:eastAsia="宋体" w:hAnsi="宋体" w:hint="eastAsia"/>
        </w:rPr>
        <w:t>胶乳</w:t>
      </w:r>
      <w:r w:rsidRPr="001D2EB6">
        <w:rPr>
          <w:rFonts w:ascii="宋体" w:hAnsi="宋体" w:hint="eastAsia"/>
        </w:rPr>
        <w:t>&gt;</w:t>
      </w:r>
      <w:r w:rsidRPr="001D2EB6">
        <w:rPr>
          <w:rFonts w:eastAsia="宋体"/>
        </w:rPr>
        <w:t>使无保存剂胶乳</w:t>
      </w:r>
      <w:proofErr w:type="gramStart"/>
      <w:r w:rsidRPr="001D2EB6">
        <w:rPr>
          <w:rFonts w:eastAsia="宋体"/>
        </w:rPr>
        <w:t>或胶清凝固</w:t>
      </w:r>
      <w:proofErr w:type="gramEnd"/>
      <w:r w:rsidRPr="001D2EB6">
        <w:rPr>
          <w:rFonts w:eastAsia="宋体"/>
        </w:rPr>
        <w:t>完全所需酸的最低用量。</w:t>
      </w:r>
    </w:p>
    <w:p w14:paraId="619E484D"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proofErr w:type="gramStart"/>
      <w:r w:rsidRPr="001D2EB6">
        <w:rPr>
          <w:rFonts w:ascii="黑体" w:eastAsia="黑体" w:hAnsi="黑体" w:hint="eastAsia"/>
        </w:rPr>
        <w:t>贮酸罐</w:t>
      </w:r>
      <w:proofErr w:type="gramEnd"/>
      <w:r w:rsidRPr="001D2EB6">
        <w:rPr>
          <w:rFonts w:ascii="黑体" w:eastAsia="黑体" w:hAnsi="黑体" w:hint="eastAsia"/>
        </w:rPr>
        <w:t xml:space="preserve"> </w:t>
      </w:r>
      <w:r w:rsidRPr="001D2EB6">
        <w:rPr>
          <w:rFonts w:ascii="黑体" w:eastAsia="黑体" w:hAnsi="黑体"/>
        </w:rPr>
        <w:t xml:space="preserve"> acid tank</w:t>
      </w:r>
    </w:p>
    <w:p w14:paraId="1048A657" w14:textId="77777777" w:rsidR="00C645D3" w:rsidRPr="001D2EB6" w:rsidRDefault="00C645D3" w:rsidP="00C645D3">
      <w:pPr>
        <w:pStyle w:val="affffffffffff7"/>
        <w:ind w:firstLineChars="200" w:firstLine="420"/>
        <w:rPr>
          <w:rFonts w:eastAsia="宋体"/>
        </w:rPr>
      </w:pPr>
      <w:r w:rsidRPr="001D2EB6">
        <w:rPr>
          <w:rFonts w:eastAsia="宋体"/>
        </w:rPr>
        <w:t>用来装贮凝固总酸量和进行并流加酸工艺的设备。</w:t>
      </w:r>
    </w:p>
    <w:p w14:paraId="4E220E74" w14:textId="77777777" w:rsidR="00C645D3" w:rsidRPr="001D2EB6" w:rsidRDefault="00C645D3" w:rsidP="00C645D3">
      <w:pPr>
        <w:pStyle w:val="afffffffffff9"/>
        <w:ind w:left="420" w:hangingChars="200" w:hanging="420"/>
        <w:rPr>
          <w:rStyle w:val="CharChar"/>
          <w:rFonts w:ascii="黑体" w:eastAsia="黑体" w:hAnsi="黑体"/>
        </w:rPr>
      </w:pPr>
      <w:r w:rsidRPr="001D2EB6">
        <w:rPr>
          <w:rStyle w:val="CharChar"/>
          <w:rFonts w:ascii="黑体" w:eastAsia="黑体" w:hAnsi="黑体"/>
        </w:rPr>
        <w:br/>
      </w:r>
      <w:r w:rsidRPr="001D2EB6">
        <w:rPr>
          <w:rStyle w:val="CharChar"/>
          <w:rFonts w:ascii="黑体" w:eastAsia="黑体" w:hAnsi="黑体" w:hint="eastAsia"/>
        </w:rPr>
        <w:t xml:space="preserve">并流加酸 </w:t>
      </w:r>
      <w:r w:rsidRPr="001D2EB6">
        <w:rPr>
          <w:rStyle w:val="CharChar"/>
          <w:rFonts w:ascii="黑体" w:eastAsia="黑体" w:hAnsi="黑体"/>
        </w:rPr>
        <w:t xml:space="preserve"> match-flow system</w:t>
      </w:r>
    </w:p>
    <w:p w14:paraId="0B91507C"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根据</w:t>
      </w:r>
      <w:r w:rsidRPr="001D2EB6">
        <w:rPr>
          <w:rFonts w:ascii="宋体" w:eastAsia="宋体" w:hAnsi="宋体"/>
        </w:rPr>
        <w:t>混合池中胶乳的</w:t>
      </w:r>
      <w:r w:rsidRPr="001D2EB6">
        <w:rPr>
          <w:rFonts w:ascii="宋体" w:eastAsia="宋体" w:hAnsi="宋体" w:hint="eastAsia"/>
        </w:rPr>
        <w:t>重</w:t>
      </w:r>
      <w:r w:rsidRPr="001D2EB6">
        <w:rPr>
          <w:rFonts w:ascii="宋体" w:eastAsia="宋体" w:hAnsi="宋体"/>
        </w:rPr>
        <w:t>量</w:t>
      </w:r>
      <w:r w:rsidRPr="001D2EB6">
        <w:rPr>
          <w:rFonts w:ascii="宋体" w:eastAsia="宋体" w:hAnsi="宋体" w:hint="eastAsia"/>
        </w:rPr>
        <w:t>，计算出使胶乳完全</w:t>
      </w:r>
      <w:r w:rsidRPr="001D2EB6">
        <w:rPr>
          <w:rFonts w:ascii="宋体" w:eastAsia="宋体" w:hAnsi="宋体"/>
        </w:rPr>
        <w:t>凝固</w:t>
      </w:r>
      <w:r w:rsidRPr="001D2EB6">
        <w:rPr>
          <w:rFonts w:ascii="宋体" w:eastAsia="宋体" w:hAnsi="宋体" w:hint="eastAsia"/>
        </w:rPr>
        <w:t>所需的</w:t>
      </w:r>
      <w:r w:rsidRPr="001D2EB6">
        <w:rPr>
          <w:rFonts w:ascii="宋体" w:eastAsia="宋体" w:hAnsi="宋体"/>
        </w:rPr>
        <w:t>总酸量</w:t>
      </w:r>
      <w:r w:rsidRPr="001D2EB6">
        <w:rPr>
          <w:rFonts w:ascii="宋体" w:eastAsia="宋体" w:hAnsi="宋体" w:hint="eastAsia"/>
        </w:rPr>
        <w:t>并</w:t>
      </w:r>
      <w:proofErr w:type="gramStart"/>
      <w:r w:rsidRPr="001D2EB6">
        <w:rPr>
          <w:rFonts w:ascii="宋体" w:eastAsia="宋体" w:hAnsi="宋体" w:hint="eastAsia"/>
        </w:rPr>
        <w:t>加入</w:t>
      </w:r>
      <w:r w:rsidRPr="001D2EB6">
        <w:rPr>
          <w:rFonts w:ascii="宋体" w:eastAsia="宋体" w:hAnsi="宋体"/>
        </w:rPr>
        <w:t>贮酸罐中</w:t>
      </w:r>
      <w:proofErr w:type="gramEnd"/>
      <w:r w:rsidRPr="001D2EB6">
        <w:rPr>
          <w:rFonts w:ascii="宋体" w:eastAsia="宋体" w:hAnsi="宋体"/>
        </w:rPr>
        <w:t>，用流量计调节</w:t>
      </w:r>
      <w:r w:rsidRPr="001D2EB6">
        <w:rPr>
          <w:rFonts w:ascii="宋体" w:eastAsia="宋体" w:hAnsi="宋体" w:hint="eastAsia"/>
        </w:rPr>
        <w:t>流</w:t>
      </w:r>
      <w:r w:rsidRPr="001D2EB6">
        <w:rPr>
          <w:rFonts w:ascii="宋体" w:eastAsia="宋体" w:hAnsi="宋体"/>
        </w:rPr>
        <w:t>量，使胶乳和</w:t>
      </w:r>
      <w:proofErr w:type="gramStart"/>
      <w:r w:rsidRPr="001D2EB6">
        <w:rPr>
          <w:rFonts w:ascii="宋体" w:eastAsia="宋体" w:hAnsi="宋体"/>
        </w:rPr>
        <w:t>酸在</w:t>
      </w:r>
      <w:proofErr w:type="gramEnd"/>
      <w:r w:rsidRPr="001D2EB6">
        <w:rPr>
          <w:rFonts w:ascii="宋体" w:eastAsia="宋体" w:hAnsi="宋体"/>
        </w:rPr>
        <w:t>同一时间内流入凝固设备中</w:t>
      </w:r>
      <w:r w:rsidRPr="001D2EB6">
        <w:rPr>
          <w:rFonts w:ascii="宋体" w:eastAsia="宋体" w:hAnsi="宋体" w:hint="eastAsia"/>
        </w:rPr>
        <w:t>进行凝固的工艺</w:t>
      </w:r>
      <w:r w:rsidRPr="001D2EB6">
        <w:rPr>
          <w:rFonts w:ascii="宋体" w:eastAsia="宋体" w:hAnsi="宋体"/>
        </w:rPr>
        <w:t>。</w:t>
      </w:r>
    </w:p>
    <w:p w14:paraId="60C95E71"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 xml:space="preserve">凝块 </w:t>
      </w:r>
      <w:r w:rsidRPr="001D2EB6">
        <w:rPr>
          <w:rFonts w:ascii="黑体" w:eastAsia="黑体" w:hAnsi="黑体"/>
        </w:rPr>
        <w:t xml:space="preserve"> coagulum</w:t>
      </w:r>
    </w:p>
    <w:p w14:paraId="2838F423" w14:textId="77777777" w:rsidR="00C645D3" w:rsidRPr="001D2EB6" w:rsidRDefault="00C645D3" w:rsidP="00C645D3">
      <w:pPr>
        <w:pStyle w:val="affffffffffff7"/>
        <w:ind w:firstLineChars="200" w:firstLine="420"/>
        <w:rPr>
          <w:rFonts w:eastAsia="宋体"/>
        </w:rPr>
      </w:pPr>
      <w:r w:rsidRPr="001D2EB6">
        <w:rPr>
          <w:rFonts w:ascii="宋体" w:hAnsi="宋体" w:hint="eastAsia"/>
        </w:rPr>
        <w:t>&lt;</w:t>
      </w:r>
      <w:r w:rsidR="005E653E" w:rsidRPr="00D071D4">
        <w:rPr>
          <w:rFonts w:ascii="仿宋_GB2312" w:eastAsia="仿宋_GB2312" w:hAnsi="宋体" w:hint="eastAsia"/>
        </w:rPr>
        <w:t>天然</w:t>
      </w:r>
      <w:r w:rsidRPr="001D2EB6">
        <w:rPr>
          <w:rFonts w:ascii="宋体" w:eastAsia="宋体" w:hAnsi="宋体" w:hint="eastAsia"/>
        </w:rPr>
        <w:t>胶乳</w:t>
      </w:r>
      <w:r w:rsidRPr="001D2EB6">
        <w:rPr>
          <w:rFonts w:ascii="宋体" w:hAnsi="宋体" w:hint="eastAsia"/>
        </w:rPr>
        <w:t>&gt;</w:t>
      </w:r>
      <w:r w:rsidRPr="001D2EB6">
        <w:rPr>
          <w:rFonts w:eastAsia="宋体"/>
        </w:rPr>
        <w:t>胶乳</w:t>
      </w:r>
      <w:proofErr w:type="gramStart"/>
      <w:r w:rsidRPr="001D2EB6">
        <w:rPr>
          <w:rFonts w:eastAsia="宋体"/>
        </w:rPr>
        <w:t>或胶清凝固</w:t>
      </w:r>
      <w:proofErr w:type="gramEnd"/>
      <w:r w:rsidRPr="001D2EB6">
        <w:rPr>
          <w:rFonts w:eastAsia="宋体"/>
        </w:rPr>
        <w:t>而成</w:t>
      </w:r>
      <w:r w:rsidRPr="001D2EB6">
        <w:rPr>
          <w:rFonts w:eastAsia="宋体" w:hint="eastAsia"/>
        </w:rPr>
        <w:t>的</w:t>
      </w:r>
      <w:r w:rsidRPr="001D2EB6">
        <w:rPr>
          <w:rFonts w:eastAsia="宋体"/>
        </w:rPr>
        <w:t>含水块状物。</w:t>
      </w:r>
    </w:p>
    <w:p w14:paraId="2BFAA973"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 xml:space="preserve">凝块熟化 </w:t>
      </w:r>
      <w:r w:rsidRPr="00251890">
        <w:rPr>
          <w:rFonts w:ascii="黑体" w:eastAsia="黑体" w:hAnsi="黑体"/>
        </w:rPr>
        <w:t xml:space="preserve"> coagulum maturation</w:t>
      </w:r>
    </w:p>
    <w:p w14:paraId="4A43663C" w14:textId="77777777" w:rsidR="00C645D3" w:rsidRPr="001D2EB6" w:rsidRDefault="00C645D3" w:rsidP="00C645D3">
      <w:pPr>
        <w:pStyle w:val="affffffffffff7"/>
        <w:ind w:firstLineChars="200" w:firstLine="420"/>
        <w:rPr>
          <w:rFonts w:eastAsia="宋体"/>
        </w:rPr>
      </w:pPr>
      <w:r w:rsidRPr="001D2EB6">
        <w:rPr>
          <w:rFonts w:ascii="宋体" w:hAnsi="宋体" w:hint="eastAsia"/>
        </w:rPr>
        <w:t>&lt;</w:t>
      </w:r>
      <w:r w:rsidRPr="001D2EB6">
        <w:rPr>
          <w:rFonts w:ascii="宋体" w:eastAsia="宋体" w:hAnsi="宋体" w:hint="eastAsia"/>
        </w:rPr>
        <w:t>胶乳</w:t>
      </w:r>
      <w:r w:rsidRPr="001D2EB6">
        <w:rPr>
          <w:rFonts w:ascii="宋体" w:hAnsi="宋体" w:hint="eastAsia"/>
        </w:rPr>
        <w:t>&gt;</w:t>
      </w:r>
      <w:r w:rsidRPr="001D2EB6">
        <w:rPr>
          <w:rFonts w:eastAsia="宋体"/>
        </w:rPr>
        <w:t>使胶乳</w:t>
      </w:r>
      <w:proofErr w:type="gramStart"/>
      <w:r w:rsidRPr="001D2EB6">
        <w:rPr>
          <w:rFonts w:eastAsia="宋体"/>
        </w:rPr>
        <w:t>或胶清凝块</w:t>
      </w:r>
      <w:proofErr w:type="gramEnd"/>
      <w:r w:rsidRPr="001D2EB6">
        <w:rPr>
          <w:rFonts w:eastAsia="宋体"/>
        </w:rPr>
        <w:t>自然收缩脱水的过程。</w:t>
      </w:r>
    </w:p>
    <w:p w14:paraId="16B5F440"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 xml:space="preserve">整片 </w:t>
      </w:r>
      <w:r w:rsidRPr="00251890">
        <w:rPr>
          <w:rFonts w:ascii="黑体" w:eastAsia="黑体" w:hAnsi="黑体"/>
        </w:rPr>
        <w:t xml:space="preserve"> dehydrating coagulum with hand</w:t>
      </w:r>
    </w:p>
    <w:p w14:paraId="5D67F6AB" w14:textId="77777777" w:rsidR="00C645D3" w:rsidRPr="001D2EB6" w:rsidRDefault="00C645D3" w:rsidP="00C645D3">
      <w:pPr>
        <w:pStyle w:val="affffffffffff7"/>
        <w:ind w:firstLineChars="200" w:firstLine="420"/>
        <w:rPr>
          <w:rFonts w:eastAsia="宋体"/>
        </w:rPr>
      </w:pPr>
      <w:r w:rsidRPr="001D2EB6">
        <w:rPr>
          <w:rFonts w:eastAsia="宋体"/>
        </w:rPr>
        <w:t>用人工挤压</w:t>
      </w:r>
      <w:proofErr w:type="gramStart"/>
      <w:r w:rsidRPr="001D2EB6">
        <w:rPr>
          <w:rFonts w:eastAsia="宋体"/>
        </w:rPr>
        <w:t>片状胶清凝块</w:t>
      </w:r>
      <w:proofErr w:type="gramEnd"/>
      <w:r w:rsidRPr="001D2EB6">
        <w:rPr>
          <w:rFonts w:eastAsia="宋体"/>
        </w:rPr>
        <w:t>，使之部分脱水的过程。</w:t>
      </w:r>
    </w:p>
    <w:p w14:paraId="786ED988"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 xml:space="preserve">附聚 </w:t>
      </w:r>
      <w:r w:rsidRPr="001D2EB6">
        <w:rPr>
          <w:rFonts w:ascii="黑体" w:eastAsia="黑体" w:hAnsi="黑体"/>
        </w:rPr>
        <w:t xml:space="preserve"> agglomeration</w:t>
      </w:r>
    </w:p>
    <w:p w14:paraId="4F9C2753"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&lt;</w:t>
      </w:r>
      <w:r w:rsidR="005E653E" w:rsidRPr="00D071D4">
        <w:rPr>
          <w:rFonts w:ascii="仿宋_GB2312" w:eastAsia="仿宋_GB2312" w:hAnsi="宋体" w:hint="eastAsia"/>
        </w:rPr>
        <w:t>天然</w:t>
      </w:r>
      <w:r w:rsidRPr="001D2EB6">
        <w:rPr>
          <w:rFonts w:ascii="宋体" w:eastAsia="宋体" w:hAnsi="宋体" w:hint="eastAsia"/>
        </w:rPr>
        <w:t>胶乳&gt;</w:t>
      </w:r>
      <w:r w:rsidRPr="001D2EB6">
        <w:rPr>
          <w:rFonts w:ascii="宋体" w:eastAsia="宋体" w:hAnsi="宋体"/>
        </w:rPr>
        <w:t>胶乳粒子可逆或不可逆地连结在一起</w:t>
      </w:r>
      <w:r w:rsidRPr="001D2EB6">
        <w:rPr>
          <w:rFonts w:ascii="宋体" w:eastAsia="宋体" w:hAnsi="宋体" w:hint="eastAsia"/>
        </w:rPr>
        <w:t>的现象。</w:t>
      </w:r>
    </w:p>
    <w:p w14:paraId="349D6ACD"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凝胶化</w:t>
      </w:r>
      <w:r w:rsidRPr="001D2EB6">
        <w:rPr>
          <w:rFonts w:ascii="黑体" w:eastAsia="黑体" w:hAnsi="黑体"/>
        </w:rPr>
        <w:t xml:space="preserve"> </w:t>
      </w:r>
      <w:r w:rsidRPr="001D2EB6">
        <w:rPr>
          <w:rFonts w:ascii="黑体" w:eastAsia="黑体" w:hAnsi="黑体" w:hint="eastAsia"/>
        </w:rPr>
        <w:t xml:space="preserve"> </w:t>
      </w:r>
      <w:r w:rsidRPr="001D2EB6">
        <w:rPr>
          <w:rFonts w:ascii="黑体" w:eastAsia="黑体" w:hAnsi="黑体"/>
        </w:rPr>
        <w:t>gelling</w:t>
      </w:r>
    </w:p>
    <w:p w14:paraId="16171789"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&lt;</w:t>
      </w:r>
      <w:r w:rsidR="005E653E" w:rsidRPr="00D071D4">
        <w:rPr>
          <w:rFonts w:ascii="仿宋_GB2312" w:eastAsia="仿宋_GB2312" w:hAnsi="宋体" w:hint="eastAsia"/>
        </w:rPr>
        <w:t>天然</w:t>
      </w:r>
      <w:r w:rsidRPr="001D2EB6">
        <w:rPr>
          <w:rFonts w:ascii="宋体" w:eastAsia="宋体" w:hAnsi="宋体" w:hint="eastAsia"/>
        </w:rPr>
        <w:t>胶乳&gt;（胶乳）</w:t>
      </w:r>
      <w:r w:rsidRPr="001D2EB6">
        <w:rPr>
          <w:rFonts w:ascii="宋体" w:eastAsia="宋体" w:hAnsi="宋体"/>
        </w:rPr>
        <w:t>形成凝胶的过程。</w:t>
      </w:r>
    </w:p>
    <w:p w14:paraId="0EEEAD2D"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胶凝</w:t>
      </w:r>
      <w:r w:rsidRPr="001D2EB6">
        <w:rPr>
          <w:rFonts w:ascii="黑体" w:hint="eastAsia"/>
        </w:rPr>
        <w:t xml:space="preserve"> </w:t>
      </w:r>
      <w:r w:rsidRPr="001D2EB6">
        <w:rPr>
          <w:rFonts w:hint="eastAsia"/>
        </w:rPr>
        <w:t xml:space="preserve"> </w:t>
      </w:r>
      <w:r w:rsidRPr="00654918">
        <w:rPr>
          <w:rFonts w:ascii="黑体" w:eastAsia="黑体" w:hAnsi="黑体"/>
        </w:rPr>
        <w:t>gelation</w:t>
      </w:r>
      <w:r w:rsidRPr="001D2EB6">
        <w:t xml:space="preserve">  </w:t>
      </w:r>
    </w:p>
    <w:p w14:paraId="757658FB" w14:textId="77777777" w:rsidR="00C645D3" w:rsidRPr="001D2EB6" w:rsidRDefault="00C645D3" w:rsidP="00C645D3">
      <w:pPr>
        <w:pStyle w:val="affffffffffff7"/>
        <w:ind w:firstLineChars="200" w:firstLine="420"/>
        <w:rPr>
          <w:rFonts w:eastAsia="宋体"/>
        </w:rPr>
      </w:pPr>
      <w:r w:rsidRPr="001D2EB6">
        <w:rPr>
          <w:rFonts w:ascii="宋体" w:hAnsi="宋体" w:hint="eastAsia"/>
        </w:rPr>
        <w:t>&lt;</w:t>
      </w:r>
      <w:r w:rsidRPr="001D2EB6">
        <w:rPr>
          <w:rFonts w:ascii="宋体" w:eastAsia="宋体" w:hAnsi="宋体" w:hint="eastAsia"/>
        </w:rPr>
        <w:t>胶乳</w:t>
      </w:r>
      <w:r w:rsidRPr="001D2EB6">
        <w:rPr>
          <w:rFonts w:ascii="宋体" w:hAnsi="宋体" w:hint="eastAsia"/>
        </w:rPr>
        <w:t>&gt;</w:t>
      </w:r>
      <w:r w:rsidRPr="001D2EB6">
        <w:rPr>
          <w:rFonts w:eastAsia="宋体"/>
        </w:rPr>
        <w:t>胶乳变成凝胶但</w:t>
      </w:r>
      <w:proofErr w:type="gramStart"/>
      <w:r w:rsidRPr="001D2EB6">
        <w:rPr>
          <w:rFonts w:eastAsia="宋体"/>
        </w:rPr>
        <w:t>不</w:t>
      </w:r>
      <w:proofErr w:type="gramEnd"/>
      <w:r w:rsidRPr="001D2EB6">
        <w:rPr>
          <w:rFonts w:eastAsia="宋体"/>
        </w:rPr>
        <w:t>析出乳清，保持其原有体积的现象</w:t>
      </w:r>
      <w:r w:rsidRPr="001D2EB6">
        <w:rPr>
          <w:rFonts w:eastAsia="宋体" w:hint="eastAsia"/>
        </w:rPr>
        <w:t>/</w:t>
      </w:r>
      <w:r w:rsidRPr="001D2EB6">
        <w:rPr>
          <w:rFonts w:eastAsia="宋体" w:hint="eastAsia"/>
        </w:rPr>
        <w:t>过程</w:t>
      </w:r>
      <w:r w:rsidRPr="001D2EB6">
        <w:rPr>
          <w:rFonts w:eastAsia="宋体"/>
        </w:rPr>
        <w:t>。</w:t>
      </w:r>
    </w:p>
    <w:p w14:paraId="584099E1"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胶凝剂</w:t>
      </w:r>
      <w:r w:rsidRPr="00251890">
        <w:rPr>
          <w:rFonts w:ascii="黑体" w:eastAsia="黑体" w:hAnsi="黑体"/>
        </w:rPr>
        <w:t xml:space="preserve">  gelling agent</w:t>
      </w:r>
    </w:p>
    <w:p w14:paraId="415C40F4"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&lt;</w:t>
      </w:r>
      <w:r w:rsidR="005E653E" w:rsidRPr="00D071D4">
        <w:rPr>
          <w:rFonts w:ascii="仿宋_GB2312" w:eastAsia="仿宋_GB2312" w:hAnsi="宋体" w:hint="eastAsia"/>
        </w:rPr>
        <w:t>天然</w:t>
      </w:r>
      <w:r w:rsidRPr="001D2EB6">
        <w:rPr>
          <w:rFonts w:ascii="宋体" w:eastAsia="宋体" w:hAnsi="宋体" w:hint="eastAsia"/>
        </w:rPr>
        <w:t>胶乳&gt;</w:t>
      </w:r>
      <w:r w:rsidRPr="001D2EB6">
        <w:rPr>
          <w:rFonts w:ascii="宋体" w:eastAsia="宋体" w:hAnsi="宋体"/>
        </w:rPr>
        <w:t>能引起胶乳发生胶凝作用的物质。</w:t>
      </w:r>
    </w:p>
    <w:p w14:paraId="0B349FEB" w14:textId="77777777" w:rsidR="00C645D3" w:rsidRPr="00FB78CE" w:rsidRDefault="00FB78CE" w:rsidP="00FB78CE">
      <w:pPr>
        <w:pStyle w:val="Char1"/>
        <w:ind w:firstLine="360"/>
        <w:rPr>
          <w:sz w:val="18"/>
          <w:szCs w:val="18"/>
        </w:rPr>
      </w:pPr>
      <w:r w:rsidRPr="00FB78CE">
        <w:rPr>
          <w:rFonts w:ascii="仿宋_GB2312" w:eastAsia="仿宋_GB2312" w:hint="eastAsia"/>
          <w:sz w:val="18"/>
          <w:szCs w:val="18"/>
        </w:rPr>
        <w:t>[</w:t>
      </w:r>
      <w:r w:rsidR="005E653E">
        <w:rPr>
          <w:rFonts w:ascii="仿宋_GB2312" w:eastAsia="仿宋_GB2312" w:hint="eastAsia"/>
          <w:sz w:val="18"/>
          <w:szCs w:val="18"/>
        </w:rPr>
        <w:t>来源：</w:t>
      </w:r>
      <w:r w:rsidRPr="00FB78CE">
        <w:rPr>
          <w:rFonts w:ascii="仿宋_GB2312" w:eastAsia="仿宋_GB2312" w:hint="eastAsia"/>
          <w:sz w:val="18"/>
          <w:szCs w:val="18"/>
        </w:rPr>
        <w:t>GB/T 9881-2008</w:t>
      </w:r>
      <w:r w:rsidR="007F7975">
        <w:rPr>
          <w:rFonts w:ascii="仿宋_GB2312" w:eastAsia="仿宋_GB2312" w:hint="eastAsia"/>
          <w:sz w:val="18"/>
          <w:szCs w:val="18"/>
        </w:rPr>
        <w:t>，</w:t>
      </w:r>
      <w:r w:rsidR="005E653E">
        <w:rPr>
          <w:rFonts w:ascii="仿宋_GB2312" w:eastAsia="仿宋_GB2312" w:hint="eastAsia"/>
          <w:sz w:val="18"/>
          <w:szCs w:val="18"/>
        </w:rPr>
        <w:t>2.195</w:t>
      </w:r>
      <w:r w:rsidRPr="00FB78CE">
        <w:rPr>
          <w:rFonts w:ascii="仿宋_GB2312" w:eastAsia="仿宋_GB2312" w:hint="eastAsia"/>
          <w:sz w:val="18"/>
          <w:szCs w:val="18"/>
        </w:rPr>
        <w:t>，</w:t>
      </w:r>
      <w:r w:rsidR="007F7975">
        <w:rPr>
          <w:rFonts w:ascii="仿宋_GB2312" w:eastAsia="仿宋_GB2312" w:hint="eastAsia"/>
          <w:sz w:val="18"/>
          <w:szCs w:val="18"/>
        </w:rPr>
        <w:t>有修改</w:t>
      </w:r>
      <w:r w:rsidRPr="00FB78CE">
        <w:rPr>
          <w:rFonts w:ascii="仿宋_GB2312" w:eastAsia="仿宋_GB2312" w:hint="eastAsia"/>
          <w:sz w:val="18"/>
          <w:szCs w:val="18"/>
        </w:rPr>
        <w:t>]</w:t>
      </w:r>
    </w:p>
    <w:p w14:paraId="7CE7B496"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lastRenderedPageBreak/>
        <w:br/>
      </w:r>
      <w:r w:rsidRPr="00251890">
        <w:rPr>
          <w:rFonts w:ascii="黑体" w:eastAsia="黑体" w:hAnsi="黑体" w:hint="eastAsia"/>
        </w:rPr>
        <w:t>迟缓胶凝剂</w:t>
      </w:r>
      <w:r w:rsidRPr="00251890">
        <w:rPr>
          <w:rFonts w:ascii="黑体" w:eastAsia="黑体" w:hAnsi="黑体"/>
        </w:rPr>
        <w:t xml:space="preserve">  delayed-action gelling agent  </w:t>
      </w:r>
    </w:p>
    <w:p w14:paraId="6007E3DD" w14:textId="77777777" w:rsidR="00C645D3" w:rsidRPr="001D2EB6" w:rsidRDefault="00C645D3" w:rsidP="00C645D3">
      <w:pPr>
        <w:pStyle w:val="affffffffffff7"/>
        <w:ind w:firstLineChars="200" w:firstLine="420"/>
        <w:rPr>
          <w:rFonts w:eastAsia="宋体"/>
        </w:rPr>
      </w:pPr>
      <w:r w:rsidRPr="001D2EB6">
        <w:rPr>
          <w:rFonts w:ascii="宋体" w:hAnsi="宋体" w:hint="eastAsia"/>
        </w:rPr>
        <w:t>&lt;</w:t>
      </w:r>
      <w:r w:rsidR="005E653E" w:rsidRPr="00D071D4">
        <w:rPr>
          <w:rFonts w:ascii="仿宋_GB2312" w:eastAsia="仿宋_GB2312" w:hAnsi="宋体" w:hint="eastAsia"/>
        </w:rPr>
        <w:t>天然</w:t>
      </w:r>
      <w:r w:rsidRPr="001D2EB6">
        <w:rPr>
          <w:rFonts w:ascii="宋体" w:eastAsia="宋体" w:hAnsi="宋体" w:hint="eastAsia"/>
        </w:rPr>
        <w:t>胶乳</w:t>
      </w:r>
      <w:r w:rsidRPr="001D2EB6">
        <w:rPr>
          <w:rFonts w:ascii="宋体" w:hAnsi="宋体" w:hint="eastAsia"/>
        </w:rPr>
        <w:t>&gt;</w:t>
      </w:r>
      <w:r w:rsidRPr="001D2EB6">
        <w:rPr>
          <w:rFonts w:eastAsia="宋体"/>
        </w:rPr>
        <w:t>能使胶乳缓慢胶凝的物质。</w:t>
      </w:r>
    </w:p>
    <w:p w14:paraId="29BD7B6A"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 xml:space="preserve">迟缓胶凝法 </w:t>
      </w:r>
      <w:r w:rsidRPr="00251890">
        <w:rPr>
          <w:rFonts w:ascii="黑体" w:eastAsia="黑体" w:hAnsi="黑体"/>
        </w:rPr>
        <w:t xml:space="preserve"> delayed gelling process  </w:t>
      </w:r>
    </w:p>
    <w:p w14:paraId="65345B16" w14:textId="77777777" w:rsidR="00C645D3" w:rsidRPr="001D2EB6" w:rsidRDefault="00C645D3" w:rsidP="00C645D3">
      <w:pPr>
        <w:pStyle w:val="affffffffffff7"/>
        <w:ind w:firstLineChars="200" w:firstLine="420"/>
        <w:rPr>
          <w:rFonts w:eastAsia="宋体"/>
        </w:rPr>
      </w:pPr>
      <w:r w:rsidRPr="001D2EB6">
        <w:rPr>
          <w:rFonts w:ascii="宋体" w:hAnsi="宋体" w:hint="eastAsia"/>
        </w:rPr>
        <w:t>&lt;</w:t>
      </w:r>
      <w:r w:rsidR="005E653E" w:rsidRPr="00D071D4">
        <w:rPr>
          <w:rFonts w:ascii="仿宋_GB2312" w:eastAsia="仿宋_GB2312" w:hAnsi="宋体" w:hint="eastAsia"/>
        </w:rPr>
        <w:t>天然</w:t>
      </w:r>
      <w:r w:rsidRPr="001D2EB6">
        <w:rPr>
          <w:rFonts w:ascii="宋体" w:eastAsia="宋体" w:hAnsi="宋体" w:hint="eastAsia"/>
        </w:rPr>
        <w:t>胶乳</w:t>
      </w:r>
      <w:r w:rsidRPr="001D2EB6">
        <w:rPr>
          <w:rFonts w:ascii="宋体" w:hAnsi="宋体" w:hint="eastAsia"/>
        </w:rPr>
        <w:t>&gt;</w:t>
      </w:r>
      <w:r w:rsidRPr="001D2EB6">
        <w:rPr>
          <w:rFonts w:eastAsia="宋体"/>
        </w:rPr>
        <w:t>为了确保胶凝性能一致性，而在配合胶乳中加入适当的迟缓热敏剂，使胶乳缓慢胶凝的工艺。</w:t>
      </w:r>
    </w:p>
    <w:p w14:paraId="24974312"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促凝剂</w:t>
      </w:r>
      <w:r w:rsidRPr="00251890">
        <w:rPr>
          <w:rFonts w:ascii="黑体" w:eastAsia="黑体" w:hAnsi="黑体"/>
        </w:rPr>
        <w:t xml:space="preserve">  coagulation accelerator</w:t>
      </w:r>
    </w:p>
    <w:p w14:paraId="59F4C87A" w14:textId="77777777" w:rsidR="00C645D3" w:rsidRPr="001D2EB6" w:rsidRDefault="00C645D3" w:rsidP="00C645D3">
      <w:pPr>
        <w:pStyle w:val="affffffffffff7"/>
        <w:ind w:firstLineChars="200" w:firstLine="420"/>
        <w:rPr>
          <w:rFonts w:eastAsia="宋体"/>
        </w:rPr>
      </w:pPr>
      <w:r w:rsidRPr="001D2EB6">
        <w:rPr>
          <w:rFonts w:ascii="宋体" w:hAnsi="宋体" w:hint="eastAsia"/>
        </w:rPr>
        <w:t>&lt;</w:t>
      </w:r>
      <w:r w:rsidR="005E653E" w:rsidRPr="00D071D4">
        <w:rPr>
          <w:rFonts w:ascii="仿宋_GB2312" w:eastAsia="仿宋_GB2312" w:hAnsi="宋体" w:hint="eastAsia"/>
        </w:rPr>
        <w:t>天然</w:t>
      </w:r>
      <w:r w:rsidRPr="001D2EB6">
        <w:rPr>
          <w:rFonts w:ascii="宋体" w:eastAsia="宋体" w:hAnsi="宋体" w:hint="eastAsia"/>
        </w:rPr>
        <w:t>胶乳</w:t>
      </w:r>
      <w:r w:rsidRPr="001D2EB6">
        <w:rPr>
          <w:rFonts w:ascii="宋体" w:hAnsi="宋体" w:hint="eastAsia"/>
        </w:rPr>
        <w:t>&gt;</w:t>
      </w:r>
      <w:r w:rsidRPr="001D2EB6">
        <w:rPr>
          <w:rFonts w:eastAsia="宋体"/>
        </w:rPr>
        <w:t>能加速胶乳凝固并缩短凝固时间的物质。</w:t>
      </w:r>
    </w:p>
    <w:p w14:paraId="1EBBE057"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临界胶凝温度</w:t>
      </w:r>
      <w:r w:rsidRPr="00251890">
        <w:rPr>
          <w:rFonts w:ascii="黑体" w:eastAsia="黑体" w:hAnsi="黑体"/>
        </w:rPr>
        <w:t xml:space="preserve">  critical gelling temperature  </w:t>
      </w:r>
    </w:p>
    <w:p w14:paraId="289A324A" w14:textId="77777777" w:rsidR="00C645D3" w:rsidRPr="001D2EB6" w:rsidRDefault="00C645D3" w:rsidP="00C645D3">
      <w:pPr>
        <w:pStyle w:val="affffffffffff7"/>
        <w:ind w:firstLineChars="200" w:firstLine="420"/>
        <w:rPr>
          <w:rFonts w:eastAsia="宋体"/>
        </w:rPr>
      </w:pPr>
      <w:r w:rsidRPr="001D2EB6">
        <w:rPr>
          <w:rFonts w:ascii="宋体" w:hAnsi="宋体" w:hint="eastAsia"/>
        </w:rPr>
        <w:t>&lt;</w:t>
      </w:r>
      <w:r w:rsidR="005E653E" w:rsidRPr="00D071D4">
        <w:rPr>
          <w:rFonts w:ascii="仿宋_GB2312" w:eastAsia="仿宋_GB2312" w:hAnsi="宋体" w:hint="eastAsia"/>
        </w:rPr>
        <w:t>天然</w:t>
      </w:r>
      <w:r w:rsidRPr="001D2EB6">
        <w:rPr>
          <w:rFonts w:ascii="宋体" w:eastAsia="宋体" w:hAnsi="宋体" w:hint="eastAsia"/>
        </w:rPr>
        <w:t>胶乳</w:t>
      </w:r>
      <w:r w:rsidRPr="001D2EB6">
        <w:rPr>
          <w:rFonts w:ascii="宋体" w:hAnsi="宋体" w:hint="eastAsia"/>
        </w:rPr>
        <w:t>&gt;</w:t>
      </w:r>
      <w:r w:rsidRPr="001D2EB6">
        <w:rPr>
          <w:rFonts w:eastAsia="宋体"/>
        </w:rPr>
        <w:t>胶乳在</w:t>
      </w:r>
      <w:r w:rsidRPr="001D2EB6">
        <w:rPr>
          <w:rFonts w:eastAsia="宋体" w:hint="eastAsia"/>
        </w:rPr>
        <w:t>规</w:t>
      </w:r>
      <w:r w:rsidRPr="001D2EB6">
        <w:rPr>
          <w:rFonts w:eastAsia="宋体"/>
        </w:rPr>
        <w:t>定加热条件下发生胶凝的最低温度。</w:t>
      </w:r>
    </w:p>
    <w:p w14:paraId="3E87FBB4"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冷冻胶凝法</w:t>
      </w:r>
      <w:r w:rsidRPr="00251890">
        <w:rPr>
          <w:rFonts w:ascii="黑体" w:eastAsia="黑体" w:hAnsi="黑体"/>
        </w:rPr>
        <w:t xml:space="preserve">  freeze gelling method</w:t>
      </w:r>
    </w:p>
    <w:p w14:paraId="01CFF26D" w14:textId="77777777" w:rsidR="00C645D3" w:rsidRPr="001D2EB6" w:rsidRDefault="00C645D3" w:rsidP="00C645D3">
      <w:pPr>
        <w:pStyle w:val="affffffffffff7"/>
        <w:ind w:firstLineChars="200" w:firstLine="420"/>
        <w:rPr>
          <w:rFonts w:eastAsia="宋体"/>
        </w:rPr>
      </w:pPr>
      <w:r w:rsidRPr="001D2EB6">
        <w:rPr>
          <w:rFonts w:ascii="宋体" w:hAnsi="宋体" w:hint="eastAsia"/>
        </w:rPr>
        <w:t>&lt;</w:t>
      </w:r>
      <w:r w:rsidR="005E653E" w:rsidRPr="00D071D4">
        <w:rPr>
          <w:rFonts w:ascii="仿宋_GB2312" w:eastAsia="仿宋_GB2312" w:hAnsi="宋体" w:hint="eastAsia"/>
        </w:rPr>
        <w:t>天然</w:t>
      </w:r>
      <w:r w:rsidRPr="001D2EB6">
        <w:rPr>
          <w:rFonts w:ascii="宋体" w:eastAsia="宋体" w:hAnsi="宋体" w:hint="eastAsia"/>
        </w:rPr>
        <w:t>胶乳</w:t>
      </w:r>
      <w:r w:rsidRPr="001D2EB6">
        <w:rPr>
          <w:rFonts w:ascii="宋体" w:hAnsi="宋体" w:hint="eastAsia"/>
        </w:rPr>
        <w:t>&gt;</w:t>
      </w:r>
      <w:r w:rsidRPr="001D2EB6">
        <w:rPr>
          <w:rFonts w:eastAsia="宋体"/>
        </w:rPr>
        <w:t>采用冷冻定型，</w:t>
      </w:r>
      <w:r w:rsidRPr="001D2EB6">
        <w:rPr>
          <w:rFonts w:eastAsia="宋体" w:hint="eastAsia"/>
        </w:rPr>
        <w:t>再</w:t>
      </w:r>
      <w:r w:rsidRPr="001D2EB6">
        <w:rPr>
          <w:rFonts w:eastAsia="宋体"/>
        </w:rPr>
        <w:t>以酸性气体使胶乳胶凝的方法。</w:t>
      </w:r>
    </w:p>
    <w:p w14:paraId="2193DE65"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絮凝</w:t>
      </w:r>
      <w:r w:rsidRPr="001D2EB6">
        <w:t>（作用）</w:t>
      </w:r>
      <w:r w:rsidRPr="001D2EB6">
        <w:rPr>
          <w:rFonts w:ascii="黑体" w:eastAsia="黑体" w:hAnsi="黑体"/>
        </w:rPr>
        <w:t xml:space="preserve"> flocculation</w:t>
      </w:r>
    </w:p>
    <w:p w14:paraId="40C79545" w14:textId="77777777" w:rsidR="00C645D3" w:rsidRPr="001D2EB6" w:rsidRDefault="00C645D3" w:rsidP="00C645D3">
      <w:pPr>
        <w:pStyle w:val="affffffffffff7"/>
        <w:ind w:firstLineChars="200" w:firstLine="420"/>
        <w:rPr>
          <w:rFonts w:eastAsia="宋体"/>
        </w:rPr>
      </w:pPr>
      <w:r w:rsidRPr="001D2EB6">
        <w:rPr>
          <w:rFonts w:ascii="宋体" w:hAnsi="宋体" w:hint="eastAsia"/>
        </w:rPr>
        <w:t>&lt;</w:t>
      </w:r>
      <w:r w:rsidR="005E653E" w:rsidRPr="00D071D4">
        <w:rPr>
          <w:rFonts w:ascii="仿宋_GB2312" w:eastAsia="仿宋_GB2312" w:hAnsi="宋体" w:hint="eastAsia"/>
        </w:rPr>
        <w:t>天然</w:t>
      </w:r>
      <w:r w:rsidRPr="001D2EB6">
        <w:rPr>
          <w:rFonts w:ascii="宋体" w:eastAsia="宋体" w:hAnsi="宋体" w:hint="eastAsia"/>
        </w:rPr>
        <w:t>胶乳</w:t>
      </w:r>
      <w:r w:rsidRPr="001D2EB6">
        <w:rPr>
          <w:rFonts w:ascii="宋体" w:hAnsi="宋体" w:hint="eastAsia"/>
        </w:rPr>
        <w:t>&gt;</w:t>
      </w:r>
      <w:r w:rsidRPr="001D2EB6">
        <w:rPr>
          <w:rFonts w:eastAsia="宋体"/>
        </w:rPr>
        <w:t>胶乳中的橡胶粒子松散凝聚，</w:t>
      </w:r>
      <w:r w:rsidRPr="001D2EB6">
        <w:rPr>
          <w:rFonts w:eastAsia="宋体" w:hint="eastAsia"/>
        </w:rPr>
        <w:t>及</w:t>
      </w:r>
      <w:r w:rsidRPr="001D2EB6">
        <w:rPr>
          <w:rFonts w:eastAsia="宋体"/>
        </w:rPr>
        <w:t>部分凝结</w:t>
      </w:r>
      <w:r w:rsidRPr="001D2EB6">
        <w:rPr>
          <w:rFonts w:eastAsia="宋体" w:hint="eastAsia"/>
        </w:rPr>
        <w:t>，并</w:t>
      </w:r>
      <w:r w:rsidRPr="001D2EB6">
        <w:rPr>
          <w:rFonts w:eastAsia="宋体"/>
        </w:rPr>
        <w:t>分布于胶乳液相中的过程。该过程有时是可逆的。</w:t>
      </w:r>
    </w:p>
    <w:p w14:paraId="43B65AF9"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 xml:space="preserve">絮凝剂 </w:t>
      </w:r>
      <w:r w:rsidRPr="00251890">
        <w:rPr>
          <w:rFonts w:ascii="黑体" w:eastAsia="黑体" w:hAnsi="黑体"/>
        </w:rPr>
        <w:t xml:space="preserve"> flocculating agent</w:t>
      </w:r>
    </w:p>
    <w:p w14:paraId="45CCD34E"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&lt;</w:t>
      </w:r>
      <w:r w:rsidR="005E653E" w:rsidRPr="00D071D4">
        <w:rPr>
          <w:rFonts w:ascii="仿宋_GB2312" w:eastAsia="仿宋_GB2312" w:hAnsi="宋体" w:hint="eastAsia"/>
        </w:rPr>
        <w:t>天然</w:t>
      </w:r>
      <w:r w:rsidRPr="001D2EB6">
        <w:rPr>
          <w:rFonts w:ascii="宋体" w:eastAsia="宋体" w:hAnsi="宋体" w:hint="eastAsia"/>
        </w:rPr>
        <w:t>胶乳&gt;</w:t>
      </w:r>
      <w:r w:rsidRPr="001D2EB6">
        <w:rPr>
          <w:rFonts w:ascii="宋体" w:eastAsia="宋体" w:hAnsi="宋体"/>
        </w:rPr>
        <w:t>加入到胶乳中</w:t>
      </w:r>
      <w:r w:rsidRPr="001D2EB6">
        <w:rPr>
          <w:rFonts w:ascii="宋体" w:eastAsia="宋体" w:hAnsi="宋体" w:hint="eastAsia"/>
        </w:rPr>
        <w:t>能</w:t>
      </w:r>
      <w:r w:rsidRPr="001D2EB6">
        <w:rPr>
          <w:rFonts w:ascii="宋体" w:eastAsia="宋体" w:hAnsi="宋体"/>
        </w:rPr>
        <w:t>引起胶乳絮凝的物质。</w:t>
      </w:r>
    </w:p>
    <w:p w14:paraId="5DD330CC" w14:textId="77777777" w:rsidR="00C645D3" w:rsidRPr="005B2F1C" w:rsidRDefault="00C645D3" w:rsidP="00C645D3">
      <w:pPr>
        <w:pStyle w:val="afffffffffff9"/>
        <w:ind w:left="420" w:hangingChars="200" w:hanging="420"/>
        <w:rPr>
          <w:rFonts w:ascii="黑体" w:eastAsia="黑体" w:hAnsi="黑体"/>
        </w:rPr>
      </w:pPr>
      <w:r w:rsidRPr="001D2EB6">
        <w:rPr>
          <w:rFonts w:ascii="黑体" w:eastAsia="黑体" w:hAnsi="黑体"/>
        </w:rPr>
        <w:br/>
      </w:r>
      <w:proofErr w:type="gramStart"/>
      <w:r w:rsidRPr="005B2F1C">
        <w:rPr>
          <w:rFonts w:ascii="黑体" w:eastAsia="黑体" w:hAnsi="黑体" w:hint="eastAsia"/>
        </w:rPr>
        <w:t>凝固盘</w:t>
      </w:r>
      <w:proofErr w:type="gramEnd"/>
      <w:r w:rsidRPr="005B2F1C">
        <w:rPr>
          <w:rFonts w:ascii="黑体" w:eastAsia="黑体" w:hAnsi="黑体" w:hint="eastAsia"/>
        </w:rPr>
        <w:t xml:space="preserve"> </w:t>
      </w:r>
      <w:r w:rsidRPr="005B2F1C">
        <w:rPr>
          <w:rFonts w:ascii="黑体" w:eastAsia="黑体" w:hAnsi="黑体"/>
        </w:rPr>
        <w:t xml:space="preserve"> coagulating pan</w:t>
      </w:r>
    </w:p>
    <w:p w14:paraId="0A03FDAB" w14:textId="77777777" w:rsidR="00C645D3" w:rsidRPr="001D2EB6" w:rsidRDefault="00C645D3" w:rsidP="00C645D3">
      <w:pPr>
        <w:pStyle w:val="affffffffffff7"/>
        <w:ind w:firstLineChars="200" w:firstLine="420"/>
        <w:rPr>
          <w:rFonts w:eastAsia="宋体"/>
        </w:rPr>
      </w:pPr>
      <w:r w:rsidRPr="001D2EB6">
        <w:rPr>
          <w:rFonts w:eastAsia="宋体"/>
        </w:rPr>
        <w:t>可盛</w:t>
      </w:r>
      <w:r w:rsidRPr="001D2EB6">
        <w:rPr>
          <w:rFonts w:eastAsia="宋体" w:hint="eastAsia"/>
        </w:rPr>
        <w:t>装</w:t>
      </w:r>
      <w:r w:rsidRPr="001D2EB6">
        <w:rPr>
          <w:rFonts w:ascii="宋体" w:eastAsia="宋体" w:hAnsi="宋体"/>
        </w:rPr>
        <w:t>3</w:t>
      </w:r>
      <w:r w:rsidRPr="001D2EB6">
        <w:rPr>
          <w:rFonts w:ascii="宋体" w:eastAsia="宋体" w:hAnsi="宋体" w:hint="eastAsia"/>
        </w:rPr>
        <w:t>kg～</w:t>
      </w:r>
      <w:r w:rsidRPr="001D2EB6">
        <w:rPr>
          <w:rFonts w:ascii="宋体" w:eastAsia="宋体" w:hAnsi="宋体"/>
        </w:rPr>
        <w:t>4kg</w:t>
      </w:r>
      <w:r w:rsidRPr="001D2EB6">
        <w:rPr>
          <w:rFonts w:eastAsia="宋体"/>
        </w:rPr>
        <w:t>稀释胶乳的小托盘，加酸凝固胶乳可制成单张凝块。</w:t>
      </w:r>
    </w:p>
    <w:p w14:paraId="562750C0" w14:textId="77777777" w:rsidR="00C645D3" w:rsidRPr="005B2F1C" w:rsidRDefault="00C645D3" w:rsidP="00C645D3">
      <w:pPr>
        <w:pStyle w:val="afffffffffff9"/>
        <w:ind w:left="420" w:hangingChars="200" w:hanging="420"/>
        <w:rPr>
          <w:rFonts w:ascii="黑体" w:eastAsia="黑体" w:hAnsi="黑体"/>
        </w:rPr>
      </w:pPr>
      <w:r w:rsidRPr="001D2EB6">
        <w:rPr>
          <w:rFonts w:ascii="黑体" w:eastAsia="黑体" w:hAnsi="黑体"/>
        </w:rPr>
        <w:br/>
      </w:r>
      <w:r w:rsidRPr="005B2F1C">
        <w:rPr>
          <w:rFonts w:ascii="黑体" w:eastAsia="黑体" w:hAnsi="黑体" w:hint="eastAsia"/>
        </w:rPr>
        <w:t xml:space="preserve">凝固槽 </w:t>
      </w:r>
      <w:r w:rsidRPr="005B2F1C">
        <w:rPr>
          <w:rFonts w:ascii="黑体" w:eastAsia="黑体" w:hAnsi="黑体"/>
        </w:rPr>
        <w:t xml:space="preserve"> coagulating tank</w:t>
      </w:r>
    </w:p>
    <w:p w14:paraId="3D51C877" w14:textId="77777777" w:rsidR="00C645D3" w:rsidRPr="001D2EB6" w:rsidRDefault="00C645D3" w:rsidP="00C645D3">
      <w:pPr>
        <w:pStyle w:val="affffffffffff7"/>
        <w:ind w:firstLineChars="200" w:firstLine="420"/>
        <w:rPr>
          <w:rFonts w:eastAsia="宋体"/>
        </w:rPr>
      </w:pPr>
      <w:r w:rsidRPr="001D2EB6">
        <w:rPr>
          <w:rFonts w:eastAsia="宋体"/>
        </w:rPr>
        <w:t>可盛</w:t>
      </w:r>
      <w:r w:rsidRPr="001D2EB6">
        <w:rPr>
          <w:rFonts w:eastAsia="宋体" w:hint="eastAsia"/>
        </w:rPr>
        <w:t>装</w:t>
      </w:r>
      <w:r w:rsidRPr="001D2EB6">
        <w:rPr>
          <w:rFonts w:eastAsia="宋体"/>
        </w:rPr>
        <w:t>大量胶乳，在加酸后用隔板分隔成单片或长片凝块的设备。</w:t>
      </w:r>
    </w:p>
    <w:p w14:paraId="05845A98"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 xml:space="preserve">凝固槽隔板 </w:t>
      </w:r>
      <w:r w:rsidRPr="00251890">
        <w:rPr>
          <w:rFonts w:ascii="黑体" w:eastAsia="黑体" w:hAnsi="黑体"/>
        </w:rPr>
        <w:t xml:space="preserve"> partition plate</w:t>
      </w:r>
    </w:p>
    <w:p w14:paraId="41943922" w14:textId="77777777" w:rsidR="00C645D3" w:rsidRPr="001D2EB6" w:rsidRDefault="00C645D3" w:rsidP="00C645D3">
      <w:pPr>
        <w:pStyle w:val="affffffffffff7"/>
        <w:ind w:firstLineChars="200" w:firstLine="420"/>
        <w:rPr>
          <w:rFonts w:eastAsia="宋体"/>
        </w:rPr>
      </w:pPr>
      <w:r w:rsidRPr="001D2EB6">
        <w:rPr>
          <w:rFonts w:eastAsia="宋体"/>
        </w:rPr>
        <w:t>凝固池中分隔凝块的板块。</w:t>
      </w:r>
    </w:p>
    <w:p w14:paraId="6E60A4DE" w14:textId="77777777" w:rsidR="00C645D3" w:rsidRPr="005B2F1C" w:rsidRDefault="00C645D3" w:rsidP="00C645D3">
      <w:pPr>
        <w:pStyle w:val="afffffffffff9"/>
        <w:ind w:left="420" w:hangingChars="200" w:hanging="420"/>
        <w:rPr>
          <w:rFonts w:ascii="黑体" w:eastAsia="黑体" w:hAnsi="黑体"/>
        </w:rPr>
      </w:pPr>
      <w:r w:rsidRPr="001D2EB6">
        <w:rPr>
          <w:rFonts w:ascii="黑体" w:eastAsia="黑体" w:hAnsi="黑体"/>
        </w:rPr>
        <w:br/>
      </w:r>
      <w:r w:rsidRPr="005B2F1C">
        <w:rPr>
          <w:rFonts w:ascii="黑体" w:eastAsia="黑体" w:hAnsi="黑体" w:hint="eastAsia"/>
        </w:rPr>
        <w:t>连续凝固器</w:t>
      </w:r>
      <w:r w:rsidRPr="005B2F1C">
        <w:rPr>
          <w:rFonts w:ascii="黑体" w:eastAsia="黑体" w:hAnsi="黑体"/>
        </w:rPr>
        <w:t xml:space="preserve"> </w:t>
      </w:r>
      <w:r w:rsidRPr="005B2F1C">
        <w:rPr>
          <w:rFonts w:ascii="黑体" w:eastAsia="黑体" w:hAnsi="黑体" w:hint="eastAsia"/>
        </w:rPr>
        <w:t xml:space="preserve"> </w:t>
      </w:r>
      <w:r w:rsidRPr="005B2F1C">
        <w:rPr>
          <w:rFonts w:ascii="黑体" w:eastAsia="黑体" w:hAnsi="黑体"/>
        </w:rPr>
        <w:t>continuous coagulator</w:t>
      </w:r>
    </w:p>
    <w:p w14:paraId="0CA1B87C" w14:textId="77777777" w:rsidR="00C645D3" w:rsidRPr="001D2EB6" w:rsidRDefault="00C645D3" w:rsidP="00C645D3">
      <w:pPr>
        <w:pStyle w:val="affffffffffff7"/>
        <w:ind w:firstLineChars="200" w:firstLine="420"/>
        <w:rPr>
          <w:rFonts w:eastAsia="宋体"/>
        </w:rPr>
      </w:pPr>
      <w:r w:rsidRPr="001D2EB6">
        <w:rPr>
          <w:rFonts w:eastAsia="宋体" w:hint="eastAsia"/>
        </w:rPr>
        <w:t>能</w:t>
      </w:r>
      <w:r w:rsidRPr="001D2EB6">
        <w:rPr>
          <w:rFonts w:eastAsia="宋体"/>
        </w:rPr>
        <w:t>使胶乳连续进料，通过热敏法、搅拌法或快速凝固法而连续输出凝块的胶乳凝固设备。</w:t>
      </w:r>
    </w:p>
    <w:p w14:paraId="332F2CD0" w14:textId="77777777" w:rsidR="00C645D3" w:rsidRPr="005B2F1C" w:rsidRDefault="00C645D3" w:rsidP="00C645D3">
      <w:pPr>
        <w:pStyle w:val="afffffffffff9"/>
        <w:ind w:left="420" w:hangingChars="200" w:hanging="420"/>
        <w:rPr>
          <w:rFonts w:ascii="黑体" w:eastAsia="黑体" w:hAnsi="黑体"/>
        </w:rPr>
      </w:pPr>
      <w:r w:rsidRPr="001D2EB6">
        <w:rPr>
          <w:rFonts w:ascii="黑体" w:eastAsia="黑体" w:hAnsi="黑体"/>
        </w:rPr>
        <w:br/>
      </w:r>
      <w:r w:rsidRPr="005B2F1C">
        <w:rPr>
          <w:rFonts w:ascii="黑体" w:eastAsia="黑体" w:hAnsi="黑体" w:hint="eastAsia"/>
        </w:rPr>
        <w:t xml:space="preserve">凝块输送槽 </w:t>
      </w:r>
      <w:r w:rsidRPr="005B2F1C">
        <w:rPr>
          <w:rFonts w:ascii="黑体" w:eastAsia="黑体" w:hAnsi="黑体"/>
        </w:rPr>
        <w:t xml:space="preserve"> coagulum chute</w:t>
      </w:r>
    </w:p>
    <w:p w14:paraId="33D6F125" w14:textId="77777777" w:rsidR="00C645D3" w:rsidRPr="001D2EB6" w:rsidRDefault="00C645D3" w:rsidP="00C645D3">
      <w:pPr>
        <w:pStyle w:val="affffffffffff7"/>
        <w:ind w:firstLineChars="200" w:firstLine="420"/>
        <w:rPr>
          <w:rFonts w:eastAsia="宋体"/>
        </w:rPr>
      </w:pPr>
      <w:r w:rsidRPr="001D2EB6">
        <w:rPr>
          <w:rFonts w:eastAsia="宋体" w:hint="eastAsia"/>
        </w:rPr>
        <w:t>能</w:t>
      </w:r>
      <w:r w:rsidRPr="001D2EB6">
        <w:rPr>
          <w:rFonts w:eastAsia="宋体"/>
        </w:rPr>
        <w:t>将凝块从凝固槽输送到压片机或脱水机的设备。</w:t>
      </w:r>
    </w:p>
    <w:p w14:paraId="57EDDA27"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压片机</w:t>
      </w:r>
      <w:r w:rsidRPr="001D2EB6">
        <w:rPr>
          <w:rFonts w:ascii="黑体" w:eastAsia="黑体" w:hAnsi="黑体"/>
        </w:rPr>
        <w:t xml:space="preserve">  roll mill</w:t>
      </w:r>
      <w:r w:rsidRPr="001D2EB6">
        <w:rPr>
          <w:rFonts w:ascii="黑体" w:eastAsia="黑体" w:hAnsi="黑体" w:hint="eastAsia"/>
        </w:rPr>
        <w:t>，</w:t>
      </w:r>
      <w:r w:rsidRPr="001D2EB6">
        <w:rPr>
          <w:rFonts w:ascii="黑体" w:eastAsia="黑体" w:hAnsi="黑体"/>
        </w:rPr>
        <w:t xml:space="preserve"> </w:t>
      </w:r>
      <w:r w:rsidRPr="001D2EB6">
        <w:rPr>
          <w:rFonts w:ascii="黑体" w:eastAsia="黑体" w:hAnsi="黑体" w:hint="eastAsia"/>
        </w:rPr>
        <w:t>s</w:t>
      </w:r>
      <w:r w:rsidRPr="001D2EB6">
        <w:rPr>
          <w:rFonts w:ascii="黑体" w:eastAsia="黑体" w:hAnsi="黑体"/>
        </w:rPr>
        <w:t>heeting mill</w:t>
      </w:r>
    </w:p>
    <w:p w14:paraId="5AD6EF78" w14:textId="77777777" w:rsidR="00C645D3" w:rsidRPr="001D2EB6" w:rsidRDefault="00C645D3" w:rsidP="00C645D3">
      <w:pPr>
        <w:pStyle w:val="affffffffffff7"/>
        <w:ind w:firstLineChars="200" w:firstLine="420"/>
        <w:rPr>
          <w:rFonts w:eastAsia="宋体"/>
        </w:rPr>
      </w:pPr>
      <w:r w:rsidRPr="001D2EB6">
        <w:rPr>
          <w:rFonts w:eastAsia="宋体" w:hint="eastAsia"/>
        </w:rPr>
        <w:t>能</w:t>
      </w:r>
      <w:r w:rsidRPr="001D2EB6">
        <w:rPr>
          <w:rFonts w:eastAsia="宋体"/>
        </w:rPr>
        <w:t>将胶乳凝块辊压、脱水、压薄成胶片的设备。</w:t>
      </w:r>
    </w:p>
    <w:p w14:paraId="02ADBE9E"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 xml:space="preserve">光面压片机 </w:t>
      </w:r>
      <w:r w:rsidRPr="00251890">
        <w:rPr>
          <w:rFonts w:ascii="黑体" w:eastAsia="黑体" w:hAnsi="黑体"/>
        </w:rPr>
        <w:t xml:space="preserve"> smooth roll mill</w:t>
      </w:r>
    </w:p>
    <w:p w14:paraId="5E7655B7" w14:textId="77777777" w:rsidR="00C645D3" w:rsidRPr="001D2EB6" w:rsidRDefault="00C645D3" w:rsidP="00C645D3">
      <w:pPr>
        <w:pStyle w:val="affffffffffff7"/>
        <w:ind w:firstLineChars="200" w:firstLine="420"/>
        <w:rPr>
          <w:rFonts w:eastAsia="宋体"/>
        </w:rPr>
      </w:pPr>
      <w:r w:rsidRPr="001D2EB6">
        <w:rPr>
          <w:rFonts w:eastAsia="宋体" w:hint="eastAsia"/>
        </w:rPr>
        <w:lastRenderedPageBreak/>
        <w:t>能</w:t>
      </w:r>
      <w:r w:rsidRPr="001D2EB6">
        <w:rPr>
          <w:rFonts w:eastAsia="宋体"/>
        </w:rPr>
        <w:t>将胶乳凝块辊压、脱水、压薄成表面无花纹</w:t>
      </w:r>
      <w:r w:rsidRPr="001D2EB6">
        <w:rPr>
          <w:rFonts w:eastAsia="宋体" w:hint="eastAsia"/>
        </w:rPr>
        <w:t>的</w:t>
      </w:r>
      <w:r w:rsidRPr="001D2EB6">
        <w:rPr>
          <w:rFonts w:eastAsia="宋体"/>
        </w:rPr>
        <w:t>胶片的设备。</w:t>
      </w:r>
    </w:p>
    <w:p w14:paraId="7CC32EA9"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花纹压片机</w:t>
      </w:r>
      <w:r w:rsidRPr="00251890">
        <w:rPr>
          <w:rFonts w:ascii="黑体" w:eastAsia="黑体" w:hAnsi="黑体"/>
        </w:rPr>
        <w:t xml:space="preserve">  marker roll mill</w:t>
      </w:r>
    </w:p>
    <w:p w14:paraId="66E210CA" w14:textId="77777777" w:rsidR="00C645D3" w:rsidRPr="001D2EB6" w:rsidRDefault="00C645D3" w:rsidP="00C645D3">
      <w:pPr>
        <w:pStyle w:val="affffffffffff7"/>
        <w:ind w:firstLineChars="200" w:firstLine="420"/>
        <w:rPr>
          <w:rFonts w:eastAsia="宋体"/>
        </w:rPr>
      </w:pPr>
      <w:r w:rsidRPr="001D2EB6">
        <w:rPr>
          <w:rFonts w:eastAsia="宋体" w:hint="eastAsia"/>
        </w:rPr>
        <w:t>能</w:t>
      </w:r>
      <w:r w:rsidRPr="001D2EB6">
        <w:rPr>
          <w:rFonts w:eastAsia="宋体"/>
        </w:rPr>
        <w:t>将光面压片机压出的无花纹胶片压成有棱形花纹胶片的设备。</w:t>
      </w:r>
    </w:p>
    <w:p w14:paraId="09AAF7EB"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手摇压片机</w:t>
      </w:r>
      <w:r w:rsidRPr="00251890">
        <w:rPr>
          <w:rFonts w:ascii="黑体" w:eastAsia="黑体" w:hAnsi="黑体"/>
        </w:rPr>
        <w:t xml:space="preserve">  hand-operated roll mill</w:t>
      </w:r>
    </w:p>
    <w:p w14:paraId="7EF5A060" w14:textId="77777777" w:rsidR="00C645D3" w:rsidRPr="001D2EB6" w:rsidRDefault="00C645D3" w:rsidP="00C645D3">
      <w:pPr>
        <w:pStyle w:val="affffffffffff7"/>
        <w:ind w:firstLineChars="200" w:firstLine="420"/>
        <w:rPr>
          <w:rFonts w:eastAsia="宋体"/>
        </w:rPr>
      </w:pPr>
      <w:r w:rsidRPr="001D2EB6">
        <w:rPr>
          <w:rFonts w:eastAsia="宋体" w:hint="eastAsia"/>
        </w:rPr>
        <w:t>通过</w:t>
      </w:r>
      <w:r w:rsidRPr="001D2EB6">
        <w:rPr>
          <w:rFonts w:eastAsia="宋体"/>
        </w:rPr>
        <w:t>手摇转动的压片机。</w:t>
      </w:r>
    </w:p>
    <w:p w14:paraId="301670F2"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压片机组</w:t>
      </w:r>
      <w:r w:rsidRPr="00251890">
        <w:rPr>
          <w:rFonts w:ascii="黑体" w:eastAsia="黑体" w:hAnsi="黑体"/>
        </w:rPr>
        <w:t xml:space="preserve">  sheeting battery</w:t>
      </w:r>
    </w:p>
    <w:p w14:paraId="67F7C74F" w14:textId="77777777" w:rsidR="00C645D3" w:rsidRPr="001D2EB6" w:rsidRDefault="00C645D3" w:rsidP="00C645D3">
      <w:pPr>
        <w:pStyle w:val="affffffffffff7"/>
        <w:ind w:firstLineChars="200" w:firstLine="420"/>
        <w:rPr>
          <w:rFonts w:eastAsia="宋体"/>
        </w:rPr>
      </w:pPr>
      <w:r w:rsidRPr="001D2EB6">
        <w:rPr>
          <w:rFonts w:eastAsia="宋体"/>
        </w:rPr>
        <w:t>由几台光面压片机和一台花纹压片机组成的机组，</w:t>
      </w:r>
      <w:r w:rsidRPr="001D2EB6">
        <w:rPr>
          <w:rFonts w:eastAsia="宋体" w:hint="eastAsia"/>
        </w:rPr>
        <w:t>能使</w:t>
      </w:r>
      <w:r w:rsidRPr="001D2EB6">
        <w:rPr>
          <w:rFonts w:eastAsia="宋体"/>
        </w:rPr>
        <w:t>凝块一次通过而</w:t>
      </w:r>
      <w:r w:rsidRPr="001D2EB6">
        <w:rPr>
          <w:rFonts w:eastAsia="宋体" w:hint="eastAsia"/>
        </w:rPr>
        <w:t>挤</w:t>
      </w:r>
      <w:r w:rsidRPr="001D2EB6">
        <w:rPr>
          <w:rFonts w:eastAsia="宋体"/>
        </w:rPr>
        <w:t>压成有花纹的胶片。</w:t>
      </w:r>
    </w:p>
    <w:p w14:paraId="27A601E9" w14:textId="77777777" w:rsidR="00C645D3" w:rsidRPr="00650AD9" w:rsidRDefault="00C645D3" w:rsidP="00C645D3">
      <w:pPr>
        <w:pStyle w:val="afffffffffff9"/>
        <w:ind w:left="420" w:hangingChars="200" w:hanging="420"/>
        <w:rPr>
          <w:rFonts w:ascii="黑体" w:eastAsia="黑体" w:hAnsi="黑体"/>
        </w:rPr>
      </w:pPr>
      <w:r w:rsidRPr="001D2EB6">
        <w:rPr>
          <w:rFonts w:ascii="黑体" w:eastAsia="黑体" w:hAnsi="黑体"/>
        </w:rPr>
        <w:br/>
      </w:r>
      <w:r w:rsidRPr="00650AD9">
        <w:rPr>
          <w:rFonts w:ascii="黑体" w:eastAsia="黑体" w:hAnsi="黑体" w:hint="eastAsia"/>
        </w:rPr>
        <w:t>预压</w:t>
      </w:r>
      <w:r w:rsidRPr="00650AD9">
        <w:rPr>
          <w:rFonts w:ascii="黑体" w:eastAsia="黑体" w:hAnsi="黑体"/>
        </w:rPr>
        <w:t xml:space="preserve">  pre-machining</w:t>
      </w:r>
    </w:p>
    <w:p w14:paraId="26A403D0" w14:textId="77777777" w:rsidR="00C645D3" w:rsidRPr="001D2EB6" w:rsidRDefault="00C645D3" w:rsidP="00C645D3">
      <w:pPr>
        <w:pStyle w:val="affffffffffff7"/>
        <w:ind w:firstLineChars="200" w:firstLine="420"/>
        <w:rPr>
          <w:rFonts w:eastAsia="宋体"/>
        </w:rPr>
      </w:pPr>
      <w:r w:rsidRPr="001D2EB6">
        <w:rPr>
          <w:rFonts w:eastAsia="宋体" w:hint="eastAsia"/>
        </w:rPr>
        <w:t>采</w:t>
      </w:r>
      <w:r w:rsidRPr="001D2EB6">
        <w:rPr>
          <w:rFonts w:eastAsia="宋体"/>
        </w:rPr>
        <w:t>用特制的辊筒或木棒</w:t>
      </w:r>
      <w:r w:rsidRPr="001D2EB6">
        <w:rPr>
          <w:rFonts w:eastAsia="宋体" w:hint="eastAsia"/>
        </w:rPr>
        <w:t>初步挤</w:t>
      </w:r>
      <w:r w:rsidRPr="001D2EB6">
        <w:rPr>
          <w:rFonts w:eastAsia="宋体"/>
        </w:rPr>
        <w:t>压</w:t>
      </w:r>
      <w:r w:rsidRPr="001D2EB6">
        <w:rPr>
          <w:rFonts w:eastAsia="宋体" w:hint="eastAsia"/>
        </w:rPr>
        <w:t>由</w:t>
      </w:r>
      <w:r w:rsidRPr="001D2EB6">
        <w:rPr>
          <w:rFonts w:eastAsia="宋体"/>
        </w:rPr>
        <w:t>胶清、雨冲胶、洗桶水胶制成的软凝块</w:t>
      </w:r>
      <w:r w:rsidRPr="001D2EB6">
        <w:rPr>
          <w:rFonts w:eastAsia="宋体" w:hint="eastAsia"/>
        </w:rPr>
        <w:t>，</w:t>
      </w:r>
      <w:r w:rsidRPr="001D2EB6">
        <w:rPr>
          <w:rFonts w:eastAsia="宋体"/>
        </w:rPr>
        <w:t>使之部分脱水以增加强度和硬度的处理工艺。</w:t>
      </w:r>
    </w:p>
    <w:p w14:paraId="7D3316EE"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杂胶洗涤机</w:t>
      </w:r>
      <w:r w:rsidRPr="001D2EB6">
        <w:rPr>
          <w:rFonts w:ascii="黑体" w:eastAsia="黑体" w:hAnsi="黑体"/>
        </w:rPr>
        <w:t xml:space="preserve">  scrap washer</w:t>
      </w:r>
    </w:p>
    <w:p w14:paraId="2C039688" w14:textId="77777777" w:rsidR="00C645D3" w:rsidRPr="001D2EB6" w:rsidRDefault="00C645D3" w:rsidP="00C645D3">
      <w:pPr>
        <w:pStyle w:val="affffffffffff7"/>
        <w:ind w:firstLineChars="200" w:firstLine="420"/>
        <w:rPr>
          <w:rFonts w:eastAsia="宋体"/>
        </w:rPr>
      </w:pPr>
      <w:r w:rsidRPr="001D2EB6">
        <w:rPr>
          <w:rFonts w:eastAsia="宋体" w:hint="eastAsia"/>
        </w:rPr>
        <w:t>能将</w:t>
      </w:r>
      <w:r w:rsidRPr="001D2EB6">
        <w:rPr>
          <w:rFonts w:eastAsia="宋体"/>
        </w:rPr>
        <w:t>大块或成团的杂胶破碎，并洗涤除去其中沙泥和杂物的设备。</w:t>
      </w:r>
    </w:p>
    <w:p w14:paraId="20B2B2CE" w14:textId="77777777" w:rsidR="00D73BA9" w:rsidRPr="00D73BA9" w:rsidRDefault="00D73BA9" w:rsidP="00D73BA9">
      <w:pPr>
        <w:pStyle w:val="afffffffffff9"/>
        <w:ind w:left="420" w:hangingChars="200" w:hanging="420"/>
        <w:rPr>
          <w:rStyle w:val="jsx-1885187966"/>
          <w:rFonts w:ascii="黑体" w:eastAsia="黑体" w:hAnsi="黑体"/>
        </w:rPr>
      </w:pPr>
      <w:r>
        <w:rPr>
          <w:rFonts w:ascii="黑体" w:eastAsia="黑体" w:hAnsi="黑体"/>
        </w:rPr>
        <w:br w:type="textWrapping" w:clear="all"/>
      </w:r>
      <w:r w:rsidRPr="00D73BA9">
        <w:rPr>
          <w:rFonts w:ascii="黑体" w:eastAsia="黑体" w:hAnsi="黑体" w:hint="eastAsia"/>
          <w:szCs w:val="21"/>
        </w:rPr>
        <w:t xml:space="preserve">斗式提升机  </w:t>
      </w:r>
      <w:r w:rsidRPr="00D73BA9">
        <w:rPr>
          <w:rStyle w:val="jsx-1885187966"/>
          <w:rFonts w:ascii="黑体" w:eastAsia="黑体" w:hAnsi="黑体"/>
          <w:szCs w:val="21"/>
        </w:rPr>
        <w:t>bucket elevator</w:t>
      </w:r>
    </w:p>
    <w:p w14:paraId="028242AF" w14:textId="77777777" w:rsidR="00D73BA9" w:rsidRPr="00D73BA9" w:rsidRDefault="005E653E" w:rsidP="00045F67">
      <w:pPr>
        <w:pStyle w:val="afffff"/>
        <w:adjustRightInd w:val="0"/>
        <w:snapToGrid w:val="0"/>
      </w:pPr>
      <w:r>
        <w:rPr>
          <w:rFonts w:hint="eastAsia"/>
        </w:rPr>
        <w:t>在天然橡胶加工过程中</w:t>
      </w:r>
      <w:r w:rsidR="00C71786">
        <w:rPr>
          <w:rFonts w:hint="eastAsia"/>
        </w:rPr>
        <w:t>经过洗涤机破碎、</w:t>
      </w:r>
      <w:r>
        <w:rPr>
          <w:rFonts w:hint="eastAsia"/>
        </w:rPr>
        <w:t>洗涤后的胶园凝块传送至较高位置的机械设备。</w:t>
      </w:r>
    </w:p>
    <w:p w14:paraId="5A44EFBE" w14:textId="77777777" w:rsidR="00D73BA9" w:rsidRPr="0070044E" w:rsidRDefault="00D73BA9" w:rsidP="00D73BA9">
      <w:pPr>
        <w:pStyle w:val="afffffffffff9"/>
        <w:ind w:left="420" w:hangingChars="200" w:hanging="420"/>
        <w:rPr>
          <w:rFonts w:ascii="黑体" w:eastAsia="黑体" w:hAnsi="黑体"/>
        </w:rPr>
      </w:pPr>
      <w:r>
        <w:rPr>
          <w:rFonts w:ascii="黑体" w:eastAsia="黑体" w:hAnsi="黑体"/>
        </w:rPr>
        <w:br w:type="textWrapping" w:clear="all"/>
      </w:r>
      <w:r w:rsidRPr="0070044E">
        <w:rPr>
          <w:rFonts w:ascii="黑体" w:eastAsia="黑体" w:hAnsi="黑体" w:hint="eastAsia"/>
          <w:szCs w:val="21"/>
        </w:rPr>
        <w:t>洗涤机  scrap washer</w:t>
      </w:r>
    </w:p>
    <w:p w14:paraId="21AE2066" w14:textId="77777777" w:rsidR="00D73BA9" w:rsidRPr="00D73BA9" w:rsidRDefault="00D73BA9" w:rsidP="00AA291F">
      <w:pPr>
        <w:spacing w:line="240" w:lineRule="auto"/>
        <w:ind w:firstLineChars="200" w:firstLine="420"/>
      </w:pPr>
      <w:r w:rsidRPr="00781C7F">
        <w:rPr>
          <w:rFonts w:hint="eastAsia"/>
        </w:rPr>
        <w:t>采用一对辊筒将</w:t>
      </w:r>
      <w:r w:rsidR="00C71786">
        <w:rPr>
          <w:rFonts w:hint="eastAsia"/>
        </w:rPr>
        <w:t>胶园凝块</w:t>
      </w:r>
      <w:r w:rsidRPr="00781C7F">
        <w:rPr>
          <w:rFonts w:hint="eastAsia"/>
        </w:rPr>
        <w:t>反复揉搓、挤压使其破碎，并用水冲洗除去其中杂质的</w:t>
      </w:r>
      <w:r w:rsidR="00C71786">
        <w:rPr>
          <w:rFonts w:hint="eastAsia"/>
        </w:rPr>
        <w:t>机械</w:t>
      </w:r>
      <w:r w:rsidRPr="00781C7F">
        <w:rPr>
          <w:rFonts w:hint="eastAsia"/>
        </w:rPr>
        <w:t>设备。</w:t>
      </w:r>
    </w:p>
    <w:p w14:paraId="301DA167" w14:textId="77777777" w:rsidR="00A82877" w:rsidRPr="00654918" w:rsidRDefault="00A82877" w:rsidP="00A82877">
      <w:pPr>
        <w:pStyle w:val="afffffffffff9"/>
        <w:ind w:left="420" w:hangingChars="200" w:hanging="420"/>
        <w:rPr>
          <w:rFonts w:ascii="黑体" w:eastAsia="黑体" w:hAnsi="黑体"/>
        </w:rPr>
      </w:pPr>
      <w:r>
        <w:rPr>
          <w:rFonts w:ascii="黑体" w:eastAsia="黑体" w:hAnsi="黑体"/>
        </w:rPr>
        <w:br w:type="textWrapping" w:clear="all"/>
      </w:r>
      <w:r w:rsidRPr="00654918">
        <w:rPr>
          <w:rFonts w:ascii="黑体" w:eastAsia="黑体" w:hAnsi="黑体" w:hint="eastAsia"/>
          <w:szCs w:val="21"/>
        </w:rPr>
        <w:t>五合一压片机  five in one roll mill</w:t>
      </w:r>
    </w:p>
    <w:p w14:paraId="7BC5B6AB" w14:textId="77777777" w:rsidR="00A82877" w:rsidRPr="00A82877" w:rsidRDefault="00A82877" w:rsidP="00A82877">
      <w:pPr>
        <w:pStyle w:val="afffff"/>
      </w:pPr>
      <w:r w:rsidRPr="00781C7F">
        <w:rPr>
          <w:rFonts w:hint="eastAsia"/>
        </w:rPr>
        <w:t>将天然胶乳凝块一次通过五对辊筒压成有花纹要求的</w:t>
      </w:r>
      <w:r w:rsidR="00C71786">
        <w:rPr>
          <w:rFonts w:hint="eastAsia"/>
        </w:rPr>
        <w:t>机械</w:t>
      </w:r>
      <w:r w:rsidRPr="00781C7F">
        <w:rPr>
          <w:rFonts w:hint="eastAsia"/>
        </w:rPr>
        <w:t>设备。</w:t>
      </w:r>
      <w:r>
        <w:rPr>
          <w:rFonts w:hint="eastAsia"/>
        </w:rPr>
        <w:t xml:space="preserve"> </w:t>
      </w:r>
    </w:p>
    <w:p w14:paraId="6AFDBE8C" w14:textId="77777777" w:rsidR="00A82877" w:rsidRPr="0070044E" w:rsidRDefault="00A82877" w:rsidP="00A82877">
      <w:pPr>
        <w:pStyle w:val="afffffffffff9"/>
        <w:ind w:left="420" w:hangingChars="200" w:hanging="420"/>
        <w:rPr>
          <w:rFonts w:ascii="黑体" w:eastAsia="黑体" w:hAnsi="黑体"/>
        </w:rPr>
      </w:pPr>
      <w:r>
        <w:rPr>
          <w:rFonts w:ascii="黑体" w:eastAsia="黑体" w:hAnsi="黑体"/>
        </w:rPr>
        <w:br w:type="textWrapping" w:clear="all"/>
      </w:r>
      <w:proofErr w:type="gramStart"/>
      <w:r w:rsidRPr="0070044E">
        <w:rPr>
          <w:rFonts w:ascii="黑体" w:eastAsia="黑体" w:hAnsi="黑体" w:hint="eastAsia"/>
          <w:szCs w:val="21"/>
        </w:rPr>
        <w:t>碎胶机</w:t>
      </w:r>
      <w:proofErr w:type="gramEnd"/>
      <w:r w:rsidRPr="0070044E">
        <w:rPr>
          <w:rFonts w:ascii="黑体" w:eastAsia="黑体" w:hAnsi="黑体" w:hint="eastAsia"/>
          <w:szCs w:val="21"/>
        </w:rPr>
        <w:t xml:space="preserve">  slab cutter</w:t>
      </w:r>
    </w:p>
    <w:p w14:paraId="2383E797" w14:textId="77777777" w:rsidR="002F20D3" w:rsidRPr="00A82877" w:rsidRDefault="00A82877" w:rsidP="00A82877">
      <w:pPr>
        <w:pStyle w:val="afffff"/>
      </w:pPr>
      <w:r w:rsidRPr="00AD1562">
        <w:rPr>
          <w:rFonts w:hint="eastAsia"/>
        </w:rPr>
        <w:t>将凝块</w:t>
      </w:r>
      <w:r w:rsidRPr="00781C7F">
        <w:rPr>
          <w:rFonts w:hint="eastAsia"/>
        </w:rPr>
        <w:t>胶、胶团和生胶片等胶料破碎成一定规格要求的松散小块胶的</w:t>
      </w:r>
      <w:r w:rsidR="00C71786">
        <w:rPr>
          <w:rFonts w:hint="eastAsia"/>
        </w:rPr>
        <w:t>机械</w:t>
      </w:r>
      <w:r w:rsidRPr="00781C7F">
        <w:rPr>
          <w:rFonts w:hint="eastAsia"/>
        </w:rPr>
        <w:t>设备。</w:t>
      </w:r>
    </w:p>
    <w:p w14:paraId="16584088" w14:textId="77777777" w:rsidR="00A82877" w:rsidRPr="00A82877" w:rsidRDefault="00A82877" w:rsidP="00A82877">
      <w:pPr>
        <w:pStyle w:val="afffffffffff9"/>
        <w:ind w:left="420" w:hangingChars="200" w:hanging="420"/>
        <w:rPr>
          <w:rFonts w:ascii="黑体" w:eastAsia="黑体" w:hAnsi="黑体"/>
        </w:rPr>
      </w:pPr>
      <w:r>
        <w:rPr>
          <w:rFonts w:ascii="黑体" w:eastAsia="黑体" w:hAnsi="黑体"/>
        </w:rPr>
        <w:br w:type="textWrapping" w:clear="all"/>
      </w:r>
      <w:proofErr w:type="gramStart"/>
      <w:r w:rsidRPr="00A82877">
        <w:rPr>
          <w:rFonts w:ascii="黑体" w:eastAsia="黑体" w:hAnsi="黑体" w:hint="eastAsia"/>
          <w:szCs w:val="21"/>
        </w:rPr>
        <w:t>干搅机</w:t>
      </w:r>
      <w:proofErr w:type="gramEnd"/>
      <w:r w:rsidRPr="00A82877">
        <w:rPr>
          <w:rFonts w:ascii="黑体" w:eastAsia="黑体" w:hAnsi="黑体" w:hint="eastAsia"/>
          <w:szCs w:val="21"/>
        </w:rPr>
        <w:t xml:space="preserve">  dry mixing machine</w:t>
      </w:r>
    </w:p>
    <w:p w14:paraId="52B06F7B" w14:textId="77777777" w:rsidR="00A82877" w:rsidRPr="00A82877" w:rsidRDefault="00A82877" w:rsidP="00BA6935">
      <w:pPr>
        <w:spacing w:line="240" w:lineRule="auto"/>
        <w:ind w:firstLineChars="200" w:firstLine="420"/>
      </w:pPr>
      <w:r w:rsidRPr="00781C7F">
        <w:rPr>
          <w:rFonts w:hint="eastAsia"/>
        </w:rPr>
        <w:t>通过呈螺旋排列的东动刀</w:t>
      </w:r>
      <w:proofErr w:type="gramStart"/>
      <w:r w:rsidRPr="00781C7F">
        <w:rPr>
          <w:rFonts w:hint="eastAsia"/>
        </w:rPr>
        <w:t>和定刀的</w:t>
      </w:r>
      <w:proofErr w:type="gramEnd"/>
      <w:r w:rsidRPr="00781C7F">
        <w:rPr>
          <w:rFonts w:hint="eastAsia"/>
        </w:rPr>
        <w:t>作用，对胶料进行破碎、推进、挤压和混合均匀的</w:t>
      </w:r>
      <w:r w:rsidR="00C71786">
        <w:rPr>
          <w:rFonts w:hint="eastAsia"/>
        </w:rPr>
        <w:t>机械</w:t>
      </w:r>
      <w:r w:rsidRPr="00781C7F">
        <w:rPr>
          <w:rFonts w:hint="eastAsia"/>
        </w:rPr>
        <w:t>设备。</w:t>
      </w:r>
    </w:p>
    <w:p w14:paraId="55B1A5DD" w14:textId="77777777" w:rsidR="00C645D3" w:rsidRPr="00654918" w:rsidRDefault="00C645D3" w:rsidP="00C645D3">
      <w:pPr>
        <w:pStyle w:val="afffffffffff9"/>
        <w:ind w:left="420" w:hangingChars="200" w:hanging="420"/>
        <w:rPr>
          <w:rFonts w:ascii="Times New Roman"/>
        </w:rPr>
      </w:pPr>
      <w:r w:rsidRPr="001D2EB6">
        <w:rPr>
          <w:rFonts w:ascii="黑体" w:eastAsia="黑体" w:hAnsi="黑体"/>
        </w:rPr>
        <w:br/>
      </w:r>
      <w:r w:rsidRPr="00654918">
        <w:rPr>
          <w:rFonts w:ascii="黑体" w:eastAsia="黑体" w:hAnsi="黑体" w:hint="eastAsia"/>
        </w:rPr>
        <w:t>压薄机</w:t>
      </w:r>
      <w:r w:rsidRPr="00654918">
        <w:rPr>
          <w:rFonts w:ascii="黑体" w:eastAsia="黑体" w:hAnsi="黑体"/>
        </w:rPr>
        <w:t xml:space="preserve">  crusher</w:t>
      </w:r>
    </w:p>
    <w:p w14:paraId="1B34E382" w14:textId="77777777" w:rsidR="00C645D3" w:rsidRDefault="00C645D3" w:rsidP="00C645D3">
      <w:pPr>
        <w:pStyle w:val="affffffffffff7"/>
        <w:ind w:firstLineChars="200" w:firstLine="420"/>
        <w:rPr>
          <w:rFonts w:eastAsia="宋体"/>
        </w:rPr>
      </w:pPr>
      <w:r w:rsidRPr="001D2EB6">
        <w:rPr>
          <w:rFonts w:eastAsia="宋体" w:hint="eastAsia"/>
        </w:rPr>
        <w:t>能将</w:t>
      </w:r>
      <w:r w:rsidRPr="001D2EB6">
        <w:rPr>
          <w:rFonts w:eastAsia="宋体"/>
        </w:rPr>
        <w:t>厚凝块辊压脱水变为较薄凝块的</w:t>
      </w:r>
      <w:r w:rsidR="00C71786">
        <w:rPr>
          <w:rFonts w:eastAsia="宋体" w:hint="eastAsia"/>
        </w:rPr>
        <w:t>机械</w:t>
      </w:r>
      <w:r w:rsidRPr="001D2EB6">
        <w:rPr>
          <w:rFonts w:eastAsia="宋体"/>
        </w:rPr>
        <w:t>设备。</w:t>
      </w:r>
    </w:p>
    <w:p w14:paraId="5708ABFF" w14:textId="77777777" w:rsidR="00AD1562" w:rsidRPr="00AD1562" w:rsidRDefault="00AD1562" w:rsidP="00AD1562">
      <w:pPr>
        <w:pStyle w:val="afffffffffff9"/>
        <w:ind w:left="420" w:hangingChars="200" w:hanging="420"/>
        <w:rPr>
          <w:rFonts w:ascii="黑体" w:eastAsia="黑体" w:hAnsi="黑体"/>
        </w:rPr>
      </w:pPr>
      <w:r w:rsidRPr="00AD1562">
        <w:rPr>
          <w:rFonts w:ascii="黑体" w:eastAsia="黑体" w:hAnsi="黑体"/>
        </w:rPr>
        <w:br/>
      </w:r>
      <w:proofErr w:type="gramStart"/>
      <w:r>
        <w:rPr>
          <w:rFonts w:ascii="黑体" w:eastAsia="黑体" w:hAnsi="黑体" w:hint="eastAsia"/>
        </w:rPr>
        <w:t>皱片机</w:t>
      </w:r>
      <w:proofErr w:type="gramEnd"/>
      <w:r>
        <w:rPr>
          <w:rFonts w:ascii="黑体" w:eastAsia="黑体" w:hAnsi="黑体" w:hint="eastAsia"/>
        </w:rPr>
        <w:t xml:space="preserve"> </w:t>
      </w:r>
      <w:proofErr w:type="spellStart"/>
      <w:r w:rsidRPr="00AD1562">
        <w:rPr>
          <w:rFonts w:ascii="黑体" w:eastAsia="黑体" w:hAnsi="黑体"/>
        </w:rPr>
        <w:t>creper</w:t>
      </w:r>
      <w:proofErr w:type="spellEnd"/>
    </w:p>
    <w:p w14:paraId="02BB3134" w14:textId="77777777" w:rsidR="00C645D3" w:rsidRPr="001D2EB6" w:rsidRDefault="00C645D3" w:rsidP="00C645D3">
      <w:pPr>
        <w:pStyle w:val="affffffffffff7"/>
        <w:ind w:firstLineChars="200" w:firstLine="420"/>
        <w:rPr>
          <w:rFonts w:eastAsia="宋体"/>
        </w:rPr>
      </w:pPr>
      <w:r w:rsidRPr="001D2EB6">
        <w:rPr>
          <w:rFonts w:eastAsia="宋体" w:hint="eastAsia"/>
        </w:rPr>
        <w:t>能</w:t>
      </w:r>
      <w:r w:rsidRPr="001D2EB6">
        <w:rPr>
          <w:rFonts w:eastAsia="宋体"/>
        </w:rPr>
        <w:t>将胶乳凝块、杂胶等原料压制成</w:t>
      </w:r>
      <w:proofErr w:type="gramStart"/>
      <w:r w:rsidRPr="001D2EB6">
        <w:rPr>
          <w:rFonts w:eastAsia="宋体"/>
        </w:rPr>
        <w:t>绉</w:t>
      </w:r>
      <w:proofErr w:type="gramEnd"/>
      <w:r w:rsidRPr="001D2EB6">
        <w:rPr>
          <w:rFonts w:eastAsia="宋体"/>
        </w:rPr>
        <w:t>胶片的</w:t>
      </w:r>
      <w:r w:rsidR="00C71786">
        <w:rPr>
          <w:rFonts w:eastAsia="宋体" w:hint="eastAsia"/>
        </w:rPr>
        <w:t>机械</w:t>
      </w:r>
      <w:r w:rsidRPr="001D2EB6">
        <w:rPr>
          <w:rFonts w:eastAsia="宋体"/>
        </w:rPr>
        <w:t>设备。</w:t>
      </w:r>
    </w:p>
    <w:p w14:paraId="625B4A04" w14:textId="77777777" w:rsidR="00251890" w:rsidRPr="004E0697" w:rsidRDefault="00B17898" w:rsidP="004E0697">
      <w:pPr>
        <w:pStyle w:val="afffffffffff9"/>
        <w:ind w:left="420" w:hangingChars="200" w:hanging="420"/>
        <w:rPr>
          <w:rFonts w:ascii="黑体" w:eastAsia="黑体" w:hAnsi="黑体"/>
          <w:b/>
        </w:rPr>
      </w:pPr>
      <w:r w:rsidRPr="004E0697">
        <w:rPr>
          <w:rFonts w:ascii="黑体" w:eastAsia="黑体" w:hAnsi="黑体"/>
          <w:highlight w:val="lightGray"/>
        </w:rPr>
        <w:br/>
      </w:r>
      <w:r w:rsidRPr="004E0697">
        <w:rPr>
          <w:rFonts w:ascii="黑体" w:eastAsia="黑体" w:hAnsi="黑体" w:hint="eastAsia"/>
        </w:rPr>
        <w:t>绉片机组</w:t>
      </w:r>
      <w:r w:rsidRPr="004E0697">
        <w:rPr>
          <w:rFonts w:ascii="黑体" w:eastAsia="黑体" w:hAnsi="黑体"/>
        </w:rPr>
        <w:t xml:space="preserve">  creping battery</w:t>
      </w:r>
    </w:p>
    <w:p w14:paraId="63336926" w14:textId="77777777" w:rsidR="00C645D3" w:rsidRPr="001D2EB6" w:rsidRDefault="00C645D3" w:rsidP="00C645D3">
      <w:pPr>
        <w:pStyle w:val="affffffffffff7"/>
        <w:ind w:firstLineChars="200" w:firstLine="420"/>
        <w:rPr>
          <w:rFonts w:eastAsia="宋体"/>
        </w:rPr>
      </w:pPr>
      <w:r w:rsidRPr="001D2EB6">
        <w:rPr>
          <w:rFonts w:eastAsia="宋体"/>
        </w:rPr>
        <w:t>由洗炼机、中纹洗炼机和整理机组成的，</w:t>
      </w:r>
      <w:r w:rsidRPr="001D2EB6">
        <w:rPr>
          <w:rFonts w:eastAsia="宋体" w:hint="eastAsia"/>
        </w:rPr>
        <w:t>能</w:t>
      </w:r>
      <w:r w:rsidRPr="001D2EB6">
        <w:rPr>
          <w:rFonts w:eastAsia="宋体"/>
        </w:rPr>
        <w:t>把凝块和杂</w:t>
      </w:r>
      <w:proofErr w:type="gramStart"/>
      <w:r w:rsidRPr="001D2EB6">
        <w:rPr>
          <w:rFonts w:eastAsia="宋体"/>
        </w:rPr>
        <w:t>胶压炼成绉</w:t>
      </w:r>
      <w:proofErr w:type="gramEnd"/>
      <w:r w:rsidRPr="001D2EB6">
        <w:rPr>
          <w:rFonts w:eastAsia="宋体"/>
        </w:rPr>
        <w:t>胶片</w:t>
      </w:r>
      <w:r w:rsidRPr="001D2EB6">
        <w:rPr>
          <w:rFonts w:eastAsia="宋体" w:hint="eastAsia"/>
        </w:rPr>
        <w:t>的</w:t>
      </w:r>
      <w:r w:rsidRPr="001D2EB6">
        <w:rPr>
          <w:rFonts w:eastAsia="宋体"/>
        </w:rPr>
        <w:t>机组。</w:t>
      </w:r>
    </w:p>
    <w:p w14:paraId="4655C4A6"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洗炼机</w:t>
      </w:r>
      <w:r w:rsidRPr="00251890">
        <w:rPr>
          <w:rFonts w:ascii="黑体" w:eastAsia="黑体" w:hAnsi="黑体"/>
        </w:rPr>
        <w:t xml:space="preserve">  macerator</w:t>
      </w:r>
    </w:p>
    <w:p w14:paraId="6365F915" w14:textId="77777777" w:rsidR="00C645D3" w:rsidRPr="001D2EB6" w:rsidRDefault="00C645D3" w:rsidP="00C645D3">
      <w:pPr>
        <w:pStyle w:val="affffffffffff7"/>
        <w:ind w:firstLineChars="200" w:firstLine="420"/>
        <w:rPr>
          <w:rFonts w:eastAsia="宋体"/>
        </w:rPr>
      </w:pPr>
      <w:r w:rsidRPr="001D2EB6">
        <w:rPr>
          <w:rFonts w:eastAsia="宋体"/>
        </w:rPr>
        <w:lastRenderedPageBreak/>
        <w:t>由一对速比</w:t>
      </w:r>
      <w:r w:rsidRPr="001D2EB6">
        <w:rPr>
          <w:rFonts w:eastAsia="宋体" w:hint="eastAsia"/>
        </w:rPr>
        <w:t>为</w:t>
      </w:r>
      <w:r w:rsidRPr="001D2EB6">
        <w:rPr>
          <w:rFonts w:eastAsia="宋体"/>
        </w:rPr>
        <w:t>1</w:t>
      </w:r>
      <w:r w:rsidRPr="001D2EB6">
        <w:rPr>
          <w:rFonts w:eastAsia="宋体"/>
        </w:rPr>
        <w:t>：</w:t>
      </w:r>
      <w:r w:rsidRPr="001D2EB6">
        <w:rPr>
          <w:rFonts w:eastAsia="宋体"/>
        </w:rPr>
        <w:t>1.2</w:t>
      </w:r>
      <w:r w:rsidRPr="001D2EB6">
        <w:rPr>
          <w:rFonts w:eastAsia="宋体" w:hint="eastAsia"/>
        </w:rPr>
        <w:t>，并</w:t>
      </w:r>
      <w:r w:rsidRPr="001D2EB6">
        <w:rPr>
          <w:rFonts w:eastAsia="宋体"/>
        </w:rPr>
        <w:t>刻有深沟槽</w:t>
      </w:r>
      <w:proofErr w:type="gramStart"/>
      <w:r w:rsidRPr="001D2EB6">
        <w:rPr>
          <w:rFonts w:eastAsia="宋体"/>
        </w:rPr>
        <w:t>棱</w:t>
      </w:r>
      <w:proofErr w:type="gramEnd"/>
      <w:r w:rsidRPr="001D2EB6">
        <w:rPr>
          <w:rFonts w:eastAsia="宋体"/>
        </w:rPr>
        <w:t>花纹的辊筒组成的压炼</w:t>
      </w:r>
      <w:proofErr w:type="gramStart"/>
      <w:r w:rsidRPr="001D2EB6">
        <w:rPr>
          <w:rFonts w:eastAsia="宋体"/>
        </w:rPr>
        <w:t>绉</w:t>
      </w:r>
      <w:proofErr w:type="gramEnd"/>
      <w:r w:rsidRPr="001D2EB6">
        <w:rPr>
          <w:rFonts w:eastAsia="宋体"/>
        </w:rPr>
        <w:t>胶片的</w:t>
      </w:r>
      <w:r w:rsidR="00C71786">
        <w:rPr>
          <w:rFonts w:eastAsia="宋体" w:hint="eastAsia"/>
        </w:rPr>
        <w:t>机械</w:t>
      </w:r>
      <w:r w:rsidRPr="001D2EB6">
        <w:rPr>
          <w:rFonts w:eastAsia="宋体"/>
        </w:rPr>
        <w:t>设备。</w:t>
      </w:r>
    </w:p>
    <w:p w14:paraId="5A11803B"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中纹洗炼机</w:t>
      </w:r>
      <w:r w:rsidRPr="00251890">
        <w:rPr>
          <w:rFonts w:ascii="黑体" w:eastAsia="黑体" w:hAnsi="黑体"/>
        </w:rPr>
        <w:t xml:space="preserve">  intermediate macerator</w:t>
      </w:r>
    </w:p>
    <w:p w14:paraId="6C713CF6" w14:textId="77777777" w:rsidR="00C645D3" w:rsidRPr="001D2EB6" w:rsidRDefault="00C645D3" w:rsidP="00C645D3">
      <w:pPr>
        <w:pStyle w:val="affffffffffff7"/>
        <w:ind w:firstLineChars="200" w:firstLine="420"/>
        <w:rPr>
          <w:rFonts w:eastAsia="宋体"/>
        </w:rPr>
      </w:pPr>
      <w:r w:rsidRPr="001D2EB6">
        <w:rPr>
          <w:rFonts w:eastAsia="宋体"/>
        </w:rPr>
        <w:t>由一对速比</w:t>
      </w:r>
      <w:r w:rsidRPr="001D2EB6">
        <w:rPr>
          <w:rFonts w:eastAsia="宋体" w:hint="eastAsia"/>
        </w:rPr>
        <w:t>为</w:t>
      </w:r>
      <w:r w:rsidRPr="001D2EB6">
        <w:rPr>
          <w:rFonts w:eastAsia="宋体"/>
        </w:rPr>
        <w:t>1</w:t>
      </w:r>
      <w:r w:rsidRPr="001D2EB6">
        <w:rPr>
          <w:rFonts w:eastAsia="宋体"/>
        </w:rPr>
        <w:t>：</w:t>
      </w:r>
      <w:r w:rsidRPr="001D2EB6">
        <w:rPr>
          <w:rFonts w:eastAsia="宋体"/>
        </w:rPr>
        <w:t>1.6</w:t>
      </w:r>
      <w:r w:rsidRPr="001D2EB6">
        <w:rPr>
          <w:rFonts w:eastAsia="宋体" w:hint="eastAsia"/>
        </w:rPr>
        <w:t>，并</w:t>
      </w:r>
      <w:r w:rsidRPr="001D2EB6">
        <w:rPr>
          <w:rFonts w:eastAsia="宋体"/>
        </w:rPr>
        <w:t>刻有</w:t>
      </w:r>
      <w:proofErr w:type="gramStart"/>
      <w:r w:rsidRPr="001D2EB6">
        <w:rPr>
          <w:rFonts w:eastAsia="宋体"/>
        </w:rPr>
        <w:t>浅沟槽棱花纹</w:t>
      </w:r>
      <w:proofErr w:type="gramEnd"/>
      <w:r w:rsidRPr="001D2EB6">
        <w:rPr>
          <w:rFonts w:eastAsia="宋体"/>
        </w:rPr>
        <w:t>的辊筒组成的压炼</w:t>
      </w:r>
      <w:proofErr w:type="gramStart"/>
      <w:r w:rsidRPr="001D2EB6">
        <w:rPr>
          <w:rFonts w:eastAsia="宋体"/>
        </w:rPr>
        <w:t>绉</w:t>
      </w:r>
      <w:proofErr w:type="gramEnd"/>
      <w:r w:rsidRPr="001D2EB6">
        <w:rPr>
          <w:rFonts w:eastAsia="宋体"/>
        </w:rPr>
        <w:t>胶片的</w:t>
      </w:r>
      <w:r w:rsidR="00C71786">
        <w:rPr>
          <w:rFonts w:eastAsia="宋体" w:hint="eastAsia"/>
        </w:rPr>
        <w:t>机械</w:t>
      </w:r>
      <w:r w:rsidRPr="001D2EB6">
        <w:rPr>
          <w:rFonts w:eastAsia="宋体"/>
        </w:rPr>
        <w:t>设备。</w:t>
      </w:r>
    </w:p>
    <w:p w14:paraId="4F3C87ED"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proofErr w:type="gramStart"/>
      <w:r w:rsidRPr="00251890">
        <w:rPr>
          <w:rFonts w:ascii="黑体" w:eastAsia="黑体" w:hAnsi="黑体" w:hint="eastAsia"/>
        </w:rPr>
        <w:t>整理机</w:t>
      </w:r>
      <w:proofErr w:type="gramEnd"/>
      <w:r w:rsidRPr="00251890">
        <w:rPr>
          <w:rFonts w:ascii="黑体" w:eastAsia="黑体" w:hAnsi="黑体"/>
        </w:rPr>
        <w:t xml:space="preserve">  smooth roller</w:t>
      </w:r>
    </w:p>
    <w:p w14:paraId="603771ED" w14:textId="77777777" w:rsidR="00C645D3" w:rsidRPr="001D2EB6" w:rsidRDefault="00C645D3" w:rsidP="00C645D3">
      <w:pPr>
        <w:pStyle w:val="affffffffffff7"/>
        <w:ind w:firstLineChars="200" w:firstLine="420"/>
        <w:rPr>
          <w:rFonts w:eastAsia="宋体"/>
        </w:rPr>
      </w:pPr>
      <w:r w:rsidRPr="001D2EB6">
        <w:rPr>
          <w:rFonts w:eastAsia="宋体"/>
        </w:rPr>
        <w:t>由一对速比</w:t>
      </w:r>
      <w:r w:rsidRPr="001D2EB6">
        <w:rPr>
          <w:rFonts w:eastAsia="宋体" w:hint="eastAsia"/>
        </w:rPr>
        <w:t>为</w:t>
      </w:r>
      <w:r w:rsidRPr="001D2EB6">
        <w:rPr>
          <w:rFonts w:eastAsia="宋体"/>
        </w:rPr>
        <w:t>1</w:t>
      </w:r>
      <w:r w:rsidRPr="001D2EB6">
        <w:rPr>
          <w:rFonts w:eastAsia="宋体"/>
        </w:rPr>
        <w:t>：</w:t>
      </w:r>
      <w:r w:rsidRPr="001D2EB6">
        <w:rPr>
          <w:rFonts w:eastAsia="宋体"/>
        </w:rPr>
        <w:t>1.6</w:t>
      </w:r>
      <w:r w:rsidRPr="001D2EB6">
        <w:rPr>
          <w:rFonts w:eastAsia="宋体"/>
        </w:rPr>
        <w:t>的光面辊筒组成的压炼</w:t>
      </w:r>
      <w:proofErr w:type="gramStart"/>
      <w:r w:rsidRPr="001D2EB6">
        <w:rPr>
          <w:rFonts w:eastAsia="宋体"/>
        </w:rPr>
        <w:t>绉</w:t>
      </w:r>
      <w:proofErr w:type="gramEnd"/>
      <w:r w:rsidRPr="001D2EB6">
        <w:rPr>
          <w:rFonts w:eastAsia="宋体"/>
        </w:rPr>
        <w:t>胶片的</w:t>
      </w:r>
      <w:r w:rsidR="00C71786">
        <w:rPr>
          <w:rFonts w:eastAsia="宋体" w:hint="eastAsia"/>
        </w:rPr>
        <w:t>机械</w:t>
      </w:r>
      <w:r w:rsidRPr="001D2EB6">
        <w:rPr>
          <w:rFonts w:eastAsia="宋体"/>
        </w:rPr>
        <w:t>设备。</w:t>
      </w:r>
    </w:p>
    <w:p w14:paraId="4A1A8157"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层压机</w:t>
      </w:r>
      <w:r w:rsidRPr="001D2EB6">
        <w:rPr>
          <w:rFonts w:ascii="黑体" w:eastAsia="黑体" w:hAnsi="黑体"/>
        </w:rPr>
        <w:t xml:space="preserve">  laminator</w:t>
      </w:r>
    </w:p>
    <w:p w14:paraId="75E0C430" w14:textId="77777777" w:rsidR="00C645D3" w:rsidRPr="001D2EB6" w:rsidRDefault="00C645D3" w:rsidP="00C645D3">
      <w:pPr>
        <w:pStyle w:val="affffffffffff7"/>
        <w:ind w:firstLineChars="200" w:firstLine="420"/>
        <w:rPr>
          <w:rFonts w:eastAsia="宋体"/>
        </w:rPr>
      </w:pPr>
      <w:r w:rsidRPr="001D2EB6">
        <w:rPr>
          <w:rFonts w:eastAsia="宋体"/>
        </w:rPr>
        <w:t>将绉片机组压出的并已干燥的数张花边</w:t>
      </w:r>
      <w:proofErr w:type="gramStart"/>
      <w:r w:rsidRPr="001D2EB6">
        <w:rPr>
          <w:rFonts w:eastAsia="宋体"/>
        </w:rPr>
        <w:t>绉</w:t>
      </w:r>
      <w:proofErr w:type="gramEnd"/>
      <w:r w:rsidRPr="001D2EB6">
        <w:rPr>
          <w:rFonts w:eastAsia="宋体"/>
        </w:rPr>
        <w:t>胶片叠压成规定厚度的</w:t>
      </w:r>
      <w:proofErr w:type="gramStart"/>
      <w:r w:rsidRPr="001D2EB6">
        <w:rPr>
          <w:rFonts w:eastAsia="宋体"/>
        </w:rPr>
        <w:t>绉</w:t>
      </w:r>
      <w:proofErr w:type="gramEnd"/>
      <w:r w:rsidRPr="001D2EB6">
        <w:rPr>
          <w:rFonts w:eastAsia="宋体"/>
        </w:rPr>
        <w:t>胶片的</w:t>
      </w:r>
      <w:r w:rsidR="00C71786">
        <w:rPr>
          <w:rFonts w:eastAsia="宋体" w:hint="eastAsia"/>
        </w:rPr>
        <w:t>机械</w:t>
      </w:r>
      <w:r w:rsidRPr="001D2EB6">
        <w:rPr>
          <w:rFonts w:eastAsia="宋体"/>
        </w:rPr>
        <w:t>设备。</w:t>
      </w:r>
    </w:p>
    <w:p w14:paraId="4AD3609F"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 xml:space="preserve">造粒 </w:t>
      </w:r>
      <w:r w:rsidRPr="001D2EB6">
        <w:rPr>
          <w:rFonts w:ascii="黑体" w:eastAsia="黑体" w:hAnsi="黑体"/>
        </w:rPr>
        <w:t xml:space="preserve"> size-reduction</w:t>
      </w:r>
    </w:p>
    <w:p w14:paraId="2A2E7EEB" w14:textId="77777777" w:rsidR="00C645D3" w:rsidRPr="001D2EB6" w:rsidRDefault="00C645D3" w:rsidP="00C645D3">
      <w:pPr>
        <w:pStyle w:val="affffffffffff7"/>
        <w:ind w:firstLineChars="200" w:firstLine="420"/>
        <w:rPr>
          <w:rFonts w:eastAsia="宋体"/>
        </w:rPr>
      </w:pPr>
      <w:r w:rsidRPr="001D2EB6">
        <w:rPr>
          <w:rFonts w:eastAsia="宋体"/>
        </w:rPr>
        <w:t>将凝块和杂胶制成橡胶颗粒以利于干燥的工艺。</w:t>
      </w:r>
    </w:p>
    <w:p w14:paraId="54C7B7F7" w14:textId="77777777" w:rsidR="00251890" w:rsidRPr="0099054B" w:rsidRDefault="00B17898" w:rsidP="0099054B">
      <w:pPr>
        <w:pStyle w:val="afffffffffff9"/>
        <w:ind w:left="420" w:hangingChars="200" w:hanging="420"/>
        <w:rPr>
          <w:rFonts w:ascii="黑体" w:eastAsia="黑体" w:hAnsi="黑体"/>
          <w:b/>
        </w:rPr>
      </w:pPr>
      <w:r w:rsidRPr="0099054B">
        <w:rPr>
          <w:rFonts w:ascii="黑体" w:eastAsia="黑体" w:hAnsi="黑体"/>
        </w:rPr>
        <w:br/>
      </w:r>
      <w:r w:rsidRPr="0099054B">
        <w:rPr>
          <w:rFonts w:ascii="黑体" w:eastAsia="黑体" w:hAnsi="黑体" w:hint="eastAsia"/>
        </w:rPr>
        <w:t>机械造粒法</w:t>
      </w:r>
      <w:r w:rsidRPr="0099054B">
        <w:rPr>
          <w:rFonts w:ascii="黑体" w:eastAsia="黑体" w:hAnsi="黑体"/>
        </w:rPr>
        <w:t xml:space="preserve">  comminution</w:t>
      </w:r>
    </w:p>
    <w:p w14:paraId="0CE95A39" w14:textId="77777777" w:rsidR="00C645D3" w:rsidRPr="001D2EB6" w:rsidRDefault="00C645D3" w:rsidP="00C645D3">
      <w:pPr>
        <w:pStyle w:val="affffffffffff7"/>
        <w:ind w:firstLineChars="200" w:firstLine="420"/>
        <w:rPr>
          <w:rFonts w:eastAsia="宋体"/>
        </w:rPr>
      </w:pPr>
      <w:r w:rsidRPr="001D2EB6">
        <w:rPr>
          <w:rFonts w:eastAsia="宋体"/>
        </w:rPr>
        <w:t>仅</w:t>
      </w:r>
      <w:r w:rsidRPr="001D2EB6">
        <w:rPr>
          <w:rFonts w:eastAsia="宋体" w:hint="eastAsia"/>
        </w:rPr>
        <w:t>通过</w:t>
      </w:r>
      <w:r w:rsidRPr="001D2EB6">
        <w:rPr>
          <w:rFonts w:eastAsia="宋体"/>
        </w:rPr>
        <w:t>机械</w:t>
      </w:r>
      <w:r w:rsidRPr="001D2EB6">
        <w:rPr>
          <w:rFonts w:eastAsia="宋体" w:hint="eastAsia"/>
        </w:rPr>
        <w:t>方式</w:t>
      </w:r>
      <w:r w:rsidRPr="001D2EB6">
        <w:rPr>
          <w:rFonts w:eastAsia="宋体"/>
        </w:rPr>
        <w:t>将凝块、胶片或</w:t>
      </w:r>
      <w:proofErr w:type="gramStart"/>
      <w:r w:rsidRPr="001D2EB6">
        <w:rPr>
          <w:rFonts w:eastAsia="宋体"/>
        </w:rPr>
        <w:t>绉</w:t>
      </w:r>
      <w:proofErr w:type="gramEnd"/>
      <w:r w:rsidRPr="001D2EB6">
        <w:rPr>
          <w:rFonts w:eastAsia="宋体"/>
        </w:rPr>
        <w:t>胶片剪切或粉碎为颗粒</w:t>
      </w:r>
      <w:r w:rsidRPr="001D2EB6">
        <w:rPr>
          <w:rFonts w:eastAsia="宋体" w:hint="eastAsia"/>
        </w:rPr>
        <w:t>橡胶的</w:t>
      </w:r>
      <w:r w:rsidRPr="001D2EB6">
        <w:rPr>
          <w:rFonts w:eastAsia="宋体"/>
        </w:rPr>
        <w:t>加工方法。</w:t>
      </w:r>
    </w:p>
    <w:p w14:paraId="6F36E7DD"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机械—化学造粒法</w:t>
      </w:r>
      <w:r w:rsidRPr="00251890">
        <w:rPr>
          <w:rFonts w:ascii="黑体" w:eastAsia="黑体" w:hAnsi="黑体"/>
        </w:rPr>
        <w:t xml:space="preserve">  mechano-chemical crumbling</w:t>
      </w:r>
    </w:p>
    <w:p w14:paraId="2869FB1A" w14:textId="77777777" w:rsidR="00C645D3" w:rsidRPr="001D2EB6" w:rsidRDefault="00C645D3" w:rsidP="00C645D3">
      <w:pPr>
        <w:pStyle w:val="affffffffffff7"/>
        <w:ind w:firstLineChars="200" w:firstLine="420"/>
        <w:rPr>
          <w:rFonts w:eastAsia="宋体"/>
        </w:rPr>
      </w:pPr>
      <w:r w:rsidRPr="001D2EB6">
        <w:rPr>
          <w:rFonts w:eastAsia="宋体" w:hint="eastAsia"/>
        </w:rPr>
        <w:t>先采</w:t>
      </w:r>
      <w:r w:rsidRPr="001D2EB6">
        <w:rPr>
          <w:rFonts w:eastAsia="宋体"/>
        </w:rPr>
        <w:t>用化学</w:t>
      </w:r>
      <w:r w:rsidRPr="001D2EB6">
        <w:rPr>
          <w:rFonts w:eastAsia="宋体" w:hint="eastAsia"/>
        </w:rPr>
        <w:t>试剂进行</w:t>
      </w:r>
      <w:r w:rsidRPr="001D2EB6">
        <w:rPr>
          <w:rFonts w:eastAsia="宋体"/>
        </w:rPr>
        <w:t>处理，</w:t>
      </w:r>
      <w:r w:rsidRPr="001D2EB6">
        <w:rPr>
          <w:rFonts w:eastAsia="宋体" w:hint="eastAsia"/>
        </w:rPr>
        <w:t>再采</w:t>
      </w:r>
      <w:r w:rsidRPr="001D2EB6">
        <w:rPr>
          <w:rFonts w:eastAsia="宋体"/>
        </w:rPr>
        <w:t>用绉片机压碎</w:t>
      </w:r>
      <w:r w:rsidRPr="001D2EB6">
        <w:rPr>
          <w:rFonts w:eastAsia="宋体" w:hint="eastAsia"/>
        </w:rPr>
        <w:t>，使</w:t>
      </w:r>
      <w:r w:rsidRPr="001D2EB6">
        <w:rPr>
          <w:rFonts w:eastAsia="宋体"/>
        </w:rPr>
        <w:t>凝块、胶片或</w:t>
      </w:r>
      <w:proofErr w:type="gramStart"/>
      <w:r w:rsidRPr="001D2EB6">
        <w:rPr>
          <w:rFonts w:eastAsia="宋体"/>
        </w:rPr>
        <w:t>绉</w:t>
      </w:r>
      <w:proofErr w:type="gramEnd"/>
      <w:r w:rsidRPr="001D2EB6">
        <w:rPr>
          <w:rFonts w:eastAsia="宋体"/>
        </w:rPr>
        <w:t>胶片</w:t>
      </w:r>
      <w:r w:rsidRPr="001D2EB6">
        <w:rPr>
          <w:rFonts w:eastAsia="宋体" w:hint="eastAsia"/>
        </w:rPr>
        <w:t>粉碎成</w:t>
      </w:r>
      <w:r w:rsidRPr="001D2EB6">
        <w:rPr>
          <w:rFonts w:eastAsia="宋体"/>
        </w:rPr>
        <w:t>颗粒</w:t>
      </w:r>
      <w:r w:rsidRPr="001D2EB6">
        <w:rPr>
          <w:rFonts w:eastAsia="宋体" w:hint="eastAsia"/>
        </w:rPr>
        <w:t>橡胶的</w:t>
      </w:r>
      <w:r w:rsidRPr="001D2EB6">
        <w:rPr>
          <w:rFonts w:eastAsia="宋体"/>
        </w:rPr>
        <w:t>加工方法。</w:t>
      </w:r>
    </w:p>
    <w:p w14:paraId="04D2EAFE"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切粒机</w:t>
      </w:r>
      <w:r w:rsidRPr="001D2EB6">
        <w:rPr>
          <w:rFonts w:ascii="黑体" w:eastAsia="黑体" w:hAnsi="黑体"/>
        </w:rPr>
        <w:t xml:space="preserve">  granulator</w:t>
      </w:r>
    </w:p>
    <w:p w14:paraId="2A8DBDE2" w14:textId="77777777" w:rsidR="00C645D3" w:rsidRPr="001D2EB6" w:rsidRDefault="00C645D3" w:rsidP="00C645D3">
      <w:pPr>
        <w:pStyle w:val="affffffffffff7"/>
        <w:ind w:firstLineChars="200" w:firstLine="420"/>
        <w:rPr>
          <w:rFonts w:eastAsia="宋体"/>
        </w:rPr>
      </w:pPr>
      <w:r w:rsidRPr="001D2EB6">
        <w:rPr>
          <w:rFonts w:eastAsia="宋体" w:hint="eastAsia"/>
        </w:rPr>
        <w:t>能通过</w:t>
      </w:r>
      <w:r w:rsidRPr="001D2EB6">
        <w:rPr>
          <w:rFonts w:eastAsia="宋体"/>
        </w:rPr>
        <w:t>转刀将</w:t>
      </w:r>
      <w:proofErr w:type="gramStart"/>
      <w:r w:rsidRPr="001D2EB6">
        <w:rPr>
          <w:rFonts w:eastAsia="宋体"/>
        </w:rPr>
        <w:t>绉</w:t>
      </w:r>
      <w:proofErr w:type="gramEnd"/>
      <w:r w:rsidRPr="001D2EB6">
        <w:rPr>
          <w:rFonts w:eastAsia="宋体"/>
        </w:rPr>
        <w:t>胶片剪切成颗粒的设备。</w:t>
      </w:r>
    </w:p>
    <w:p w14:paraId="1ABA5601"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碎裂机</w:t>
      </w:r>
      <w:r w:rsidRPr="001D2EB6">
        <w:rPr>
          <w:rFonts w:ascii="黑体" w:eastAsia="黑体" w:hAnsi="黑体"/>
        </w:rPr>
        <w:t xml:space="preserve">  </w:t>
      </w:r>
      <w:proofErr w:type="spellStart"/>
      <w:r w:rsidRPr="001D2EB6">
        <w:rPr>
          <w:rFonts w:ascii="黑体" w:eastAsia="黑体" w:hAnsi="黑体"/>
        </w:rPr>
        <w:t>crumbler</w:t>
      </w:r>
      <w:proofErr w:type="spellEnd"/>
    </w:p>
    <w:p w14:paraId="7982221A" w14:textId="77777777" w:rsidR="00C645D3" w:rsidRPr="001D2EB6" w:rsidRDefault="00C645D3" w:rsidP="00C645D3">
      <w:pPr>
        <w:pStyle w:val="affffffffffff7"/>
        <w:ind w:firstLineChars="200" w:firstLine="420"/>
        <w:rPr>
          <w:rFonts w:eastAsia="宋体"/>
        </w:rPr>
      </w:pPr>
      <w:r w:rsidRPr="001D2EB6">
        <w:rPr>
          <w:rFonts w:eastAsia="宋体" w:hint="eastAsia"/>
        </w:rPr>
        <w:t>具有</w:t>
      </w:r>
      <w:r w:rsidRPr="001D2EB6">
        <w:rPr>
          <w:rFonts w:eastAsia="宋体"/>
        </w:rPr>
        <w:t>一对速比</w:t>
      </w:r>
      <w:r w:rsidRPr="001D2EB6">
        <w:rPr>
          <w:rFonts w:eastAsia="宋体" w:hint="eastAsia"/>
        </w:rPr>
        <w:t>为</w:t>
      </w:r>
      <w:r w:rsidRPr="001D2EB6">
        <w:rPr>
          <w:rFonts w:eastAsia="宋体"/>
        </w:rPr>
        <w:t>1</w:t>
      </w:r>
      <w:r w:rsidRPr="001D2EB6">
        <w:rPr>
          <w:rFonts w:eastAsia="宋体"/>
        </w:rPr>
        <w:t>：</w:t>
      </w:r>
      <w:r w:rsidRPr="001D2EB6">
        <w:rPr>
          <w:rFonts w:eastAsia="宋体"/>
        </w:rPr>
        <w:t>1.6</w:t>
      </w:r>
      <w:r w:rsidRPr="001D2EB6">
        <w:rPr>
          <w:rFonts w:eastAsia="宋体"/>
        </w:rPr>
        <w:t>的光面辊筒</w:t>
      </w:r>
      <w:r w:rsidRPr="001D2EB6">
        <w:rPr>
          <w:rFonts w:eastAsia="宋体" w:hint="eastAsia"/>
        </w:rPr>
        <w:t>，能将</w:t>
      </w:r>
      <w:r w:rsidRPr="001D2EB6">
        <w:rPr>
          <w:rFonts w:eastAsia="宋体"/>
        </w:rPr>
        <w:t>加有碎裂剂的凝块辊压成颗粒的设备。</w:t>
      </w:r>
    </w:p>
    <w:p w14:paraId="10633310"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撕碎机</w:t>
      </w:r>
      <w:r w:rsidRPr="001D2EB6">
        <w:rPr>
          <w:rFonts w:ascii="黑体" w:eastAsia="黑体" w:hAnsi="黑体"/>
        </w:rPr>
        <w:t xml:space="preserve">  shredder</w:t>
      </w:r>
    </w:p>
    <w:p w14:paraId="48AAAAC7" w14:textId="77777777" w:rsidR="00C645D3" w:rsidRPr="001D2EB6" w:rsidRDefault="00C645D3" w:rsidP="00C645D3">
      <w:pPr>
        <w:pStyle w:val="affffffffffff7"/>
        <w:ind w:firstLineChars="200" w:firstLine="420"/>
        <w:rPr>
          <w:rFonts w:eastAsia="宋体"/>
        </w:rPr>
      </w:pPr>
      <w:r w:rsidRPr="001D2EB6">
        <w:rPr>
          <w:rFonts w:eastAsia="宋体"/>
        </w:rPr>
        <w:t>由喂料辊、</w:t>
      </w:r>
      <w:proofErr w:type="gramStart"/>
      <w:r w:rsidRPr="001D2EB6">
        <w:rPr>
          <w:rFonts w:eastAsia="宋体"/>
        </w:rPr>
        <w:t>固定刀</w:t>
      </w:r>
      <w:proofErr w:type="gramEnd"/>
      <w:r w:rsidRPr="001D2EB6">
        <w:rPr>
          <w:rFonts w:eastAsia="宋体"/>
        </w:rPr>
        <w:t>和撕碎</w:t>
      </w:r>
      <w:proofErr w:type="gramStart"/>
      <w:r w:rsidRPr="001D2EB6">
        <w:rPr>
          <w:rFonts w:eastAsia="宋体"/>
        </w:rPr>
        <w:t>辊</w:t>
      </w:r>
      <w:proofErr w:type="gramEnd"/>
      <w:r w:rsidRPr="001D2EB6">
        <w:rPr>
          <w:rFonts w:eastAsia="宋体"/>
        </w:rPr>
        <w:t>组成，</w:t>
      </w:r>
      <w:r w:rsidRPr="001D2EB6">
        <w:rPr>
          <w:rFonts w:eastAsia="宋体" w:hint="eastAsia"/>
        </w:rPr>
        <w:t>能</w:t>
      </w:r>
      <w:r w:rsidRPr="001D2EB6">
        <w:rPr>
          <w:rFonts w:eastAsia="宋体"/>
        </w:rPr>
        <w:t>将</w:t>
      </w:r>
      <w:proofErr w:type="gramStart"/>
      <w:r w:rsidRPr="001D2EB6">
        <w:rPr>
          <w:rFonts w:eastAsia="宋体"/>
        </w:rPr>
        <w:t>绉</w:t>
      </w:r>
      <w:proofErr w:type="gramEnd"/>
      <w:r w:rsidRPr="001D2EB6">
        <w:rPr>
          <w:rFonts w:eastAsia="宋体"/>
        </w:rPr>
        <w:t>胶片撕裂成碎粒的设备。</w:t>
      </w:r>
    </w:p>
    <w:p w14:paraId="56667673"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proofErr w:type="gramStart"/>
      <w:r w:rsidRPr="001D2EB6">
        <w:rPr>
          <w:rFonts w:ascii="黑体" w:eastAsia="黑体" w:hAnsi="黑体" w:hint="eastAsia"/>
        </w:rPr>
        <w:t>锤</w:t>
      </w:r>
      <w:proofErr w:type="gramEnd"/>
      <w:r w:rsidRPr="001D2EB6">
        <w:rPr>
          <w:rFonts w:ascii="黑体" w:eastAsia="黑体" w:hAnsi="黑体" w:hint="eastAsia"/>
        </w:rPr>
        <w:t>磨机</w:t>
      </w:r>
      <w:r w:rsidRPr="001D2EB6">
        <w:rPr>
          <w:rFonts w:ascii="黑体" w:eastAsia="黑体" w:hAnsi="黑体"/>
        </w:rPr>
        <w:t xml:space="preserve">  hammermill</w:t>
      </w:r>
    </w:p>
    <w:p w14:paraId="33DAF1AB" w14:textId="77777777" w:rsidR="00C645D3" w:rsidRPr="00BA6935" w:rsidRDefault="00C645D3" w:rsidP="00EE6F4F">
      <w:pPr>
        <w:pStyle w:val="affffffffffff7"/>
        <w:ind w:firstLineChars="200" w:firstLine="420"/>
        <w:rPr>
          <w:rFonts w:eastAsia="宋体"/>
          <w:color w:val="FF0000"/>
        </w:rPr>
      </w:pPr>
      <w:r w:rsidRPr="001D2EB6">
        <w:rPr>
          <w:rFonts w:eastAsia="宋体" w:hint="eastAsia"/>
        </w:rPr>
        <w:t>能通过</w:t>
      </w:r>
      <w:r w:rsidRPr="001D2EB6">
        <w:rPr>
          <w:rFonts w:eastAsia="宋体"/>
        </w:rPr>
        <w:t>高速</w:t>
      </w:r>
      <w:r w:rsidRPr="001D2EB6">
        <w:rPr>
          <w:rFonts w:eastAsia="宋体" w:hint="eastAsia"/>
        </w:rPr>
        <w:t>旋转的</w:t>
      </w:r>
      <w:r w:rsidRPr="001D2EB6">
        <w:rPr>
          <w:rFonts w:eastAsia="宋体"/>
        </w:rPr>
        <w:t>转锤将杂胶、胶片或</w:t>
      </w:r>
      <w:proofErr w:type="gramStart"/>
      <w:r w:rsidRPr="001D2EB6">
        <w:rPr>
          <w:rFonts w:eastAsia="宋体"/>
        </w:rPr>
        <w:t>绉</w:t>
      </w:r>
      <w:proofErr w:type="gramEnd"/>
      <w:r w:rsidRPr="001D2EB6">
        <w:rPr>
          <w:rFonts w:eastAsia="宋体"/>
        </w:rPr>
        <w:t>胶片锤击粉碎成颗粒的设备。</w:t>
      </w:r>
    </w:p>
    <w:p w14:paraId="7176096E"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风干房</w:t>
      </w:r>
      <w:r w:rsidRPr="001D2EB6">
        <w:rPr>
          <w:rFonts w:ascii="黑体" w:eastAsia="黑体" w:hAnsi="黑体"/>
        </w:rPr>
        <w:t xml:space="preserve">  unheated air drying shed</w:t>
      </w:r>
    </w:p>
    <w:p w14:paraId="5854B8C5" w14:textId="77777777" w:rsidR="00C645D3" w:rsidRPr="001D2EB6" w:rsidRDefault="00C645D3" w:rsidP="00C645D3">
      <w:pPr>
        <w:pStyle w:val="affffffffffff7"/>
        <w:ind w:firstLineChars="200" w:firstLine="420"/>
        <w:rPr>
          <w:rFonts w:eastAsia="宋体"/>
        </w:rPr>
      </w:pPr>
      <w:r w:rsidRPr="001D2EB6">
        <w:rPr>
          <w:rFonts w:eastAsia="宋体"/>
        </w:rPr>
        <w:t>具有良好的通风设施，内</w:t>
      </w:r>
      <w:proofErr w:type="gramStart"/>
      <w:r w:rsidRPr="001D2EB6">
        <w:rPr>
          <w:rFonts w:eastAsia="宋体"/>
        </w:rPr>
        <w:t>有挂胶架</w:t>
      </w:r>
      <w:proofErr w:type="gramEnd"/>
      <w:r w:rsidRPr="001D2EB6">
        <w:rPr>
          <w:rFonts w:eastAsia="宋体"/>
        </w:rPr>
        <w:t>，可挂多层</w:t>
      </w:r>
      <w:proofErr w:type="gramStart"/>
      <w:r w:rsidRPr="001D2EB6">
        <w:rPr>
          <w:rFonts w:eastAsia="宋体"/>
        </w:rPr>
        <w:t>绉</w:t>
      </w:r>
      <w:proofErr w:type="gramEnd"/>
      <w:r w:rsidRPr="001D2EB6">
        <w:rPr>
          <w:rFonts w:eastAsia="宋体"/>
        </w:rPr>
        <w:t>胶片和风干胶片，靠自然或强制通风而干燥橡胶的设备。</w:t>
      </w:r>
      <w:r w:rsidRPr="001D2EB6">
        <w:rPr>
          <w:rFonts w:eastAsia="宋体"/>
        </w:rPr>
        <w:t xml:space="preserve"> </w:t>
      </w:r>
    </w:p>
    <w:p w14:paraId="4541487D"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烘干房</w:t>
      </w:r>
      <w:r w:rsidRPr="001D2EB6">
        <w:rPr>
          <w:rFonts w:ascii="黑体" w:eastAsia="黑体" w:hAnsi="黑体"/>
        </w:rPr>
        <w:t xml:space="preserve">  heat drying chamber</w:t>
      </w:r>
    </w:p>
    <w:p w14:paraId="7486C4F7" w14:textId="77777777" w:rsidR="00C645D3" w:rsidRPr="001D2EB6" w:rsidRDefault="00C645D3" w:rsidP="00C645D3">
      <w:pPr>
        <w:pStyle w:val="affffffffffff7"/>
        <w:ind w:firstLineChars="200" w:firstLine="420"/>
        <w:rPr>
          <w:rFonts w:eastAsia="宋体"/>
        </w:rPr>
      </w:pPr>
      <w:r w:rsidRPr="001D2EB6">
        <w:rPr>
          <w:rFonts w:eastAsia="宋体"/>
        </w:rPr>
        <w:t>具有热水循环系统或烧油加热等换热和强制通风设施，用来干燥</w:t>
      </w:r>
      <w:proofErr w:type="gramStart"/>
      <w:r w:rsidRPr="001D2EB6">
        <w:rPr>
          <w:rFonts w:eastAsia="宋体"/>
        </w:rPr>
        <w:t>绉</w:t>
      </w:r>
      <w:proofErr w:type="gramEnd"/>
      <w:r w:rsidRPr="001D2EB6">
        <w:rPr>
          <w:rFonts w:eastAsia="宋体"/>
        </w:rPr>
        <w:t>胶片或风干胶片的小</w:t>
      </w:r>
      <w:proofErr w:type="gramStart"/>
      <w:r w:rsidRPr="001D2EB6">
        <w:rPr>
          <w:rFonts w:eastAsia="宋体"/>
        </w:rPr>
        <w:t>干燥房</w:t>
      </w:r>
      <w:proofErr w:type="gramEnd"/>
      <w:r w:rsidRPr="001D2EB6">
        <w:rPr>
          <w:rFonts w:eastAsia="宋体"/>
        </w:rPr>
        <w:t>或楼房。</w:t>
      </w:r>
    </w:p>
    <w:p w14:paraId="713F2499"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洞道式</w:t>
      </w:r>
      <w:proofErr w:type="gramStart"/>
      <w:r w:rsidRPr="001D2EB6">
        <w:rPr>
          <w:rFonts w:ascii="黑体" w:eastAsia="黑体" w:hAnsi="黑体" w:hint="eastAsia"/>
        </w:rPr>
        <w:t>干燥房</w:t>
      </w:r>
      <w:proofErr w:type="gramEnd"/>
      <w:r w:rsidRPr="001D2EB6">
        <w:rPr>
          <w:rFonts w:ascii="黑体" w:eastAsia="黑体" w:hAnsi="黑体"/>
        </w:rPr>
        <w:t xml:space="preserve">  drying tunnel</w:t>
      </w:r>
    </w:p>
    <w:p w14:paraId="1E6BFEF0" w14:textId="77777777" w:rsidR="00C645D3" w:rsidRPr="001D2EB6" w:rsidRDefault="00C645D3" w:rsidP="00C645D3">
      <w:pPr>
        <w:pStyle w:val="affffffffffff7"/>
        <w:ind w:firstLineChars="200" w:firstLine="420"/>
        <w:rPr>
          <w:rFonts w:eastAsia="宋体"/>
        </w:rPr>
      </w:pPr>
      <w:r w:rsidRPr="001D2EB6">
        <w:rPr>
          <w:rFonts w:eastAsia="宋体" w:hint="eastAsia"/>
        </w:rPr>
        <w:t>一种</w:t>
      </w:r>
      <w:r w:rsidRPr="001D2EB6">
        <w:rPr>
          <w:rFonts w:eastAsia="宋体"/>
        </w:rPr>
        <w:t>长方形</w:t>
      </w:r>
      <w:r w:rsidRPr="001D2EB6">
        <w:rPr>
          <w:rFonts w:ascii="宋体" w:eastAsia="宋体" w:hAnsi="宋体"/>
        </w:rPr>
        <w:t>建筑物，内</w:t>
      </w:r>
      <w:r w:rsidRPr="001D2EB6">
        <w:rPr>
          <w:rFonts w:ascii="宋体" w:eastAsia="宋体" w:hAnsi="宋体" w:hint="eastAsia"/>
        </w:rPr>
        <w:t>部</w:t>
      </w:r>
      <w:r w:rsidRPr="001D2EB6">
        <w:rPr>
          <w:rFonts w:ascii="宋体" w:eastAsia="宋体" w:hAnsi="宋体"/>
        </w:rPr>
        <w:t>可</w:t>
      </w:r>
      <w:r w:rsidRPr="001D2EB6">
        <w:rPr>
          <w:rFonts w:ascii="宋体" w:eastAsia="宋体" w:hAnsi="宋体" w:hint="eastAsia"/>
        </w:rPr>
        <w:t>停放</w:t>
      </w:r>
      <w:r w:rsidRPr="001D2EB6">
        <w:rPr>
          <w:rFonts w:ascii="宋体" w:eastAsia="宋体" w:hAnsi="宋体"/>
        </w:rPr>
        <w:t>4-</w:t>
      </w:r>
      <w:proofErr w:type="gramStart"/>
      <w:r w:rsidRPr="001D2EB6">
        <w:rPr>
          <w:rFonts w:ascii="宋体" w:eastAsia="宋体" w:hAnsi="宋体"/>
        </w:rPr>
        <w:t>12辆挂胶车</w:t>
      </w:r>
      <w:proofErr w:type="gramEnd"/>
      <w:r w:rsidRPr="001D2EB6">
        <w:rPr>
          <w:rFonts w:ascii="宋体" w:eastAsia="宋体" w:hAnsi="宋体"/>
        </w:rPr>
        <w:t>，配有蒸汽间接加热或燃油直接加热系统，房内</w:t>
      </w:r>
      <w:r w:rsidRPr="001D2EB6">
        <w:rPr>
          <w:rFonts w:ascii="宋体" w:eastAsia="宋体" w:hAnsi="宋体" w:hint="eastAsia"/>
        </w:rPr>
        <w:t>形</w:t>
      </w:r>
      <w:r w:rsidRPr="001D2EB6">
        <w:rPr>
          <w:rFonts w:ascii="宋体" w:eastAsia="宋体" w:hAnsi="宋体"/>
        </w:rPr>
        <w:t>成温度梯度，</w:t>
      </w:r>
      <w:r w:rsidRPr="001D2EB6">
        <w:rPr>
          <w:rFonts w:ascii="宋体" w:eastAsia="宋体" w:hAnsi="宋体" w:hint="eastAsia"/>
        </w:rPr>
        <w:t>专门用于</w:t>
      </w:r>
      <w:r w:rsidRPr="001D2EB6">
        <w:rPr>
          <w:rFonts w:ascii="宋体" w:eastAsia="宋体" w:hAnsi="宋体"/>
        </w:rPr>
        <w:t>风干胶片、</w:t>
      </w:r>
      <w:proofErr w:type="gramStart"/>
      <w:r w:rsidRPr="001D2EB6">
        <w:rPr>
          <w:rFonts w:ascii="宋体" w:eastAsia="宋体" w:hAnsi="宋体"/>
        </w:rPr>
        <w:t>绉</w:t>
      </w:r>
      <w:proofErr w:type="gramEnd"/>
      <w:r w:rsidRPr="001D2EB6">
        <w:rPr>
          <w:rFonts w:ascii="宋体" w:eastAsia="宋体" w:hAnsi="宋体"/>
        </w:rPr>
        <w:t>胶片或颗粒胶</w:t>
      </w:r>
      <w:r w:rsidRPr="001D2EB6">
        <w:rPr>
          <w:rFonts w:ascii="宋体" w:eastAsia="宋体" w:hAnsi="宋体" w:hint="eastAsia"/>
        </w:rPr>
        <w:t>的</w:t>
      </w:r>
      <w:r w:rsidRPr="001D2EB6">
        <w:rPr>
          <w:rFonts w:ascii="宋体" w:eastAsia="宋体" w:hAnsi="宋体"/>
        </w:rPr>
        <w:t>干燥。</w:t>
      </w:r>
    </w:p>
    <w:p w14:paraId="302012AF"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lastRenderedPageBreak/>
        <w:br/>
      </w:r>
      <w:r w:rsidRPr="001D2EB6">
        <w:rPr>
          <w:rFonts w:ascii="黑体" w:eastAsia="黑体" w:hAnsi="黑体" w:hint="eastAsia"/>
        </w:rPr>
        <w:t>深层干燥器</w:t>
      </w:r>
      <w:r w:rsidRPr="001D2EB6">
        <w:rPr>
          <w:rFonts w:ascii="黑体" w:eastAsia="黑体" w:hAnsi="黑体"/>
        </w:rPr>
        <w:t xml:space="preserve">  deep-bed drier</w:t>
      </w:r>
    </w:p>
    <w:p w14:paraId="597980B7" w14:textId="77777777" w:rsidR="00C645D3" w:rsidRPr="001D2EB6" w:rsidRDefault="00C645D3" w:rsidP="00C645D3">
      <w:pPr>
        <w:pStyle w:val="affffffffffff7"/>
        <w:ind w:firstLineChars="200" w:firstLine="420"/>
        <w:rPr>
          <w:rFonts w:eastAsia="宋体"/>
        </w:rPr>
      </w:pPr>
      <w:r w:rsidRPr="001D2EB6">
        <w:rPr>
          <w:rFonts w:eastAsia="宋体"/>
        </w:rPr>
        <w:t>颗粒胶干燥过程中，凡能装载高度超</w:t>
      </w:r>
      <w:r w:rsidRPr="001D2EB6">
        <w:rPr>
          <w:rFonts w:ascii="宋体" w:eastAsia="宋体" w:hAnsi="宋体"/>
        </w:rPr>
        <w:t>过35cm湿胶粒的干燥设备统称为深层干燥器。</w:t>
      </w:r>
    </w:p>
    <w:p w14:paraId="254BCEB7"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干燥车和干燥箱</w:t>
      </w:r>
      <w:r w:rsidRPr="001D2EB6">
        <w:rPr>
          <w:rFonts w:ascii="黑体" w:eastAsia="黑体" w:hAnsi="黑体"/>
        </w:rPr>
        <w:t xml:space="preserve">  drier trolley/box</w:t>
      </w:r>
    </w:p>
    <w:p w14:paraId="6845FAF9" w14:textId="77777777" w:rsidR="00C645D3" w:rsidRPr="001D2EB6" w:rsidRDefault="00C645D3" w:rsidP="00C645D3">
      <w:pPr>
        <w:pStyle w:val="affffffffffff7"/>
        <w:ind w:firstLineChars="200" w:firstLine="420"/>
        <w:rPr>
          <w:rFonts w:eastAsia="宋体"/>
        </w:rPr>
      </w:pPr>
      <w:r w:rsidRPr="001D2EB6">
        <w:rPr>
          <w:rFonts w:eastAsia="宋体"/>
        </w:rPr>
        <w:t>装载湿颗粒进行干燥的设备。</w:t>
      </w:r>
    </w:p>
    <w:p w14:paraId="5FBA2102"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 xml:space="preserve">烧油器 </w:t>
      </w:r>
      <w:r w:rsidRPr="001D2EB6">
        <w:rPr>
          <w:rFonts w:ascii="黑体" w:eastAsia="黑体" w:hAnsi="黑体"/>
        </w:rPr>
        <w:t xml:space="preserve"> oil burner</w:t>
      </w:r>
    </w:p>
    <w:p w14:paraId="029141EA" w14:textId="77777777" w:rsidR="00C645D3" w:rsidRPr="001D2EB6" w:rsidRDefault="00C645D3" w:rsidP="00C645D3">
      <w:pPr>
        <w:pStyle w:val="affffffffffff7"/>
        <w:ind w:firstLineChars="200" w:firstLine="420"/>
        <w:rPr>
          <w:rFonts w:eastAsia="宋体"/>
        </w:rPr>
      </w:pPr>
      <w:r w:rsidRPr="001D2EB6">
        <w:rPr>
          <w:rFonts w:eastAsia="宋体" w:hint="eastAsia"/>
        </w:rPr>
        <w:t>能</w:t>
      </w:r>
      <w:r w:rsidRPr="001D2EB6">
        <w:rPr>
          <w:rFonts w:eastAsia="宋体"/>
        </w:rPr>
        <w:t>将燃料油雾化及燃烧，所产生的热量，直接用于烘干橡胶的设备。</w:t>
      </w:r>
    </w:p>
    <w:p w14:paraId="199A6EF9" w14:textId="77777777" w:rsidR="00C645D3" w:rsidRPr="0070044E" w:rsidRDefault="00C645D3" w:rsidP="00C645D3">
      <w:pPr>
        <w:pStyle w:val="afffffffffff9"/>
        <w:ind w:left="420" w:hangingChars="200" w:hanging="420"/>
        <w:rPr>
          <w:rFonts w:ascii="黑体" w:eastAsia="黑体" w:hAnsi="黑体"/>
        </w:rPr>
      </w:pPr>
      <w:r w:rsidRPr="001D2EB6">
        <w:rPr>
          <w:rFonts w:ascii="黑体" w:eastAsia="黑体" w:hAnsi="黑体"/>
        </w:rPr>
        <w:br/>
      </w:r>
      <w:r w:rsidRPr="0070044E">
        <w:rPr>
          <w:rFonts w:ascii="黑体" w:eastAsia="黑体" w:hAnsi="黑体" w:hint="eastAsia"/>
        </w:rPr>
        <w:t xml:space="preserve">带式干燥器 </w:t>
      </w:r>
      <w:r w:rsidRPr="0070044E">
        <w:rPr>
          <w:rFonts w:ascii="黑体" w:eastAsia="黑体" w:hAnsi="黑体"/>
        </w:rPr>
        <w:t xml:space="preserve"> conveyor drier</w:t>
      </w:r>
    </w:p>
    <w:p w14:paraId="54A00C71" w14:textId="77777777" w:rsidR="00C645D3" w:rsidRPr="001D2EB6" w:rsidRDefault="00C645D3" w:rsidP="00C645D3">
      <w:pPr>
        <w:pStyle w:val="affffffffffff7"/>
        <w:ind w:firstLineChars="200" w:firstLine="420"/>
        <w:rPr>
          <w:rFonts w:eastAsia="宋体"/>
        </w:rPr>
      </w:pPr>
      <w:r w:rsidRPr="001D2EB6">
        <w:rPr>
          <w:rFonts w:eastAsia="宋体"/>
        </w:rPr>
        <w:t>在洞道式干燥房内安装一套由多孔金属板组成的转动履带式输送带，上载湿胶粒从一端进入，经烘干后从</w:t>
      </w:r>
      <w:r w:rsidRPr="001D2EB6">
        <w:rPr>
          <w:rFonts w:eastAsia="宋体" w:hint="eastAsia"/>
        </w:rPr>
        <w:t>另</w:t>
      </w:r>
      <w:r w:rsidRPr="001D2EB6">
        <w:rPr>
          <w:rFonts w:eastAsia="宋体"/>
        </w:rPr>
        <w:t>一端卸料的连续干燥设备。</w:t>
      </w:r>
    </w:p>
    <w:p w14:paraId="1B0A2E8F"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喷雾干燥器</w:t>
      </w:r>
      <w:r w:rsidRPr="001D2EB6">
        <w:rPr>
          <w:rFonts w:ascii="黑体" w:eastAsia="黑体" w:hAnsi="黑体"/>
        </w:rPr>
        <w:t xml:space="preserve">  spray drier</w:t>
      </w:r>
    </w:p>
    <w:p w14:paraId="70A8DFD0" w14:textId="77777777" w:rsidR="00C645D3" w:rsidRPr="001D2EB6" w:rsidRDefault="00C645D3" w:rsidP="00C645D3">
      <w:pPr>
        <w:pStyle w:val="affffffffffff7"/>
        <w:ind w:firstLineChars="200" w:firstLine="420"/>
        <w:rPr>
          <w:rFonts w:eastAsia="宋体"/>
        </w:rPr>
      </w:pPr>
      <w:r w:rsidRPr="001D2EB6">
        <w:rPr>
          <w:rFonts w:eastAsia="宋体" w:hint="eastAsia"/>
        </w:rPr>
        <w:t>能</w:t>
      </w:r>
      <w:r w:rsidRPr="001D2EB6">
        <w:rPr>
          <w:rFonts w:eastAsia="宋体"/>
        </w:rPr>
        <w:t>将胶乳用高速离心转盘分散雾化，使之从干燥塔顶徐徐降下，与从塔底部上升的干热空气接触</w:t>
      </w:r>
      <w:r w:rsidRPr="001D2EB6">
        <w:rPr>
          <w:rFonts w:eastAsia="宋体" w:hint="eastAsia"/>
        </w:rPr>
        <w:t>而</w:t>
      </w:r>
      <w:r w:rsidRPr="001D2EB6">
        <w:rPr>
          <w:rFonts w:eastAsia="宋体"/>
        </w:rPr>
        <w:t>立即脱</w:t>
      </w:r>
      <w:r w:rsidRPr="001D2EB6">
        <w:rPr>
          <w:rFonts w:eastAsia="宋体" w:hint="eastAsia"/>
        </w:rPr>
        <w:t>水</w:t>
      </w:r>
      <w:r w:rsidRPr="001D2EB6">
        <w:rPr>
          <w:rFonts w:eastAsia="宋体"/>
        </w:rPr>
        <w:t>干燥成为细粒橡胶的设备。</w:t>
      </w:r>
    </w:p>
    <w:p w14:paraId="199F33CA"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挤压干燥器</w:t>
      </w:r>
      <w:r w:rsidRPr="001D2EB6">
        <w:rPr>
          <w:rFonts w:ascii="黑体" w:eastAsia="黑体" w:hAnsi="黑体"/>
        </w:rPr>
        <w:t xml:space="preserve">  extrusion drier</w:t>
      </w:r>
    </w:p>
    <w:p w14:paraId="0B927E5D" w14:textId="77777777" w:rsidR="00C645D3" w:rsidRPr="001D2EB6" w:rsidRDefault="00C645D3" w:rsidP="00C645D3">
      <w:pPr>
        <w:pStyle w:val="affffffffffff7"/>
        <w:ind w:firstLineChars="200" w:firstLine="420"/>
        <w:rPr>
          <w:rFonts w:eastAsia="宋体"/>
        </w:rPr>
      </w:pPr>
      <w:r w:rsidRPr="001D2EB6">
        <w:rPr>
          <w:rFonts w:eastAsia="宋体"/>
        </w:rPr>
        <w:t>将凝块放入挤压机内，受增压螺栓的作用而脱</w:t>
      </w:r>
      <w:r w:rsidRPr="001D2EB6">
        <w:rPr>
          <w:rFonts w:eastAsia="宋体" w:hint="eastAsia"/>
        </w:rPr>
        <w:t>水</w:t>
      </w:r>
      <w:r w:rsidRPr="001D2EB6">
        <w:rPr>
          <w:rFonts w:eastAsia="宋体"/>
        </w:rPr>
        <w:t>、升温和增压，使凝块中水分处于高温高压下，当凝块从挤压机出来时，内部水分闪蒸而使橡胶干燥的设备。</w:t>
      </w:r>
    </w:p>
    <w:p w14:paraId="0E066F2F"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打包</w:t>
      </w:r>
      <w:r w:rsidRPr="001D2EB6">
        <w:rPr>
          <w:rFonts w:ascii="黑体" w:eastAsia="黑体" w:hAnsi="黑体"/>
        </w:rPr>
        <w:t xml:space="preserve">  baling</w:t>
      </w:r>
    </w:p>
    <w:p w14:paraId="27E416CC" w14:textId="77777777" w:rsidR="00C645D3" w:rsidRPr="001D2EB6" w:rsidRDefault="00C645D3" w:rsidP="00C645D3">
      <w:pPr>
        <w:pStyle w:val="affffffffffff7"/>
        <w:ind w:firstLineChars="200" w:firstLine="420"/>
        <w:rPr>
          <w:rFonts w:eastAsia="宋体"/>
        </w:rPr>
      </w:pPr>
      <w:r w:rsidRPr="001D2EB6">
        <w:rPr>
          <w:rFonts w:eastAsia="宋体"/>
        </w:rPr>
        <w:t>将制出的</w:t>
      </w:r>
      <w:proofErr w:type="gramStart"/>
      <w:r w:rsidRPr="001D2EB6">
        <w:rPr>
          <w:rFonts w:eastAsia="宋体"/>
        </w:rPr>
        <w:t>皎</w:t>
      </w:r>
      <w:proofErr w:type="gramEnd"/>
      <w:r w:rsidRPr="001D2EB6">
        <w:rPr>
          <w:rFonts w:eastAsia="宋体"/>
        </w:rPr>
        <w:t>片、</w:t>
      </w:r>
      <w:proofErr w:type="gramStart"/>
      <w:r w:rsidRPr="001D2EB6">
        <w:rPr>
          <w:rFonts w:eastAsia="宋体"/>
        </w:rPr>
        <w:t>绉</w:t>
      </w:r>
      <w:proofErr w:type="gramEnd"/>
      <w:r w:rsidRPr="001D2EB6">
        <w:rPr>
          <w:rFonts w:eastAsia="宋体"/>
        </w:rPr>
        <w:t>胶片或颗粒胶，按不同级别和规定的重量，经加压和包捆成紧密</w:t>
      </w:r>
      <w:proofErr w:type="gramStart"/>
      <w:r w:rsidRPr="001D2EB6">
        <w:rPr>
          <w:rFonts w:eastAsia="宋体"/>
        </w:rPr>
        <w:t>的胶包的</w:t>
      </w:r>
      <w:proofErr w:type="gramEnd"/>
      <w:r w:rsidRPr="001D2EB6">
        <w:rPr>
          <w:rFonts w:eastAsia="宋体"/>
        </w:rPr>
        <w:t>操作。</w:t>
      </w:r>
    </w:p>
    <w:p w14:paraId="744B56D7"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打包机</w:t>
      </w:r>
      <w:r w:rsidRPr="00251890">
        <w:rPr>
          <w:rFonts w:ascii="黑体" w:eastAsia="黑体" w:hAnsi="黑体"/>
        </w:rPr>
        <w:t xml:space="preserve">  baling press</w:t>
      </w:r>
    </w:p>
    <w:p w14:paraId="094F61EE" w14:textId="77777777" w:rsidR="00C645D3" w:rsidRPr="001D2EB6" w:rsidRDefault="00C645D3" w:rsidP="00C645D3">
      <w:pPr>
        <w:pStyle w:val="affffffffffff7"/>
        <w:ind w:firstLineChars="200" w:firstLine="420"/>
        <w:rPr>
          <w:rFonts w:eastAsia="宋体"/>
        </w:rPr>
      </w:pPr>
      <w:r w:rsidRPr="001D2EB6">
        <w:rPr>
          <w:rFonts w:eastAsia="宋体"/>
        </w:rPr>
        <w:t>能将规定重量的胶片或颗粒胶，从松散的状态加压成</w:t>
      </w:r>
      <w:proofErr w:type="gramStart"/>
      <w:r w:rsidRPr="001D2EB6">
        <w:rPr>
          <w:rFonts w:eastAsia="宋体"/>
        </w:rPr>
        <w:t>紧密胶包的</w:t>
      </w:r>
      <w:proofErr w:type="gramEnd"/>
      <w:r w:rsidRPr="001D2EB6">
        <w:rPr>
          <w:rFonts w:eastAsia="宋体"/>
        </w:rPr>
        <w:t>机械。</w:t>
      </w:r>
    </w:p>
    <w:p w14:paraId="456CA99F"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 xml:space="preserve">打包箱 </w:t>
      </w:r>
      <w:r w:rsidRPr="001D2EB6">
        <w:rPr>
          <w:rFonts w:ascii="黑体" w:eastAsia="黑体" w:hAnsi="黑体"/>
        </w:rPr>
        <w:t xml:space="preserve"> baling box</w:t>
      </w:r>
    </w:p>
    <w:p w14:paraId="74B42182" w14:textId="77777777" w:rsidR="00C645D3" w:rsidRPr="001D2EB6" w:rsidRDefault="00C645D3" w:rsidP="00C645D3">
      <w:pPr>
        <w:pStyle w:val="affffffffffff7"/>
        <w:ind w:firstLineChars="200" w:firstLine="420"/>
        <w:rPr>
          <w:rFonts w:eastAsia="宋体"/>
        </w:rPr>
      </w:pPr>
      <w:r w:rsidRPr="001D2EB6">
        <w:rPr>
          <w:rFonts w:eastAsia="宋体"/>
        </w:rPr>
        <w:t>能装盛规定重量的胶片和颗粒胶，经打包机加压后，成一定规格</w:t>
      </w:r>
      <w:proofErr w:type="gramStart"/>
      <w:r w:rsidRPr="001D2EB6">
        <w:rPr>
          <w:rFonts w:eastAsia="宋体"/>
        </w:rPr>
        <w:t>的胶包的</w:t>
      </w:r>
      <w:proofErr w:type="gramEnd"/>
      <w:r w:rsidRPr="001D2EB6">
        <w:rPr>
          <w:rFonts w:eastAsia="宋体"/>
        </w:rPr>
        <w:t>设备。</w:t>
      </w:r>
    </w:p>
    <w:p w14:paraId="3D7675E2"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紧缩包装</w:t>
      </w:r>
      <w:r w:rsidRPr="001D2EB6">
        <w:rPr>
          <w:rFonts w:ascii="黑体" w:eastAsia="黑体" w:hAnsi="黑体"/>
        </w:rPr>
        <w:t xml:space="preserve">  shrink wrapping</w:t>
      </w:r>
    </w:p>
    <w:p w14:paraId="04952A1C" w14:textId="77777777" w:rsidR="00C645D3" w:rsidRPr="001D2EB6" w:rsidRDefault="00C645D3" w:rsidP="00C645D3">
      <w:pPr>
        <w:pStyle w:val="affffffffffff7"/>
        <w:ind w:firstLineChars="200" w:firstLine="420"/>
        <w:rPr>
          <w:rFonts w:eastAsia="宋体"/>
        </w:rPr>
      </w:pPr>
      <w:r w:rsidRPr="001D2EB6">
        <w:rPr>
          <w:rFonts w:eastAsia="宋体"/>
        </w:rPr>
        <w:t>用特</w:t>
      </w:r>
      <w:r w:rsidRPr="001D2EB6">
        <w:rPr>
          <w:rFonts w:eastAsia="宋体" w:hint="eastAsia"/>
        </w:rPr>
        <w:t>定</w:t>
      </w:r>
      <w:r w:rsidRPr="001D2EB6">
        <w:rPr>
          <w:rFonts w:eastAsia="宋体"/>
        </w:rPr>
        <w:t>的热收缩的塑料薄膜包装</w:t>
      </w:r>
      <w:r w:rsidR="00C71786">
        <w:rPr>
          <w:rFonts w:eastAsia="宋体" w:hint="eastAsia"/>
        </w:rPr>
        <w:t>天然</w:t>
      </w:r>
      <w:r w:rsidRPr="001D2EB6">
        <w:rPr>
          <w:rFonts w:eastAsia="宋体"/>
        </w:rPr>
        <w:t>橡胶的包装方法。</w:t>
      </w:r>
    </w:p>
    <w:p w14:paraId="697D20D4"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外包皮</w:t>
      </w:r>
      <w:r w:rsidRPr="00251890">
        <w:rPr>
          <w:rFonts w:ascii="黑体" w:eastAsia="黑体" w:hAnsi="黑体"/>
        </w:rPr>
        <w:t xml:space="preserve">  shroud</w:t>
      </w:r>
    </w:p>
    <w:p w14:paraId="006148C0" w14:textId="77777777" w:rsidR="00C645D3" w:rsidRPr="001D2EB6" w:rsidRDefault="00C645D3" w:rsidP="00C645D3">
      <w:pPr>
        <w:pStyle w:val="affffffffffff7"/>
        <w:ind w:firstLineChars="200" w:firstLine="420"/>
        <w:rPr>
          <w:rFonts w:eastAsia="宋体"/>
        </w:rPr>
      </w:pPr>
      <w:r w:rsidRPr="001D2EB6">
        <w:rPr>
          <w:rFonts w:eastAsia="宋体"/>
        </w:rPr>
        <w:t>紧缩包装用的塑料薄膜包皮。</w:t>
      </w:r>
    </w:p>
    <w:p w14:paraId="2F309829"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裸</w:t>
      </w:r>
      <w:proofErr w:type="gramStart"/>
      <w:r w:rsidRPr="001D2EB6">
        <w:rPr>
          <w:rFonts w:ascii="黑体" w:eastAsia="黑体" w:hAnsi="黑体" w:hint="eastAsia"/>
        </w:rPr>
        <w:t>包</w:t>
      </w:r>
      <w:proofErr w:type="gramEnd"/>
      <w:r w:rsidRPr="001D2EB6">
        <w:rPr>
          <w:rFonts w:ascii="黑体" w:eastAsia="黑体" w:hAnsi="黑体" w:hint="eastAsia"/>
        </w:rPr>
        <w:t>包装</w:t>
      </w:r>
      <w:r w:rsidRPr="001D2EB6">
        <w:rPr>
          <w:rFonts w:ascii="黑体" w:eastAsia="黑体" w:hAnsi="黑体"/>
        </w:rPr>
        <w:t xml:space="preserve">  bare back packing</w:t>
      </w:r>
    </w:p>
    <w:p w14:paraId="764A2F64" w14:textId="77777777" w:rsidR="00C645D3" w:rsidRPr="001D2EB6" w:rsidRDefault="00C645D3" w:rsidP="00C645D3">
      <w:pPr>
        <w:pStyle w:val="affffffffffff7"/>
        <w:ind w:firstLineChars="200" w:firstLine="420"/>
        <w:rPr>
          <w:rFonts w:eastAsia="宋体"/>
        </w:rPr>
      </w:pPr>
      <w:r w:rsidRPr="001D2EB6">
        <w:rPr>
          <w:rFonts w:eastAsia="宋体"/>
        </w:rPr>
        <w:t>使用胶片作包皮</w:t>
      </w:r>
      <w:r w:rsidRPr="001D2EB6">
        <w:rPr>
          <w:rFonts w:eastAsia="宋体" w:hint="eastAsia"/>
        </w:rPr>
        <w:t>包</w:t>
      </w:r>
      <w:r w:rsidRPr="001D2EB6">
        <w:rPr>
          <w:rFonts w:eastAsia="宋体"/>
        </w:rPr>
        <w:t>捆同</w:t>
      </w:r>
      <w:proofErr w:type="gramStart"/>
      <w:r w:rsidRPr="001D2EB6">
        <w:rPr>
          <w:rFonts w:eastAsia="宋体"/>
        </w:rPr>
        <w:t>级别胶包的</w:t>
      </w:r>
      <w:proofErr w:type="gramEnd"/>
      <w:r w:rsidRPr="001D2EB6">
        <w:rPr>
          <w:rFonts w:eastAsia="宋体"/>
        </w:rPr>
        <w:t>包装方法。</w:t>
      </w:r>
    </w:p>
    <w:p w14:paraId="1708F708"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proofErr w:type="gramStart"/>
      <w:r w:rsidRPr="001D2EB6">
        <w:rPr>
          <w:rFonts w:ascii="黑体" w:eastAsia="黑体" w:hAnsi="黑体" w:hint="eastAsia"/>
        </w:rPr>
        <w:t>裸包</w:t>
      </w:r>
      <w:proofErr w:type="gramEnd"/>
      <w:r w:rsidRPr="001D2EB6">
        <w:rPr>
          <w:rFonts w:ascii="黑体" w:eastAsia="黑体" w:hAnsi="黑体"/>
        </w:rPr>
        <w:t xml:space="preserve">  bare back bale</w:t>
      </w:r>
    </w:p>
    <w:p w14:paraId="4DF9B05E" w14:textId="77777777" w:rsidR="00C645D3" w:rsidRPr="001D2EB6" w:rsidRDefault="00C645D3" w:rsidP="00C645D3">
      <w:pPr>
        <w:pStyle w:val="affffffffffff7"/>
        <w:ind w:firstLineChars="200" w:firstLine="420"/>
        <w:rPr>
          <w:rFonts w:eastAsia="宋体"/>
        </w:rPr>
      </w:pPr>
      <w:r w:rsidRPr="001D2EB6">
        <w:rPr>
          <w:rFonts w:eastAsia="宋体"/>
        </w:rPr>
        <w:t>使用</w:t>
      </w:r>
      <w:proofErr w:type="gramStart"/>
      <w:r w:rsidRPr="001D2EB6">
        <w:rPr>
          <w:rFonts w:eastAsia="宋体"/>
        </w:rPr>
        <w:t>胶片作包此包捆</w:t>
      </w:r>
      <w:proofErr w:type="gramEnd"/>
      <w:r w:rsidRPr="001D2EB6">
        <w:rPr>
          <w:rFonts w:eastAsia="宋体"/>
        </w:rPr>
        <w:t>同级别胶片的胶包。</w:t>
      </w:r>
    </w:p>
    <w:p w14:paraId="7EEFE468"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lastRenderedPageBreak/>
        <w:br/>
      </w:r>
      <w:r w:rsidRPr="00251890">
        <w:rPr>
          <w:rFonts w:ascii="黑体" w:eastAsia="黑体" w:hAnsi="黑体" w:hint="eastAsia"/>
        </w:rPr>
        <w:t>胶片包皮</w:t>
      </w:r>
      <w:r w:rsidRPr="00251890">
        <w:rPr>
          <w:rFonts w:ascii="黑体" w:eastAsia="黑体" w:hAnsi="黑体"/>
        </w:rPr>
        <w:t xml:space="preserve">  bale wrapper sheet</w:t>
      </w:r>
    </w:p>
    <w:p w14:paraId="541A56F3" w14:textId="77777777" w:rsidR="00C645D3" w:rsidRPr="001D2EB6" w:rsidRDefault="00C645D3" w:rsidP="00C645D3">
      <w:pPr>
        <w:pStyle w:val="affffffffffff7"/>
        <w:ind w:firstLineChars="200" w:firstLine="420"/>
        <w:rPr>
          <w:rFonts w:eastAsia="宋体"/>
        </w:rPr>
      </w:pPr>
      <w:r w:rsidRPr="001D2EB6">
        <w:rPr>
          <w:rFonts w:eastAsia="宋体"/>
        </w:rPr>
        <w:t>用于</w:t>
      </w:r>
      <w:proofErr w:type="gramStart"/>
      <w:r w:rsidRPr="001D2EB6">
        <w:rPr>
          <w:rFonts w:eastAsia="宋体"/>
        </w:rPr>
        <w:t>包捆胶包的</w:t>
      </w:r>
      <w:proofErr w:type="gramEnd"/>
      <w:r w:rsidRPr="001D2EB6">
        <w:rPr>
          <w:rFonts w:eastAsia="宋体"/>
        </w:rPr>
        <w:t>胶片。</w:t>
      </w:r>
    </w:p>
    <w:p w14:paraId="11869B25"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 xml:space="preserve">天然橡胶溶液粘结剂 </w:t>
      </w:r>
      <w:r w:rsidRPr="00251890">
        <w:rPr>
          <w:rFonts w:ascii="黑体" w:eastAsia="黑体" w:hAnsi="黑体"/>
        </w:rPr>
        <w:t xml:space="preserve"> natural rubber solution binder</w:t>
      </w:r>
    </w:p>
    <w:p w14:paraId="73FA9F5F" w14:textId="77777777" w:rsidR="00C645D3" w:rsidRPr="001D2EB6" w:rsidRDefault="00C645D3" w:rsidP="00C645D3">
      <w:pPr>
        <w:pStyle w:val="affffffffffff7"/>
        <w:ind w:firstLineChars="200" w:firstLine="420"/>
        <w:rPr>
          <w:rFonts w:eastAsia="宋体"/>
        </w:rPr>
      </w:pPr>
      <w:r w:rsidRPr="001D2EB6">
        <w:rPr>
          <w:rFonts w:eastAsia="宋体" w:hint="eastAsia"/>
        </w:rPr>
        <w:t>将</w:t>
      </w:r>
      <w:r w:rsidRPr="001D2EB6">
        <w:rPr>
          <w:rFonts w:eastAsia="宋体"/>
        </w:rPr>
        <w:t>天然橡胶</w:t>
      </w:r>
      <w:r w:rsidRPr="001D2EB6">
        <w:rPr>
          <w:rFonts w:eastAsia="宋体" w:hint="eastAsia"/>
        </w:rPr>
        <w:t>溶解</w:t>
      </w:r>
      <w:r w:rsidRPr="001D2EB6">
        <w:rPr>
          <w:rFonts w:eastAsia="宋体"/>
        </w:rPr>
        <w:t>于石油溶剂中</w:t>
      </w:r>
      <w:r w:rsidRPr="001D2EB6">
        <w:rPr>
          <w:rFonts w:eastAsia="宋体" w:hint="eastAsia"/>
        </w:rPr>
        <w:t>配置成的</w:t>
      </w:r>
      <w:r w:rsidRPr="001D2EB6">
        <w:rPr>
          <w:rFonts w:eastAsia="宋体"/>
        </w:rPr>
        <w:t>粘合剂，</w:t>
      </w:r>
      <w:r w:rsidRPr="001D2EB6">
        <w:rPr>
          <w:rFonts w:eastAsia="宋体" w:hint="eastAsia"/>
        </w:rPr>
        <w:t>主要</w:t>
      </w:r>
      <w:proofErr w:type="gramStart"/>
      <w:r w:rsidRPr="001D2EB6">
        <w:rPr>
          <w:rFonts w:eastAsia="宋体"/>
        </w:rPr>
        <w:t>用作胶包表面</w:t>
      </w:r>
      <w:proofErr w:type="gramEnd"/>
      <w:r w:rsidRPr="001D2EB6">
        <w:rPr>
          <w:rFonts w:eastAsia="宋体"/>
        </w:rPr>
        <w:t>涂料。</w:t>
      </w:r>
    </w:p>
    <w:p w14:paraId="70C103E8"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proofErr w:type="gramStart"/>
      <w:r w:rsidRPr="00251890">
        <w:rPr>
          <w:rFonts w:ascii="黑体" w:eastAsia="黑体" w:hAnsi="黑体" w:hint="eastAsia"/>
        </w:rPr>
        <w:t>胶包涂层</w:t>
      </w:r>
      <w:proofErr w:type="gramEnd"/>
      <w:r w:rsidRPr="00251890">
        <w:rPr>
          <w:rFonts w:ascii="黑体" w:eastAsia="黑体" w:hAnsi="黑体"/>
        </w:rPr>
        <w:t xml:space="preserve">  bale coating</w:t>
      </w:r>
    </w:p>
    <w:p w14:paraId="37BFD9FC"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涂</w:t>
      </w:r>
      <w:r w:rsidRPr="001D2EB6">
        <w:rPr>
          <w:rFonts w:ascii="宋体" w:eastAsia="宋体" w:hAnsi="宋体" w:hint="eastAsia"/>
        </w:rPr>
        <w:t>覆</w:t>
      </w:r>
      <w:r w:rsidRPr="001D2EB6">
        <w:rPr>
          <w:rFonts w:ascii="宋体" w:eastAsia="宋体" w:hAnsi="宋体"/>
        </w:rPr>
        <w:t>于</w:t>
      </w:r>
      <w:proofErr w:type="gramStart"/>
      <w:r w:rsidRPr="001D2EB6">
        <w:rPr>
          <w:rFonts w:ascii="宋体" w:eastAsia="宋体" w:hAnsi="宋体" w:hint="eastAsia"/>
        </w:rPr>
        <w:t>天然橡胶</w:t>
      </w:r>
      <w:r w:rsidRPr="001D2EB6">
        <w:rPr>
          <w:rFonts w:ascii="宋体" w:eastAsia="宋体" w:hAnsi="宋体"/>
        </w:rPr>
        <w:t>胶包表面</w:t>
      </w:r>
      <w:proofErr w:type="gramEnd"/>
      <w:r w:rsidRPr="001D2EB6">
        <w:rPr>
          <w:rFonts w:ascii="宋体" w:eastAsia="宋体" w:hAnsi="宋体" w:hint="eastAsia"/>
        </w:rPr>
        <w:t>，</w:t>
      </w:r>
      <w:r w:rsidRPr="001D2EB6">
        <w:rPr>
          <w:rFonts w:ascii="宋体" w:eastAsia="宋体" w:hAnsi="宋体"/>
        </w:rPr>
        <w:t>防止</w:t>
      </w:r>
      <w:r w:rsidRPr="001D2EB6">
        <w:rPr>
          <w:rFonts w:ascii="宋体" w:eastAsia="宋体" w:hAnsi="宋体" w:hint="eastAsia"/>
        </w:rPr>
        <w:t>（</w:t>
      </w:r>
      <w:r w:rsidRPr="001D2EB6">
        <w:rPr>
          <w:rFonts w:ascii="宋体" w:eastAsia="宋体" w:hAnsi="宋体"/>
        </w:rPr>
        <w:t>胶包</w:t>
      </w:r>
      <w:r w:rsidRPr="001D2EB6">
        <w:rPr>
          <w:rFonts w:ascii="宋体" w:eastAsia="宋体" w:hAnsi="宋体" w:hint="eastAsia"/>
        </w:rPr>
        <w:t>）与</w:t>
      </w:r>
      <w:r w:rsidRPr="001D2EB6">
        <w:rPr>
          <w:rFonts w:ascii="宋体" w:eastAsia="宋体" w:hAnsi="宋体"/>
        </w:rPr>
        <w:t>其</w:t>
      </w:r>
      <w:r w:rsidRPr="001D2EB6">
        <w:rPr>
          <w:rFonts w:ascii="宋体" w:eastAsia="宋体" w:hAnsi="宋体" w:hint="eastAsia"/>
        </w:rPr>
        <w:t>它物质</w:t>
      </w:r>
      <w:r w:rsidRPr="001D2EB6">
        <w:rPr>
          <w:rFonts w:ascii="宋体" w:eastAsia="宋体" w:hAnsi="宋体"/>
        </w:rPr>
        <w:t>表面</w:t>
      </w:r>
      <w:r w:rsidRPr="001D2EB6">
        <w:rPr>
          <w:rFonts w:ascii="宋体" w:eastAsia="宋体" w:hAnsi="宋体" w:hint="eastAsia"/>
        </w:rPr>
        <w:t>粘</w:t>
      </w:r>
      <w:r w:rsidRPr="001D2EB6">
        <w:rPr>
          <w:rFonts w:ascii="宋体" w:eastAsia="宋体" w:hAnsi="宋体"/>
        </w:rPr>
        <w:t>附</w:t>
      </w:r>
      <w:r w:rsidRPr="001D2EB6">
        <w:rPr>
          <w:rFonts w:ascii="宋体" w:eastAsia="宋体" w:hAnsi="宋体" w:hint="eastAsia"/>
        </w:rPr>
        <w:t>，并有利于</w:t>
      </w:r>
      <w:r w:rsidRPr="001D2EB6">
        <w:rPr>
          <w:rFonts w:ascii="宋体" w:eastAsia="宋体" w:hAnsi="宋体"/>
        </w:rPr>
        <w:t>标志</w:t>
      </w:r>
      <w:r w:rsidRPr="001D2EB6">
        <w:rPr>
          <w:rFonts w:ascii="宋体" w:eastAsia="宋体" w:hAnsi="宋体" w:hint="eastAsia"/>
        </w:rPr>
        <w:t>的涂层。</w:t>
      </w:r>
    </w:p>
    <w:p w14:paraId="561A7861" w14:textId="77777777" w:rsidR="00251890" w:rsidRPr="00251890" w:rsidRDefault="00251890" w:rsidP="000664BD">
      <w:pPr>
        <w:pStyle w:val="afffffffffff9"/>
        <w:ind w:left="420" w:hangingChars="200" w:hanging="420"/>
        <w:rPr>
          <w:rFonts w:ascii="黑体" w:eastAsia="黑体" w:hAnsi="黑体"/>
          <w:b/>
          <w:sz w:val="18"/>
          <w:szCs w:val="18"/>
        </w:rPr>
      </w:pPr>
      <w:r w:rsidRPr="00251890">
        <w:rPr>
          <w:rFonts w:ascii="黑体" w:eastAsia="黑体" w:hAnsi="黑体"/>
        </w:rPr>
        <w:br/>
      </w:r>
      <w:r w:rsidRPr="00251890">
        <w:rPr>
          <w:rFonts w:ascii="黑体" w:eastAsia="黑体" w:hAnsi="黑体" w:hint="eastAsia"/>
          <w:szCs w:val="21"/>
        </w:rPr>
        <w:t>隔离粉</w:t>
      </w:r>
      <w:r w:rsidRPr="00251890">
        <w:rPr>
          <w:rFonts w:ascii="黑体" w:eastAsia="黑体" w:hAnsi="黑体"/>
        </w:rPr>
        <w:t xml:space="preserve">  partitioning powder</w:t>
      </w:r>
    </w:p>
    <w:p w14:paraId="5089074A" w14:textId="77777777" w:rsidR="00C645D3" w:rsidRPr="001D2EB6" w:rsidRDefault="00C645D3" w:rsidP="00C645D3">
      <w:pPr>
        <w:pStyle w:val="Char1"/>
        <w:ind w:firstLineChars="192" w:firstLine="403"/>
      </w:pPr>
      <w:r w:rsidRPr="001D2EB6">
        <w:rPr>
          <w:rFonts w:hint="eastAsia"/>
        </w:rPr>
        <w:t>能防止橡胶或橡胶制品互相粘着或与其它物品粘着的粉末。</w:t>
      </w:r>
    </w:p>
    <w:p w14:paraId="33E98ADC"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proofErr w:type="gramStart"/>
      <w:r w:rsidRPr="001D2EB6">
        <w:rPr>
          <w:rFonts w:ascii="黑体" w:eastAsia="黑体" w:hAnsi="黑体" w:hint="eastAsia"/>
        </w:rPr>
        <w:t>胶包标志</w:t>
      </w:r>
      <w:proofErr w:type="gramEnd"/>
      <w:r w:rsidRPr="001D2EB6">
        <w:rPr>
          <w:rFonts w:ascii="黑体" w:eastAsia="黑体" w:hAnsi="黑体" w:hint="eastAsia"/>
        </w:rPr>
        <w:t xml:space="preserve"> </w:t>
      </w:r>
      <w:r w:rsidRPr="001D2EB6">
        <w:rPr>
          <w:rFonts w:ascii="黑体" w:eastAsia="黑体" w:hAnsi="黑体"/>
        </w:rPr>
        <w:t xml:space="preserve"> bale marking</w:t>
      </w:r>
    </w:p>
    <w:p w14:paraId="2180DFC2" w14:textId="77777777" w:rsidR="00C645D3" w:rsidRPr="001D2EB6" w:rsidRDefault="00C645D3" w:rsidP="00C645D3">
      <w:pPr>
        <w:pStyle w:val="affffffffffff7"/>
        <w:ind w:firstLineChars="200" w:firstLine="420"/>
        <w:rPr>
          <w:rFonts w:eastAsia="宋体"/>
        </w:rPr>
      </w:pPr>
      <w:r w:rsidRPr="001D2EB6">
        <w:rPr>
          <w:rFonts w:eastAsia="宋体"/>
        </w:rPr>
        <w:t>涂</w:t>
      </w:r>
      <w:proofErr w:type="gramStart"/>
      <w:r w:rsidRPr="001D2EB6">
        <w:rPr>
          <w:rFonts w:eastAsia="宋体"/>
        </w:rPr>
        <w:t>印在胶包表面</w:t>
      </w:r>
      <w:proofErr w:type="gramEnd"/>
      <w:r w:rsidRPr="001D2EB6">
        <w:rPr>
          <w:rFonts w:eastAsia="宋体" w:hint="eastAsia"/>
        </w:rPr>
        <w:t>的</w:t>
      </w:r>
      <w:r w:rsidRPr="001D2EB6">
        <w:rPr>
          <w:rFonts w:eastAsia="宋体"/>
        </w:rPr>
        <w:t>有关</w:t>
      </w:r>
      <w:r w:rsidRPr="001D2EB6">
        <w:rPr>
          <w:rFonts w:eastAsia="宋体" w:hint="eastAsia"/>
        </w:rPr>
        <w:t>级别</w:t>
      </w:r>
      <w:r w:rsidRPr="001D2EB6">
        <w:rPr>
          <w:rFonts w:eastAsia="宋体" w:hint="eastAsia"/>
        </w:rPr>
        <w:t>/</w:t>
      </w:r>
      <w:r w:rsidRPr="001D2EB6">
        <w:rPr>
          <w:rFonts w:eastAsia="宋体" w:hint="eastAsia"/>
        </w:rPr>
        <w:t>代号</w:t>
      </w:r>
      <w:r w:rsidRPr="001D2EB6">
        <w:rPr>
          <w:rFonts w:eastAsia="宋体"/>
        </w:rPr>
        <w:t>、</w:t>
      </w:r>
      <w:r w:rsidRPr="001D2EB6">
        <w:rPr>
          <w:rFonts w:eastAsia="宋体" w:hint="eastAsia"/>
        </w:rPr>
        <w:t>名称</w:t>
      </w:r>
      <w:r w:rsidRPr="001D2EB6">
        <w:rPr>
          <w:rFonts w:eastAsia="宋体"/>
        </w:rPr>
        <w:t>、重量、</w:t>
      </w:r>
      <w:r w:rsidRPr="001D2EB6">
        <w:rPr>
          <w:rFonts w:eastAsia="宋体" w:hint="eastAsia"/>
        </w:rPr>
        <w:t>生产</w:t>
      </w:r>
      <w:r w:rsidRPr="001D2EB6">
        <w:rPr>
          <w:rFonts w:eastAsia="宋体"/>
        </w:rPr>
        <w:t>厂名和生产日期等标志。</w:t>
      </w:r>
    </w:p>
    <w:p w14:paraId="6814D40A"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麻布</w:t>
      </w:r>
      <w:proofErr w:type="gramStart"/>
      <w:r w:rsidRPr="001D2EB6">
        <w:rPr>
          <w:rFonts w:ascii="黑体" w:eastAsia="黑体" w:hAnsi="黑体" w:hint="eastAsia"/>
        </w:rPr>
        <w:t>包装胶包</w:t>
      </w:r>
      <w:proofErr w:type="gramEnd"/>
      <w:r w:rsidRPr="001D2EB6">
        <w:rPr>
          <w:rFonts w:ascii="黑体" w:eastAsia="黑体" w:hAnsi="黑体"/>
        </w:rPr>
        <w:t xml:space="preserve">  burlap wrapped bale</w:t>
      </w:r>
    </w:p>
    <w:p w14:paraId="0217772D" w14:textId="77777777" w:rsidR="00C645D3" w:rsidRPr="001D2EB6" w:rsidRDefault="00C645D3" w:rsidP="00C645D3">
      <w:pPr>
        <w:pStyle w:val="affffffffffff7"/>
        <w:ind w:firstLineChars="200" w:firstLine="420"/>
        <w:rPr>
          <w:rFonts w:eastAsia="宋体"/>
        </w:rPr>
      </w:pPr>
      <w:r w:rsidRPr="001D2EB6">
        <w:rPr>
          <w:rFonts w:eastAsia="宋体"/>
        </w:rPr>
        <w:t>国际上通用</w:t>
      </w:r>
      <w:r w:rsidRPr="001D2EB6">
        <w:rPr>
          <w:rFonts w:eastAsia="宋体" w:hint="eastAsia"/>
        </w:rPr>
        <w:t>的</w:t>
      </w:r>
      <w:r w:rsidRPr="001D2EB6">
        <w:rPr>
          <w:rFonts w:eastAsia="宋体"/>
        </w:rPr>
        <w:t>麻布包捆</w:t>
      </w:r>
      <w:proofErr w:type="gramStart"/>
      <w:r w:rsidRPr="001D2EB6">
        <w:rPr>
          <w:rFonts w:eastAsia="宋体"/>
        </w:rPr>
        <w:t>绉</w:t>
      </w:r>
      <w:proofErr w:type="gramEnd"/>
      <w:r w:rsidRPr="001D2EB6">
        <w:rPr>
          <w:rFonts w:eastAsia="宋体"/>
        </w:rPr>
        <w:t>胶片的胶包。</w:t>
      </w:r>
    </w:p>
    <w:p w14:paraId="5943B045" w14:textId="77777777" w:rsidR="00C645D3" w:rsidRPr="00EC6868" w:rsidRDefault="00C645D3" w:rsidP="00C645D3">
      <w:pPr>
        <w:pStyle w:val="afffffffffff9"/>
        <w:ind w:left="420" w:hangingChars="200" w:hanging="420"/>
        <w:rPr>
          <w:rFonts w:ascii="黑体" w:eastAsia="黑体" w:hAnsi="黑体"/>
        </w:rPr>
      </w:pPr>
      <w:r w:rsidRPr="001D2EB6">
        <w:rPr>
          <w:rFonts w:ascii="黑体" w:eastAsia="黑体" w:hAnsi="黑体"/>
        </w:rPr>
        <w:br/>
      </w:r>
      <w:r w:rsidRPr="00EC6868">
        <w:rPr>
          <w:rFonts w:ascii="黑体" w:eastAsia="黑体" w:hAnsi="黑体" w:hint="eastAsia"/>
        </w:rPr>
        <w:t>聚乙烯薄膜包装</w:t>
      </w:r>
      <w:r w:rsidRPr="00EC6868">
        <w:rPr>
          <w:rFonts w:ascii="黑体" w:eastAsia="黑体" w:hAnsi="黑体"/>
        </w:rPr>
        <w:t xml:space="preserve">  polythene wrapping</w:t>
      </w:r>
    </w:p>
    <w:p w14:paraId="14CE2661" w14:textId="77777777" w:rsidR="00C645D3" w:rsidRPr="001D2EB6" w:rsidRDefault="00C645D3" w:rsidP="00C645D3">
      <w:pPr>
        <w:pStyle w:val="affffffffffff7"/>
        <w:ind w:firstLineChars="200" w:firstLine="420"/>
        <w:rPr>
          <w:rFonts w:eastAsia="宋体"/>
        </w:rPr>
      </w:pPr>
      <w:r w:rsidRPr="001D2EB6">
        <w:rPr>
          <w:rFonts w:eastAsia="宋体"/>
        </w:rPr>
        <w:t>使用厚度为</w:t>
      </w:r>
      <w:r w:rsidRPr="001D2EB6">
        <w:rPr>
          <w:rFonts w:eastAsia="宋体" w:hint="eastAsia"/>
        </w:rPr>
        <w:t>30</w:t>
      </w:r>
      <w:r w:rsidRPr="001D2EB6">
        <w:rPr>
          <w:rFonts w:eastAsia="宋体"/>
        </w:rPr>
        <w:t>μ</w:t>
      </w:r>
      <w:r w:rsidRPr="001D2EB6">
        <w:rPr>
          <w:rFonts w:ascii="宋体" w:eastAsia="宋体" w:hAnsi="宋体"/>
        </w:rPr>
        <w:t>m</w:t>
      </w:r>
      <w:r w:rsidRPr="001D2EB6">
        <w:rPr>
          <w:rFonts w:ascii="宋体" w:eastAsia="宋体" w:hAnsi="宋体" w:hint="eastAsia"/>
        </w:rPr>
        <w:t>～50</w:t>
      </w:r>
      <w:r w:rsidRPr="001D2EB6">
        <w:rPr>
          <w:rFonts w:eastAsia="宋体"/>
        </w:rPr>
        <w:t>μm</w:t>
      </w:r>
      <w:r w:rsidRPr="001D2EB6">
        <w:rPr>
          <w:rFonts w:eastAsia="宋体"/>
        </w:rPr>
        <w:t>，</w:t>
      </w:r>
      <w:proofErr w:type="gramStart"/>
      <w:r w:rsidRPr="001D2EB6">
        <w:rPr>
          <w:rFonts w:eastAsia="宋体" w:hint="eastAsia"/>
        </w:rPr>
        <w:t>维卡耐热</w:t>
      </w:r>
      <w:proofErr w:type="gramEnd"/>
      <w:r w:rsidRPr="001D2EB6">
        <w:rPr>
          <w:rFonts w:eastAsia="宋体" w:hint="eastAsia"/>
        </w:rPr>
        <w:t>度在</w:t>
      </w:r>
      <w:r w:rsidRPr="001D2EB6">
        <w:rPr>
          <w:rFonts w:eastAsia="宋体" w:hint="eastAsia"/>
        </w:rPr>
        <w:t>95</w:t>
      </w:r>
      <w:r w:rsidRPr="001D2EB6">
        <w:rPr>
          <w:rFonts w:ascii="宋体" w:eastAsia="宋体" w:hAnsi="宋体"/>
        </w:rPr>
        <w:t>℃</w:t>
      </w:r>
      <w:r w:rsidRPr="001D2EB6">
        <w:rPr>
          <w:rFonts w:ascii="宋体" w:eastAsia="宋体" w:hAnsi="宋体" w:hint="eastAsia"/>
        </w:rPr>
        <w:t>以下</w:t>
      </w:r>
      <w:r w:rsidRPr="001D2EB6">
        <w:rPr>
          <w:rFonts w:eastAsia="宋体"/>
        </w:rPr>
        <w:t>的聚乙烯薄膜包装块状胶的方法。</w:t>
      </w:r>
    </w:p>
    <w:p w14:paraId="43A32384" w14:textId="77777777" w:rsidR="00C645D3" w:rsidRPr="00583445" w:rsidRDefault="00C645D3" w:rsidP="00C645D3">
      <w:pPr>
        <w:pStyle w:val="afffffffffff9"/>
        <w:ind w:left="420" w:hangingChars="200" w:hanging="420"/>
        <w:rPr>
          <w:rFonts w:ascii="黑体" w:eastAsia="黑体" w:hAnsi="黑体"/>
        </w:rPr>
      </w:pPr>
      <w:r w:rsidRPr="001D2EB6">
        <w:rPr>
          <w:rFonts w:ascii="黑体" w:eastAsia="黑体" w:hAnsi="黑体"/>
        </w:rPr>
        <w:br/>
      </w:r>
      <w:r w:rsidRPr="00583445">
        <w:rPr>
          <w:rFonts w:ascii="黑体" w:eastAsia="黑体" w:hAnsi="黑体" w:hint="eastAsia"/>
        </w:rPr>
        <w:t>板条箱  pallet</w:t>
      </w:r>
    </w:p>
    <w:p w14:paraId="64965558"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用木板条</w:t>
      </w:r>
      <w:proofErr w:type="gramStart"/>
      <w:r w:rsidRPr="001D2EB6">
        <w:rPr>
          <w:rFonts w:ascii="宋体" w:eastAsia="宋体" w:hAnsi="宋体"/>
        </w:rPr>
        <w:t>装钉</w:t>
      </w:r>
      <w:proofErr w:type="gramEnd"/>
      <w:r w:rsidRPr="001D2EB6">
        <w:rPr>
          <w:rFonts w:ascii="宋体" w:eastAsia="宋体" w:hAnsi="宋体"/>
        </w:rPr>
        <w:t>成</w:t>
      </w:r>
      <w:r w:rsidRPr="001D2EB6">
        <w:rPr>
          <w:rFonts w:ascii="宋体" w:eastAsia="宋体" w:hAnsi="宋体" w:hint="eastAsia"/>
        </w:rPr>
        <w:t>的</w:t>
      </w:r>
      <w:r w:rsidRPr="001D2EB6">
        <w:rPr>
          <w:rFonts w:ascii="宋体" w:eastAsia="宋体" w:hAnsi="宋体"/>
        </w:rPr>
        <w:t>可装载1</w:t>
      </w:r>
      <w:r w:rsidRPr="001D2EB6">
        <w:rPr>
          <w:rFonts w:ascii="宋体" w:eastAsia="宋体" w:hAnsi="宋体" w:hint="eastAsia"/>
        </w:rPr>
        <w:t>t～</w:t>
      </w:r>
      <w:r w:rsidRPr="001D2EB6">
        <w:rPr>
          <w:rFonts w:ascii="宋体" w:eastAsia="宋体" w:hAnsi="宋体"/>
        </w:rPr>
        <w:t>1.2</w:t>
      </w:r>
      <w:r w:rsidRPr="001D2EB6">
        <w:rPr>
          <w:rFonts w:ascii="宋体" w:eastAsia="宋体" w:hAnsi="宋体" w:hint="eastAsia"/>
        </w:rPr>
        <w:t>t</w:t>
      </w:r>
      <w:r w:rsidRPr="001D2EB6">
        <w:rPr>
          <w:rFonts w:ascii="宋体" w:eastAsia="宋体" w:hAnsi="宋体"/>
        </w:rPr>
        <w:t>天然橡胶的</w:t>
      </w:r>
      <w:r w:rsidRPr="001D2EB6">
        <w:rPr>
          <w:rFonts w:ascii="宋体" w:eastAsia="宋体" w:hAnsi="宋体" w:hint="eastAsia"/>
        </w:rPr>
        <w:t>包</w:t>
      </w:r>
      <w:r w:rsidRPr="001D2EB6">
        <w:rPr>
          <w:rFonts w:ascii="宋体" w:eastAsia="宋体" w:hAnsi="宋体"/>
        </w:rPr>
        <w:t>装箱。</w:t>
      </w:r>
    </w:p>
    <w:p w14:paraId="7654FB5D"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0C7F66">
        <w:rPr>
          <w:rFonts w:ascii="黑体" w:eastAsia="黑体" w:hAnsi="黑体" w:hint="eastAsia"/>
        </w:rPr>
        <w:t>天然橡胶加工废水</w:t>
      </w:r>
      <w:r w:rsidRPr="001D2EB6">
        <w:rPr>
          <w:rFonts w:ascii="黑体" w:eastAsia="黑体" w:hAnsi="黑体" w:hint="eastAsia"/>
        </w:rPr>
        <w:t xml:space="preserve">  </w:t>
      </w:r>
      <w:r w:rsidRPr="00D361AD">
        <w:rPr>
          <w:rFonts w:ascii="黑体" w:eastAsia="黑体" w:hAnsi="黑体" w:hint="eastAsia"/>
        </w:rPr>
        <w:t>waste</w:t>
      </w:r>
      <w:r w:rsidR="00F82D73" w:rsidRPr="00D361AD">
        <w:rPr>
          <w:rFonts w:ascii="黑体" w:eastAsia="黑体" w:hAnsi="黑体" w:hint="eastAsia"/>
        </w:rPr>
        <w:t xml:space="preserve"> </w:t>
      </w:r>
      <w:r w:rsidRPr="00D361AD">
        <w:rPr>
          <w:rFonts w:ascii="黑体" w:eastAsia="黑体" w:hAnsi="黑体" w:hint="eastAsia"/>
        </w:rPr>
        <w:t xml:space="preserve">water </w:t>
      </w:r>
      <w:r w:rsidR="00F82D73" w:rsidRPr="00D361AD">
        <w:rPr>
          <w:rFonts w:ascii="黑体" w:eastAsia="黑体" w:hAnsi="黑体" w:hint="eastAsia"/>
        </w:rPr>
        <w:t xml:space="preserve">from </w:t>
      </w:r>
      <w:r w:rsidRPr="00D361AD">
        <w:rPr>
          <w:rFonts w:ascii="黑体" w:eastAsia="黑体" w:hAnsi="黑体" w:hint="eastAsia"/>
        </w:rPr>
        <w:t>natural rubber processing</w:t>
      </w:r>
    </w:p>
    <w:p w14:paraId="353C1C4B"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以天然胶乳或胶园凝胶为原料生产天然生胶，以及以天然胶乳为原料生产浓缩天然胶乳</w:t>
      </w:r>
      <w:proofErr w:type="gramStart"/>
      <w:r w:rsidRPr="001D2EB6">
        <w:rPr>
          <w:rFonts w:ascii="宋体" w:eastAsia="宋体" w:hAnsi="宋体" w:hint="eastAsia"/>
        </w:rPr>
        <w:t>和胶清橡胶</w:t>
      </w:r>
      <w:proofErr w:type="gramEnd"/>
      <w:r w:rsidRPr="001D2EB6">
        <w:rPr>
          <w:rFonts w:ascii="宋体" w:eastAsia="宋体" w:hAnsi="宋体" w:hint="eastAsia"/>
        </w:rPr>
        <w:t>所排放的废水</w:t>
      </w:r>
      <w:r w:rsidRPr="001D2EB6">
        <w:rPr>
          <w:rFonts w:ascii="宋体" w:eastAsia="宋体" w:hAnsi="宋体"/>
        </w:rPr>
        <w:t>。</w:t>
      </w:r>
    </w:p>
    <w:p w14:paraId="5E162650" w14:textId="77777777" w:rsidR="00C645D3" w:rsidRPr="00D361AD" w:rsidRDefault="00C645D3" w:rsidP="00C645D3">
      <w:pPr>
        <w:pStyle w:val="afff0"/>
        <w:spacing w:before="312" w:after="312"/>
      </w:pPr>
      <w:r w:rsidRPr="001D2EB6">
        <w:rPr>
          <w:rFonts w:hint="eastAsia"/>
        </w:rPr>
        <w:t xml:space="preserve"> </w:t>
      </w:r>
      <w:bookmarkStart w:id="65" w:name="_Toc98757028"/>
      <w:bookmarkStart w:id="66" w:name="_Toc108098948"/>
      <w:bookmarkStart w:id="67" w:name="_Toc108107359"/>
      <w:r w:rsidR="0001641A" w:rsidRPr="00D361AD">
        <w:rPr>
          <w:rFonts w:hint="eastAsia"/>
        </w:rPr>
        <w:t>生胶的应用</w:t>
      </w:r>
      <w:bookmarkEnd w:id="65"/>
      <w:bookmarkEnd w:id="66"/>
      <w:bookmarkEnd w:id="67"/>
    </w:p>
    <w:p w14:paraId="12C8A654"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 xml:space="preserve">批 </w:t>
      </w:r>
      <w:r w:rsidRPr="001D2EB6">
        <w:rPr>
          <w:rFonts w:ascii="黑体" w:eastAsia="黑体" w:hAnsi="黑体"/>
        </w:rPr>
        <w:t xml:space="preserve"> batch</w:t>
      </w:r>
    </w:p>
    <w:p w14:paraId="36A1A122" w14:textId="77777777" w:rsidR="00C645D3" w:rsidRPr="001D2EB6" w:rsidRDefault="00C645D3" w:rsidP="00C645D3">
      <w:pPr>
        <w:pStyle w:val="affffffffffff7"/>
        <w:ind w:firstLineChars="200" w:firstLine="420"/>
        <w:rPr>
          <w:rFonts w:eastAsia="宋体"/>
        </w:rPr>
      </w:pPr>
      <w:r w:rsidRPr="001D2EB6">
        <w:rPr>
          <w:rFonts w:eastAsia="宋体"/>
        </w:rPr>
        <w:t>经过一套加工（流程）得到的产品。</w:t>
      </w:r>
    </w:p>
    <w:p w14:paraId="71AF6D2A"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工艺性能</w:t>
      </w:r>
      <w:r w:rsidRPr="001D2EB6">
        <w:rPr>
          <w:rFonts w:ascii="黑体" w:eastAsia="黑体" w:hAnsi="黑体"/>
        </w:rPr>
        <w:t xml:space="preserve">  technical pro</w:t>
      </w:r>
      <w:r w:rsidRPr="001D2EB6">
        <w:rPr>
          <w:rFonts w:ascii="黑体" w:eastAsia="黑体" w:hAnsi="黑体" w:hint="eastAsia"/>
        </w:rPr>
        <w:t>perties</w:t>
      </w:r>
    </w:p>
    <w:p w14:paraId="71FBDFF6"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操作性能</w:t>
      </w:r>
    </w:p>
    <w:p w14:paraId="66CBDC5F" w14:textId="77777777" w:rsidR="00C645D3" w:rsidRPr="001D2EB6" w:rsidRDefault="00C645D3" w:rsidP="00C645D3">
      <w:pPr>
        <w:pStyle w:val="affffffffffff7"/>
        <w:ind w:firstLineChars="200" w:firstLine="420"/>
        <w:rPr>
          <w:rFonts w:eastAsia="宋体"/>
        </w:rPr>
      </w:pPr>
      <w:r w:rsidRPr="001D2EB6">
        <w:rPr>
          <w:rFonts w:eastAsia="宋体"/>
        </w:rPr>
        <w:t>与制品生产工艺有关的各种性能。</w:t>
      </w:r>
    </w:p>
    <w:p w14:paraId="35D21A07"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 xml:space="preserve">加工性能 </w:t>
      </w:r>
      <w:r w:rsidRPr="001D2EB6">
        <w:rPr>
          <w:rFonts w:ascii="黑体" w:eastAsia="黑体" w:hAnsi="黑体"/>
        </w:rPr>
        <w:t xml:space="preserve"> process</w:t>
      </w:r>
      <w:r w:rsidRPr="001D2EB6">
        <w:rPr>
          <w:rFonts w:ascii="黑体" w:eastAsia="黑体" w:hAnsi="黑体" w:hint="eastAsia"/>
        </w:rPr>
        <w:t>i</w:t>
      </w:r>
      <w:r w:rsidRPr="001D2EB6">
        <w:rPr>
          <w:rFonts w:ascii="黑体" w:eastAsia="黑体" w:hAnsi="黑体"/>
        </w:rPr>
        <w:t>bility</w:t>
      </w:r>
    </w:p>
    <w:p w14:paraId="583D5F80"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采用橡胶加工机械设备加工生橡胶或配合橡胶时，生橡胶或配合橡胶表现出的相对难易程度。</w:t>
      </w:r>
    </w:p>
    <w:p w14:paraId="45858CFD" w14:textId="77777777" w:rsidR="00FB78CE" w:rsidRPr="00FB78CE" w:rsidRDefault="00FB78CE" w:rsidP="00FB78CE">
      <w:pPr>
        <w:pStyle w:val="Char1"/>
        <w:ind w:firstLine="360"/>
      </w:pPr>
      <w:r w:rsidRPr="00FB78CE">
        <w:rPr>
          <w:rFonts w:ascii="仿宋_GB2312" w:eastAsia="仿宋_GB2312" w:hint="eastAsia"/>
          <w:sz w:val="18"/>
          <w:szCs w:val="18"/>
        </w:rPr>
        <w:t>[</w:t>
      </w:r>
      <w:r w:rsidR="007F7975">
        <w:rPr>
          <w:rFonts w:ascii="仿宋_GB2312" w:eastAsia="仿宋_GB2312" w:hint="eastAsia"/>
          <w:sz w:val="18"/>
          <w:szCs w:val="18"/>
        </w:rPr>
        <w:t>来源：</w:t>
      </w:r>
      <w:r w:rsidRPr="00FB78CE">
        <w:rPr>
          <w:rFonts w:ascii="仿宋_GB2312" w:eastAsia="仿宋_GB2312" w:hint="eastAsia"/>
          <w:sz w:val="18"/>
          <w:szCs w:val="18"/>
        </w:rPr>
        <w:t>GB/T 9881-2008，</w:t>
      </w:r>
      <w:r w:rsidR="00600803">
        <w:rPr>
          <w:rFonts w:ascii="仿宋_GB2312" w:eastAsia="仿宋_GB2312" w:hint="eastAsia"/>
          <w:sz w:val="18"/>
          <w:szCs w:val="18"/>
        </w:rPr>
        <w:t>2.325，有修改</w:t>
      </w:r>
      <w:r w:rsidRPr="00FB78CE">
        <w:rPr>
          <w:rFonts w:ascii="仿宋_GB2312" w:eastAsia="仿宋_GB2312" w:hint="eastAsia"/>
          <w:sz w:val="18"/>
          <w:szCs w:val="18"/>
        </w:rPr>
        <w:t>]</w:t>
      </w:r>
    </w:p>
    <w:p w14:paraId="2F7E976F"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lastRenderedPageBreak/>
        <w:br/>
      </w:r>
      <w:r w:rsidRPr="001D2EB6">
        <w:rPr>
          <w:rFonts w:ascii="黑体" w:eastAsia="黑体" w:hAnsi="黑体" w:hint="eastAsia"/>
        </w:rPr>
        <w:t>配方</w:t>
      </w:r>
      <w:r w:rsidRPr="001D2EB6">
        <w:rPr>
          <w:rFonts w:ascii="黑体" w:eastAsia="黑体" w:hAnsi="黑体"/>
        </w:rPr>
        <w:t xml:space="preserve"> </w:t>
      </w:r>
      <w:r w:rsidRPr="001D2EB6">
        <w:rPr>
          <w:rFonts w:ascii="黑体" w:eastAsia="黑体" w:hAnsi="黑体" w:hint="eastAsia"/>
        </w:rPr>
        <w:t xml:space="preserve"> </w:t>
      </w:r>
      <w:r w:rsidRPr="001D2EB6">
        <w:rPr>
          <w:rFonts w:ascii="黑体" w:eastAsia="黑体" w:hAnsi="黑体"/>
        </w:rPr>
        <w:t>formulation</w:t>
      </w:r>
    </w:p>
    <w:p w14:paraId="268448C7" w14:textId="77777777" w:rsidR="00C645D3" w:rsidRPr="001D2EB6" w:rsidRDefault="00C645D3" w:rsidP="00C645D3">
      <w:pPr>
        <w:pStyle w:val="affffffffffff7"/>
        <w:ind w:firstLineChars="200" w:firstLine="420"/>
        <w:rPr>
          <w:rFonts w:eastAsia="宋体"/>
        </w:rPr>
      </w:pPr>
      <w:r w:rsidRPr="001D2EB6">
        <w:rPr>
          <w:rFonts w:eastAsia="宋体"/>
        </w:rPr>
        <w:t>制备混炼胶（或配合胶乳）所使用的配合</w:t>
      </w:r>
      <w:proofErr w:type="gramStart"/>
      <w:r w:rsidRPr="001D2EB6">
        <w:rPr>
          <w:rFonts w:eastAsia="宋体"/>
        </w:rPr>
        <w:t>剂及其</w:t>
      </w:r>
      <w:proofErr w:type="gramEnd"/>
      <w:r w:rsidRPr="001D2EB6">
        <w:rPr>
          <w:rFonts w:eastAsia="宋体" w:hint="eastAsia"/>
        </w:rPr>
        <w:t>用量</w:t>
      </w:r>
      <w:r w:rsidRPr="001D2EB6">
        <w:rPr>
          <w:rFonts w:eastAsia="宋体"/>
        </w:rPr>
        <w:t>的一览表。</w:t>
      </w:r>
    </w:p>
    <w:p w14:paraId="3BE8D0C3" w14:textId="77777777" w:rsidR="0033343D" w:rsidRPr="00681C8C" w:rsidRDefault="0033343D" w:rsidP="0033343D">
      <w:pPr>
        <w:pStyle w:val="afffffffffff9"/>
        <w:ind w:left="420" w:hangingChars="200" w:hanging="420"/>
        <w:rPr>
          <w:rFonts w:ascii="黑体" w:eastAsia="黑体" w:hAnsi="黑体"/>
        </w:rPr>
      </w:pPr>
      <w:r w:rsidRPr="001D2EB6">
        <w:rPr>
          <w:rFonts w:ascii="黑体" w:eastAsia="黑体" w:hAnsi="黑体"/>
        </w:rPr>
        <w:br/>
      </w:r>
      <w:r w:rsidRPr="00681C8C">
        <w:rPr>
          <w:rFonts w:ascii="黑体" w:eastAsia="黑体" w:hAnsi="黑体" w:hint="eastAsia"/>
          <w:szCs w:val="21"/>
        </w:rPr>
        <w:t>硫化体系</w:t>
      </w:r>
      <w:r w:rsidRPr="00681C8C">
        <w:rPr>
          <w:rFonts w:ascii="黑体" w:eastAsia="黑体" w:hAnsi="黑体"/>
        </w:rPr>
        <w:t xml:space="preserve"> </w:t>
      </w:r>
      <w:r w:rsidRPr="00681C8C">
        <w:rPr>
          <w:rFonts w:ascii="黑体" w:eastAsia="黑体" w:hAnsi="黑体" w:hint="eastAsia"/>
        </w:rPr>
        <w:t xml:space="preserve"> </w:t>
      </w:r>
      <w:r w:rsidRPr="00681C8C">
        <w:rPr>
          <w:rFonts w:ascii="黑体" w:eastAsia="黑体" w:hAnsi="黑体" w:hint="eastAsia"/>
          <w:szCs w:val="21"/>
        </w:rPr>
        <w:t>vulcanizing system</w:t>
      </w:r>
      <w:r w:rsidRPr="00681C8C">
        <w:rPr>
          <w:rFonts w:ascii="黑体" w:eastAsia="黑体" w:hAnsi="黑体"/>
        </w:rPr>
        <w:t xml:space="preserve"> </w:t>
      </w:r>
    </w:p>
    <w:p w14:paraId="6D9D93D7" w14:textId="77777777" w:rsidR="006A3053" w:rsidRPr="00EC3A7B" w:rsidRDefault="0033343D" w:rsidP="00EC3A7B">
      <w:pPr>
        <w:pStyle w:val="affffffffffff7"/>
        <w:ind w:firstLineChars="200" w:firstLine="420"/>
        <w:rPr>
          <w:rFonts w:ascii="宋体" w:eastAsia="宋体" w:hAnsi="宋体"/>
        </w:rPr>
      </w:pPr>
      <w:r w:rsidRPr="00681C8C">
        <w:rPr>
          <w:rFonts w:ascii="宋体" w:eastAsia="宋体" w:hAnsi="宋体" w:hint="eastAsia"/>
        </w:rPr>
        <w:t>用于生胶硫化所需的硫化特性和</w:t>
      </w:r>
      <w:proofErr w:type="gramStart"/>
      <w:r w:rsidRPr="00681C8C">
        <w:rPr>
          <w:rFonts w:ascii="宋体" w:eastAsia="宋体" w:hAnsi="宋体" w:hint="eastAsia"/>
        </w:rPr>
        <w:t>硫化性</w:t>
      </w:r>
      <w:proofErr w:type="gramEnd"/>
      <w:r w:rsidRPr="00681C8C">
        <w:rPr>
          <w:rFonts w:ascii="宋体" w:eastAsia="宋体" w:hAnsi="宋体" w:hint="eastAsia"/>
        </w:rPr>
        <w:t>能的硫化剂、活化剂、促进剂、</w:t>
      </w:r>
      <w:r w:rsidR="00EC3A7B" w:rsidRPr="00681C8C">
        <w:rPr>
          <w:rFonts w:ascii="宋体" w:eastAsia="宋体" w:hAnsi="宋体" w:hint="eastAsia"/>
        </w:rPr>
        <w:t>防焦</w:t>
      </w:r>
      <w:r w:rsidRPr="00681C8C">
        <w:rPr>
          <w:rFonts w:ascii="宋体" w:eastAsia="宋体" w:hAnsi="宋体" w:hint="eastAsia"/>
        </w:rPr>
        <w:t>剂等的组合</w:t>
      </w:r>
      <w:r w:rsidRPr="00681C8C">
        <w:rPr>
          <w:rFonts w:ascii="宋体" w:eastAsia="宋体" w:hAnsi="宋体"/>
        </w:rPr>
        <w:t>。</w:t>
      </w:r>
    </w:p>
    <w:p w14:paraId="513D987D" w14:textId="77777777" w:rsidR="00C645D3" w:rsidRPr="00F12C6A"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 xml:space="preserve">有效硫化体系 </w:t>
      </w:r>
      <w:r w:rsidR="001C530A">
        <w:rPr>
          <w:rFonts w:ascii="黑体" w:eastAsia="黑体" w:hAnsi="黑体" w:hint="eastAsia"/>
        </w:rPr>
        <w:t xml:space="preserve"> </w:t>
      </w:r>
      <w:r w:rsidRPr="001D2EB6">
        <w:rPr>
          <w:rFonts w:ascii="黑体" w:eastAsia="黑体" w:hAnsi="黑体"/>
        </w:rPr>
        <w:t>efficient vulcanizing system</w:t>
      </w:r>
      <w:r w:rsidRPr="001D2EB6">
        <w:rPr>
          <w:rFonts w:ascii="黑体" w:eastAsia="黑体" w:hAnsi="黑体" w:hint="eastAsia"/>
        </w:rPr>
        <w:t>，</w:t>
      </w:r>
      <w:r w:rsidRPr="00F12C6A">
        <w:rPr>
          <w:rFonts w:ascii="黑体" w:eastAsia="黑体" w:hAnsi="黑体"/>
        </w:rPr>
        <w:t>EV system</w:t>
      </w:r>
    </w:p>
    <w:p w14:paraId="430FD724" w14:textId="77777777" w:rsidR="00C645D3" w:rsidRPr="001D2EB6" w:rsidRDefault="00C71786" w:rsidP="00C645D3">
      <w:pPr>
        <w:pStyle w:val="affffffffffff7"/>
        <w:ind w:firstLineChars="200" w:firstLine="420"/>
        <w:rPr>
          <w:rFonts w:eastAsia="宋体"/>
        </w:rPr>
      </w:pPr>
      <w:r>
        <w:rPr>
          <w:rFonts w:ascii="宋体" w:eastAsia="宋体" w:hAnsi="宋体" w:hint="eastAsia"/>
        </w:rPr>
        <w:t>&lt;二烯烃橡胶&gt;</w:t>
      </w:r>
      <w:r w:rsidR="00C645D3" w:rsidRPr="001D2EB6">
        <w:rPr>
          <w:rFonts w:eastAsia="宋体"/>
        </w:rPr>
        <w:t>用于二烯烃橡胶的硫化体系。该体系有效地利用</w:t>
      </w:r>
      <w:r w:rsidR="00467E83">
        <w:rPr>
          <w:rFonts w:eastAsia="宋体"/>
        </w:rPr>
        <w:t>硫磺</w:t>
      </w:r>
      <w:r w:rsidR="00C645D3" w:rsidRPr="001D2EB6">
        <w:rPr>
          <w:rFonts w:eastAsia="宋体"/>
        </w:rPr>
        <w:t>作为硫化剂，在</w:t>
      </w:r>
      <w:r w:rsidR="00C645D3" w:rsidRPr="001D2EB6">
        <w:rPr>
          <w:rFonts w:eastAsia="宋体" w:hint="eastAsia"/>
        </w:rPr>
        <w:t>正</w:t>
      </w:r>
      <w:r w:rsidR="00C645D3" w:rsidRPr="001D2EB6">
        <w:rPr>
          <w:rFonts w:eastAsia="宋体"/>
        </w:rPr>
        <w:t>硫化条件下，主要形成具有优异耐热性能</w:t>
      </w:r>
      <w:proofErr w:type="gramStart"/>
      <w:r w:rsidR="00C645D3" w:rsidRPr="001D2EB6">
        <w:rPr>
          <w:rFonts w:eastAsia="宋体"/>
        </w:rPr>
        <w:t>的单硫键</w:t>
      </w:r>
      <w:proofErr w:type="gramEnd"/>
      <w:r w:rsidR="00C645D3" w:rsidRPr="001D2EB6">
        <w:rPr>
          <w:rFonts w:eastAsia="宋体"/>
        </w:rPr>
        <w:t>网络。</w:t>
      </w:r>
    </w:p>
    <w:p w14:paraId="51BD50DA" w14:textId="77777777" w:rsidR="00FB78CE" w:rsidRPr="00681C8C" w:rsidRDefault="00C645D3" w:rsidP="00EC3A7B">
      <w:pPr>
        <w:pStyle w:val="afff6"/>
        <w:ind w:firstLine="52"/>
      </w:pPr>
      <w:r w:rsidRPr="00681C8C">
        <w:t>EV体系是由</w:t>
      </w:r>
      <w:r w:rsidR="00467E83">
        <w:rPr>
          <w:rFonts w:hint="eastAsia"/>
        </w:rPr>
        <w:t>硫磺</w:t>
      </w:r>
      <w:r w:rsidRPr="00681C8C">
        <w:t>给予</w:t>
      </w:r>
      <w:r w:rsidRPr="00681C8C">
        <w:rPr>
          <w:rFonts w:hint="eastAsia"/>
        </w:rPr>
        <w:t>体</w:t>
      </w:r>
      <w:r w:rsidRPr="00681C8C">
        <w:t>，或低浓度元素硫，或</w:t>
      </w:r>
      <w:r w:rsidR="00467E83">
        <w:rPr>
          <w:rFonts w:hint="eastAsia"/>
        </w:rPr>
        <w:t>硫磺</w:t>
      </w:r>
      <w:r w:rsidRPr="00681C8C">
        <w:t>给予</w:t>
      </w:r>
      <w:r w:rsidRPr="00681C8C">
        <w:rPr>
          <w:rFonts w:hint="eastAsia"/>
        </w:rPr>
        <w:t>体与</w:t>
      </w:r>
      <w:r w:rsidRPr="00681C8C">
        <w:t>元素硫</w:t>
      </w:r>
      <w:r w:rsidRPr="00681C8C">
        <w:rPr>
          <w:rFonts w:hint="eastAsia"/>
        </w:rPr>
        <w:t>并用，再配合</w:t>
      </w:r>
      <w:r w:rsidRPr="00681C8C">
        <w:t>高浓度促进剂</w:t>
      </w:r>
      <w:r w:rsidRPr="00681C8C">
        <w:rPr>
          <w:rFonts w:hint="eastAsia"/>
        </w:rPr>
        <w:t>等</w:t>
      </w:r>
      <w:r w:rsidRPr="00681C8C">
        <w:t>组成。</w:t>
      </w:r>
    </w:p>
    <w:p w14:paraId="66D38DB0" w14:textId="77777777" w:rsidR="00FB78CE" w:rsidRPr="001D2EB6" w:rsidRDefault="00FB78CE" w:rsidP="00FB78CE">
      <w:pPr>
        <w:pStyle w:val="a5"/>
        <w:numPr>
          <w:ilvl w:val="0"/>
          <w:numId w:val="0"/>
        </w:numPr>
        <w:ind w:left="363"/>
      </w:pPr>
      <w:r w:rsidRPr="00FB78CE">
        <w:rPr>
          <w:rFonts w:ascii="仿宋_GB2312" w:eastAsia="仿宋_GB2312" w:hint="eastAsia"/>
        </w:rPr>
        <w:t>[</w:t>
      </w:r>
      <w:r w:rsidR="00C71786">
        <w:rPr>
          <w:rFonts w:ascii="仿宋_GB2312" w:eastAsia="仿宋_GB2312" w:hint="eastAsia"/>
        </w:rPr>
        <w:t>来源：</w:t>
      </w:r>
      <w:r w:rsidRPr="00FB78CE">
        <w:rPr>
          <w:rFonts w:ascii="仿宋_GB2312" w:eastAsia="仿宋_GB2312" w:hint="eastAsia"/>
        </w:rPr>
        <w:t>GB/T 9881-2008</w:t>
      </w:r>
      <w:r w:rsidR="00600803">
        <w:rPr>
          <w:rFonts w:ascii="仿宋_GB2312" w:eastAsia="仿宋_GB2312" w:hint="eastAsia"/>
        </w:rPr>
        <w:t>，</w:t>
      </w:r>
      <w:r w:rsidR="00C71786">
        <w:rPr>
          <w:rFonts w:ascii="仿宋_GB2312" w:eastAsia="仿宋_GB2312" w:hint="eastAsia"/>
        </w:rPr>
        <w:t>2.143</w:t>
      </w:r>
      <w:r w:rsidRPr="00FB78CE">
        <w:rPr>
          <w:rFonts w:ascii="仿宋_GB2312" w:eastAsia="仿宋_GB2312" w:hint="eastAsia"/>
        </w:rPr>
        <w:t>，</w:t>
      </w:r>
      <w:r w:rsidR="00600803">
        <w:rPr>
          <w:rFonts w:ascii="仿宋_GB2312" w:eastAsia="仿宋_GB2312" w:hint="eastAsia"/>
        </w:rPr>
        <w:t>有修改</w:t>
      </w:r>
      <w:r w:rsidRPr="00FB78CE">
        <w:rPr>
          <w:rFonts w:ascii="仿宋_GB2312" w:eastAsia="仿宋_GB2312" w:hint="eastAsia"/>
        </w:rPr>
        <w:t>]</w:t>
      </w:r>
    </w:p>
    <w:p w14:paraId="5CEF989D"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proofErr w:type="gramStart"/>
      <w:r w:rsidRPr="001D2EB6">
        <w:rPr>
          <w:rFonts w:ascii="黑体" w:eastAsia="黑体" w:hAnsi="黑体" w:hint="eastAsia"/>
        </w:rPr>
        <w:t>半有效硫</w:t>
      </w:r>
      <w:proofErr w:type="gramEnd"/>
      <w:r w:rsidRPr="001D2EB6">
        <w:rPr>
          <w:rFonts w:ascii="黑体" w:eastAsia="黑体" w:hAnsi="黑体" w:hint="eastAsia"/>
        </w:rPr>
        <w:t xml:space="preserve">化体系 </w:t>
      </w:r>
      <w:r w:rsidR="001C530A">
        <w:rPr>
          <w:rFonts w:ascii="黑体" w:eastAsia="黑体" w:hAnsi="黑体" w:hint="eastAsia"/>
        </w:rPr>
        <w:t xml:space="preserve"> </w:t>
      </w:r>
      <w:r w:rsidRPr="001D2EB6">
        <w:rPr>
          <w:rFonts w:ascii="黑体" w:eastAsia="黑体" w:hAnsi="黑体" w:hint="eastAsia"/>
        </w:rPr>
        <w:t>semi efficient vulcanizing system，</w:t>
      </w:r>
      <w:r w:rsidRPr="00F12C6A">
        <w:rPr>
          <w:rFonts w:ascii="黑体" w:eastAsia="黑体" w:hAnsi="黑体" w:hint="eastAsia"/>
        </w:rPr>
        <w:t>semi EV system</w:t>
      </w:r>
    </w:p>
    <w:p w14:paraId="6EBEACA7" w14:textId="77777777" w:rsidR="00C645D3" w:rsidRDefault="00C71786" w:rsidP="00C645D3">
      <w:pPr>
        <w:pStyle w:val="affffffffffff7"/>
        <w:ind w:firstLineChars="200" w:firstLine="420"/>
        <w:rPr>
          <w:rFonts w:ascii="宋体" w:eastAsia="宋体" w:hAnsi="宋体"/>
        </w:rPr>
      </w:pPr>
      <w:r>
        <w:rPr>
          <w:rFonts w:ascii="宋体" w:eastAsia="宋体" w:hAnsi="宋体" w:hint="eastAsia"/>
        </w:rPr>
        <w:t>&lt;二烯烃橡胶&gt;</w:t>
      </w:r>
      <w:r w:rsidR="00C645D3" w:rsidRPr="001D2EB6">
        <w:rPr>
          <w:rFonts w:ascii="宋体" w:eastAsia="宋体" w:hAnsi="宋体" w:hint="eastAsia"/>
        </w:rPr>
        <w:t>用于二烯烃橡胶的含硫硫化体系，</w:t>
      </w:r>
      <w:r w:rsidR="005B53CE">
        <w:rPr>
          <w:rFonts w:ascii="宋体" w:eastAsia="宋体" w:hAnsi="宋体" w:hint="eastAsia"/>
        </w:rPr>
        <w:t>该体系含或不含硫给予体，</w:t>
      </w:r>
      <w:r w:rsidR="00C645D3" w:rsidRPr="001D2EB6">
        <w:rPr>
          <w:rFonts w:ascii="宋体" w:eastAsia="宋体" w:hAnsi="宋体" w:hint="eastAsia"/>
        </w:rPr>
        <w:t>其促进剂浓度介于普通</w:t>
      </w:r>
      <w:r w:rsidR="005B53CE">
        <w:rPr>
          <w:rFonts w:ascii="宋体" w:eastAsia="宋体" w:hAnsi="宋体" w:hint="eastAsia"/>
        </w:rPr>
        <w:t>硫磺</w:t>
      </w:r>
      <w:r w:rsidR="00C645D3" w:rsidRPr="001D2EB6">
        <w:rPr>
          <w:rFonts w:ascii="宋体" w:eastAsia="宋体" w:hAnsi="宋体" w:hint="eastAsia"/>
        </w:rPr>
        <w:t>硫化体系和有效硫化体系</w:t>
      </w:r>
      <w:r w:rsidR="005B53CE">
        <w:rPr>
          <w:rFonts w:ascii="宋体" w:eastAsia="宋体" w:hAnsi="宋体" w:hint="eastAsia"/>
        </w:rPr>
        <w:t>（EV）</w:t>
      </w:r>
      <w:r w:rsidR="00C645D3" w:rsidRPr="001D2EB6">
        <w:rPr>
          <w:rFonts w:ascii="宋体" w:eastAsia="宋体" w:hAnsi="宋体" w:hint="eastAsia"/>
        </w:rPr>
        <w:t>之间。。</w:t>
      </w:r>
    </w:p>
    <w:p w14:paraId="23F278E8" w14:textId="77777777" w:rsidR="00FB78CE" w:rsidRPr="00FB78CE" w:rsidRDefault="00FB78CE" w:rsidP="00FB78CE">
      <w:pPr>
        <w:pStyle w:val="Char1"/>
        <w:ind w:firstLine="360"/>
      </w:pPr>
      <w:r w:rsidRPr="00FB78CE">
        <w:rPr>
          <w:rFonts w:ascii="仿宋_GB2312" w:eastAsia="仿宋_GB2312" w:hint="eastAsia"/>
          <w:sz w:val="18"/>
          <w:szCs w:val="18"/>
        </w:rPr>
        <w:t>[</w:t>
      </w:r>
      <w:r w:rsidR="00C71786">
        <w:rPr>
          <w:rFonts w:ascii="仿宋_GB2312" w:eastAsia="仿宋_GB2312" w:hint="eastAsia"/>
          <w:sz w:val="18"/>
          <w:szCs w:val="18"/>
        </w:rPr>
        <w:t>来源：</w:t>
      </w:r>
      <w:r w:rsidRPr="00FB78CE">
        <w:rPr>
          <w:rFonts w:ascii="仿宋_GB2312" w:eastAsia="仿宋_GB2312" w:hint="eastAsia"/>
          <w:sz w:val="18"/>
          <w:szCs w:val="18"/>
        </w:rPr>
        <w:t>GB/T 9881-2008</w:t>
      </w:r>
      <w:r w:rsidR="00600803">
        <w:rPr>
          <w:rFonts w:ascii="仿宋_GB2312" w:eastAsia="仿宋_GB2312" w:hint="eastAsia"/>
          <w:sz w:val="18"/>
          <w:szCs w:val="18"/>
        </w:rPr>
        <w:t>，</w:t>
      </w:r>
      <w:r w:rsidR="00C71786">
        <w:rPr>
          <w:rFonts w:ascii="仿宋_GB2312" w:eastAsia="仿宋_GB2312" w:hint="eastAsia"/>
          <w:sz w:val="18"/>
          <w:szCs w:val="18"/>
        </w:rPr>
        <w:t>2.368</w:t>
      </w:r>
      <w:r w:rsidRPr="00FB78CE">
        <w:rPr>
          <w:rFonts w:ascii="仿宋_GB2312" w:eastAsia="仿宋_GB2312" w:hint="eastAsia"/>
          <w:sz w:val="18"/>
          <w:szCs w:val="18"/>
        </w:rPr>
        <w:t>]</w:t>
      </w:r>
    </w:p>
    <w:p w14:paraId="28152809" w14:textId="77777777" w:rsidR="00C645D3" w:rsidRPr="00F12C6A" w:rsidRDefault="00C645D3" w:rsidP="00C645D3">
      <w:pPr>
        <w:pStyle w:val="afffffffffff9"/>
        <w:ind w:left="420" w:hangingChars="200" w:hanging="420"/>
        <w:rPr>
          <w:rFonts w:hAnsi="宋体"/>
        </w:rPr>
      </w:pPr>
      <w:r w:rsidRPr="001D2EB6">
        <w:rPr>
          <w:rFonts w:ascii="黑体" w:eastAsia="黑体" w:hAnsi="黑体"/>
        </w:rPr>
        <w:br/>
      </w:r>
      <w:r w:rsidRPr="00583445">
        <w:rPr>
          <w:rFonts w:ascii="黑体" w:eastAsia="黑体" w:hAnsi="黑体" w:hint="eastAsia"/>
        </w:rPr>
        <w:t>硫</w:t>
      </w:r>
      <w:r w:rsidR="00897BF7" w:rsidRPr="00583445">
        <w:rPr>
          <w:rFonts w:ascii="黑体" w:eastAsia="黑体" w:hAnsi="黑体" w:hint="eastAsia"/>
        </w:rPr>
        <w:t>磺</w:t>
      </w:r>
      <w:proofErr w:type="gramStart"/>
      <w:r w:rsidRPr="00F12C6A">
        <w:rPr>
          <w:rFonts w:ascii="黑体" w:eastAsia="黑体" w:hAnsi="黑体" w:hint="eastAsia"/>
        </w:rPr>
        <w:t>给予体硫化</w:t>
      </w:r>
      <w:proofErr w:type="gramEnd"/>
      <w:r w:rsidRPr="00F12C6A">
        <w:rPr>
          <w:rFonts w:ascii="黑体" w:eastAsia="黑体" w:hAnsi="黑体" w:hint="eastAsia"/>
        </w:rPr>
        <w:t>体系</w:t>
      </w:r>
      <w:r w:rsidRPr="00F12C6A">
        <w:rPr>
          <w:rFonts w:ascii="黑体" w:eastAsia="黑体" w:hAnsi="黑体"/>
        </w:rPr>
        <w:t xml:space="preserve">  sulfur donor vulcanizing system</w:t>
      </w:r>
    </w:p>
    <w:p w14:paraId="4EADAD3F"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没有元素硫存在、硫化时使用的</w:t>
      </w:r>
      <w:proofErr w:type="gramStart"/>
      <w:r w:rsidRPr="001D2EB6">
        <w:rPr>
          <w:rFonts w:ascii="宋体" w:eastAsia="宋体" w:hAnsi="宋体"/>
        </w:rPr>
        <w:t>全部硫均由</w:t>
      </w:r>
      <w:proofErr w:type="gramEnd"/>
      <w:r w:rsidRPr="001D2EB6">
        <w:rPr>
          <w:rFonts w:ascii="宋体" w:eastAsia="宋体" w:hAnsi="宋体"/>
        </w:rPr>
        <w:t>含硫物质提供的硫化体系。</w:t>
      </w:r>
    </w:p>
    <w:p w14:paraId="77DC2AC4"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非硫</w:t>
      </w:r>
      <w:r w:rsidR="00897BF7" w:rsidRPr="001D2EB6">
        <w:rPr>
          <w:rFonts w:ascii="黑体" w:eastAsia="黑体" w:hAnsi="黑体" w:hint="eastAsia"/>
        </w:rPr>
        <w:t>磺</w:t>
      </w:r>
      <w:r w:rsidRPr="001D2EB6">
        <w:rPr>
          <w:rFonts w:ascii="黑体" w:eastAsia="黑体" w:hAnsi="黑体" w:hint="eastAsia"/>
        </w:rPr>
        <w:t xml:space="preserve">硫化体系  </w:t>
      </w:r>
      <w:r w:rsidR="00BD5551">
        <w:rPr>
          <w:rFonts w:ascii="黑体" w:eastAsia="黑体" w:hAnsi="黑体"/>
        </w:rPr>
        <w:t>non</w:t>
      </w:r>
      <w:r w:rsidR="00BD5551">
        <w:rPr>
          <w:rFonts w:ascii="黑体" w:eastAsia="黑体" w:hAnsi="黑体" w:hint="eastAsia"/>
        </w:rPr>
        <w:t>-</w:t>
      </w:r>
      <w:r w:rsidRPr="001D2EB6">
        <w:rPr>
          <w:rFonts w:ascii="黑体" w:eastAsia="黑体" w:hAnsi="黑体"/>
        </w:rPr>
        <w:t>sulfur vulcanizing system</w:t>
      </w:r>
    </w:p>
    <w:p w14:paraId="54619C16"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不用游离硫或</w:t>
      </w:r>
      <w:proofErr w:type="gramStart"/>
      <w:r w:rsidRPr="001D2EB6">
        <w:rPr>
          <w:rFonts w:ascii="宋体" w:eastAsia="宋体" w:hAnsi="宋体"/>
        </w:rPr>
        <w:t>硫给予体</w:t>
      </w:r>
      <w:proofErr w:type="gramEnd"/>
      <w:r w:rsidRPr="001D2EB6">
        <w:rPr>
          <w:rFonts w:ascii="宋体" w:eastAsia="宋体" w:hAnsi="宋体" w:hint="eastAsia"/>
        </w:rPr>
        <w:t>（使橡胶）</w:t>
      </w:r>
      <w:r w:rsidRPr="001D2EB6">
        <w:rPr>
          <w:rFonts w:ascii="宋体" w:eastAsia="宋体" w:hAnsi="宋体"/>
        </w:rPr>
        <w:t>交联的硫化体系。</w:t>
      </w:r>
    </w:p>
    <w:p w14:paraId="3FADCDA3"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共混</w:t>
      </w:r>
      <w:r w:rsidRPr="001D2EB6">
        <w:rPr>
          <w:rFonts w:ascii="黑体" w:eastAsia="黑体" w:hAnsi="黑体"/>
        </w:rPr>
        <w:t xml:space="preserve"> </w:t>
      </w:r>
      <w:r w:rsidRPr="001D2EB6">
        <w:rPr>
          <w:rFonts w:ascii="黑体" w:eastAsia="黑体" w:hAnsi="黑体" w:hint="eastAsia"/>
        </w:rPr>
        <w:t xml:space="preserve"> </w:t>
      </w:r>
      <w:r w:rsidRPr="001D2EB6">
        <w:rPr>
          <w:rFonts w:ascii="黑体" w:eastAsia="黑体" w:hAnsi="黑体"/>
        </w:rPr>
        <w:t>blending</w:t>
      </w:r>
    </w:p>
    <w:p w14:paraId="09B6B14C" w14:textId="77777777" w:rsidR="00C645D3" w:rsidRPr="001D2EB6" w:rsidRDefault="00C645D3" w:rsidP="00C645D3">
      <w:pPr>
        <w:pStyle w:val="Char1"/>
        <w:ind w:firstLine="420"/>
      </w:pPr>
      <w:r w:rsidRPr="001D2EB6">
        <w:rPr>
          <w:rFonts w:hint="eastAsia"/>
        </w:rPr>
        <w:t>将</w:t>
      </w:r>
      <w:r w:rsidRPr="001D2EB6">
        <w:t>不同特性的胶乳，按一定的配合比例混合，或</w:t>
      </w:r>
      <w:r w:rsidRPr="001D2EB6">
        <w:rPr>
          <w:rFonts w:hint="eastAsia"/>
        </w:rPr>
        <w:t>将</w:t>
      </w:r>
      <w:r w:rsidRPr="001D2EB6">
        <w:t>不同的杂胶原料以机械方法掺混，制成所需要规格的产品的操作过程</w:t>
      </w:r>
    </w:p>
    <w:p w14:paraId="40BC643C"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proofErr w:type="gramStart"/>
      <w:r w:rsidRPr="001D2EB6">
        <w:rPr>
          <w:rFonts w:ascii="黑体" w:eastAsia="黑体" w:hAnsi="黑体" w:hint="eastAsia"/>
        </w:rPr>
        <w:t>破胶机</w:t>
      </w:r>
      <w:proofErr w:type="gramEnd"/>
      <w:r w:rsidRPr="001D2EB6">
        <w:rPr>
          <w:rFonts w:ascii="黑体" w:eastAsia="黑体" w:hAnsi="黑体" w:hint="eastAsia"/>
        </w:rPr>
        <w:t xml:space="preserve">  </w:t>
      </w:r>
      <w:r w:rsidRPr="001D2EB6">
        <w:rPr>
          <w:rFonts w:ascii="黑体" w:eastAsia="黑体" w:hAnsi="黑体"/>
        </w:rPr>
        <w:t>cracker</w:t>
      </w:r>
    </w:p>
    <w:p w14:paraId="165E3169"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破碎机</w:t>
      </w:r>
    </w:p>
    <w:p w14:paraId="369A33EE"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带有两个深沟槽或金字塔状刻槽的辊筒的重型</w:t>
      </w:r>
      <w:proofErr w:type="gramStart"/>
      <w:r w:rsidRPr="001D2EB6">
        <w:rPr>
          <w:rFonts w:ascii="宋体" w:eastAsia="宋体" w:hAnsi="宋体"/>
        </w:rPr>
        <w:t>辗</w:t>
      </w:r>
      <w:proofErr w:type="gramEnd"/>
      <w:r w:rsidRPr="001D2EB6">
        <w:rPr>
          <w:rFonts w:ascii="宋体" w:eastAsia="宋体" w:hAnsi="宋体"/>
        </w:rPr>
        <w:t>磨机，用于破碎橡胶或混炼胶，或者将橡胶或混炼胶切割成片。</w:t>
      </w:r>
    </w:p>
    <w:p w14:paraId="54C7006F"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proofErr w:type="gramStart"/>
      <w:r w:rsidRPr="001D2EB6">
        <w:rPr>
          <w:rFonts w:ascii="黑体" w:eastAsia="黑体" w:hAnsi="黑体" w:hint="eastAsia"/>
        </w:rPr>
        <w:t>塑炼</w:t>
      </w:r>
      <w:proofErr w:type="gramEnd"/>
      <w:r w:rsidRPr="001D2EB6">
        <w:rPr>
          <w:rFonts w:ascii="黑体" w:eastAsia="黑体" w:hAnsi="黑体"/>
        </w:rPr>
        <w:t xml:space="preserve"> </w:t>
      </w:r>
      <w:r w:rsidRPr="001D2EB6">
        <w:rPr>
          <w:rFonts w:ascii="黑体" w:eastAsia="黑体" w:hAnsi="黑体" w:hint="eastAsia"/>
        </w:rPr>
        <w:t xml:space="preserve"> </w:t>
      </w:r>
      <w:r w:rsidRPr="001D2EB6">
        <w:rPr>
          <w:rFonts w:ascii="黑体" w:eastAsia="黑体" w:hAnsi="黑体"/>
        </w:rPr>
        <w:t>mastication</w:t>
      </w:r>
    </w:p>
    <w:p w14:paraId="71688D65" w14:textId="77777777" w:rsidR="00C645D3" w:rsidRPr="001D2EB6" w:rsidRDefault="00C645D3" w:rsidP="00C645D3">
      <w:pPr>
        <w:pStyle w:val="affffffffffff7"/>
        <w:ind w:firstLineChars="200" w:firstLine="420"/>
        <w:rPr>
          <w:rFonts w:ascii="宋体" w:eastAsia="宋体" w:hAnsi="宋体"/>
        </w:rPr>
      </w:pPr>
      <w:r w:rsidRPr="001D2EB6">
        <w:rPr>
          <w:rFonts w:eastAsia="宋体"/>
        </w:rPr>
        <w:t>通过机械功（剪切）和空气氧的作用，有时辅以塑解剂和</w:t>
      </w:r>
      <w:r w:rsidRPr="001D2EB6">
        <w:rPr>
          <w:rFonts w:eastAsia="宋体" w:hint="eastAsia"/>
        </w:rPr>
        <w:t>适当加</w:t>
      </w:r>
      <w:r w:rsidRPr="001D2EB6">
        <w:rPr>
          <w:rFonts w:eastAsia="宋体"/>
        </w:rPr>
        <w:t>热，使生胶或混炼的橡胶的分子量不可</w:t>
      </w:r>
      <w:r w:rsidRPr="001D2EB6">
        <w:rPr>
          <w:rFonts w:ascii="宋体" w:eastAsia="宋体" w:hAnsi="宋体"/>
        </w:rPr>
        <w:t>逆下降的过程。</w:t>
      </w:r>
    </w:p>
    <w:p w14:paraId="53054B2F"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密炼机</w:t>
      </w:r>
      <w:r w:rsidRPr="001D2EB6">
        <w:rPr>
          <w:rFonts w:ascii="黑体" w:eastAsia="黑体" w:hAnsi="黑体"/>
        </w:rPr>
        <w:t xml:space="preserve"> </w:t>
      </w:r>
      <w:r w:rsidRPr="001D2EB6">
        <w:rPr>
          <w:rFonts w:ascii="黑体" w:eastAsia="黑体" w:hAnsi="黑体" w:hint="eastAsia"/>
        </w:rPr>
        <w:t xml:space="preserve"> </w:t>
      </w:r>
      <w:r w:rsidRPr="001D2EB6">
        <w:rPr>
          <w:rFonts w:ascii="黑体" w:eastAsia="黑体" w:hAnsi="黑体"/>
        </w:rPr>
        <w:t>internal mixer</w:t>
      </w:r>
    </w:p>
    <w:p w14:paraId="0D222EB5"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在封闭</w:t>
      </w:r>
      <w:proofErr w:type="gramStart"/>
      <w:r w:rsidRPr="001D2EB6">
        <w:rPr>
          <w:rFonts w:ascii="宋体" w:eastAsia="宋体" w:hAnsi="宋体"/>
        </w:rPr>
        <w:t>腔</w:t>
      </w:r>
      <w:proofErr w:type="gramEnd"/>
      <w:r w:rsidRPr="001D2EB6">
        <w:rPr>
          <w:rFonts w:ascii="宋体" w:eastAsia="宋体" w:hAnsi="宋体"/>
        </w:rPr>
        <w:t>中装有一个或多个转子，用于</w:t>
      </w:r>
      <w:proofErr w:type="gramStart"/>
      <w:r w:rsidRPr="001D2EB6">
        <w:rPr>
          <w:rFonts w:ascii="宋体" w:eastAsia="宋体" w:hAnsi="宋体"/>
        </w:rPr>
        <w:t>塑炼和</w:t>
      </w:r>
      <w:proofErr w:type="gramEnd"/>
      <w:r w:rsidRPr="001D2EB6">
        <w:rPr>
          <w:rFonts w:ascii="宋体" w:eastAsia="宋体" w:hAnsi="宋体"/>
        </w:rPr>
        <w:t>/或混炼、</w:t>
      </w:r>
      <w:r w:rsidRPr="001D2EB6">
        <w:rPr>
          <w:rFonts w:ascii="宋体" w:eastAsia="宋体" w:hAnsi="宋体" w:hint="eastAsia"/>
        </w:rPr>
        <w:t>以及将</w:t>
      </w:r>
      <w:r w:rsidRPr="001D2EB6">
        <w:rPr>
          <w:rFonts w:ascii="宋体" w:eastAsia="宋体" w:hAnsi="宋体"/>
        </w:rPr>
        <w:t>配合剂</w:t>
      </w:r>
      <w:r w:rsidRPr="001D2EB6">
        <w:rPr>
          <w:rFonts w:ascii="宋体" w:eastAsia="宋体" w:hAnsi="宋体" w:hint="eastAsia"/>
        </w:rPr>
        <w:t>分散</w:t>
      </w:r>
      <w:r w:rsidRPr="001D2EB6">
        <w:rPr>
          <w:rFonts w:ascii="宋体" w:eastAsia="宋体" w:hAnsi="宋体"/>
        </w:rPr>
        <w:t>于橡胶中的带有温度控制装置的设备。</w:t>
      </w:r>
    </w:p>
    <w:p w14:paraId="7366870E"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proofErr w:type="gramStart"/>
      <w:r w:rsidRPr="001D2EB6">
        <w:rPr>
          <w:rFonts w:ascii="黑体" w:eastAsia="黑体" w:hAnsi="黑体" w:hint="eastAsia"/>
        </w:rPr>
        <w:t>精炼机</w:t>
      </w:r>
      <w:proofErr w:type="gramEnd"/>
      <w:r w:rsidRPr="001D2EB6">
        <w:rPr>
          <w:rFonts w:ascii="黑体" w:eastAsia="黑体" w:hAnsi="黑体"/>
        </w:rPr>
        <w:t xml:space="preserve">  refiner</w:t>
      </w:r>
    </w:p>
    <w:p w14:paraId="3F5811DB"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再生胶</w:t>
      </w:r>
      <w:r w:rsidRPr="001D2EB6">
        <w:rPr>
          <w:rFonts w:ascii="宋体" w:eastAsia="宋体" w:hAnsi="宋体" w:hint="eastAsia"/>
        </w:rPr>
        <w:t>和</w:t>
      </w:r>
      <w:r w:rsidRPr="001D2EB6">
        <w:rPr>
          <w:rFonts w:ascii="宋体" w:eastAsia="宋体" w:hAnsi="宋体"/>
        </w:rPr>
        <w:t>略</w:t>
      </w:r>
      <w:r w:rsidRPr="001D2EB6">
        <w:rPr>
          <w:rFonts w:ascii="宋体" w:eastAsia="宋体" w:hAnsi="宋体" w:hint="eastAsia"/>
        </w:rPr>
        <w:t>微</w:t>
      </w:r>
      <w:r w:rsidRPr="001D2EB6">
        <w:rPr>
          <w:rFonts w:ascii="宋体" w:eastAsia="宋体" w:hAnsi="宋体"/>
        </w:rPr>
        <w:t>焦烧的混炼胶</w:t>
      </w:r>
      <w:r w:rsidRPr="001D2EB6">
        <w:rPr>
          <w:rFonts w:ascii="宋体" w:eastAsia="宋体" w:hAnsi="宋体" w:hint="eastAsia"/>
        </w:rPr>
        <w:t>的</w:t>
      </w:r>
      <w:r w:rsidRPr="001D2EB6">
        <w:rPr>
          <w:rFonts w:ascii="宋体" w:eastAsia="宋体" w:hAnsi="宋体"/>
        </w:rPr>
        <w:t>加工</w:t>
      </w:r>
      <w:r w:rsidRPr="001D2EB6">
        <w:rPr>
          <w:rFonts w:ascii="宋体" w:eastAsia="宋体" w:hAnsi="宋体" w:hint="eastAsia"/>
        </w:rPr>
        <w:t>，以及</w:t>
      </w:r>
      <w:r w:rsidRPr="001D2EB6">
        <w:rPr>
          <w:rFonts w:ascii="宋体" w:eastAsia="宋体" w:hAnsi="宋体"/>
        </w:rPr>
        <w:t>杂</w:t>
      </w:r>
      <w:r w:rsidRPr="001D2EB6">
        <w:rPr>
          <w:rFonts w:ascii="宋体" w:eastAsia="宋体" w:hAnsi="宋体" w:hint="eastAsia"/>
        </w:rPr>
        <w:t>胶</w:t>
      </w:r>
      <w:r w:rsidRPr="001D2EB6">
        <w:rPr>
          <w:rFonts w:ascii="宋体" w:eastAsia="宋体" w:hAnsi="宋体"/>
        </w:rPr>
        <w:t>破碎等作业所使用的具有高</w:t>
      </w:r>
      <w:r w:rsidRPr="001D2EB6">
        <w:rPr>
          <w:rFonts w:ascii="宋体" w:eastAsia="宋体" w:hAnsi="宋体" w:hint="eastAsia"/>
        </w:rPr>
        <w:t>辊筒</w:t>
      </w:r>
      <w:r w:rsidRPr="001D2EB6">
        <w:rPr>
          <w:rFonts w:ascii="宋体" w:eastAsia="宋体" w:hAnsi="宋体"/>
        </w:rPr>
        <w:t>速比的开炼机。</w:t>
      </w:r>
    </w:p>
    <w:p w14:paraId="30B1DC72" w14:textId="77777777" w:rsidR="00C645D3" w:rsidRPr="00F12C6A" w:rsidRDefault="00C645D3" w:rsidP="00C645D3">
      <w:pPr>
        <w:pStyle w:val="afffffffffff9"/>
        <w:ind w:left="420" w:hangingChars="200" w:hanging="420"/>
        <w:rPr>
          <w:rFonts w:ascii="黑体" w:eastAsia="黑体" w:hAnsi="黑体"/>
        </w:rPr>
      </w:pPr>
      <w:r w:rsidRPr="001D2EB6">
        <w:rPr>
          <w:rFonts w:ascii="黑体" w:eastAsia="黑体" w:hAnsi="黑体"/>
        </w:rPr>
        <w:lastRenderedPageBreak/>
        <w:br/>
      </w:r>
      <w:r w:rsidRPr="001D2EB6">
        <w:rPr>
          <w:rFonts w:ascii="黑体" w:eastAsia="黑体" w:hAnsi="黑体" w:hint="eastAsia"/>
        </w:rPr>
        <w:t xml:space="preserve">开炼机 </w:t>
      </w:r>
      <w:r w:rsidRPr="001D2EB6">
        <w:rPr>
          <w:rFonts w:ascii="黑体" w:eastAsia="黑体" w:hAnsi="黑体"/>
        </w:rPr>
        <w:t xml:space="preserve"> mill</w:t>
      </w:r>
      <w:r w:rsidRPr="001D2EB6">
        <w:rPr>
          <w:rFonts w:ascii="黑体" w:eastAsia="黑体" w:hAnsi="黑体" w:hint="eastAsia"/>
        </w:rPr>
        <w:t>，</w:t>
      </w:r>
      <w:r w:rsidRPr="00F12C6A">
        <w:rPr>
          <w:rFonts w:ascii="黑体" w:eastAsia="黑体" w:hAnsi="黑体"/>
        </w:rPr>
        <w:t>two-roll mill</w:t>
      </w:r>
    </w:p>
    <w:p w14:paraId="3262CBBE"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进行塑炼、混炼、掺合或压片的带有两个相对转动辊筒的设备，该设备的辊筒可</w:t>
      </w:r>
      <w:r w:rsidRPr="001D2EB6">
        <w:rPr>
          <w:rFonts w:ascii="宋体" w:eastAsia="宋体" w:hAnsi="宋体" w:hint="eastAsia"/>
        </w:rPr>
        <w:t>根据需要进行</w:t>
      </w:r>
      <w:r w:rsidRPr="001D2EB6">
        <w:rPr>
          <w:rFonts w:ascii="宋体" w:eastAsia="宋体" w:hAnsi="宋体"/>
        </w:rPr>
        <w:t>加热或冷却，通常以不同的速度驱动，并具有可调的辊距。</w:t>
      </w:r>
    </w:p>
    <w:p w14:paraId="132F190F"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 xml:space="preserve">混炼机 </w:t>
      </w:r>
      <w:r w:rsidRPr="001D2EB6">
        <w:rPr>
          <w:rFonts w:ascii="黑体" w:eastAsia="黑体" w:hAnsi="黑体"/>
        </w:rPr>
        <w:t xml:space="preserve"> mixer</w:t>
      </w:r>
    </w:p>
    <w:p w14:paraId="10E1108B"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通过机械功（剪切）的作用，将配合剂混合分散进橡胶</w:t>
      </w:r>
      <w:r w:rsidRPr="001D2EB6">
        <w:rPr>
          <w:rFonts w:ascii="宋体" w:eastAsia="宋体" w:hAnsi="宋体" w:hint="eastAsia"/>
        </w:rPr>
        <w:t>中</w:t>
      </w:r>
      <w:r w:rsidRPr="001D2EB6">
        <w:rPr>
          <w:rFonts w:ascii="宋体" w:eastAsia="宋体" w:hAnsi="宋体"/>
        </w:rPr>
        <w:t>形成</w:t>
      </w:r>
      <w:r w:rsidRPr="001D2EB6">
        <w:rPr>
          <w:rFonts w:ascii="宋体" w:eastAsia="宋体" w:hAnsi="宋体" w:hint="eastAsia"/>
        </w:rPr>
        <w:t>胶</w:t>
      </w:r>
      <w:r w:rsidRPr="001D2EB6">
        <w:rPr>
          <w:rFonts w:ascii="宋体" w:eastAsia="宋体" w:hAnsi="宋体"/>
        </w:rPr>
        <w:t>料或混炼胶的设备。</w:t>
      </w:r>
    </w:p>
    <w:p w14:paraId="254471E6"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proofErr w:type="gramStart"/>
      <w:r w:rsidRPr="001D2EB6">
        <w:rPr>
          <w:rFonts w:ascii="黑体" w:eastAsia="黑体" w:hAnsi="黑体" w:hint="eastAsia"/>
        </w:rPr>
        <w:t>辊距</w:t>
      </w:r>
      <w:proofErr w:type="gramEnd"/>
      <w:r w:rsidRPr="001D2EB6">
        <w:rPr>
          <w:rFonts w:ascii="黑体" w:eastAsia="黑体" w:hAnsi="黑体"/>
        </w:rPr>
        <w:t xml:space="preserve"> </w:t>
      </w:r>
      <w:r w:rsidRPr="001D2EB6">
        <w:rPr>
          <w:rFonts w:ascii="黑体" w:eastAsia="黑体" w:hAnsi="黑体" w:hint="eastAsia"/>
        </w:rPr>
        <w:t xml:space="preserve"> </w:t>
      </w:r>
      <w:r w:rsidRPr="001D2EB6">
        <w:rPr>
          <w:rFonts w:ascii="黑体" w:eastAsia="黑体" w:hAnsi="黑体"/>
        </w:rPr>
        <w:t xml:space="preserve">nip  </w:t>
      </w:r>
    </w:p>
    <w:p w14:paraId="4DD25062"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在开炼机或压延机辊筒中心线上辊筒表面之间的径向间隙。</w:t>
      </w:r>
    </w:p>
    <w:p w14:paraId="1862928D" w14:textId="77777777" w:rsidR="00C645D3" w:rsidRPr="001C530A" w:rsidRDefault="00C645D3" w:rsidP="00537455">
      <w:pPr>
        <w:pStyle w:val="afff6"/>
        <w:ind w:firstLine="52"/>
      </w:pPr>
      <w:r w:rsidRPr="001C530A">
        <w:t>也可定义为开炼或压延材料所采用的滚筒间的距离。</w:t>
      </w:r>
    </w:p>
    <w:p w14:paraId="189CE1A0"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辊筒速比</w:t>
      </w:r>
      <w:r w:rsidRPr="001D2EB6">
        <w:rPr>
          <w:rFonts w:ascii="黑体" w:eastAsia="黑体" w:hAnsi="黑体"/>
        </w:rPr>
        <w:t xml:space="preserve"> </w:t>
      </w:r>
      <w:r w:rsidRPr="001D2EB6">
        <w:rPr>
          <w:rFonts w:ascii="黑体" w:eastAsia="黑体" w:hAnsi="黑体" w:hint="eastAsia"/>
        </w:rPr>
        <w:t xml:space="preserve"> </w:t>
      </w:r>
      <w:r w:rsidRPr="001D2EB6">
        <w:rPr>
          <w:rFonts w:ascii="黑体" w:eastAsia="黑体" w:hAnsi="黑体"/>
        </w:rPr>
        <w:t>friction ratio</w:t>
      </w:r>
    </w:p>
    <w:p w14:paraId="558865A8"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（开炼机、压延机或精炼机）两个相邻辊筒表面速率之比。</w:t>
      </w:r>
    </w:p>
    <w:p w14:paraId="6CB0B026"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堆积胶</w:t>
      </w:r>
      <w:r w:rsidRPr="001D2EB6">
        <w:rPr>
          <w:rFonts w:ascii="黑体" w:eastAsia="黑体" w:hAnsi="黑体"/>
        </w:rPr>
        <w:t xml:space="preserve"> </w:t>
      </w:r>
      <w:r w:rsidRPr="001D2EB6">
        <w:rPr>
          <w:rFonts w:ascii="黑体" w:eastAsia="黑体" w:hAnsi="黑体" w:hint="eastAsia"/>
        </w:rPr>
        <w:t xml:space="preserve"> </w:t>
      </w:r>
      <w:r w:rsidRPr="001D2EB6">
        <w:rPr>
          <w:rFonts w:ascii="黑体" w:eastAsia="黑体" w:hAnsi="黑体"/>
        </w:rPr>
        <w:t xml:space="preserve">bank  </w:t>
      </w:r>
    </w:p>
    <w:p w14:paraId="5162A501" w14:textId="77777777" w:rsidR="00C645D3" w:rsidRPr="001D2EB6" w:rsidRDefault="00C645D3" w:rsidP="00C645D3">
      <w:pPr>
        <w:pStyle w:val="affffffffffff7"/>
        <w:ind w:firstLineChars="200" w:firstLine="420"/>
        <w:rPr>
          <w:rFonts w:eastAsia="宋体"/>
        </w:rPr>
      </w:pPr>
      <w:r w:rsidRPr="001D2EB6">
        <w:rPr>
          <w:rFonts w:eastAsia="宋体"/>
        </w:rPr>
        <w:t>在开炼机或压延机辊筒的缝隙处，或在涂胶机涂胶棒或刮刀处聚积的胶料。</w:t>
      </w:r>
    </w:p>
    <w:p w14:paraId="5060F34D"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混炼胶</w:t>
      </w:r>
      <w:r w:rsidRPr="001D2EB6">
        <w:rPr>
          <w:rFonts w:ascii="黑体" w:eastAsia="黑体" w:hAnsi="黑体"/>
        </w:rPr>
        <w:t xml:space="preserve"> </w:t>
      </w:r>
      <w:r w:rsidRPr="001D2EB6">
        <w:rPr>
          <w:rFonts w:ascii="黑体" w:eastAsia="黑体" w:hAnsi="黑体" w:hint="eastAsia"/>
        </w:rPr>
        <w:t xml:space="preserve"> </w:t>
      </w:r>
      <w:r w:rsidRPr="001D2EB6">
        <w:rPr>
          <w:rFonts w:ascii="黑体" w:eastAsia="黑体" w:hAnsi="黑体"/>
        </w:rPr>
        <w:t>compound</w:t>
      </w:r>
    </w:p>
    <w:p w14:paraId="3262A5F1"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一种或多种橡胶与制造成品所需要的所有配合剂的均匀混合物。</w:t>
      </w:r>
    </w:p>
    <w:p w14:paraId="0D84E7A5"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 xml:space="preserve">标准混炼胶  </w:t>
      </w:r>
      <w:r w:rsidRPr="001D2EB6">
        <w:rPr>
          <w:rFonts w:ascii="黑体" w:eastAsia="黑体" w:hAnsi="黑体"/>
        </w:rPr>
        <w:t>standard compound</w:t>
      </w:r>
    </w:p>
    <w:p w14:paraId="3EB7574B"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按规定的配方，采用标准的参比配合剂和混炼程序制备的混炼胶。</w:t>
      </w:r>
    </w:p>
    <w:p w14:paraId="1A9CB47C" w14:textId="77777777" w:rsidR="00251890" w:rsidRPr="00251890" w:rsidRDefault="00251890" w:rsidP="00251890">
      <w:pPr>
        <w:pStyle w:val="afffffffffff9"/>
        <w:ind w:left="420" w:hangingChars="200" w:hanging="420"/>
        <w:rPr>
          <w:rFonts w:hAnsi="黑体"/>
        </w:rPr>
      </w:pPr>
      <w:r w:rsidRPr="00251890">
        <w:rPr>
          <w:rFonts w:ascii="黑体" w:eastAsia="黑体" w:hAnsi="黑体"/>
        </w:rPr>
        <w:br w:type="textWrapping" w:clear="all"/>
        <w:t xml:space="preserve">    </w:t>
      </w:r>
      <w:proofErr w:type="gramStart"/>
      <w:r w:rsidRPr="00251890">
        <w:rPr>
          <w:rFonts w:ascii="黑体" w:eastAsia="黑体" w:hAnsi="黑体" w:hint="eastAsia"/>
        </w:rPr>
        <w:t>纯胶混炼</w:t>
      </w:r>
      <w:proofErr w:type="gramEnd"/>
      <w:r w:rsidRPr="00251890">
        <w:rPr>
          <w:rFonts w:ascii="黑体" w:eastAsia="黑体" w:hAnsi="黑体" w:hint="eastAsia"/>
        </w:rPr>
        <w:t>胶</w:t>
      </w:r>
      <w:r w:rsidRPr="00251890">
        <w:rPr>
          <w:rFonts w:ascii="黑体" w:eastAsia="黑体" w:hAnsi="黑体"/>
        </w:rPr>
        <w:t xml:space="preserve">  gum compound  </w:t>
      </w:r>
    </w:p>
    <w:p w14:paraId="08C4C387" w14:textId="77777777" w:rsidR="00C645D3" w:rsidRPr="001D2EB6" w:rsidRDefault="00C645D3" w:rsidP="00583445">
      <w:pPr>
        <w:pStyle w:val="affffffffffff7"/>
        <w:adjustRightInd w:val="0"/>
        <w:snapToGrid w:val="0"/>
        <w:ind w:firstLineChars="200" w:firstLine="420"/>
        <w:rPr>
          <w:rFonts w:ascii="宋体" w:eastAsia="宋体" w:hAnsi="宋体"/>
        </w:rPr>
      </w:pPr>
      <w:r w:rsidRPr="001D2EB6">
        <w:rPr>
          <w:rFonts w:ascii="宋体" w:eastAsia="宋体" w:hAnsi="宋体"/>
        </w:rPr>
        <w:t>只含有</w:t>
      </w:r>
      <w:r w:rsidRPr="001D2EB6">
        <w:rPr>
          <w:rFonts w:ascii="宋体" w:eastAsia="宋体" w:hAnsi="宋体" w:hint="eastAsia"/>
        </w:rPr>
        <w:t>基本</w:t>
      </w:r>
      <w:r w:rsidRPr="001D2EB6">
        <w:rPr>
          <w:rFonts w:ascii="宋体" w:eastAsia="宋体" w:hAnsi="宋体"/>
        </w:rPr>
        <w:t>的硫</w:t>
      </w:r>
      <w:proofErr w:type="gramStart"/>
      <w:r w:rsidRPr="001D2EB6">
        <w:rPr>
          <w:rFonts w:ascii="宋体" w:eastAsia="宋体" w:hAnsi="宋体"/>
        </w:rPr>
        <w:t>化配合剂</w:t>
      </w:r>
      <w:proofErr w:type="gramEnd"/>
      <w:r w:rsidRPr="001D2EB6">
        <w:rPr>
          <w:rFonts w:ascii="宋体" w:eastAsia="宋体" w:hAnsi="宋体" w:hint="eastAsia"/>
        </w:rPr>
        <w:t>和少量加工</w:t>
      </w:r>
      <w:r w:rsidRPr="001D2EB6">
        <w:rPr>
          <w:rFonts w:ascii="宋体" w:eastAsia="宋体" w:hAnsi="宋体"/>
        </w:rPr>
        <w:t>、着色和</w:t>
      </w:r>
      <w:r w:rsidRPr="001D2EB6">
        <w:rPr>
          <w:rFonts w:ascii="宋体" w:eastAsia="宋体" w:hAnsi="宋体" w:hint="eastAsia"/>
        </w:rPr>
        <w:t>改进耐老化性能的其他配合</w:t>
      </w:r>
      <w:r w:rsidRPr="001D2EB6">
        <w:rPr>
          <w:rFonts w:ascii="宋体" w:eastAsia="宋体" w:hAnsi="宋体"/>
        </w:rPr>
        <w:t>剂的混炼胶。</w:t>
      </w:r>
    </w:p>
    <w:p w14:paraId="7F8DDAA5"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分散</w:t>
      </w:r>
      <w:r w:rsidRPr="001D2EB6">
        <w:rPr>
          <w:rFonts w:hAnsi="宋体"/>
        </w:rPr>
        <w:t xml:space="preserve">（行为） </w:t>
      </w:r>
      <w:r w:rsidRPr="001D2EB6">
        <w:rPr>
          <w:rFonts w:hAnsi="宋体" w:hint="eastAsia"/>
        </w:rPr>
        <w:t>（</w:t>
      </w:r>
      <w:r w:rsidRPr="001D2EB6">
        <w:rPr>
          <w:rFonts w:hAnsi="宋体"/>
        </w:rPr>
        <w:t>the act of</w:t>
      </w:r>
      <w:r w:rsidRPr="001D2EB6">
        <w:rPr>
          <w:rFonts w:hAnsi="宋体" w:hint="eastAsia"/>
        </w:rPr>
        <w:t>）</w:t>
      </w:r>
      <w:r w:rsidRPr="001D2EB6">
        <w:rPr>
          <w:rFonts w:ascii="黑体" w:eastAsia="黑体" w:hAnsi="黑体"/>
        </w:rPr>
        <w:t xml:space="preserve"> dispersion  </w:t>
      </w:r>
    </w:p>
    <w:p w14:paraId="0009EC86"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为了得到最佳和均</w:t>
      </w:r>
      <w:proofErr w:type="gramStart"/>
      <w:r w:rsidRPr="001D2EB6">
        <w:rPr>
          <w:rFonts w:ascii="宋体" w:eastAsia="宋体" w:hAnsi="宋体"/>
        </w:rPr>
        <w:t>一</w:t>
      </w:r>
      <w:proofErr w:type="gramEnd"/>
      <w:r w:rsidRPr="001D2EB6">
        <w:rPr>
          <w:rFonts w:ascii="宋体" w:eastAsia="宋体" w:hAnsi="宋体"/>
        </w:rPr>
        <w:t>性能，以剪切</w:t>
      </w:r>
      <w:r w:rsidRPr="001D2EB6">
        <w:rPr>
          <w:rFonts w:ascii="宋体" w:eastAsia="宋体" w:hAnsi="宋体" w:hint="eastAsia"/>
        </w:rPr>
        <w:t>作用</w:t>
      </w:r>
      <w:r w:rsidRPr="001D2EB6">
        <w:rPr>
          <w:rFonts w:ascii="宋体" w:eastAsia="宋体" w:hAnsi="宋体"/>
        </w:rPr>
        <w:t>力将一种或多种（粉状）配合剂分散于橡胶共混物或其它材料连续相中。</w:t>
      </w:r>
    </w:p>
    <w:p w14:paraId="17C37878" w14:textId="77777777" w:rsidR="001271BA" w:rsidRPr="001271BA" w:rsidRDefault="001271BA" w:rsidP="001271BA">
      <w:pPr>
        <w:pStyle w:val="afffffffffff9"/>
        <w:ind w:left="420" w:hangingChars="200" w:hanging="420"/>
        <w:rPr>
          <w:rFonts w:ascii="黑体" w:eastAsia="黑体" w:hAnsi="黑体"/>
        </w:rPr>
      </w:pPr>
      <w:r>
        <w:rPr>
          <w:rFonts w:ascii="黑体" w:eastAsia="黑体" w:hAnsi="黑体"/>
        </w:rPr>
        <w:br w:type="textWrapping" w:clear="all"/>
      </w:r>
      <w:r w:rsidRPr="001271BA">
        <w:rPr>
          <w:rFonts w:ascii="黑体" w:eastAsia="黑体" w:hAnsi="黑体" w:hint="eastAsia"/>
          <w:szCs w:val="21"/>
        </w:rPr>
        <w:t xml:space="preserve">潘恩效应 Payne effect  </w:t>
      </w:r>
    </w:p>
    <w:p w14:paraId="40F15861" w14:textId="77777777" w:rsidR="001271BA" w:rsidRPr="00781C7F" w:rsidRDefault="001271BA" w:rsidP="001271BA">
      <w:pPr>
        <w:tabs>
          <w:tab w:val="left" w:pos="2422"/>
        </w:tabs>
        <w:jc w:val="left"/>
      </w:pPr>
      <w:r w:rsidRPr="00781C7F">
        <w:rPr>
          <w:rFonts w:hint="eastAsia"/>
        </w:rPr>
        <w:t xml:space="preserve">    </w:t>
      </w:r>
      <w:r w:rsidRPr="00781C7F">
        <w:rPr>
          <w:rFonts w:hint="eastAsia"/>
        </w:rPr>
        <w:t>在由填料补强的橡胶材料中，在小的应变幅度条件下，动态模量随着应变幅度增大而减小的现象。</w:t>
      </w:r>
    </w:p>
    <w:p w14:paraId="05D85EFF"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 xml:space="preserve">胶料 </w:t>
      </w:r>
      <w:r w:rsidRPr="001D2EB6">
        <w:rPr>
          <w:rFonts w:ascii="黑体" w:eastAsia="黑体" w:hAnsi="黑体"/>
        </w:rPr>
        <w:t xml:space="preserve"> mix</w:t>
      </w:r>
    </w:p>
    <w:p w14:paraId="58C11129"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任何形态的橡胶与其他配合剂的均匀混合物。</w:t>
      </w:r>
    </w:p>
    <w:p w14:paraId="01BC3867"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胶坯</w:t>
      </w:r>
      <w:r w:rsidRPr="001D2EB6">
        <w:rPr>
          <w:rFonts w:ascii="黑体" w:eastAsia="黑体" w:hAnsi="黑体"/>
        </w:rPr>
        <w:t xml:space="preserve">  </w:t>
      </w:r>
      <w:r w:rsidRPr="001D2EB6">
        <w:rPr>
          <w:rFonts w:ascii="黑体" w:eastAsia="黑体" w:hAnsi="黑体" w:hint="eastAsia"/>
        </w:rPr>
        <w:t>blank</w:t>
      </w:r>
    </w:p>
    <w:p w14:paraId="2CCC671D"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形状和体积适合</w:t>
      </w:r>
      <w:r w:rsidRPr="001D2EB6">
        <w:rPr>
          <w:rFonts w:ascii="宋体" w:eastAsia="宋体" w:hAnsi="宋体" w:hint="eastAsia"/>
        </w:rPr>
        <w:t>于</w:t>
      </w:r>
      <w:r w:rsidRPr="001D2EB6">
        <w:rPr>
          <w:rFonts w:ascii="宋体" w:eastAsia="宋体" w:hAnsi="宋体"/>
        </w:rPr>
        <w:t>填充模型的</w:t>
      </w:r>
      <w:r w:rsidRPr="001D2EB6">
        <w:rPr>
          <w:rFonts w:ascii="宋体" w:eastAsia="宋体" w:hAnsi="宋体" w:hint="eastAsia"/>
        </w:rPr>
        <w:t>混炼</w:t>
      </w:r>
      <w:r w:rsidRPr="001D2EB6">
        <w:rPr>
          <w:rFonts w:ascii="宋体" w:eastAsia="宋体" w:hAnsi="宋体"/>
        </w:rPr>
        <w:t>胶</w:t>
      </w:r>
      <w:r w:rsidRPr="001D2EB6">
        <w:rPr>
          <w:rFonts w:ascii="宋体" w:eastAsia="宋体" w:hAnsi="宋体" w:hint="eastAsia"/>
        </w:rPr>
        <w:t>块（片）</w:t>
      </w:r>
      <w:r w:rsidRPr="001D2EB6">
        <w:rPr>
          <w:rFonts w:ascii="宋体" w:eastAsia="宋体" w:hAnsi="宋体"/>
        </w:rPr>
        <w:t>。</w:t>
      </w:r>
    </w:p>
    <w:p w14:paraId="389C9702"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热炼</w:t>
      </w:r>
      <w:r w:rsidRPr="001D2EB6">
        <w:rPr>
          <w:rFonts w:ascii="黑体" w:eastAsia="黑体" w:hAnsi="黑体"/>
        </w:rPr>
        <w:t xml:space="preserve"> </w:t>
      </w:r>
      <w:r w:rsidRPr="001D2EB6">
        <w:rPr>
          <w:rFonts w:ascii="黑体" w:eastAsia="黑体" w:hAnsi="黑体" w:hint="eastAsia"/>
        </w:rPr>
        <w:t xml:space="preserve"> </w:t>
      </w:r>
      <w:r w:rsidRPr="001D2EB6">
        <w:rPr>
          <w:rFonts w:ascii="黑体" w:eastAsia="黑体" w:hAnsi="黑体"/>
        </w:rPr>
        <w:t>warm-up</w:t>
      </w:r>
    </w:p>
    <w:p w14:paraId="6A59FF8A"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通过机械功（剪切）和加热，降低橡胶或胶料</w:t>
      </w:r>
      <w:proofErr w:type="gramStart"/>
      <w:r w:rsidRPr="001D2EB6">
        <w:rPr>
          <w:rFonts w:ascii="宋体" w:eastAsia="宋体" w:hAnsi="宋体"/>
        </w:rPr>
        <w:t>的挺性而</w:t>
      </w:r>
      <w:proofErr w:type="gramEnd"/>
      <w:r w:rsidRPr="001D2EB6">
        <w:rPr>
          <w:rFonts w:ascii="宋体" w:eastAsia="宋体" w:hAnsi="宋体"/>
        </w:rPr>
        <w:t>使其更适合进一步加工的过程。</w:t>
      </w:r>
    </w:p>
    <w:p w14:paraId="19AD4CD8" w14:textId="77777777" w:rsidR="00C645D3" w:rsidRPr="001D2EB6" w:rsidRDefault="00C645D3" w:rsidP="007A20C5">
      <w:pPr>
        <w:pStyle w:val="afff6"/>
        <w:ind w:firstLine="52"/>
      </w:pPr>
      <w:r w:rsidRPr="001D2EB6">
        <w:t>这一操作预定</w:t>
      </w:r>
      <w:r w:rsidRPr="001D2EB6">
        <w:rPr>
          <w:rFonts w:hint="eastAsia"/>
        </w:rPr>
        <w:t>以</w:t>
      </w:r>
      <w:r w:rsidRPr="001D2EB6">
        <w:t>分子量变化最小的方式进行。</w:t>
      </w:r>
    </w:p>
    <w:p w14:paraId="2869A9AD" w14:textId="77777777" w:rsidR="00C645D3" w:rsidRPr="00CD0E53" w:rsidRDefault="00C645D3" w:rsidP="00C645D3">
      <w:pPr>
        <w:pStyle w:val="afffffffffff9"/>
        <w:ind w:left="420" w:hangingChars="200" w:hanging="420"/>
        <w:rPr>
          <w:rFonts w:ascii="黑体" w:eastAsia="黑体" w:hAnsi="黑体"/>
        </w:rPr>
      </w:pPr>
      <w:r w:rsidRPr="001D2EB6">
        <w:rPr>
          <w:rFonts w:ascii="黑体" w:eastAsia="黑体" w:hAnsi="黑体"/>
        </w:rPr>
        <w:lastRenderedPageBreak/>
        <w:br/>
      </w:r>
      <w:r w:rsidRPr="00CD0E53">
        <w:rPr>
          <w:rFonts w:ascii="黑体" w:eastAsia="黑体" w:hAnsi="黑体" w:hint="eastAsia"/>
        </w:rPr>
        <w:t>硫化</w:t>
      </w:r>
      <w:r w:rsidRPr="00CD0E53">
        <w:rPr>
          <w:rFonts w:ascii="黑体" w:eastAsia="黑体" w:hAnsi="黑体"/>
        </w:rPr>
        <w:t xml:space="preserve"> </w:t>
      </w:r>
      <w:r w:rsidRPr="00CD0E53">
        <w:rPr>
          <w:rFonts w:ascii="黑体" w:eastAsia="黑体" w:hAnsi="黑体" w:hint="eastAsia"/>
        </w:rPr>
        <w:t xml:space="preserve"> </w:t>
      </w:r>
      <w:r w:rsidRPr="00CD0E53">
        <w:rPr>
          <w:rFonts w:ascii="黑体" w:eastAsia="黑体" w:hAnsi="黑体"/>
        </w:rPr>
        <w:t>vulcanization, cure</w:t>
      </w:r>
    </w:p>
    <w:p w14:paraId="789F15F4"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通过化学结构的改变（例如交联）</w:t>
      </w:r>
      <w:r w:rsidRPr="001D2EB6">
        <w:rPr>
          <w:rFonts w:ascii="宋体" w:eastAsia="宋体" w:hAnsi="宋体" w:hint="eastAsia"/>
        </w:rPr>
        <w:t>而</w:t>
      </w:r>
      <w:r w:rsidRPr="001D2EB6">
        <w:rPr>
          <w:rFonts w:ascii="宋体" w:eastAsia="宋体" w:hAnsi="宋体"/>
        </w:rPr>
        <w:t>赋予</w:t>
      </w:r>
      <w:r w:rsidRPr="001D2EB6">
        <w:rPr>
          <w:rFonts w:ascii="宋体" w:eastAsia="宋体" w:hAnsi="宋体" w:hint="eastAsia"/>
        </w:rPr>
        <w:t>、</w:t>
      </w:r>
      <w:r w:rsidRPr="001D2EB6">
        <w:rPr>
          <w:rFonts w:ascii="宋体" w:eastAsia="宋体" w:hAnsi="宋体"/>
        </w:rPr>
        <w:t>改善</w:t>
      </w:r>
      <w:r w:rsidRPr="001D2EB6">
        <w:rPr>
          <w:rFonts w:ascii="宋体" w:eastAsia="宋体" w:hAnsi="宋体" w:hint="eastAsia"/>
        </w:rPr>
        <w:t>或</w:t>
      </w:r>
      <w:r w:rsidRPr="001D2EB6">
        <w:rPr>
          <w:rFonts w:ascii="宋体" w:eastAsia="宋体" w:hAnsi="宋体"/>
        </w:rPr>
        <w:t>提高</w:t>
      </w:r>
      <w:r w:rsidRPr="001D2EB6">
        <w:rPr>
          <w:rFonts w:ascii="宋体" w:eastAsia="宋体" w:hAnsi="宋体" w:hint="eastAsia"/>
        </w:rPr>
        <w:t>橡胶的弹性，</w:t>
      </w:r>
      <w:r w:rsidRPr="001D2EB6">
        <w:rPr>
          <w:rFonts w:ascii="宋体" w:eastAsia="宋体" w:hAnsi="宋体"/>
        </w:rPr>
        <w:t>或</w:t>
      </w:r>
      <w:r w:rsidRPr="001D2EB6">
        <w:rPr>
          <w:rFonts w:ascii="宋体" w:eastAsia="宋体" w:hAnsi="宋体" w:hint="eastAsia"/>
        </w:rPr>
        <w:t>者</w:t>
      </w:r>
      <w:r w:rsidRPr="001D2EB6">
        <w:rPr>
          <w:rFonts w:ascii="宋体" w:eastAsia="宋体" w:hAnsi="宋体"/>
        </w:rPr>
        <w:t>使橡胶</w:t>
      </w:r>
      <w:r w:rsidRPr="001D2EB6">
        <w:rPr>
          <w:rFonts w:ascii="宋体" w:eastAsia="宋体" w:hAnsi="宋体" w:hint="eastAsia"/>
        </w:rPr>
        <w:t>在</w:t>
      </w:r>
      <w:r w:rsidRPr="001D2EB6">
        <w:rPr>
          <w:rFonts w:ascii="宋体" w:eastAsia="宋体" w:hAnsi="宋体"/>
        </w:rPr>
        <w:t>更宽</w:t>
      </w:r>
      <w:r w:rsidRPr="001D2EB6">
        <w:rPr>
          <w:rFonts w:ascii="宋体" w:eastAsia="宋体" w:hAnsi="宋体" w:hint="eastAsia"/>
        </w:rPr>
        <w:t>的</w:t>
      </w:r>
      <w:r w:rsidRPr="001D2EB6">
        <w:rPr>
          <w:rFonts w:ascii="宋体" w:eastAsia="宋体" w:hAnsi="宋体"/>
        </w:rPr>
        <w:t>温度范围</w:t>
      </w:r>
      <w:r w:rsidRPr="001D2EB6">
        <w:rPr>
          <w:rFonts w:ascii="宋体" w:eastAsia="宋体" w:hAnsi="宋体" w:hint="eastAsia"/>
        </w:rPr>
        <w:t>内都能具有一定程度弹性的</w:t>
      </w:r>
      <w:r w:rsidRPr="001D2EB6">
        <w:rPr>
          <w:rFonts w:ascii="宋体" w:eastAsia="宋体" w:hAnsi="宋体"/>
        </w:rPr>
        <w:t>过程。</w:t>
      </w:r>
    </w:p>
    <w:p w14:paraId="0A1A361E" w14:textId="77777777" w:rsidR="00C645D3" w:rsidRPr="00681C8C" w:rsidRDefault="00C645D3" w:rsidP="00477943">
      <w:pPr>
        <w:pStyle w:val="a5"/>
        <w:numPr>
          <w:ilvl w:val="0"/>
          <w:numId w:val="38"/>
        </w:numPr>
        <w:adjustRightInd w:val="0"/>
        <w:snapToGrid w:val="0"/>
      </w:pPr>
      <w:r w:rsidRPr="00681C8C">
        <w:t>某些情况下，该过程进行到橡胶硬化为止。</w:t>
      </w:r>
    </w:p>
    <w:p w14:paraId="2A9AD5C5" w14:textId="77777777" w:rsidR="00C645D3" w:rsidRPr="00681C8C" w:rsidRDefault="00C645D3" w:rsidP="00681C8C">
      <w:pPr>
        <w:pStyle w:val="a5"/>
        <w:adjustRightInd w:val="0"/>
        <w:snapToGrid w:val="0"/>
      </w:pPr>
      <w:r w:rsidRPr="00681C8C">
        <w:rPr>
          <w:rFonts w:hint="eastAsia"/>
        </w:rPr>
        <w:t>（英文）</w:t>
      </w:r>
      <w:r w:rsidRPr="00681C8C">
        <w:t>术语</w:t>
      </w:r>
      <w:r w:rsidRPr="00681C8C">
        <w:t>“</w:t>
      </w:r>
      <w:r w:rsidRPr="00681C8C">
        <w:t>cure</w:t>
      </w:r>
      <w:r w:rsidRPr="00681C8C">
        <w:t>”</w:t>
      </w:r>
      <w:r w:rsidRPr="00681C8C">
        <w:t>是更具工艺性的俚语。</w:t>
      </w:r>
    </w:p>
    <w:p w14:paraId="1107BB3D" w14:textId="77777777" w:rsidR="007A20C5" w:rsidRPr="007A20C5" w:rsidRDefault="007A20C5" w:rsidP="00681C8C">
      <w:pPr>
        <w:pStyle w:val="a5"/>
        <w:numPr>
          <w:ilvl w:val="0"/>
          <w:numId w:val="0"/>
        </w:numPr>
        <w:adjustRightInd w:val="0"/>
        <w:snapToGrid w:val="0"/>
        <w:ind w:left="363"/>
      </w:pPr>
      <w:r w:rsidRPr="00681C8C">
        <w:rPr>
          <w:rFonts w:hint="eastAsia"/>
        </w:rPr>
        <w:t>[选</w:t>
      </w:r>
      <w:r w:rsidR="005B53CE">
        <w:rPr>
          <w:rFonts w:hint="eastAsia"/>
        </w:rPr>
        <w:t>来源：</w:t>
      </w:r>
      <w:r w:rsidRPr="00681C8C">
        <w:rPr>
          <w:rFonts w:hint="eastAsia"/>
        </w:rPr>
        <w:t>GB/T 9881-2008</w:t>
      </w:r>
      <w:r w:rsidR="00600803">
        <w:rPr>
          <w:rFonts w:hint="eastAsia"/>
        </w:rPr>
        <w:t>，</w:t>
      </w:r>
      <w:r w:rsidR="005B53CE">
        <w:rPr>
          <w:rFonts w:hint="eastAsia"/>
        </w:rPr>
        <w:t>2.449</w:t>
      </w:r>
      <w:r w:rsidRPr="00681C8C">
        <w:rPr>
          <w:rFonts w:hint="eastAsia"/>
        </w:rPr>
        <w:t>，</w:t>
      </w:r>
      <w:r w:rsidR="00600803">
        <w:rPr>
          <w:rFonts w:hint="eastAsia"/>
        </w:rPr>
        <w:t>有修改</w:t>
      </w:r>
      <w:r w:rsidRPr="00681C8C">
        <w:rPr>
          <w:rFonts w:hint="eastAsia"/>
        </w:rPr>
        <w:t>]</w:t>
      </w:r>
    </w:p>
    <w:p w14:paraId="70A6D060" w14:textId="77777777" w:rsidR="00251890" w:rsidRPr="00D033FA" w:rsidRDefault="00B17898" w:rsidP="00D033FA">
      <w:pPr>
        <w:pStyle w:val="afffffffffff9"/>
        <w:ind w:left="420" w:hangingChars="200" w:hanging="420"/>
        <w:rPr>
          <w:rFonts w:ascii="黑体" w:eastAsia="黑体" w:hAnsi="黑体"/>
          <w:b/>
        </w:rPr>
      </w:pPr>
      <w:r w:rsidRPr="00D033FA">
        <w:rPr>
          <w:rFonts w:ascii="黑体" w:eastAsia="黑体" w:hAnsi="黑体"/>
        </w:rPr>
        <w:br w:type="textWrapping" w:clear="all"/>
      </w:r>
      <w:r w:rsidRPr="00D033FA">
        <w:rPr>
          <w:rFonts w:ascii="黑体" w:eastAsia="黑体" w:hAnsi="黑体" w:hint="eastAsia"/>
        </w:rPr>
        <w:t xml:space="preserve">连续硫化 </w:t>
      </w:r>
      <w:r w:rsidRPr="00D033FA">
        <w:rPr>
          <w:rFonts w:ascii="黑体" w:eastAsia="黑体" w:hAnsi="黑体"/>
        </w:rPr>
        <w:t xml:space="preserve"> continuous vulcanization </w:t>
      </w:r>
    </w:p>
    <w:p w14:paraId="4A94DC13" w14:textId="77777777" w:rsidR="000F1F49" w:rsidRPr="00781C7F" w:rsidRDefault="000F1F49" w:rsidP="002B54B4">
      <w:pPr>
        <w:tabs>
          <w:tab w:val="left" w:pos="2422"/>
        </w:tabs>
        <w:snapToGrid w:val="0"/>
        <w:spacing w:line="240" w:lineRule="auto"/>
        <w:jc w:val="left"/>
      </w:pPr>
      <w:r w:rsidRPr="00781C7F">
        <w:rPr>
          <w:rFonts w:hint="eastAsia"/>
          <w:b/>
        </w:rPr>
        <w:t xml:space="preserve">    </w:t>
      </w:r>
      <w:r w:rsidRPr="00781C7F">
        <w:rPr>
          <w:rFonts w:hint="eastAsia"/>
        </w:rPr>
        <w:t>通过专门设计的能量传递设备连续通道的橡胶硫化工艺。</w:t>
      </w:r>
    </w:p>
    <w:p w14:paraId="4BCB9FA4"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proofErr w:type="gramStart"/>
      <w:r w:rsidRPr="00251890">
        <w:rPr>
          <w:rFonts w:ascii="黑体" w:eastAsia="黑体" w:hAnsi="黑体" w:hint="eastAsia"/>
        </w:rPr>
        <w:t>硫变仪</w:t>
      </w:r>
      <w:proofErr w:type="gramEnd"/>
      <w:r w:rsidRPr="00251890">
        <w:rPr>
          <w:rFonts w:ascii="黑体" w:eastAsia="黑体" w:hAnsi="黑体"/>
        </w:rPr>
        <w:t xml:space="preserve">  cure meter</w:t>
      </w:r>
    </w:p>
    <w:p w14:paraId="5DB82F24" w14:textId="77777777" w:rsidR="00C645D3" w:rsidRPr="001D2EB6" w:rsidRDefault="00C645D3" w:rsidP="00C645D3">
      <w:pPr>
        <w:pStyle w:val="affffffffffff7"/>
        <w:ind w:firstLineChars="200" w:firstLine="420"/>
        <w:rPr>
          <w:rFonts w:eastAsia="宋体"/>
        </w:rPr>
      </w:pPr>
      <w:r w:rsidRPr="00D361AD">
        <w:rPr>
          <w:rFonts w:eastAsia="宋体"/>
        </w:rPr>
        <w:t>在硫化温度下，测定</w:t>
      </w:r>
      <w:r w:rsidRPr="00D361AD">
        <w:rPr>
          <w:rFonts w:eastAsia="宋体" w:hint="eastAsia"/>
        </w:rPr>
        <w:t>硫</w:t>
      </w:r>
      <w:r w:rsidRPr="00D361AD">
        <w:rPr>
          <w:rFonts w:eastAsia="宋体"/>
        </w:rPr>
        <w:t>化进程的实验装置。</w:t>
      </w:r>
    </w:p>
    <w:p w14:paraId="7DF56CBD" w14:textId="77777777" w:rsidR="00C645D3" w:rsidRPr="001D2EB6" w:rsidRDefault="00C645D3" w:rsidP="00735032">
      <w:pPr>
        <w:pStyle w:val="afff6"/>
        <w:ind w:firstLine="52"/>
      </w:pPr>
      <w:r w:rsidRPr="001D2EB6">
        <w:rPr>
          <w:rFonts w:hint="eastAsia"/>
        </w:rPr>
        <w:t>英文术语rheometer比cure meter更常用。</w:t>
      </w:r>
    </w:p>
    <w:p w14:paraId="4B5987BE"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硫化速率</w:t>
      </w:r>
      <w:r w:rsidRPr="00251890">
        <w:rPr>
          <w:rFonts w:ascii="黑体" w:eastAsia="黑体" w:hAnsi="黑体"/>
        </w:rPr>
        <w:t xml:space="preserve">  cure rate</w:t>
      </w:r>
    </w:p>
    <w:p w14:paraId="44B9723E" w14:textId="77777777" w:rsidR="00C645D3" w:rsidRPr="001D2EB6" w:rsidRDefault="00C645D3" w:rsidP="00C645D3">
      <w:pPr>
        <w:pStyle w:val="affffffffffff7"/>
        <w:ind w:firstLineChars="200" w:firstLine="420"/>
        <w:rPr>
          <w:rFonts w:eastAsia="宋体"/>
        </w:rPr>
      </w:pPr>
      <w:r w:rsidRPr="001D2EB6">
        <w:rPr>
          <w:rFonts w:eastAsia="宋体"/>
        </w:rPr>
        <w:t>在达到起始硫化点之后</w:t>
      </w:r>
      <w:proofErr w:type="gramStart"/>
      <w:r w:rsidRPr="001D2EB6">
        <w:rPr>
          <w:rFonts w:eastAsia="宋体"/>
        </w:rPr>
        <w:t>混炼胶硫化</w:t>
      </w:r>
      <w:proofErr w:type="gramEnd"/>
      <w:r w:rsidRPr="001D2EB6">
        <w:rPr>
          <w:rFonts w:eastAsia="宋体"/>
        </w:rPr>
        <w:t>的速率。</w:t>
      </w:r>
    </w:p>
    <w:p w14:paraId="196095C8" w14:textId="77777777" w:rsidR="00C645D3" w:rsidRPr="001D2EB6" w:rsidRDefault="00C645D3" w:rsidP="00735032">
      <w:pPr>
        <w:pStyle w:val="afff6"/>
        <w:ind w:firstLine="52"/>
      </w:pPr>
      <w:r w:rsidRPr="001D2EB6">
        <w:rPr>
          <w:rFonts w:hint="eastAsia"/>
        </w:rPr>
        <w:t>这是ISO 1382的定义。通常是以胶料的</w:t>
      </w:r>
      <w:proofErr w:type="gramStart"/>
      <w:r w:rsidRPr="001D2EB6">
        <w:rPr>
          <w:rFonts w:hint="eastAsia"/>
        </w:rPr>
        <w:t>交联密度随硫化</w:t>
      </w:r>
      <w:proofErr w:type="gramEnd"/>
      <w:r w:rsidRPr="001D2EB6">
        <w:rPr>
          <w:rFonts w:hint="eastAsia"/>
        </w:rPr>
        <w:t>时间的变化作为硫化速率。</w:t>
      </w:r>
    </w:p>
    <w:p w14:paraId="295EEAA8"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 xml:space="preserve">硫化系数 </w:t>
      </w:r>
      <w:r w:rsidRPr="00251890">
        <w:rPr>
          <w:rFonts w:ascii="黑体" w:eastAsia="黑体" w:hAnsi="黑体"/>
        </w:rPr>
        <w:t xml:space="preserve"> vulcanization coefficient</w:t>
      </w:r>
    </w:p>
    <w:p w14:paraId="395CF012"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100g（硫化）</w:t>
      </w:r>
      <w:r w:rsidRPr="001D2EB6">
        <w:rPr>
          <w:rFonts w:ascii="宋体" w:eastAsia="宋体" w:hAnsi="宋体"/>
        </w:rPr>
        <w:t>橡胶</w:t>
      </w:r>
      <w:r w:rsidRPr="001D2EB6">
        <w:rPr>
          <w:rFonts w:ascii="宋体" w:eastAsia="宋体" w:hAnsi="宋体" w:hint="eastAsia"/>
        </w:rPr>
        <w:t>中</w:t>
      </w:r>
      <w:r w:rsidRPr="001D2EB6">
        <w:rPr>
          <w:rFonts w:ascii="宋体" w:eastAsia="宋体" w:hAnsi="宋体"/>
        </w:rPr>
        <w:t>结合</w:t>
      </w:r>
      <w:proofErr w:type="gramStart"/>
      <w:r w:rsidRPr="001D2EB6">
        <w:rPr>
          <w:rFonts w:ascii="宋体" w:eastAsia="宋体" w:hAnsi="宋体"/>
        </w:rPr>
        <w:t>硫黄</w:t>
      </w:r>
      <w:proofErr w:type="gramEnd"/>
      <w:r w:rsidRPr="001D2EB6">
        <w:rPr>
          <w:rFonts w:ascii="宋体" w:eastAsia="宋体" w:hAnsi="宋体"/>
        </w:rPr>
        <w:t>的质量</w:t>
      </w:r>
      <w:r w:rsidRPr="001D2EB6">
        <w:rPr>
          <w:rFonts w:ascii="宋体" w:eastAsia="宋体" w:hAnsi="宋体" w:hint="eastAsia"/>
        </w:rPr>
        <w:t>分数</w:t>
      </w:r>
      <w:r w:rsidRPr="001D2EB6">
        <w:rPr>
          <w:rFonts w:ascii="宋体" w:eastAsia="宋体" w:hAnsi="宋体"/>
        </w:rPr>
        <w:t>。</w:t>
      </w:r>
    </w:p>
    <w:p w14:paraId="3D72AF7E"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 xml:space="preserve">正硫化  </w:t>
      </w:r>
      <w:r w:rsidRPr="00251890">
        <w:rPr>
          <w:rFonts w:ascii="黑体" w:eastAsia="黑体" w:hAnsi="黑体"/>
        </w:rPr>
        <w:t>optimum cure</w:t>
      </w:r>
    </w:p>
    <w:p w14:paraId="73C33D27"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使</w:t>
      </w:r>
      <w:r w:rsidRPr="001D2EB6">
        <w:rPr>
          <w:rFonts w:ascii="宋体" w:eastAsia="宋体" w:hAnsi="宋体"/>
        </w:rPr>
        <w:t>若干期望性能达到最佳平衡或选定性能达到</w:t>
      </w:r>
      <w:proofErr w:type="gramStart"/>
      <w:r w:rsidRPr="001D2EB6">
        <w:rPr>
          <w:rFonts w:ascii="宋体" w:eastAsia="宋体" w:hAnsi="宋体"/>
        </w:rPr>
        <w:t>最佳值</w:t>
      </w:r>
      <w:proofErr w:type="gramEnd"/>
      <w:r w:rsidRPr="001D2EB6">
        <w:rPr>
          <w:rFonts w:ascii="宋体" w:eastAsia="宋体" w:hAnsi="宋体"/>
        </w:rPr>
        <w:t>所需要的硫化条件。</w:t>
      </w:r>
    </w:p>
    <w:p w14:paraId="240DECD8"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type="textWrapping" w:clear="all"/>
      </w:r>
      <w:proofErr w:type="gramStart"/>
      <w:r w:rsidRPr="00251890">
        <w:rPr>
          <w:rFonts w:ascii="黑体" w:eastAsia="黑体" w:hAnsi="黑体" w:hint="eastAsia"/>
        </w:rPr>
        <w:t>冷硫化</w:t>
      </w:r>
      <w:proofErr w:type="gramEnd"/>
      <w:r w:rsidRPr="00251890">
        <w:rPr>
          <w:rFonts w:ascii="黑体" w:eastAsia="黑体" w:hAnsi="黑体"/>
        </w:rPr>
        <w:t xml:space="preserve">  cold cure </w:t>
      </w:r>
    </w:p>
    <w:p w14:paraId="4543CEB2" w14:textId="77777777" w:rsidR="000F1F49" w:rsidRPr="000F1F49" w:rsidRDefault="00EC3A7B" w:rsidP="00EC3A7B">
      <w:pPr>
        <w:pStyle w:val="affffffffffff7"/>
        <w:ind w:firstLineChars="200" w:firstLine="420"/>
        <w:rPr>
          <w:szCs w:val="21"/>
        </w:rPr>
      </w:pPr>
      <w:r w:rsidRPr="0030370A">
        <w:rPr>
          <w:rFonts w:ascii="宋体" w:eastAsia="宋体" w:hAnsi="宋体" w:hint="eastAsia"/>
        </w:rPr>
        <w:t>在室温下或接近室温时发生的硫化反应</w:t>
      </w:r>
      <w:r w:rsidRPr="0030370A">
        <w:rPr>
          <w:rFonts w:ascii="宋体" w:eastAsia="宋体" w:hAnsi="宋体"/>
        </w:rPr>
        <w:t>。</w:t>
      </w:r>
    </w:p>
    <w:p w14:paraId="555D4D4B"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 xml:space="preserve">平坦硫化 </w:t>
      </w:r>
      <w:r w:rsidRPr="00251890">
        <w:rPr>
          <w:rFonts w:ascii="黑体" w:eastAsia="黑体" w:hAnsi="黑体"/>
        </w:rPr>
        <w:t xml:space="preserve"> plateau cure</w:t>
      </w:r>
      <w:r w:rsidRPr="00251890">
        <w:rPr>
          <w:rFonts w:ascii="黑体" w:eastAsia="黑体" w:hAnsi="黑体" w:hint="eastAsia"/>
        </w:rPr>
        <w:t>，</w:t>
      </w:r>
      <w:r w:rsidRPr="00251890">
        <w:rPr>
          <w:rFonts w:ascii="黑体" w:eastAsia="黑体" w:hAnsi="黑体"/>
        </w:rPr>
        <w:t>flat cure</w:t>
      </w:r>
    </w:p>
    <w:p w14:paraId="776B0CC9"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在硫化温度下，模量达到最大值后在相当长的一段之间内基本上保持不变的硫化类型。</w:t>
      </w:r>
    </w:p>
    <w:p w14:paraId="60D6735A"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焦烧</w:t>
      </w:r>
      <w:r w:rsidRPr="00251890">
        <w:rPr>
          <w:rFonts w:ascii="黑体" w:eastAsia="黑体" w:hAnsi="黑体"/>
        </w:rPr>
        <w:t xml:space="preserve">  scorch</w:t>
      </w:r>
    </w:p>
    <w:p w14:paraId="1E14391C"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橡胶混炼胶的过早硫化。</w:t>
      </w:r>
    </w:p>
    <w:p w14:paraId="08DFB2DA"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门尼焦烧</w:t>
      </w:r>
      <w:r w:rsidRPr="00251890">
        <w:rPr>
          <w:rFonts w:ascii="黑体" w:eastAsia="黑体" w:hAnsi="黑体"/>
        </w:rPr>
        <w:t xml:space="preserve">  Mooney scorch</w:t>
      </w:r>
    </w:p>
    <w:p w14:paraId="08DD1A35"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用</w:t>
      </w:r>
      <w:r w:rsidRPr="001D2EB6">
        <w:rPr>
          <w:rFonts w:ascii="宋体" w:eastAsia="宋体" w:hAnsi="宋体" w:hint="eastAsia"/>
        </w:rPr>
        <w:t>门尼</w:t>
      </w:r>
      <w:r w:rsidRPr="001D2EB6">
        <w:rPr>
          <w:rFonts w:ascii="宋体" w:eastAsia="宋体" w:hAnsi="宋体"/>
        </w:rPr>
        <w:t>剪切式圆盘</w:t>
      </w:r>
      <w:r w:rsidRPr="001D2EB6">
        <w:rPr>
          <w:rFonts w:ascii="宋体" w:eastAsia="宋体" w:hAnsi="宋体" w:hint="eastAsia"/>
        </w:rPr>
        <w:t>粘</w:t>
      </w:r>
      <w:r w:rsidRPr="001D2EB6">
        <w:rPr>
          <w:rFonts w:ascii="宋体" w:eastAsia="宋体" w:hAnsi="宋体"/>
        </w:rPr>
        <w:t>度计测定的橡胶混炼胶的早期</w:t>
      </w:r>
      <w:r w:rsidRPr="001D2EB6">
        <w:rPr>
          <w:rFonts w:ascii="宋体" w:eastAsia="宋体" w:hAnsi="宋体" w:hint="eastAsia"/>
        </w:rPr>
        <w:t>硫化</w:t>
      </w:r>
      <w:r w:rsidRPr="001D2EB6">
        <w:rPr>
          <w:rFonts w:ascii="宋体" w:eastAsia="宋体" w:hAnsi="宋体"/>
        </w:rPr>
        <w:t>特性的量值。</w:t>
      </w:r>
    </w:p>
    <w:p w14:paraId="254321E5"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欠硫</w:t>
      </w:r>
      <w:r w:rsidRPr="00251890">
        <w:rPr>
          <w:rFonts w:ascii="黑体" w:eastAsia="黑体" w:hAnsi="黑体"/>
        </w:rPr>
        <w:t xml:space="preserve">  </w:t>
      </w:r>
      <w:proofErr w:type="spellStart"/>
      <w:r w:rsidRPr="00251890">
        <w:rPr>
          <w:rFonts w:ascii="黑体" w:eastAsia="黑体" w:hAnsi="黑体"/>
        </w:rPr>
        <w:t>undercure</w:t>
      </w:r>
      <w:proofErr w:type="spellEnd"/>
    </w:p>
    <w:p w14:paraId="1B782257" w14:textId="77777777" w:rsidR="00C645D3" w:rsidRPr="001D2EB6" w:rsidRDefault="00C645D3" w:rsidP="00C645D3">
      <w:pPr>
        <w:pStyle w:val="affffffffffff7"/>
        <w:ind w:firstLineChars="200" w:firstLine="420"/>
        <w:rPr>
          <w:rFonts w:eastAsia="宋体"/>
        </w:rPr>
      </w:pPr>
      <w:r w:rsidRPr="001D2EB6">
        <w:rPr>
          <w:rFonts w:eastAsia="宋体"/>
        </w:rPr>
        <w:t>未达到最佳硫化的硫化状态。</w:t>
      </w:r>
    </w:p>
    <w:p w14:paraId="6ACA1668" w14:textId="77777777" w:rsidR="00C645D3" w:rsidRPr="001D2EB6" w:rsidRDefault="00C645D3" w:rsidP="00735032">
      <w:pPr>
        <w:pStyle w:val="afff6"/>
        <w:ind w:firstLine="52"/>
      </w:pPr>
      <w:r w:rsidRPr="001D2EB6">
        <w:t>欠硫通常是由于硫化</w:t>
      </w:r>
      <w:r w:rsidRPr="001D2EB6">
        <w:rPr>
          <w:rFonts w:hint="eastAsia"/>
        </w:rPr>
        <w:t>及</w:t>
      </w:r>
      <w:r w:rsidRPr="001D2EB6">
        <w:t>二次硫化时间太短、硫化温度过低、硫化剂用量不足等因素引起的。</w:t>
      </w:r>
    </w:p>
    <w:p w14:paraId="65CA7376"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二次硫化</w:t>
      </w:r>
      <w:r w:rsidRPr="00251890">
        <w:rPr>
          <w:rFonts w:ascii="黑体" w:eastAsia="黑体" w:hAnsi="黑体"/>
        </w:rPr>
        <w:t xml:space="preserve">  post cure</w:t>
      </w:r>
    </w:p>
    <w:p w14:paraId="22BC746C"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为了提高橡胶的一种或多种性能而在第一次硫化之后进行的热和/或辐射处理。</w:t>
      </w:r>
    </w:p>
    <w:p w14:paraId="32CB250F" w14:textId="77777777" w:rsidR="00C645D3" w:rsidRPr="001D2EB6" w:rsidRDefault="00C645D3" w:rsidP="00735032">
      <w:pPr>
        <w:pStyle w:val="afff6"/>
        <w:ind w:firstLine="52"/>
      </w:pPr>
      <w:r w:rsidRPr="001D2EB6">
        <w:t>有些文献将</w:t>
      </w:r>
      <w:r w:rsidRPr="001D2EB6">
        <w:t>“</w:t>
      </w:r>
      <w:r w:rsidRPr="001D2EB6">
        <w:t>post cure</w:t>
      </w:r>
      <w:r w:rsidRPr="001D2EB6">
        <w:t>”</w:t>
      </w:r>
      <w:r w:rsidRPr="001D2EB6">
        <w:t>称为后硫化。本</w:t>
      </w:r>
      <w:r w:rsidRPr="001D2EB6">
        <w:rPr>
          <w:rFonts w:hint="eastAsia"/>
        </w:rPr>
        <w:t>文件</w:t>
      </w:r>
      <w:r w:rsidRPr="001D2EB6">
        <w:t>中，后硫化</w:t>
      </w:r>
      <w:r w:rsidRPr="001D2EB6">
        <w:rPr>
          <w:rFonts w:hint="eastAsia"/>
        </w:rPr>
        <w:t>有不同的含义（参见</w:t>
      </w:r>
      <w:r w:rsidRPr="00BA6935">
        <w:rPr>
          <w:rFonts w:hint="eastAsia"/>
        </w:rPr>
        <w:t>8．24．8</w:t>
      </w:r>
      <w:r w:rsidRPr="001D2EB6">
        <w:rPr>
          <w:rFonts w:hint="eastAsia"/>
        </w:rPr>
        <w:t>），对应的英文</w:t>
      </w:r>
      <w:r w:rsidRPr="001D2EB6">
        <w:t>术语</w:t>
      </w:r>
      <w:r w:rsidRPr="001D2EB6">
        <w:rPr>
          <w:rFonts w:hint="eastAsia"/>
        </w:rPr>
        <w:t>为</w:t>
      </w:r>
      <w:proofErr w:type="spellStart"/>
      <w:r w:rsidRPr="001D2EB6">
        <w:lastRenderedPageBreak/>
        <w:t>aftercure</w:t>
      </w:r>
      <w:proofErr w:type="spellEnd"/>
      <w:r w:rsidRPr="001D2EB6">
        <w:t>。</w:t>
      </w:r>
    </w:p>
    <w:p w14:paraId="3659716A"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 xml:space="preserve">过硫 </w:t>
      </w:r>
      <w:r w:rsidRPr="001D2EB6">
        <w:rPr>
          <w:rFonts w:ascii="黑体" w:eastAsia="黑体" w:hAnsi="黑体"/>
        </w:rPr>
        <w:t xml:space="preserve"> overcure</w:t>
      </w:r>
    </w:p>
    <w:p w14:paraId="2060B57E" w14:textId="77777777" w:rsidR="00C645D3" w:rsidRPr="001D2EB6" w:rsidRDefault="00C645D3" w:rsidP="00C645D3">
      <w:pPr>
        <w:pStyle w:val="affffffffffff7"/>
        <w:ind w:firstLineChars="200" w:firstLine="420"/>
        <w:rPr>
          <w:rFonts w:eastAsia="宋体"/>
        </w:rPr>
      </w:pPr>
      <w:r w:rsidRPr="001D2EB6">
        <w:rPr>
          <w:rFonts w:eastAsia="宋体"/>
        </w:rPr>
        <w:t>超过硫化点的硫化状态。</w:t>
      </w:r>
    </w:p>
    <w:p w14:paraId="391F6F47" w14:textId="77777777" w:rsidR="00C645D3" w:rsidRPr="001D2EB6" w:rsidRDefault="00C645D3" w:rsidP="00735032">
      <w:pPr>
        <w:pStyle w:val="afff6"/>
        <w:ind w:firstLine="52"/>
      </w:pPr>
      <w:r w:rsidRPr="001D2EB6">
        <w:t>过硫一般</w:t>
      </w:r>
      <w:proofErr w:type="gramStart"/>
      <w:r w:rsidRPr="001D2EB6">
        <w:t>起因于</w:t>
      </w:r>
      <w:r w:rsidRPr="001D2EB6">
        <w:rPr>
          <w:rFonts w:hint="eastAsia"/>
        </w:rPr>
        <w:t>硫化</w:t>
      </w:r>
      <w:proofErr w:type="gramEnd"/>
      <w:r w:rsidRPr="001D2EB6">
        <w:t>时间太长、硫化温度太高、硫化剂过量、二次硫化等。</w:t>
      </w:r>
    </w:p>
    <w:p w14:paraId="05FCBBBB"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 xml:space="preserve">后硫化 </w:t>
      </w:r>
      <w:r w:rsidRPr="00251890">
        <w:rPr>
          <w:rFonts w:ascii="黑体" w:eastAsia="黑体" w:hAnsi="黑体"/>
        </w:rPr>
        <w:t xml:space="preserve"> </w:t>
      </w:r>
      <w:proofErr w:type="spellStart"/>
      <w:r w:rsidRPr="00251890">
        <w:rPr>
          <w:rFonts w:ascii="黑体" w:eastAsia="黑体" w:hAnsi="黑体"/>
        </w:rPr>
        <w:t>aftercure</w:t>
      </w:r>
      <w:proofErr w:type="spellEnd"/>
    </w:p>
    <w:p w14:paraId="4BBAAC9B"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残余硫化</w:t>
      </w:r>
    </w:p>
    <w:p w14:paraId="537C8E93"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撤除能源后硫化过程的延续。</w:t>
      </w:r>
    </w:p>
    <w:p w14:paraId="6C767631"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proofErr w:type="gramStart"/>
      <w:r w:rsidRPr="00251890">
        <w:rPr>
          <w:rFonts w:ascii="黑体" w:eastAsia="黑体" w:hAnsi="黑体" w:hint="eastAsia"/>
        </w:rPr>
        <w:t>返原硫化</w:t>
      </w:r>
      <w:proofErr w:type="gramEnd"/>
      <w:r w:rsidRPr="00251890">
        <w:rPr>
          <w:rFonts w:ascii="黑体" w:eastAsia="黑体" w:hAnsi="黑体"/>
        </w:rPr>
        <w:t xml:space="preserve">  reverting cure</w:t>
      </w:r>
    </w:p>
    <w:p w14:paraId="17A11902" w14:textId="77777777" w:rsidR="00C645D3" w:rsidRPr="001D2EB6" w:rsidRDefault="00C645D3" w:rsidP="00C645D3">
      <w:pPr>
        <w:pStyle w:val="affffffffffff7"/>
        <w:ind w:firstLineChars="200" w:firstLine="420"/>
        <w:rPr>
          <w:rFonts w:ascii="宋体" w:eastAsia="宋体" w:hAnsi="宋体"/>
        </w:rPr>
      </w:pPr>
      <w:proofErr w:type="gramStart"/>
      <w:r w:rsidRPr="001D2EB6">
        <w:rPr>
          <w:rFonts w:ascii="宋体" w:eastAsia="宋体" w:hAnsi="宋体" w:hint="eastAsia"/>
        </w:rPr>
        <w:t>峰形硫化</w:t>
      </w:r>
      <w:proofErr w:type="gramEnd"/>
      <w:r w:rsidRPr="001D2EB6">
        <w:rPr>
          <w:rFonts w:ascii="宋体" w:eastAsia="宋体" w:hAnsi="宋体" w:hint="eastAsia"/>
        </w:rPr>
        <w:t xml:space="preserve">  peaky cure </w:t>
      </w:r>
    </w:p>
    <w:p w14:paraId="1A492816" w14:textId="77777777" w:rsidR="00C645D3" w:rsidRPr="001D2EB6" w:rsidRDefault="00C645D3" w:rsidP="00C645D3">
      <w:pPr>
        <w:pStyle w:val="affffffffffff7"/>
        <w:ind w:firstLineChars="200" w:firstLine="420"/>
        <w:rPr>
          <w:rFonts w:ascii="宋体" w:eastAsia="宋体" w:hAnsi="宋体"/>
        </w:rPr>
      </w:pPr>
      <w:proofErr w:type="gramStart"/>
      <w:r w:rsidRPr="001D2EB6">
        <w:rPr>
          <w:rFonts w:ascii="宋体" w:eastAsia="宋体" w:hAnsi="宋体"/>
        </w:rPr>
        <w:t>当硫化胶</w:t>
      </w:r>
      <w:proofErr w:type="gramEnd"/>
      <w:r w:rsidRPr="001D2EB6">
        <w:rPr>
          <w:rFonts w:ascii="宋体" w:eastAsia="宋体" w:hAnsi="宋体"/>
        </w:rPr>
        <w:t>模量达到最大值之后，再将其继续置于硫化温度下，引起模量下降的硫化类型。</w:t>
      </w:r>
    </w:p>
    <w:p w14:paraId="03939CFA"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proofErr w:type="gramStart"/>
      <w:r w:rsidRPr="00251890">
        <w:rPr>
          <w:rFonts w:ascii="黑体" w:eastAsia="黑体" w:hAnsi="黑体" w:hint="eastAsia"/>
        </w:rPr>
        <w:t>硫化返原</w:t>
      </w:r>
      <w:proofErr w:type="gramEnd"/>
      <w:r w:rsidRPr="00251890">
        <w:rPr>
          <w:rFonts w:ascii="黑体" w:eastAsia="黑体" w:hAnsi="黑体" w:hint="eastAsia"/>
        </w:rPr>
        <w:t xml:space="preserve"> </w:t>
      </w:r>
      <w:r w:rsidRPr="00251890">
        <w:rPr>
          <w:rFonts w:ascii="黑体" w:eastAsia="黑体" w:hAnsi="黑体"/>
        </w:rPr>
        <w:t xml:space="preserve"> reversion</w:t>
      </w:r>
    </w:p>
    <w:p w14:paraId="50F9D326"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将硫</w:t>
      </w:r>
      <w:proofErr w:type="gramStart"/>
      <w:r w:rsidRPr="001D2EB6">
        <w:rPr>
          <w:rFonts w:ascii="宋体" w:eastAsia="宋体" w:hAnsi="宋体" w:hint="eastAsia"/>
        </w:rPr>
        <w:t>化胶</w:t>
      </w:r>
      <w:r w:rsidRPr="001D2EB6">
        <w:rPr>
          <w:rFonts w:ascii="宋体" w:eastAsia="宋体" w:hAnsi="宋体"/>
        </w:rPr>
        <w:t>继续暴露于硫</w:t>
      </w:r>
      <w:proofErr w:type="gramEnd"/>
      <w:r w:rsidRPr="001D2EB6">
        <w:rPr>
          <w:rFonts w:ascii="宋体" w:eastAsia="宋体" w:hAnsi="宋体"/>
        </w:rPr>
        <w:t>化温度下而引起过硫化时</w:t>
      </w:r>
      <w:r w:rsidRPr="001D2EB6">
        <w:rPr>
          <w:rFonts w:ascii="宋体" w:eastAsia="宋体" w:hAnsi="宋体" w:hint="eastAsia"/>
        </w:rPr>
        <w:t>，所发生</w:t>
      </w:r>
      <w:r w:rsidRPr="001D2EB6">
        <w:rPr>
          <w:rFonts w:ascii="宋体" w:eastAsia="宋体" w:hAnsi="宋体"/>
        </w:rPr>
        <w:t>的</w:t>
      </w:r>
      <w:proofErr w:type="gramStart"/>
      <w:r w:rsidRPr="001D2EB6">
        <w:rPr>
          <w:rFonts w:ascii="宋体" w:eastAsia="宋体" w:hAnsi="宋体"/>
        </w:rPr>
        <w:t>硫化胶模量</w:t>
      </w:r>
      <w:proofErr w:type="gramEnd"/>
      <w:r w:rsidRPr="001D2EB6">
        <w:rPr>
          <w:rFonts w:ascii="宋体" w:eastAsia="宋体" w:hAnsi="宋体"/>
        </w:rPr>
        <w:t>以及与模量有关的性能</w:t>
      </w:r>
      <w:r w:rsidRPr="001D2EB6">
        <w:rPr>
          <w:rFonts w:ascii="宋体" w:eastAsia="宋体" w:hAnsi="宋体" w:hint="eastAsia"/>
        </w:rPr>
        <w:t>的</w:t>
      </w:r>
      <w:r w:rsidRPr="001D2EB6">
        <w:rPr>
          <w:rFonts w:ascii="宋体" w:eastAsia="宋体" w:hAnsi="宋体"/>
        </w:rPr>
        <w:t>厌氧性变质。</w:t>
      </w:r>
    </w:p>
    <w:p w14:paraId="1B2638B7" w14:textId="77777777" w:rsidR="00C645D3" w:rsidRPr="001D2EB6" w:rsidRDefault="00C645D3" w:rsidP="00A45079">
      <w:pPr>
        <w:pStyle w:val="afff6"/>
        <w:ind w:firstLine="52"/>
      </w:pPr>
      <w:proofErr w:type="gramStart"/>
      <w:r w:rsidRPr="001D2EB6">
        <w:t>硫化返原是</w:t>
      </w:r>
      <w:proofErr w:type="gramEnd"/>
      <w:r w:rsidRPr="001D2EB6">
        <w:t>因交联密度减小所致。</w:t>
      </w:r>
    </w:p>
    <w:p w14:paraId="245A8B24"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proofErr w:type="gramStart"/>
      <w:r w:rsidRPr="001D2EB6">
        <w:rPr>
          <w:rFonts w:ascii="黑体" w:eastAsia="黑体" w:hAnsi="黑体" w:hint="eastAsia"/>
        </w:rPr>
        <w:t>硫化</w:t>
      </w:r>
      <w:r w:rsidRPr="00956A16">
        <w:rPr>
          <w:rFonts w:ascii="黑体" w:eastAsia="黑体" w:hAnsi="黑体" w:hint="eastAsia"/>
        </w:rPr>
        <w:t>胶</w:t>
      </w:r>
      <w:proofErr w:type="gramEnd"/>
      <w:r w:rsidRPr="001D2EB6">
        <w:rPr>
          <w:rFonts w:ascii="黑体" w:eastAsia="黑体" w:hAnsi="黑体"/>
        </w:rPr>
        <w:t xml:space="preserve"> </w:t>
      </w:r>
      <w:r w:rsidRPr="001D2EB6">
        <w:rPr>
          <w:rFonts w:ascii="黑体" w:eastAsia="黑体" w:hAnsi="黑体" w:hint="eastAsia"/>
        </w:rPr>
        <w:t xml:space="preserve"> </w:t>
      </w:r>
      <w:r w:rsidRPr="001D2EB6">
        <w:rPr>
          <w:rFonts w:ascii="黑体" w:eastAsia="黑体" w:hAnsi="黑体"/>
        </w:rPr>
        <w:t>vulcanizate</w:t>
      </w:r>
      <w:r w:rsidRPr="001D2EB6">
        <w:rPr>
          <w:rFonts w:hint="eastAsia"/>
        </w:rPr>
        <w:t>，</w:t>
      </w:r>
      <w:r w:rsidRPr="00F12C6A">
        <w:rPr>
          <w:rFonts w:ascii="黑体" w:eastAsia="黑体" w:hAnsi="黑体"/>
        </w:rPr>
        <w:t>vulcanized rubber</w:t>
      </w:r>
      <w:r w:rsidRPr="001D2EB6">
        <w:t xml:space="preserve">  </w:t>
      </w:r>
    </w:p>
    <w:p w14:paraId="4098A292"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橡胶混炼胶的硫化产物。</w:t>
      </w:r>
    </w:p>
    <w:p w14:paraId="3AA1813F"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结合硫</w:t>
      </w:r>
      <w:r w:rsidRPr="00251890">
        <w:rPr>
          <w:rFonts w:ascii="黑体" w:eastAsia="黑体" w:hAnsi="黑体"/>
        </w:rPr>
        <w:t xml:space="preserve">  combined sulfur</w:t>
      </w:r>
    </w:p>
    <w:p w14:paraId="60E82F4B"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用规定的方法萃取之后仍然保留在</w:t>
      </w:r>
      <w:r w:rsidRPr="001D2EB6">
        <w:rPr>
          <w:rFonts w:ascii="宋体" w:eastAsia="宋体" w:hAnsi="宋体"/>
        </w:rPr>
        <w:t>硫化橡胶中的硫。</w:t>
      </w:r>
    </w:p>
    <w:p w14:paraId="466B2F2E" w14:textId="77777777" w:rsidR="00C645D3" w:rsidRPr="001D2EB6" w:rsidRDefault="00C645D3" w:rsidP="00A45079">
      <w:pPr>
        <w:pStyle w:val="afff6"/>
        <w:ind w:firstLine="52"/>
      </w:pPr>
      <w:r w:rsidRPr="001D2EB6">
        <w:rPr>
          <w:rFonts w:hint="eastAsia"/>
        </w:rPr>
        <w:t>结合</w:t>
      </w:r>
      <w:proofErr w:type="gramStart"/>
      <w:r w:rsidRPr="001D2EB6">
        <w:rPr>
          <w:rFonts w:hint="eastAsia"/>
        </w:rPr>
        <w:t>硫可以</w:t>
      </w:r>
      <w:proofErr w:type="gramEnd"/>
      <w:r w:rsidRPr="001D2EB6">
        <w:rPr>
          <w:rFonts w:hint="eastAsia"/>
        </w:rPr>
        <w:t>结合到有机组分上（为有机结合硫，例如在硫化的橡胶或油膏中），或者是结合到无机组分上（为</w:t>
      </w:r>
      <w:proofErr w:type="gramStart"/>
      <w:r w:rsidRPr="001D2EB6">
        <w:rPr>
          <w:rFonts w:hint="eastAsia"/>
        </w:rPr>
        <w:t>无机结合硫</w:t>
      </w:r>
      <w:proofErr w:type="gramEnd"/>
      <w:r w:rsidRPr="001D2EB6">
        <w:rPr>
          <w:rFonts w:hint="eastAsia"/>
        </w:rPr>
        <w:t>，例如硫酸钡），或者同时结合到有机和无机两种组分上。</w:t>
      </w:r>
    </w:p>
    <w:p w14:paraId="18FDD6DF"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游离硫</w:t>
      </w:r>
      <w:r w:rsidRPr="00251890">
        <w:rPr>
          <w:rFonts w:ascii="黑体" w:eastAsia="黑体" w:hAnsi="黑体"/>
        </w:rPr>
        <w:t xml:space="preserve">  free sulfur</w:t>
      </w:r>
    </w:p>
    <w:p w14:paraId="5D28F6B6" w14:textId="77777777" w:rsidR="00C645D3" w:rsidRPr="001D2EB6" w:rsidRDefault="00C645D3" w:rsidP="00C645D3">
      <w:pPr>
        <w:pStyle w:val="affffffffffff7"/>
        <w:ind w:firstLineChars="200" w:firstLine="420"/>
        <w:rPr>
          <w:rFonts w:eastAsia="宋体"/>
        </w:rPr>
      </w:pPr>
      <w:r w:rsidRPr="001D2EB6">
        <w:rPr>
          <w:rFonts w:eastAsia="宋体"/>
        </w:rPr>
        <w:t>在混炼胶和</w:t>
      </w:r>
      <w:proofErr w:type="gramStart"/>
      <w:r w:rsidRPr="001D2EB6">
        <w:rPr>
          <w:rFonts w:eastAsia="宋体"/>
        </w:rPr>
        <w:t>硫化</w:t>
      </w:r>
      <w:proofErr w:type="gramEnd"/>
      <w:r w:rsidRPr="001D2EB6">
        <w:rPr>
          <w:rFonts w:eastAsia="宋体"/>
        </w:rPr>
        <w:t>胶中未</w:t>
      </w:r>
      <w:r w:rsidRPr="001D2EB6">
        <w:rPr>
          <w:rFonts w:eastAsia="宋体" w:hint="eastAsia"/>
        </w:rPr>
        <w:t>被</w:t>
      </w:r>
      <w:r w:rsidRPr="001D2EB6">
        <w:rPr>
          <w:rFonts w:eastAsia="宋体"/>
        </w:rPr>
        <w:t>结合的硫。</w:t>
      </w:r>
    </w:p>
    <w:p w14:paraId="078D8BD2" w14:textId="77777777" w:rsidR="00C645D3" w:rsidRPr="001D2EB6" w:rsidRDefault="00C645D3" w:rsidP="00A45079">
      <w:pPr>
        <w:pStyle w:val="afff6"/>
        <w:ind w:firstLine="52"/>
      </w:pPr>
      <w:r w:rsidRPr="001D2EB6">
        <w:rPr>
          <w:rFonts w:hAnsi="宋体"/>
        </w:rPr>
        <w:t>实际测定的游</w:t>
      </w:r>
      <w:r w:rsidRPr="001D2EB6">
        <w:t>离</w:t>
      </w:r>
      <w:proofErr w:type="gramStart"/>
      <w:r w:rsidRPr="001D2EB6">
        <w:t>硫不仅</w:t>
      </w:r>
      <w:proofErr w:type="gramEnd"/>
      <w:r w:rsidRPr="001D2EB6">
        <w:t>包括元素硫，也可能包括一些以配位键结合的活性硫，例如在秋兰</w:t>
      </w:r>
      <w:proofErr w:type="gramStart"/>
      <w:r w:rsidRPr="001D2EB6">
        <w:t>姆</w:t>
      </w:r>
      <w:proofErr w:type="gramEnd"/>
      <w:r w:rsidRPr="001D2EB6">
        <w:t>二硫化物和多硫化物中的硫。</w:t>
      </w:r>
    </w:p>
    <w:p w14:paraId="5C39B9C0"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 xml:space="preserve">总硫含量 </w:t>
      </w:r>
      <w:r w:rsidRPr="00251890">
        <w:rPr>
          <w:rFonts w:ascii="黑体" w:eastAsia="黑体" w:hAnsi="黑体"/>
        </w:rPr>
        <w:t xml:space="preserve"> total sulfur</w:t>
      </w:r>
    </w:p>
    <w:p w14:paraId="2D97D903" w14:textId="77777777" w:rsidR="00C645D3" w:rsidRDefault="00C645D3" w:rsidP="00C645D3">
      <w:pPr>
        <w:pStyle w:val="affffffffffff7"/>
        <w:ind w:firstLineChars="200" w:firstLine="420"/>
        <w:rPr>
          <w:rFonts w:ascii="宋体" w:eastAsia="宋体" w:hAnsi="宋体"/>
        </w:rPr>
      </w:pPr>
      <w:r w:rsidRPr="001D2EB6">
        <w:rPr>
          <w:rFonts w:ascii="宋体" w:eastAsia="宋体" w:hAnsi="宋体" w:hint="eastAsia"/>
        </w:rPr>
        <w:t>100g（硫化橡胶）</w:t>
      </w:r>
      <w:r w:rsidRPr="001D2EB6">
        <w:rPr>
          <w:rFonts w:ascii="宋体" w:eastAsia="宋体" w:hAnsi="宋体"/>
        </w:rPr>
        <w:t>材料中的各种化学形态或来源的全部硫</w:t>
      </w:r>
      <w:r w:rsidRPr="001D2EB6">
        <w:rPr>
          <w:rFonts w:ascii="宋体" w:eastAsia="宋体" w:hAnsi="宋体" w:hint="eastAsia"/>
        </w:rPr>
        <w:t>的质量分数</w:t>
      </w:r>
      <w:r w:rsidRPr="001D2EB6">
        <w:rPr>
          <w:rFonts w:ascii="宋体" w:eastAsia="宋体" w:hAnsi="宋体"/>
        </w:rPr>
        <w:t>。</w:t>
      </w:r>
    </w:p>
    <w:p w14:paraId="356D0EE6" w14:textId="77777777" w:rsidR="00735032" w:rsidRPr="00735032" w:rsidRDefault="00735032" w:rsidP="00735032">
      <w:pPr>
        <w:pStyle w:val="Char1"/>
        <w:ind w:firstLine="360"/>
      </w:pPr>
      <w:r w:rsidRPr="00FB78CE">
        <w:rPr>
          <w:rFonts w:ascii="仿宋_GB2312" w:eastAsia="仿宋_GB2312" w:hint="eastAsia"/>
          <w:sz w:val="18"/>
          <w:szCs w:val="18"/>
        </w:rPr>
        <w:t>[</w:t>
      </w:r>
      <w:r w:rsidR="005B53CE">
        <w:rPr>
          <w:rFonts w:ascii="仿宋_GB2312" w:eastAsia="仿宋_GB2312" w:hint="eastAsia"/>
          <w:sz w:val="18"/>
          <w:szCs w:val="18"/>
        </w:rPr>
        <w:t>来源：</w:t>
      </w:r>
      <w:r w:rsidRPr="00FB78CE">
        <w:rPr>
          <w:rFonts w:ascii="仿宋_GB2312" w:eastAsia="仿宋_GB2312" w:hint="eastAsia"/>
          <w:sz w:val="18"/>
          <w:szCs w:val="18"/>
        </w:rPr>
        <w:t>GB/T 9881-2008</w:t>
      </w:r>
      <w:r w:rsidR="00600803">
        <w:rPr>
          <w:rFonts w:ascii="仿宋_GB2312" w:eastAsia="仿宋_GB2312" w:hint="eastAsia"/>
          <w:sz w:val="18"/>
          <w:szCs w:val="18"/>
        </w:rPr>
        <w:t>，</w:t>
      </w:r>
      <w:r w:rsidR="005B53CE">
        <w:rPr>
          <w:rFonts w:ascii="仿宋_GB2312" w:eastAsia="仿宋_GB2312" w:hint="eastAsia"/>
          <w:sz w:val="18"/>
          <w:szCs w:val="18"/>
        </w:rPr>
        <w:t>2.439</w:t>
      </w:r>
      <w:r w:rsidRPr="00FB78CE">
        <w:rPr>
          <w:rFonts w:ascii="仿宋_GB2312" w:eastAsia="仿宋_GB2312" w:hint="eastAsia"/>
          <w:sz w:val="18"/>
          <w:szCs w:val="18"/>
        </w:rPr>
        <w:t>，</w:t>
      </w:r>
      <w:r w:rsidR="00600803">
        <w:rPr>
          <w:rFonts w:ascii="仿宋_GB2312" w:eastAsia="仿宋_GB2312" w:hint="eastAsia"/>
          <w:sz w:val="18"/>
          <w:szCs w:val="18"/>
        </w:rPr>
        <w:t>有修改</w:t>
      </w:r>
      <w:r w:rsidRPr="00FB78CE">
        <w:rPr>
          <w:rFonts w:ascii="仿宋_GB2312" w:eastAsia="仿宋_GB2312" w:hint="eastAsia"/>
          <w:sz w:val="18"/>
          <w:szCs w:val="18"/>
        </w:rPr>
        <w:t>]</w:t>
      </w:r>
    </w:p>
    <w:p w14:paraId="33E159FC"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结合橡胶</w:t>
      </w:r>
      <w:r w:rsidRPr="00251890">
        <w:rPr>
          <w:rFonts w:ascii="黑体" w:eastAsia="黑体" w:hAnsi="黑体"/>
        </w:rPr>
        <w:t xml:space="preserve">  bound rubber</w:t>
      </w:r>
    </w:p>
    <w:p w14:paraId="6745D683"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混炼胶中，与填料紧密结合，以至于不能被一般橡胶溶剂所萃取分离的那部分橡胶。</w:t>
      </w:r>
    </w:p>
    <w:p w14:paraId="7D4341BE"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交联（行为）</w:t>
      </w:r>
      <w:r w:rsidRPr="00251890">
        <w:rPr>
          <w:rFonts w:ascii="黑体" w:eastAsia="黑体" w:hAnsi="黑体"/>
        </w:rPr>
        <w:t xml:space="preserve"> crosslinking</w:t>
      </w:r>
    </w:p>
    <w:p w14:paraId="183E1448"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为形成网络结构而在橡胶分子链之间或橡胶分子链内</w:t>
      </w:r>
      <w:proofErr w:type="gramStart"/>
      <w:r w:rsidRPr="001D2EB6">
        <w:rPr>
          <w:rFonts w:ascii="宋体" w:eastAsia="宋体" w:hAnsi="宋体" w:hint="eastAsia"/>
        </w:rPr>
        <w:t>内</w:t>
      </w:r>
      <w:proofErr w:type="gramEnd"/>
      <w:r w:rsidRPr="001D2EB6">
        <w:rPr>
          <w:rFonts w:ascii="宋体" w:eastAsia="宋体" w:hAnsi="宋体"/>
        </w:rPr>
        <w:t>嵌入交联健。</w:t>
      </w:r>
    </w:p>
    <w:p w14:paraId="209CC42F"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交联键</w:t>
      </w:r>
      <w:r w:rsidRPr="00251890">
        <w:rPr>
          <w:rFonts w:ascii="黑体" w:eastAsia="黑体" w:hAnsi="黑体"/>
        </w:rPr>
        <w:t xml:space="preserve">  crosslink</w:t>
      </w:r>
    </w:p>
    <w:p w14:paraId="391EF121"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lastRenderedPageBreak/>
        <w:t>通过硫化将两个橡胶分子链或</w:t>
      </w:r>
      <w:r w:rsidRPr="001D2EB6">
        <w:rPr>
          <w:rFonts w:ascii="宋体" w:eastAsia="宋体" w:hAnsi="宋体" w:hint="eastAsia"/>
        </w:rPr>
        <w:t>同一</w:t>
      </w:r>
      <w:r w:rsidRPr="001D2EB6">
        <w:rPr>
          <w:rFonts w:ascii="宋体" w:eastAsia="宋体" w:hAnsi="宋体"/>
        </w:rPr>
        <w:t>橡胶分子链的两部分连接起来的原子或化学键。</w:t>
      </w:r>
    </w:p>
    <w:p w14:paraId="73153F59"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 xml:space="preserve">交联键密度 </w:t>
      </w:r>
      <w:r w:rsidRPr="00251890">
        <w:rPr>
          <w:rFonts w:ascii="黑体" w:eastAsia="黑体" w:hAnsi="黑体"/>
        </w:rPr>
        <w:t xml:space="preserve"> cross-link density</w:t>
      </w:r>
    </w:p>
    <w:p w14:paraId="112C3AA9"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单位体积或单位质量的</w:t>
      </w:r>
      <w:r w:rsidRPr="001D2EB6">
        <w:rPr>
          <w:rFonts w:ascii="宋体" w:eastAsia="宋体" w:hAnsi="宋体" w:hint="eastAsia"/>
        </w:rPr>
        <w:t>硫</w:t>
      </w:r>
      <w:r w:rsidRPr="001D2EB6">
        <w:rPr>
          <w:rFonts w:ascii="宋体" w:eastAsia="宋体" w:hAnsi="宋体"/>
        </w:rPr>
        <w:t>化</w:t>
      </w:r>
      <w:r w:rsidRPr="001D2EB6">
        <w:rPr>
          <w:rFonts w:ascii="宋体" w:eastAsia="宋体" w:hAnsi="宋体" w:hint="eastAsia"/>
        </w:rPr>
        <w:t>橡</w:t>
      </w:r>
      <w:r w:rsidRPr="001D2EB6">
        <w:rPr>
          <w:rFonts w:ascii="宋体" w:eastAsia="宋体" w:hAnsi="宋体"/>
        </w:rPr>
        <w:t>胶中交联健的数</w:t>
      </w:r>
      <w:r w:rsidRPr="001D2EB6">
        <w:rPr>
          <w:rFonts w:ascii="宋体" w:eastAsia="宋体" w:hAnsi="宋体" w:hint="eastAsia"/>
        </w:rPr>
        <w:t>量</w:t>
      </w:r>
      <w:r w:rsidRPr="001D2EB6">
        <w:rPr>
          <w:rFonts w:ascii="宋体" w:eastAsia="宋体" w:hAnsi="宋体"/>
        </w:rPr>
        <w:t>。</w:t>
      </w:r>
    </w:p>
    <w:p w14:paraId="68D32CA6" w14:textId="77777777" w:rsidR="00251890" w:rsidRPr="00B20DA6" w:rsidRDefault="00B17898" w:rsidP="00B20DA6">
      <w:pPr>
        <w:pStyle w:val="afffffffffff9"/>
        <w:ind w:left="420" w:hangingChars="200" w:hanging="420"/>
        <w:rPr>
          <w:rFonts w:ascii="黑体" w:eastAsia="黑体" w:hAnsi="黑体"/>
          <w:b/>
        </w:rPr>
      </w:pPr>
      <w:r w:rsidRPr="00B20DA6">
        <w:rPr>
          <w:rFonts w:ascii="黑体" w:eastAsia="黑体" w:hAnsi="黑体"/>
        </w:rPr>
        <w:br w:type="textWrapping" w:clear="all"/>
      </w:r>
      <w:r w:rsidRPr="00B20DA6">
        <w:rPr>
          <w:rFonts w:ascii="黑体" w:eastAsia="黑体" w:hAnsi="黑体" w:hint="eastAsia"/>
        </w:rPr>
        <w:t>网络</w:t>
      </w:r>
      <w:r w:rsidRPr="00B20DA6">
        <w:rPr>
          <w:rFonts w:ascii="黑体" w:eastAsia="黑体" w:hAnsi="黑体"/>
        </w:rPr>
        <w:t xml:space="preserve">  network</w:t>
      </w:r>
    </w:p>
    <w:p w14:paraId="0864D28C" w14:textId="77777777" w:rsidR="00B04F76" w:rsidRPr="00B04F76" w:rsidRDefault="00B04F76" w:rsidP="00B04F76">
      <w:pPr>
        <w:pStyle w:val="affffffffffff7"/>
        <w:ind w:firstLineChars="200" w:firstLine="420"/>
      </w:pPr>
      <w:r w:rsidRPr="001D2EB6">
        <w:rPr>
          <w:rFonts w:ascii="宋体" w:eastAsia="宋体" w:hAnsi="宋体"/>
        </w:rPr>
        <w:t>通过橡胶分子链之间或分子</w:t>
      </w:r>
      <w:proofErr w:type="gramStart"/>
      <w:r w:rsidRPr="001D2EB6">
        <w:rPr>
          <w:rFonts w:ascii="宋体" w:eastAsia="宋体" w:hAnsi="宋体"/>
        </w:rPr>
        <w:t>链内部键合以及链</w:t>
      </w:r>
      <w:proofErr w:type="gramEnd"/>
      <w:r w:rsidRPr="001D2EB6">
        <w:rPr>
          <w:rFonts w:ascii="宋体" w:eastAsia="宋体" w:hAnsi="宋体"/>
        </w:rPr>
        <w:t>缠绕的共同作用</w:t>
      </w:r>
      <w:r w:rsidRPr="001D2EB6">
        <w:rPr>
          <w:rFonts w:ascii="宋体" w:eastAsia="宋体" w:hAnsi="宋体" w:hint="eastAsia"/>
        </w:rPr>
        <w:t>而</w:t>
      </w:r>
      <w:r w:rsidRPr="001D2EB6">
        <w:rPr>
          <w:rFonts w:ascii="宋体" w:eastAsia="宋体" w:hAnsi="宋体"/>
        </w:rPr>
        <w:t>形成的三维网状结构。</w:t>
      </w:r>
    </w:p>
    <w:p w14:paraId="1EEDEA1A"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type="textWrapping" w:clear="all"/>
      </w:r>
      <w:r w:rsidRPr="00251890">
        <w:rPr>
          <w:rFonts w:ascii="黑体" w:eastAsia="黑体" w:hAnsi="黑体" w:hint="eastAsia"/>
        </w:rPr>
        <w:t xml:space="preserve">拉伸结晶  stretching crystallization </w:t>
      </w:r>
    </w:p>
    <w:p w14:paraId="283AA57D" w14:textId="77777777" w:rsidR="00C645D3" w:rsidRPr="001D2EB6" w:rsidRDefault="00B04F76" w:rsidP="00755660">
      <w:pPr>
        <w:pStyle w:val="afffff"/>
        <w:rPr>
          <w:rFonts w:hAnsi="宋体"/>
        </w:rPr>
      </w:pPr>
      <w:r w:rsidRPr="00781C7F">
        <w:rPr>
          <w:rFonts w:hint="eastAsia"/>
        </w:rPr>
        <w:t>橡胶在受到拉伸外力作用时，分子链取向且规则排列而产生的结晶现象。</w:t>
      </w:r>
    </w:p>
    <w:p w14:paraId="6CEB6F2B"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F1A19">
        <w:rPr>
          <w:rFonts w:ascii="黑体" w:eastAsia="黑体" w:hAnsi="黑体" w:hint="eastAsia"/>
        </w:rPr>
        <w:t>模压</w:t>
      </w:r>
      <w:r w:rsidRPr="00482308">
        <w:t>（制品）</w:t>
      </w:r>
      <w:r w:rsidRPr="001D2EB6">
        <w:rPr>
          <w:rFonts w:ascii="黑体" w:eastAsia="黑体" w:hAnsi="黑体" w:hint="eastAsia"/>
        </w:rPr>
        <w:t xml:space="preserve"> </w:t>
      </w:r>
      <w:proofErr w:type="spellStart"/>
      <w:r w:rsidRPr="001D2EB6">
        <w:rPr>
          <w:rFonts w:ascii="黑体" w:eastAsia="黑体" w:hAnsi="黑体"/>
        </w:rPr>
        <w:t>moulding</w:t>
      </w:r>
      <w:proofErr w:type="spellEnd"/>
    </w:p>
    <w:p w14:paraId="1F14BEC2" w14:textId="77777777" w:rsidR="00C645D3" w:rsidRDefault="00C645D3" w:rsidP="00C645D3">
      <w:pPr>
        <w:pStyle w:val="affffffffffff7"/>
        <w:ind w:firstLineChars="200" w:firstLine="420"/>
        <w:rPr>
          <w:rFonts w:ascii="宋体" w:eastAsia="宋体" w:hAnsi="宋体"/>
        </w:rPr>
      </w:pPr>
      <w:r w:rsidRPr="001D2EB6">
        <w:rPr>
          <w:rFonts w:ascii="宋体" w:eastAsia="宋体" w:hAnsi="宋体" w:hint="eastAsia"/>
        </w:rPr>
        <w:t>通过</w:t>
      </w:r>
      <w:r w:rsidRPr="001D2EB6">
        <w:rPr>
          <w:rFonts w:ascii="宋体" w:eastAsia="宋体" w:hAnsi="宋体"/>
        </w:rPr>
        <w:t>模压工艺生产的产品。</w:t>
      </w:r>
    </w:p>
    <w:p w14:paraId="79E6CEF2" w14:textId="77777777" w:rsidR="00735032" w:rsidRPr="00735032" w:rsidRDefault="00735032" w:rsidP="00735032">
      <w:pPr>
        <w:pStyle w:val="Char1"/>
        <w:ind w:firstLine="360"/>
      </w:pPr>
      <w:r w:rsidRPr="00FB78CE">
        <w:rPr>
          <w:rFonts w:ascii="仿宋_GB2312" w:eastAsia="仿宋_GB2312" w:hint="eastAsia"/>
          <w:sz w:val="18"/>
          <w:szCs w:val="18"/>
        </w:rPr>
        <w:t>[选</w:t>
      </w:r>
      <w:r w:rsidR="005B53CE">
        <w:rPr>
          <w:rFonts w:ascii="仿宋_GB2312" w:eastAsia="仿宋_GB2312" w:hint="eastAsia"/>
          <w:sz w:val="18"/>
          <w:szCs w:val="18"/>
        </w:rPr>
        <w:t>来源：</w:t>
      </w:r>
      <w:r w:rsidRPr="00FB78CE">
        <w:rPr>
          <w:rFonts w:ascii="仿宋_GB2312" w:eastAsia="仿宋_GB2312" w:hint="eastAsia"/>
          <w:sz w:val="18"/>
          <w:szCs w:val="18"/>
        </w:rPr>
        <w:t>GB/T 9881-2008</w:t>
      </w:r>
      <w:r w:rsidR="00600803">
        <w:rPr>
          <w:rFonts w:ascii="仿宋_GB2312" w:eastAsia="仿宋_GB2312" w:hint="eastAsia"/>
          <w:sz w:val="18"/>
          <w:szCs w:val="18"/>
        </w:rPr>
        <w:t>，</w:t>
      </w:r>
      <w:r w:rsidR="005B53CE">
        <w:rPr>
          <w:rFonts w:ascii="仿宋_GB2312" w:eastAsia="仿宋_GB2312" w:hint="eastAsia"/>
          <w:sz w:val="18"/>
          <w:szCs w:val="18"/>
        </w:rPr>
        <w:t>2.263</w:t>
      </w:r>
      <w:r w:rsidRPr="00FB78CE">
        <w:rPr>
          <w:rFonts w:ascii="仿宋_GB2312" w:eastAsia="仿宋_GB2312" w:hint="eastAsia"/>
          <w:sz w:val="18"/>
          <w:szCs w:val="18"/>
        </w:rPr>
        <w:t>，</w:t>
      </w:r>
      <w:r w:rsidR="00600803">
        <w:rPr>
          <w:rFonts w:ascii="仿宋_GB2312" w:eastAsia="仿宋_GB2312" w:hint="eastAsia"/>
          <w:sz w:val="18"/>
          <w:szCs w:val="18"/>
        </w:rPr>
        <w:t>有修改</w:t>
      </w:r>
      <w:r w:rsidRPr="00FB78CE">
        <w:rPr>
          <w:rFonts w:ascii="仿宋_GB2312" w:eastAsia="仿宋_GB2312" w:hint="eastAsia"/>
          <w:sz w:val="18"/>
          <w:szCs w:val="18"/>
        </w:rPr>
        <w:t>]</w:t>
      </w:r>
    </w:p>
    <w:p w14:paraId="269E1C24"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模压（过程）</w:t>
      </w:r>
      <w:r w:rsidRPr="00251890">
        <w:rPr>
          <w:rFonts w:ascii="黑体" w:eastAsia="黑体" w:hAnsi="黑体"/>
        </w:rPr>
        <w:t xml:space="preserve"> </w:t>
      </w:r>
      <w:proofErr w:type="spellStart"/>
      <w:r w:rsidRPr="00251890">
        <w:rPr>
          <w:rFonts w:ascii="黑体" w:eastAsia="黑体" w:hAnsi="黑体"/>
        </w:rPr>
        <w:t>moulding</w:t>
      </w:r>
      <w:proofErr w:type="spellEnd"/>
    </w:p>
    <w:p w14:paraId="1AAA5F3B" w14:textId="77777777" w:rsidR="00C645D3" w:rsidRPr="001D2EB6" w:rsidRDefault="00C645D3" w:rsidP="00C645D3">
      <w:pPr>
        <w:pStyle w:val="affffffffffff7"/>
        <w:ind w:firstLineChars="200" w:firstLine="420"/>
        <w:rPr>
          <w:rFonts w:eastAsia="宋体"/>
        </w:rPr>
      </w:pPr>
      <w:r w:rsidRPr="001D2EB6">
        <w:rPr>
          <w:rFonts w:eastAsia="宋体"/>
        </w:rPr>
        <w:t>通过施加压力，通常伴随加热，使材料在模具中成形的过程。</w:t>
      </w:r>
    </w:p>
    <w:p w14:paraId="15141F39"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type="textWrapping" w:clear="all"/>
      </w:r>
      <w:r w:rsidRPr="00251890">
        <w:rPr>
          <w:rFonts w:ascii="黑体" w:eastAsia="黑体" w:hAnsi="黑体" w:hint="eastAsia"/>
        </w:rPr>
        <w:t>压模</w:t>
      </w:r>
      <w:r w:rsidRPr="00251890">
        <w:rPr>
          <w:rFonts w:ascii="黑体" w:eastAsia="黑体" w:hAnsi="黑体"/>
        </w:rPr>
        <w:t xml:space="preserve"> compression </w:t>
      </w:r>
      <w:proofErr w:type="spellStart"/>
      <w:r w:rsidRPr="00251890">
        <w:rPr>
          <w:rFonts w:ascii="黑体" w:eastAsia="黑体" w:hAnsi="黑体"/>
        </w:rPr>
        <w:t>moulding</w:t>
      </w:r>
      <w:proofErr w:type="spellEnd"/>
    </w:p>
    <w:p w14:paraId="3FFE7771" w14:textId="77777777" w:rsidR="000F1F49" w:rsidRPr="00781C7F" w:rsidRDefault="00EC3A7B" w:rsidP="00EC3A7B">
      <w:pPr>
        <w:pStyle w:val="affffffffffff7"/>
        <w:ind w:firstLineChars="200" w:firstLine="420"/>
      </w:pPr>
      <w:r w:rsidRPr="0030370A">
        <w:rPr>
          <w:rFonts w:ascii="宋体" w:eastAsia="宋体" w:hAnsi="宋体" w:hint="eastAsia"/>
        </w:rPr>
        <w:t>坯料直接放置在模具腔中，通过模具压缩成型的成型工艺</w:t>
      </w:r>
      <w:r w:rsidRPr="0030370A">
        <w:rPr>
          <w:rFonts w:ascii="宋体" w:eastAsia="宋体" w:hAnsi="宋体"/>
        </w:rPr>
        <w:t>。</w:t>
      </w:r>
    </w:p>
    <w:p w14:paraId="20390A90"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模具</w:t>
      </w:r>
      <w:r w:rsidRPr="00251890">
        <w:rPr>
          <w:rFonts w:ascii="黑体" w:eastAsia="黑体" w:hAnsi="黑体"/>
        </w:rPr>
        <w:t xml:space="preserve">  </w:t>
      </w:r>
      <w:proofErr w:type="spellStart"/>
      <w:r w:rsidRPr="00251890">
        <w:rPr>
          <w:rFonts w:ascii="黑体" w:eastAsia="黑体" w:hAnsi="黑体"/>
        </w:rPr>
        <w:t>moulder</w:t>
      </w:r>
      <w:proofErr w:type="spellEnd"/>
      <w:r w:rsidRPr="00251890">
        <w:rPr>
          <w:rFonts w:ascii="黑体" w:eastAsia="黑体" w:hAnsi="黑体"/>
        </w:rPr>
        <w:t xml:space="preserve">  </w:t>
      </w:r>
    </w:p>
    <w:p w14:paraId="4756E7FD" w14:textId="77777777" w:rsidR="00C645D3" w:rsidRPr="001D2EB6" w:rsidRDefault="00C645D3" w:rsidP="00C645D3">
      <w:pPr>
        <w:pStyle w:val="Char1"/>
        <w:ind w:firstLineChars="192" w:firstLine="403"/>
        <w:rPr>
          <w:szCs w:val="21"/>
        </w:rPr>
      </w:pPr>
      <w:r w:rsidRPr="001D2EB6">
        <w:rPr>
          <w:rFonts w:ascii="黑体" w:hint="eastAsia"/>
        </w:rPr>
        <w:t>&lt;</w:t>
      </w:r>
      <w:r w:rsidRPr="001D2EB6">
        <w:rPr>
          <w:rFonts w:ascii="黑体" w:hint="eastAsia"/>
        </w:rPr>
        <w:t>干胶</w:t>
      </w:r>
      <w:r w:rsidRPr="001D2EB6">
        <w:rPr>
          <w:rFonts w:ascii="黑体" w:hint="eastAsia"/>
        </w:rPr>
        <w:t>&gt;</w:t>
      </w:r>
      <w:r w:rsidRPr="001D2EB6">
        <w:rPr>
          <w:rFonts w:hint="eastAsia"/>
          <w:szCs w:val="21"/>
        </w:rPr>
        <w:t>通过模压工艺生产干胶制品的金属造型物。</w:t>
      </w:r>
    </w:p>
    <w:p w14:paraId="6C0EBF28" w14:textId="77777777" w:rsidR="00251890" w:rsidRPr="007C5BB6" w:rsidRDefault="00B17898" w:rsidP="007C5BB6">
      <w:pPr>
        <w:pStyle w:val="afffffffffff9"/>
        <w:ind w:left="420" w:hangingChars="200" w:hanging="420"/>
        <w:rPr>
          <w:rFonts w:ascii="黑体" w:eastAsia="黑体" w:hAnsi="黑体"/>
          <w:b/>
        </w:rPr>
      </w:pPr>
      <w:r w:rsidRPr="007C5BB6">
        <w:rPr>
          <w:rFonts w:ascii="黑体" w:eastAsia="黑体" w:hAnsi="黑体"/>
        </w:rPr>
        <w:br/>
      </w:r>
      <w:r w:rsidRPr="007C5BB6">
        <w:rPr>
          <w:rFonts w:ascii="黑体" w:eastAsia="黑体" w:hAnsi="黑体" w:hint="eastAsia"/>
        </w:rPr>
        <w:t>平板硫化机</w:t>
      </w:r>
      <w:r w:rsidRPr="007C5BB6">
        <w:rPr>
          <w:rFonts w:ascii="黑体" w:eastAsia="黑体" w:hAnsi="黑体"/>
        </w:rPr>
        <w:t xml:space="preserve">  daylight press</w:t>
      </w:r>
      <w:r w:rsidRPr="007C5BB6">
        <w:rPr>
          <w:rFonts w:ascii="黑体" w:eastAsia="黑体" w:hAnsi="黑体" w:hint="eastAsia"/>
        </w:rPr>
        <w:t>，</w:t>
      </w:r>
      <w:r w:rsidRPr="007C5BB6">
        <w:rPr>
          <w:rFonts w:ascii="黑体" w:eastAsia="黑体" w:hAnsi="黑体"/>
        </w:rPr>
        <w:t>platen press</w:t>
      </w:r>
      <w:r w:rsidRPr="007C5BB6">
        <w:rPr>
          <w:rFonts w:ascii="黑体" w:eastAsia="黑体" w:hAnsi="黑体" w:hint="eastAsia"/>
        </w:rPr>
        <w:t>，</w:t>
      </w:r>
      <w:r w:rsidRPr="007C5BB6">
        <w:rPr>
          <w:rFonts w:ascii="黑体" w:eastAsia="黑体" w:hAnsi="黑体"/>
        </w:rPr>
        <w:t>press</w:t>
      </w:r>
    </w:p>
    <w:p w14:paraId="0CC8511A" w14:textId="77777777" w:rsidR="00C645D3" w:rsidRPr="001D2EB6" w:rsidRDefault="00C645D3" w:rsidP="00C645D3">
      <w:pPr>
        <w:pStyle w:val="affffffffffff7"/>
        <w:ind w:firstLineChars="200" w:firstLine="420"/>
        <w:rPr>
          <w:rFonts w:eastAsia="宋体"/>
        </w:rPr>
      </w:pPr>
      <w:r w:rsidRPr="001D2EB6">
        <w:rPr>
          <w:rFonts w:eastAsia="宋体"/>
        </w:rPr>
        <w:t>带有两层或多层重叠加热平板，平板之间可加压模具的硫化</w:t>
      </w:r>
      <w:r w:rsidRPr="001D2EB6">
        <w:rPr>
          <w:rFonts w:eastAsia="宋体" w:hint="eastAsia"/>
        </w:rPr>
        <w:t>设备</w:t>
      </w:r>
      <w:r w:rsidRPr="001D2EB6">
        <w:rPr>
          <w:rFonts w:eastAsia="宋体"/>
        </w:rPr>
        <w:t>。</w:t>
      </w:r>
    </w:p>
    <w:p w14:paraId="7BDC17C0"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 xml:space="preserve">平板 </w:t>
      </w:r>
      <w:r w:rsidRPr="00251890">
        <w:rPr>
          <w:rFonts w:ascii="黑体" w:eastAsia="黑体" w:hAnsi="黑体"/>
        </w:rPr>
        <w:t xml:space="preserve"> platen</w:t>
      </w:r>
    </w:p>
    <w:p w14:paraId="458821A0" w14:textId="77777777" w:rsidR="00C645D3" w:rsidRPr="001D2EB6" w:rsidRDefault="00C645D3" w:rsidP="00C645D3">
      <w:pPr>
        <w:pStyle w:val="affffffffffff7"/>
        <w:ind w:firstLineChars="200" w:firstLine="420"/>
        <w:rPr>
          <w:rFonts w:eastAsia="宋体"/>
        </w:rPr>
      </w:pPr>
      <w:r w:rsidRPr="001D2EB6">
        <w:rPr>
          <w:rFonts w:eastAsia="宋体"/>
        </w:rPr>
        <w:t>在硫化机中，用于给一个或多个模具加热、加压的金属平板（或箱）。</w:t>
      </w:r>
    </w:p>
    <w:p w14:paraId="127EE127"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 xml:space="preserve">板距  </w:t>
      </w:r>
      <w:r w:rsidRPr="00251890">
        <w:rPr>
          <w:rFonts w:ascii="黑体" w:eastAsia="黑体" w:hAnsi="黑体"/>
        </w:rPr>
        <w:t>daylight</w:t>
      </w:r>
    </w:p>
    <w:p w14:paraId="28904978" w14:textId="77777777" w:rsidR="00C645D3" w:rsidRPr="001D2EB6" w:rsidRDefault="00C645D3" w:rsidP="00C645D3">
      <w:pPr>
        <w:pStyle w:val="affffffffffff7"/>
        <w:ind w:firstLineChars="200" w:firstLine="420"/>
      </w:pPr>
      <w:proofErr w:type="gramStart"/>
      <w:r w:rsidRPr="001D2EB6">
        <w:rPr>
          <w:rFonts w:ascii="宋体" w:eastAsia="宋体" w:hAnsi="宋体" w:hint="eastAsia"/>
        </w:rPr>
        <w:t>平板机</w:t>
      </w:r>
      <w:proofErr w:type="gramEnd"/>
      <w:r w:rsidRPr="001D2EB6">
        <w:rPr>
          <w:rFonts w:ascii="宋体" w:eastAsia="宋体" w:hAnsi="宋体" w:hint="eastAsia"/>
        </w:rPr>
        <w:t>相邻平板工作面之间的空间（距离）</w:t>
      </w:r>
      <w:r w:rsidRPr="001D2EB6">
        <w:rPr>
          <w:rFonts w:hint="eastAsia"/>
        </w:rPr>
        <w:t>。</w:t>
      </w:r>
    </w:p>
    <w:p w14:paraId="425F5231"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模压收缩</w:t>
      </w:r>
      <w:r w:rsidRPr="00251890">
        <w:rPr>
          <w:rFonts w:ascii="黑体" w:eastAsia="黑体" w:hAnsi="黑体"/>
        </w:rPr>
        <w:t xml:space="preserve">  </w:t>
      </w:r>
      <w:proofErr w:type="spellStart"/>
      <w:r w:rsidRPr="00251890">
        <w:rPr>
          <w:rFonts w:ascii="黑体" w:eastAsia="黑体" w:hAnsi="黑体"/>
        </w:rPr>
        <w:t>moulding</w:t>
      </w:r>
      <w:proofErr w:type="spellEnd"/>
      <w:r w:rsidRPr="00251890">
        <w:rPr>
          <w:rFonts w:ascii="黑体" w:eastAsia="黑体" w:hAnsi="黑体"/>
        </w:rPr>
        <w:t xml:space="preserve"> shrinkage</w:t>
      </w:r>
    </w:p>
    <w:p w14:paraId="5DE0F438"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在标准温度下测量的模压制品与</w:t>
      </w:r>
      <w:r w:rsidRPr="001D2EB6">
        <w:rPr>
          <w:rFonts w:ascii="宋体" w:eastAsia="宋体" w:hAnsi="宋体" w:hint="eastAsia"/>
        </w:rPr>
        <w:t>相</w:t>
      </w:r>
      <w:r w:rsidRPr="001D2EB6">
        <w:rPr>
          <w:rFonts w:ascii="宋体" w:eastAsia="宋体" w:hAnsi="宋体"/>
        </w:rPr>
        <w:t>应模腔的尺寸之差。</w:t>
      </w:r>
    </w:p>
    <w:p w14:paraId="1A06010E"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 xml:space="preserve">排气 </w:t>
      </w:r>
      <w:r w:rsidRPr="00251890">
        <w:rPr>
          <w:rFonts w:ascii="黑体" w:eastAsia="黑体" w:hAnsi="黑体"/>
        </w:rPr>
        <w:t xml:space="preserve"> bumping</w:t>
      </w:r>
      <w:r w:rsidRPr="00251890">
        <w:rPr>
          <w:rFonts w:ascii="黑体" w:eastAsia="黑体" w:hAnsi="黑体" w:hint="eastAsia"/>
        </w:rPr>
        <w:t>，</w:t>
      </w:r>
      <w:r w:rsidRPr="00251890">
        <w:rPr>
          <w:rFonts w:ascii="黑体" w:eastAsia="黑体" w:hAnsi="黑体"/>
        </w:rPr>
        <w:t>breathing</w:t>
      </w:r>
    </w:p>
    <w:p w14:paraId="73634176" w14:textId="77777777" w:rsidR="00C645D3" w:rsidRPr="001D2EB6" w:rsidRDefault="00C645D3" w:rsidP="00C645D3">
      <w:pPr>
        <w:pStyle w:val="affffffffffff7"/>
        <w:ind w:firstLineChars="200" w:firstLine="420"/>
        <w:rPr>
          <w:rFonts w:eastAsia="宋体"/>
        </w:rPr>
      </w:pPr>
      <w:r w:rsidRPr="001D2EB6">
        <w:rPr>
          <w:rFonts w:eastAsia="宋体"/>
        </w:rPr>
        <w:t>在（模压）硫化早期阶段以很短的时间放松压力，以便排出（模腔内的）气体或蒸汽的操作。</w:t>
      </w:r>
    </w:p>
    <w:p w14:paraId="41D341BB"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 xml:space="preserve">飞边  </w:t>
      </w:r>
      <w:r w:rsidRPr="00251890">
        <w:rPr>
          <w:rFonts w:ascii="黑体" w:eastAsia="黑体" w:hAnsi="黑体"/>
        </w:rPr>
        <w:t>flash</w:t>
      </w:r>
    </w:p>
    <w:p w14:paraId="608D7222"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 xml:space="preserve">溢出胶  </w:t>
      </w:r>
      <w:r w:rsidRPr="001D2EB6">
        <w:rPr>
          <w:rFonts w:ascii="宋体" w:eastAsia="宋体" w:hAnsi="宋体"/>
        </w:rPr>
        <w:t>spew</w:t>
      </w:r>
    </w:p>
    <w:p w14:paraId="2D605BF8"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在模具结合处，超出模制品表面的过量材料。</w:t>
      </w:r>
    </w:p>
    <w:p w14:paraId="64B4F5DC"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lastRenderedPageBreak/>
        <w:br/>
      </w:r>
      <w:r w:rsidRPr="00251890">
        <w:rPr>
          <w:rFonts w:ascii="黑体" w:eastAsia="黑体" w:hAnsi="黑体" w:hint="eastAsia"/>
        </w:rPr>
        <w:t>缺胶</w:t>
      </w:r>
      <w:r w:rsidRPr="00251890">
        <w:rPr>
          <w:rFonts w:ascii="黑体" w:eastAsia="黑体" w:hAnsi="黑体"/>
        </w:rPr>
        <w:t xml:space="preserve">  bareness</w:t>
      </w:r>
    </w:p>
    <w:p w14:paraId="0D48DEAE" w14:textId="77777777" w:rsidR="00C645D3" w:rsidRPr="001D2EB6" w:rsidRDefault="00C645D3" w:rsidP="00C645D3">
      <w:pPr>
        <w:pStyle w:val="affffffffffff7"/>
        <w:ind w:firstLineChars="200" w:firstLine="420"/>
        <w:rPr>
          <w:rFonts w:eastAsia="宋体"/>
        </w:rPr>
      </w:pPr>
      <w:r w:rsidRPr="001D2EB6">
        <w:rPr>
          <w:rFonts w:eastAsia="宋体"/>
        </w:rPr>
        <w:t>因胶</w:t>
      </w:r>
      <w:r w:rsidRPr="001D2EB6">
        <w:rPr>
          <w:rFonts w:eastAsia="宋体" w:hint="eastAsia"/>
        </w:rPr>
        <w:t>料</w:t>
      </w:r>
      <w:r w:rsidRPr="001D2EB6">
        <w:rPr>
          <w:rFonts w:eastAsia="宋体"/>
        </w:rPr>
        <w:t>未能完全充满模型而产生的</w:t>
      </w:r>
      <w:r w:rsidRPr="001D2EB6">
        <w:rPr>
          <w:rFonts w:eastAsia="宋体" w:hint="eastAsia"/>
        </w:rPr>
        <w:t>产品质量</w:t>
      </w:r>
      <w:r w:rsidRPr="001D2EB6">
        <w:rPr>
          <w:rFonts w:eastAsia="宋体"/>
        </w:rPr>
        <w:t>缺陷。</w:t>
      </w:r>
    </w:p>
    <w:p w14:paraId="3F935FF3"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 xml:space="preserve">开模收缩  </w:t>
      </w:r>
      <w:r w:rsidRPr="00251890">
        <w:rPr>
          <w:rFonts w:ascii="黑体" w:eastAsia="黑体" w:hAnsi="黑体"/>
        </w:rPr>
        <w:t>back-rind, retracted spew</w:t>
      </w:r>
    </w:p>
    <w:p w14:paraId="13D4C399"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飞边附近的橡胶回缩到</w:t>
      </w:r>
      <w:r w:rsidRPr="001D2EB6">
        <w:rPr>
          <w:rFonts w:ascii="宋体" w:eastAsia="宋体" w:hAnsi="宋体"/>
        </w:rPr>
        <w:t>模</w:t>
      </w:r>
      <w:r w:rsidRPr="001D2EB6">
        <w:rPr>
          <w:rFonts w:ascii="宋体" w:eastAsia="宋体" w:hAnsi="宋体" w:hint="eastAsia"/>
        </w:rPr>
        <w:t>制品表面以内</w:t>
      </w:r>
      <w:r w:rsidRPr="001D2EB6">
        <w:rPr>
          <w:rFonts w:ascii="宋体" w:eastAsia="宋体" w:hAnsi="宋体"/>
        </w:rPr>
        <w:t>的缺陷。</w:t>
      </w:r>
    </w:p>
    <w:p w14:paraId="646081A6"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流痕</w:t>
      </w:r>
      <w:r w:rsidRPr="00251890">
        <w:rPr>
          <w:rFonts w:ascii="黑体" w:eastAsia="黑体" w:hAnsi="黑体"/>
        </w:rPr>
        <w:t xml:space="preserve">  flow marks</w:t>
      </w:r>
    </w:p>
    <w:p w14:paraId="655A9891"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在模压制品上因流动</w:t>
      </w:r>
      <w:r w:rsidRPr="001D2EB6">
        <w:rPr>
          <w:rFonts w:ascii="宋体" w:eastAsia="宋体" w:hAnsi="宋体" w:hint="eastAsia"/>
        </w:rPr>
        <w:t>（胶料）前沿</w:t>
      </w:r>
      <w:r w:rsidRPr="001D2EB6">
        <w:rPr>
          <w:rFonts w:ascii="宋体" w:eastAsia="宋体" w:hAnsi="宋体"/>
        </w:rPr>
        <w:t>不完</w:t>
      </w:r>
      <w:r w:rsidRPr="001D2EB6">
        <w:rPr>
          <w:rFonts w:ascii="宋体" w:eastAsia="宋体" w:hAnsi="宋体" w:hint="eastAsia"/>
        </w:rPr>
        <w:t>全</w:t>
      </w:r>
      <w:r w:rsidRPr="001D2EB6">
        <w:rPr>
          <w:rFonts w:ascii="宋体" w:eastAsia="宋体" w:hAnsi="宋体"/>
        </w:rPr>
        <w:t>熔融而产生的痕迹或线条。</w:t>
      </w:r>
    </w:p>
    <w:p w14:paraId="5F9BD5A8" w14:textId="77777777" w:rsidR="00C645D3" w:rsidRPr="00175AD7" w:rsidRDefault="00C645D3" w:rsidP="00537455">
      <w:pPr>
        <w:pStyle w:val="afff6"/>
        <w:ind w:firstLine="52"/>
      </w:pPr>
      <w:r w:rsidRPr="00175AD7">
        <w:t>以浸渍方式生产的乳胶制品表面，也会因未凝固胶乳的流动产生流痕。</w:t>
      </w:r>
    </w:p>
    <w:p w14:paraId="786065D8"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 xml:space="preserve">挤出 </w:t>
      </w:r>
      <w:r w:rsidRPr="001D2EB6">
        <w:rPr>
          <w:rFonts w:ascii="黑体" w:eastAsia="黑体" w:hAnsi="黑体"/>
        </w:rPr>
        <w:t xml:space="preserve"> extrusion</w:t>
      </w:r>
    </w:p>
    <w:p w14:paraId="25300B2D"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通过口型使材料连续成</w:t>
      </w:r>
      <w:r w:rsidRPr="001D2EB6">
        <w:rPr>
          <w:rFonts w:ascii="宋体" w:eastAsia="宋体" w:hAnsi="宋体" w:hint="eastAsia"/>
        </w:rPr>
        <w:t>形</w:t>
      </w:r>
      <w:r w:rsidRPr="001D2EB6">
        <w:rPr>
          <w:rFonts w:ascii="宋体" w:eastAsia="宋体" w:hAnsi="宋体"/>
        </w:rPr>
        <w:t>。</w:t>
      </w:r>
    </w:p>
    <w:p w14:paraId="3F2992FE"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挤出机</w:t>
      </w:r>
      <w:r w:rsidRPr="00251890">
        <w:rPr>
          <w:rFonts w:ascii="黑体" w:eastAsia="黑体" w:hAnsi="黑体"/>
        </w:rPr>
        <w:t xml:space="preserve">  extruder</w:t>
      </w:r>
    </w:p>
    <w:p w14:paraId="38F8E55A"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通过</w:t>
      </w:r>
      <w:r w:rsidRPr="001D2EB6">
        <w:rPr>
          <w:rFonts w:ascii="宋体" w:eastAsia="宋体" w:hAnsi="宋体"/>
        </w:rPr>
        <w:t>螺杆或液压柱塞挤压</w:t>
      </w:r>
      <w:r w:rsidRPr="001D2EB6">
        <w:rPr>
          <w:rFonts w:ascii="宋体" w:eastAsia="宋体" w:hAnsi="宋体" w:hint="eastAsia"/>
        </w:rPr>
        <w:t>材</w:t>
      </w:r>
      <w:r w:rsidRPr="001D2EB6">
        <w:rPr>
          <w:rFonts w:ascii="宋体" w:eastAsia="宋体" w:hAnsi="宋体"/>
        </w:rPr>
        <w:t>料通过一个或多个口型而连续成</w:t>
      </w:r>
      <w:r w:rsidRPr="001D2EB6">
        <w:rPr>
          <w:rFonts w:ascii="宋体" w:eastAsia="宋体" w:hAnsi="宋体" w:hint="eastAsia"/>
        </w:rPr>
        <w:t>形</w:t>
      </w:r>
      <w:r w:rsidRPr="001D2EB6">
        <w:rPr>
          <w:rFonts w:ascii="宋体" w:eastAsia="宋体" w:hAnsi="宋体"/>
        </w:rPr>
        <w:t>的</w:t>
      </w:r>
      <w:r w:rsidRPr="001D2EB6">
        <w:rPr>
          <w:rFonts w:ascii="宋体" w:eastAsia="宋体" w:hAnsi="宋体" w:hint="eastAsia"/>
        </w:rPr>
        <w:t>设备</w:t>
      </w:r>
      <w:r w:rsidRPr="001D2EB6">
        <w:rPr>
          <w:rFonts w:ascii="宋体" w:eastAsia="宋体" w:hAnsi="宋体"/>
        </w:rPr>
        <w:t>。</w:t>
      </w:r>
    </w:p>
    <w:p w14:paraId="3F8387AF"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 xml:space="preserve">螺杆 </w:t>
      </w:r>
      <w:r w:rsidRPr="00251890">
        <w:rPr>
          <w:rFonts w:ascii="黑体" w:eastAsia="黑体" w:hAnsi="黑体"/>
        </w:rPr>
        <w:t xml:space="preserve"> screw</w:t>
      </w:r>
    </w:p>
    <w:p w14:paraId="33F9242F"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具有</w:t>
      </w:r>
      <w:r w:rsidRPr="001D2EB6">
        <w:rPr>
          <w:rFonts w:ascii="宋体" w:eastAsia="宋体" w:hAnsi="宋体"/>
        </w:rPr>
        <w:t>一条或几条螺旋沟槽沿挤出机</w:t>
      </w:r>
      <w:r w:rsidRPr="001D2EB6">
        <w:rPr>
          <w:rFonts w:ascii="宋体" w:eastAsia="宋体" w:hAnsi="宋体" w:hint="eastAsia"/>
        </w:rPr>
        <w:t>机</w:t>
      </w:r>
      <w:proofErr w:type="gramStart"/>
      <w:r w:rsidRPr="001D2EB6">
        <w:rPr>
          <w:rFonts w:ascii="宋体" w:eastAsia="宋体" w:hAnsi="宋体"/>
        </w:rPr>
        <w:t>筒推进</w:t>
      </w:r>
      <w:proofErr w:type="gramEnd"/>
      <w:r w:rsidRPr="001D2EB6">
        <w:rPr>
          <w:rFonts w:ascii="宋体" w:eastAsia="宋体" w:hAnsi="宋体"/>
        </w:rPr>
        <w:t>橡胶</w:t>
      </w:r>
      <w:r w:rsidRPr="001D2EB6">
        <w:rPr>
          <w:rFonts w:ascii="宋体" w:eastAsia="宋体" w:hAnsi="宋体" w:hint="eastAsia"/>
        </w:rPr>
        <w:t>（胶料）</w:t>
      </w:r>
      <w:r w:rsidRPr="001D2EB6">
        <w:rPr>
          <w:rFonts w:ascii="宋体" w:eastAsia="宋体" w:hAnsi="宋体"/>
        </w:rPr>
        <w:t>的旋转部件。</w:t>
      </w:r>
    </w:p>
    <w:p w14:paraId="77EDF038"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挤出机机头</w:t>
      </w:r>
      <w:r w:rsidRPr="00251890">
        <w:rPr>
          <w:rFonts w:ascii="黑体" w:eastAsia="黑体" w:hAnsi="黑体"/>
        </w:rPr>
        <w:t xml:space="preserve">  extruder head</w:t>
      </w:r>
    </w:p>
    <w:p w14:paraId="7E2589AE"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内装口型和</w:t>
      </w:r>
      <w:proofErr w:type="gramStart"/>
      <w:r w:rsidRPr="001D2EB6">
        <w:rPr>
          <w:rFonts w:ascii="宋体" w:eastAsia="宋体" w:hAnsi="宋体"/>
        </w:rPr>
        <w:t>口型夹环的</w:t>
      </w:r>
      <w:proofErr w:type="gramEnd"/>
      <w:r w:rsidRPr="001D2EB6">
        <w:rPr>
          <w:rFonts w:ascii="宋体" w:eastAsia="宋体" w:hAnsi="宋体"/>
        </w:rPr>
        <w:t>挤出机部件。</w:t>
      </w:r>
    </w:p>
    <w:p w14:paraId="011FC370"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 xml:space="preserve">口型 </w:t>
      </w:r>
      <w:r w:rsidRPr="00251890">
        <w:rPr>
          <w:rFonts w:ascii="黑体" w:eastAsia="黑体" w:hAnsi="黑体"/>
        </w:rPr>
        <w:t xml:space="preserve"> die</w:t>
      </w:r>
    </w:p>
    <w:p w14:paraId="3A995077"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挤出机部件，受力</w:t>
      </w:r>
      <w:r w:rsidRPr="001D2EB6">
        <w:rPr>
          <w:rFonts w:ascii="宋体" w:eastAsia="宋体" w:hAnsi="宋体" w:hint="eastAsia"/>
        </w:rPr>
        <w:t>材</w:t>
      </w:r>
      <w:r w:rsidRPr="001D2EB6">
        <w:rPr>
          <w:rFonts w:ascii="宋体" w:eastAsia="宋体" w:hAnsi="宋体"/>
        </w:rPr>
        <w:t>料通过该部件</w:t>
      </w:r>
      <w:r w:rsidRPr="001D2EB6">
        <w:rPr>
          <w:rFonts w:ascii="宋体" w:eastAsia="宋体" w:hAnsi="宋体" w:hint="eastAsia"/>
        </w:rPr>
        <w:t>而</w:t>
      </w:r>
      <w:r w:rsidRPr="001D2EB6">
        <w:rPr>
          <w:rFonts w:ascii="宋体" w:eastAsia="宋体" w:hAnsi="宋体"/>
        </w:rPr>
        <w:t>形成挤出物</w:t>
      </w:r>
      <w:r w:rsidRPr="001D2EB6">
        <w:rPr>
          <w:rFonts w:ascii="宋体" w:eastAsia="宋体" w:hAnsi="宋体" w:hint="eastAsia"/>
        </w:rPr>
        <w:t>的</w:t>
      </w:r>
      <w:r w:rsidRPr="001D2EB6">
        <w:rPr>
          <w:rFonts w:ascii="宋体" w:eastAsia="宋体" w:hAnsi="宋体"/>
        </w:rPr>
        <w:t>断面形状。</w:t>
      </w:r>
    </w:p>
    <w:p w14:paraId="26B0C897"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 xml:space="preserve">挤出物 </w:t>
      </w:r>
      <w:r w:rsidRPr="00251890">
        <w:rPr>
          <w:rFonts w:ascii="黑体" w:eastAsia="黑体" w:hAnsi="黑体"/>
        </w:rPr>
        <w:t xml:space="preserve"> extrudate</w:t>
      </w:r>
    </w:p>
    <w:p w14:paraId="670C0240"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挤出</w:t>
      </w:r>
      <w:r w:rsidRPr="001D2EB6">
        <w:rPr>
          <w:rFonts w:ascii="宋体" w:eastAsia="宋体" w:hAnsi="宋体" w:hint="eastAsia"/>
        </w:rPr>
        <w:t>过程的产物</w:t>
      </w:r>
      <w:r w:rsidRPr="001D2EB6">
        <w:rPr>
          <w:rFonts w:ascii="宋体" w:eastAsia="宋体" w:hAnsi="宋体"/>
        </w:rPr>
        <w:t>。</w:t>
      </w:r>
    </w:p>
    <w:p w14:paraId="52BF3055" w14:textId="77777777" w:rsidR="00C645D3" w:rsidRPr="00CC0E40" w:rsidRDefault="00C645D3" w:rsidP="00C645D3">
      <w:pPr>
        <w:pStyle w:val="afffffffffff9"/>
        <w:ind w:left="420" w:hangingChars="200" w:hanging="420"/>
        <w:rPr>
          <w:rFonts w:ascii="黑体" w:eastAsia="黑体" w:hAnsi="黑体"/>
        </w:rPr>
      </w:pPr>
      <w:r w:rsidRPr="001D2EB6">
        <w:rPr>
          <w:rFonts w:ascii="黑体" w:eastAsia="黑体" w:hAnsi="黑体"/>
        </w:rPr>
        <w:br/>
      </w:r>
      <w:r w:rsidRPr="00CC0E40">
        <w:rPr>
          <w:rFonts w:ascii="黑体" w:eastAsia="黑体" w:hAnsi="黑体" w:hint="eastAsia"/>
        </w:rPr>
        <w:t xml:space="preserve">注射成型 </w:t>
      </w:r>
      <w:r w:rsidRPr="00CC0E40">
        <w:rPr>
          <w:rFonts w:ascii="黑体" w:eastAsia="黑体" w:hAnsi="黑体"/>
        </w:rPr>
        <w:t xml:space="preserve"> injection </w:t>
      </w:r>
      <w:proofErr w:type="spellStart"/>
      <w:r w:rsidRPr="00CC0E40">
        <w:rPr>
          <w:rFonts w:ascii="黑体" w:eastAsia="黑体" w:hAnsi="黑体"/>
        </w:rPr>
        <w:t>moulding</w:t>
      </w:r>
      <w:proofErr w:type="spellEnd"/>
    </w:p>
    <w:p w14:paraId="0BAE19FA"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通过与模具闭合力无关的压力将胶料从塑化</w:t>
      </w:r>
      <w:proofErr w:type="gramStart"/>
      <w:r w:rsidRPr="001D2EB6">
        <w:rPr>
          <w:rFonts w:ascii="宋体" w:eastAsia="宋体" w:hAnsi="宋体"/>
        </w:rPr>
        <w:t>腔</w:t>
      </w:r>
      <w:proofErr w:type="gramEnd"/>
      <w:r w:rsidRPr="001D2EB6">
        <w:rPr>
          <w:rFonts w:ascii="宋体" w:eastAsia="宋体" w:hAnsi="宋体"/>
        </w:rPr>
        <w:t>挤压到闭合模具中的成型方法。</w:t>
      </w:r>
    </w:p>
    <w:p w14:paraId="31275148" w14:textId="77777777" w:rsidR="00C645D3" w:rsidRPr="00CC0E40" w:rsidRDefault="00C645D3" w:rsidP="00C645D3">
      <w:pPr>
        <w:pStyle w:val="afffffffffff9"/>
        <w:ind w:left="420" w:hangingChars="200" w:hanging="420"/>
        <w:rPr>
          <w:rFonts w:ascii="黑体" w:eastAsia="黑体" w:hAnsi="黑体"/>
        </w:rPr>
      </w:pPr>
      <w:r w:rsidRPr="001D2EB6">
        <w:rPr>
          <w:rFonts w:ascii="黑体" w:eastAsia="黑体" w:hAnsi="黑体"/>
        </w:rPr>
        <w:br/>
      </w:r>
      <w:r w:rsidRPr="00CC0E40">
        <w:rPr>
          <w:rFonts w:ascii="黑体" w:eastAsia="黑体" w:hAnsi="黑体" w:hint="eastAsia"/>
        </w:rPr>
        <w:t xml:space="preserve">硫化罐 </w:t>
      </w:r>
      <w:r w:rsidRPr="00CC0E40">
        <w:rPr>
          <w:rFonts w:ascii="黑体" w:eastAsia="黑体" w:hAnsi="黑体"/>
        </w:rPr>
        <w:t xml:space="preserve"> autoclave</w:t>
      </w:r>
      <w:r w:rsidRPr="00CC0E40">
        <w:rPr>
          <w:rFonts w:ascii="黑体" w:eastAsia="黑体" w:hAnsi="黑体" w:hint="eastAsia"/>
        </w:rPr>
        <w:t>，steam autoclave，steam pan</w:t>
      </w:r>
    </w:p>
    <w:p w14:paraId="4C65F93E"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采用</w:t>
      </w:r>
      <w:r w:rsidRPr="001D2EB6">
        <w:rPr>
          <w:rFonts w:ascii="宋体" w:eastAsia="宋体" w:hAnsi="宋体"/>
        </w:rPr>
        <w:t>蒸汽或气体硫化橡胶</w:t>
      </w:r>
      <w:r w:rsidRPr="001D2EB6">
        <w:rPr>
          <w:rFonts w:ascii="宋体" w:eastAsia="宋体" w:hAnsi="宋体" w:hint="eastAsia"/>
        </w:rPr>
        <w:t>所使用</w:t>
      </w:r>
      <w:r w:rsidRPr="001D2EB6">
        <w:rPr>
          <w:rFonts w:ascii="宋体" w:eastAsia="宋体" w:hAnsi="宋体"/>
        </w:rPr>
        <w:t>的压力容器。</w:t>
      </w:r>
    </w:p>
    <w:p w14:paraId="7F17A14D"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proofErr w:type="gramStart"/>
      <w:r w:rsidRPr="001D2EB6">
        <w:rPr>
          <w:rFonts w:ascii="黑体" w:eastAsia="黑体" w:hAnsi="黑体" w:hint="eastAsia"/>
        </w:rPr>
        <w:t>喷霜</w:t>
      </w:r>
      <w:proofErr w:type="gramEnd"/>
      <w:r w:rsidRPr="001D2EB6">
        <w:t xml:space="preserve"> </w:t>
      </w:r>
      <w:r w:rsidRPr="001D2EB6">
        <w:rPr>
          <w:rFonts w:ascii="黑体" w:eastAsia="黑体" w:hAnsi="黑体" w:hint="eastAsia"/>
        </w:rPr>
        <w:t xml:space="preserve"> </w:t>
      </w:r>
      <w:r w:rsidRPr="001D2EB6">
        <w:rPr>
          <w:rFonts w:ascii="黑体" w:eastAsia="黑体" w:hAnsi="黑体"/>
        </w:rPr>
        <w:t xml:space="preserve">bloom  </w:t>
      </w:r>
    </w:p>
    <w:p w14:paraId="489408C0"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迁移到</w:t>
      </w:r>
      <w:r w:rsidRPr="001D2EB6">
        <w:rPr>
          <w:rFonts w:ascii="宋体" w:eastAsia="宋体" w:hAnsi="宋体"/>
        </w:rPr>
        <w:t>橡胶</w:t>
      </w:r>
      <w:r w:rsidRPr="001D2EB6">
        <w:rPr>
          <w:rFonts w:ascii="宋体" w:eastAsia="宋体" w:hAnsi="宋体" w:hint="eastAsia"/>
        </w:rPr>
        <w:t>（制品）</w:t>
      </w:r>
      <w:r w:rsidRPr="001D2EB6">
        <w:rPr>
          <w:rFonts w:ascii="宋体" w:eastAsia="宋体" w:hAnsi="宋体"/>
        </w:rPr>
        <w:t>表面</w:t>
      </w:r>
      <w:r w:rsidRPr="001D2EB6">
        <w:rPr>
          <w:rFonts w:ascii="宋体" w:eastAsia="宋体" w:hAnsi="宋体" w:hint="eastAsia"/>
        </w:rPr>
        <w:t>的</w:t>
      </w:r>
      <w:r w:rsidRPr="001D2EB6">
        <w:rPr>
          <w:rFonts w:ascii="宋体" w:eastAsia="宋体" w:hAnsi="宋体"/>
        </w:rPr>
        <w:t>液体或固体材料</w:t>
      </w:r>
      <w:r w:rsidRPr="001D2EB6">
        <w:rPr>
          <w:rFonts w:ascii="宋体" w:eastAsia="宋体" w:hAnsi="宋体" w:hint="eastAsia"/>
        </w:rPr>
        <w:t>。</w:t>
      </w:r>
    </w:p>
    <w:p w14:paraId="7220784D" w14:textId="77777777" w:rsidR="00C645D3" w:rsidRPr="001D2EB6" w:rsidRDefault="00C645D3" w:rsidP="00A45079">
      <w:pPr>
        <w:pStyle w:val="afff6"/>
        <w:ind w:firstLine="52"/>
      </w:pPr>
      <w:proofErr w:type="gramStart"/>
      <w:r w:rsidRPr="001D2EB6">
        <w:t>喷霜使</w:t>
      </w:r>
      <w:proofErr w:type="gramEnd"/>
      <w:r w:rsidRPr="001D2EB6">
        <w:t>橡胶表面状况发生改变。</w:t>
      </w:r>
    </w:p>
    <w:p w14:paraId="62B417E8"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起霜</w:t>
      </w:r>
      <w:r w:rsidRPr="001D2EB6">
        <w:rPr>
          <w:rFonts w:ascii="黑体" w:eastAsia="黑体" w:hAnsi="黑体"/>
        </w:rPr>
        <w:t xml:space="preserve"> </w:t>
      </w:r>
      <w:r w:rsidRPr="001D2EB6">
        <w:rPr>
          <w:rFonts w:ascii="黑体" w:eastAsia="黑体" w:hAnsi="黑体" w:hint="eastAsia"/>
        </w:rPr>
        <w:t xml:space="preserve"> </w:t>
      </w:r>
      <w:r w:rsidRPr="001D2EB6">
        <w:rPr>
          <w:rFonts w:ascii="黑体" w:eastAsia="黑体" w:hAnsi="黑体"/>
        </w:rPr>
        <w:t>frosting</w:t>
      </w:r>
    </w:p>
    <w:p w14:paraId="32061BE3"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泛白</w:t>
      </w:r>
    </w:p>
    <w:p w14:paraId="2F68AFED" w14:textId="77777777" w:rsidR="00C645D3" w:rsidRDefault="00C645D3" w:rsidP="00C645D3">
      <w:pPr>
        <w:pStyle w:val="affffffffffff7"/>
        <w:ind w:firstLineChars="200" w:firstLine="420"/>
        <w:rPr>
          <w:rFonts w:ascii="宋体" w:eastAsia="宋体" w:hAnsi="宋体"/>
        </w:rPr>
      </w:pPr>
      <w:r w:rsidRPr="001D2EB6">
        <w:rPr>
          <w:rFonts w:ascii="宋体" w:eastAsia="宋体" w:hAnsi="宋体"/>
        </w:rPr>
        <w:t>因臭氧作用</w:t>
      </w:r>
      <w:r w:rsidRPr="001D2EB6">
        <w:rPr>
          <w:rFonts w:ascii="宋体" w:eastAsia="宋体" w:hAnsi="宋体" w:hint="eastAsia"/>
        </w:rPr>
        <w:t>而</w:t>
      </w:r>
      <w:r w:rsidRPr="001D2EB6">
        <w:rPr>
          <w:rFonts w:ascii="宋体" w:eastAsia="宋体" w:hAnsi="宋体"/>
        </w:rPr>
        <w:t>在</w:t>
      </w:r>
      <w:r w:rsidRPr="001D2EB6">
        <w:rPr>
          <w:rFonts w:ascii="宋体" w:eastAsia="宋体" w:hAnsi="宋体" w:hint="eastAsia"/>
        </w:rPr>
        <w:t>橡胶（制品）</w:t>
      </w:r>
      <w:r w:rsidRPr="001D2EB6">
        <w:rPr>
          <w:rFonts w:ascii="宋体" w:eastAsia="宋体" w:hAnsi="宋体"/>
        </w:rPr>
        <w:t>暴露于空气的表面上形成</w:t>
      </w:r>
      <w:r w:rsidRPr="001D2EB6">
        <w:rPr>
          <w:rFonts w:ascii="宋体" w:eastAsia="宋体" w:hAnsi="宋体" w:hint="eastAsia"/>
        </w:rPr>
        <w:t>的</w:t>
      </w:r>
      <w:r w:rsidRPr="001D2EB6">
        <w:rPr>
          <w:rFonts w:ascii="宋体" w:eastAsia="宋体" w:hAnsi="宋体"/>
        </w:rPr>
        <w:t>一种无光的霜状外观。</w:t>
      </w:r>
    </w:p>
    <w:p w14:paraId="5E31F67B" w14:textId="77777777" w:rsidR="00735032" w:rsidRPr="00735032" w:rsidRDefault="00735032" w:rsidP="00735032">
      <w:pPr>
        <w:pStyle w:val="Char1"/>
        <w:ind w:firstLine="360"/>
      </w:pPr>
      <w:r w:rsidRPr="00FB78CE">
        <w:rPr>
          <w:rFonts w:ascii="仿宋_GB2312" w:eastAsia="仿宋_GB2312" w:hint="eastAsia"/>
          <w:sz w:val="18"/>
          <w:szCs w:val="18"/>
        </w:rPr>
        <w:t>[</w:t>
      </w:r>
      <w:r w:rsidR="005B53CE">
        <w:rPr>
          <w:rFonts w:ascii="仿宋_GB2312" w:eastAsia="仿宋_GB2312" w:hint="eastAsia"/>
          <w:sz w:val="18"/>
          <w:szCs w:val="18"/>
        </w:rPr>
        <w:t>来源：</w:t>
      </w:r>
      <w:r w:rsidRPr="00FB78CE">
        <w:rPr>
          <w:rFonts w:ascii="仿宋_GB2312" w:eastAsia="仿宋_GB2312" w:hint="eastAsia"/>
          <w:sz w:val="18"/>
          <w:szCs w:val="18"/>
        </w:rPr>
        <w:t>GB/T 9881-2008</w:t>
      </w:r>
      <w:r w:rsidR="00600803">
        <w:rPr>
          <w:rFonts w:ascii="仿宋_GB2312" w:eastAsia="仿宋_GB2312" w:hint="eastAsia"/>
          <w:sz w:val="18"/>
          <w:szCs w:val="18"/>
        </w:rPr>
        <w:t>，</w:t>
      </w:r>
      <w:r w:rsidR="005B53CE">
        <w:rPr>
          <w:rFonts w:ascii="仿宋_GB2312" w:eastAsia="仿宋_GB2312" w:hint="eastAsia"/>
          <w:sz w:val="18"/>
          <w:szCs w:val="18"/>
        </w:rPr>
        <w:t>2.189</w:t>
      </w:r>
      <w:r w:rsidRPr="00FB78CE">
        <w:rPr>
          <w:rFonts w:ascii="仿宋_GB2312" w:eastAsia="仿宋_GB2312" w:hint="eastAsia"/>
          <w:sz w:val="18"/>
          <w:szCs w:val="18"/>
        </w:rPr>
        <w:t>，</w:t>
      </w:r>
      <w:r w:rsidR="00600803">
        <w:rPr>
          <w:rFonts w:ascii="仿宋_GB2312" w:eastAsia="仿宋_GB2312" w:hint="eastAsia"/>
          <w:sz w:val="18"/>
          <w:szCs w:val="18"/>
        </w:rPr>
        <w:t>有修改</w:t>
      </w:r>
      <w:r w:rsidRPr="00FB78CE">
        <w:rPr>
          <w:rFonts w:ascii="仿宋_GB2312" w:eastAsia="仿宋_GB2312" w:hint="eastAsia"/>
          <w:sz w:val="18"/>
          <w:szCs w:val="18"/>
        </w:rPr>
        <w:t>]</w:t>
      </w:r>
    </w:p>
    <w:p w14:paraId="3DC9AF4A" w14:textId="77777777" w:rsidR="00C645D3" w:rsidRPr="002B54B4" w:rsidRDefault="00C645D3" w:rsidP="00C645D3">
      <w:pPr>
        <w:pStyle w:val="afffffffffff9"/>
        <w:ind w:left="420" w:hangingChars="200" w:hanging="420"/>
        <w:rPr>
          <w:rFonts w:ascii="黑体" w:eastAsia="黑体" w:hAnsi="黑体"/>
        </w:rPr>
      </w:pPr>
      <w:r w:rsidRPr="001D2EB6">
        <w:rPr>
          <w:rFonts w:ascii="黑体" w:eastAsia="黑体" w:hAnsi="黑体"/>
        </w:rPr>
        <w:lastRenderedPageBreak/>
        <w:br/>
      </w:r>
      <w:r w:rsidRPr="002B54B4">
        <w:rPr>
          <w:rFonts w:ascii="黑体" w:eastAsia="黑体" w:hAnsi="黑体" w:hint="eastAsia"/>
        </w:rPr>
        <w:t>渗出</w:t>
      </w:r>
      <w:r w:rsidRPr="002B54B4">
        <w:rPr>
          <w:rFonts w:ascii="黑体" w:eastAsia="黑体" w:hAnsi="黑体"/>
        </w:rPr>
        <w:t xml:space="preserve"> </w:t>
      </w:r>
      <w:r w:rsidRPr="002B54B4">
        <w:rPr>
          <w:rFonts w:ascii="黑体" w:eastAsia="黑体" w:hAnsi="黑体" w:hint="eastAsia"/>
        </w:rPr>
        <w:t xml:space="preserve"> </w:t>
      </w:r>
      <w:r w:rsidRPr="002B54B4">
        <w:rPr>
          <w:rFonts w:ascii="黑体" w:eastAsia="黑体" w:hAnsi="黑体"/>
        </w:rPr>
        <w:t>bleeding</w:t>
      </w:r>
    </w:p>
    <w:p w14:paraId="7D568538"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液态配合剂或材料渗析到橡胶</w:t>
      </w:r>
      <w:r w:rsidRPr="001D2EB6">
        <w:rPr>
          <w:rFonts w:ascii="宋体" w:eastAsia="宋体" w:hAnsi="宋体" w:hint="eastAsia"/>
        </w:rPr>
        <w:t>（制品）</w:t>
      </w:r>
      <w:r w:rsidRPr="001D2EB6">
        <w:rPr>
          <w:rFonts w:ascii="宋体" w:eastAsia="宋体" w:hAnsi="宋体"/>
        </w:rPr>
        <w:t>表面。</w:t>
      </w:r>
    </w:p>
    <w:p w14:paraId="7B419F4A" w14:textId="77777777" w:rsidR="00C645D3" w:rsidRPr="002B54B4" w:rsidRDefault="00C645D3" w:rsidP="00C645D3">
      <w:pPr>
        <w:pStyle w:val="afffffffffff9"/>
        <w:ind w:left="420" w:hangingChars="200" w:hanging="420"/>
        <w:rPr>
          <w:rFonts w:ascii="黑体" w:eastAsia="黑体" w:hAnsi="黑体"/>
        </w:rPr>
      </w:pPr>
      <w:r w:rsidRPr="001D2EB6">
        <w:rPr>
          <w:rFonts w:ascii="黑体" w:eastAsia="黑体" w:hAnsi="黑体"/>
        </w:rPr>
        <w:br/>
      </w:r>
      <w:r w:rsidRPr="002B54B4">
        <w:rPr>
          <w:rFonts w:ascii="黑体" w:eastAsia="黑体" w:hAnsi="黑体" w:hint="eastAsia"/>
        </w:rPr>
        <w:t>粘性</w:t>
      </w:r>
      <w:r w:rsidRPr="002B54B4">
        <w:rPr>
          <w:rFonts w:ascii="黑体" w:eastAsia="黑体" w:hAnsi="黑体"/>
        </w:rPr>
        <w:t xml:space="preserve">(未硫化橡胶) </w:t>
      </w:r>
      <w:r w:rsidRPr="002B54B4">
        <w:rPr>
          <w:rFonts w:ascii="黑体" w:eastAsia="黑体" w:hAnsi="黑体" w:hint="eastAsia"/>
        </w:rPr>
        <w:t xml:space="preserve"> </w:t>
      </w:r>
      <w:r w:rsidRPr="002B54B4">
        <w:rPr>
          <w:rFonts w:ascii="黑体" w:eastAsia="黑体" w:hAnsi="黑体"/>
        </w:rPr>
        <w:t>tack</w:t>
      </w:r>
    </w:p>
    <w:p w14:paraId="1F88D418" w14:textId="77777777" w:rsidR="00C645D3" w:rsidRPr="001D2EB6" w:rsidRDefault="00C645D3" w:rsidP="00C645D3">
      <w:pPr>
        <w:pStyle w:val="affffffffffff7"/>
        <w:ind w:firstLineChars="200" w:firstLine="420"/>
        <w:rPr>
          <w:rFonts w:eastAsia="宋体"/>
        </w:rPr>
      </w:pPr>
      <w:r w:rsidRPr="001D2EB6">
        <w:rPr>
          <w:rFonts w:eastAsia="宋体"/>
        </w:rPr>
        <w:t>使未硫化橡胶</w:t>
      </w:r>
      <w:r w:rsidRPr="001D2EB6">
        <w:rPr>
          <w:rFonts w:eastAsia="宋体" w:hint="eastAsia"/>
        </w:rPr>
        <w:t>(</w:t>
      </w:r>
      <w:r w:rsidRPr="001D2EB6">
        <w:rPr>
          <w:rFonts w:eastAsia="宋体"/>
        </w:rPr>
        <w:t>即混炼胶</w:t>
      </w:r>
      <w:r w:rsidRPr="001D2EB6">
        <w:rPr>
          <w:rFonts w:eastAsia="宋体" w:hint="eastAsia"/>
        </w:rPr>
        <w:t>)</w:t>
      </w:r>
      <w:r w:rsidRPr="001D2EB6">
        <w:rPr>
          <w:rFonts w:eastAsia="宋体"/>
        </w:rPr>
        <w:t>的接触表面互相粘附的性能。</w:t>
      </w:r>
    </w:p>
    <w:p w14:paraId="5F3D5A15"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海绵橡胶</w:t>
      </w:r>
      <w:r w:rsidRPr="001D2EB6">
        <w:rPr>
          <w:rFonts w:ascii="黑体" w:eastAsia="黑体" w:hAnsi="黑体"/>
        </w:rPr>
        <w:t xml:space="preserve"> </w:t>
      </w:r>
      <w:r w:rsidRPr="001D2EB6">
        <w:rPr>
          <w:rFonts w:ascii="黑体" w:eastAsia="黑体" w:hAnsi="黑体" w:hint="eastAsia"/>
        </w:rPr>
        <w:t xml:space="preserve"> </w:t>
      </w:r>
      <w:r w:rsidRPr="001D2EB6">
        <w:rPr>
          <w:rFonts w:ascii="黑体" w:eastAsia="黑体" w:hAnsi="黑体"/>
        </w:rPr>
        <w:t>sponge rubber</w:t>
      </w:r>
    </w:p>
    <w:p w14:paraId="4FB5CEC4"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用干胶混炼胶制造的</w:t>
      </w:r>
      <w:r w:rsidRPr="001D2EB6">
        <w:rPr>
          <w:rFonts w:ascii="宋体" w:eastAsia="宋体" w:hAnsi="宋体" w:hint="eastAsia"/>
        </w:rPr>
        <w:t>，以</w:t>
      </w:r>
      <w:r w:rsidRPr="001D2EB6">
        <w:rPr>
          <w:rFonts w:ascii="宋体" w:eastAsia="宋体" w:hAnsi="宋体"/>
        </w:rPr>
        <w:t>开口孔结构为主的多孔橡胶。</w:t>
      </w:r>
    </w:p>
    <w:p w14:paraId="0CCA07B4" w14:textId="77777777" w:rsidR="00C645D3" w:rsidRPr="00C32BC5" w:rsidRDefault="0001641A" w:rsidP="00C645D3">
      <w:pPr>
        <w:pStyle w:val="afff0"/>
        <w:spacing w:before="312" w:after="312"/>
      </w:pPr>
      <w:bookmarkStart w:id="68" w:name="_Toc98757029"/>
      <w:bookmarkStart w:id="69" w:name="_Toc108098949"/>
      <w:bookmarkStart w:id="70" w:name="_Toc108107360"/>
      <w:r w:rsidRPr="00C32BC5">
        <w:rPr>
          <w:rFonts w:hint="eastAsia"/>
        </w:rPr>
        <w:t>乳胶制品</w:t>
      </w:r>
      <w:bookmarkEnd w:id="68"/>
      <w:bookmarkEnd w:id="69"/>
      <w:bookmarkEnd w:id="70"/>
    </w:p>
    <w:p w14:paraId="3D963758" w14:textId="77777777" w:rsidR="00C645D3" w:rsidRPr="00BD5551" w:rsidRDefault="00C645D3" w:rsidP="00C645D3">
      <w:pPr>
        <w:pStyle w:val="afffffffffff9"/>
        <w:ind w:left="420" w:hangingChars="200" w:hanging="420"/>
        <w:rPr>
          <w:rFonts w:ascii="黑体" w:eastAsia="黑体" w:hAnsi="黑体"/>
        </w:rPr>
      </w:pPr>
      <w:r w:rsidRPr="001D2EB6">
        <w:rPr>
          <w:rFonts w:ascii="黑体" w:eastAsia="黑体" w:hAnsi="黑体"/>
        </w:rPr>
        <w:br/>
      </w:r>
      <w:r w:rsidRPr="00BD5551">
        <w:rPr>
          <w:rFonts w:ascii="黑体" w:eastAsia="黑体" w:hAnsi="黑体" w:hint="eastAsia"/>
        </w:rPr>
        <w:t>胶乳胶料</w:t>
      </w:r>
      <w:r w:rsidRPr="00BD5551">
        <w:rPr>
          <w:rFonts w:ascii="黑体" w:eastAsia="黑体" w:hAnsi="黑体"/>
        </w:rPr>
        <w:t xml:space="preserve">  latex compound</w:t>
      </w:r>
    </w:p>
    <w:p w14:paraId="46D5F23A" w14:textId="77777777" w:rsidR="00C645D3" w:rsidRPr="001D2EB6" w:rsidRDefault="00C645D3" w:rsidP="00C645D3">
      <w:pPr>
        <w:pStyle w:val="affffffffffff7"/>
        <w:ind w:firstLineChars="200" w:firstLine="420"/>
        <w:rPr>
          <w:rFonts w:eastAsia="宋体"/>
        </w:rPr>
      </w:pPr>
      <w:r w:rsidRPr="001D2EB6">
        <w:rPr>
          <w:rFonts w:eastAsia="宋体"/>
        </w:rPr>
        <w:t>经过配合加工处理过的胶乳。</w:t>
      </w:r>
    </w:p>
    <w:p w14:paraId="18BA6AF2" w14:textId="77777777" w:rsidR="00251890" w:rsidRDefault="00C645D3" w:rsidP="00251890">
      <w:pPr>
        <w:pStyle w:val="afffffffffff9"/>
        <w:ind w:left="420" w:hangingChars="200" w:hanging="420"/>
        <w:rPr>
          <w:rFonts w:ascii="黑体" w:eastAsia="黑体" w:hAnsi="黑体"/>
        </w:rPr>
      </w:pPr>
      <w:r w:rsidRPr="00983565">
        <w:rPr>
          <w:rFonts w:ascii="黑体" w:eastAsia="黑体" w:hAnsi="黑体"/>
        </w:rPr>
        <w:br/>
      </w:r>
      <w:r w:rsidRPr="00983565">
        <w:rPr>
          <w:rFonts w:ascii="黑体" w:eastAsia="黑体" w:hAnsi="黑体" w:hint="eastAsia"/>
        </w:rPr>
        <w:t>分散体</w:t>
      </w:r>
      <w:r w:rsidR="00251890" w:rsidRPr="00251890">
        <w:rPr>
          <w:rFonts w:ascii="黑体" w:eastAsia="黑体" w:hAnsi="黑体" w:hint="eastAsia"/>
        </w:rPr>
        <w:t>（状态）</w:t>
      </w:r>
      <w:r w:rsidR="00251890" w:rsidRPr="00251890">
        <w:rPr>
          <w:rFonts w:ascii="黑体" w:eastAsia="黑体" w:hAnsi="黑体"/>
        </w:rPr>
        <w:t xml:space="preserve"> </w:t>
      </w:r>
      <w:r w:rsidR="00251890" w:rsidRPr="00251890">
        <w:rPr>
          <w:rFonts w:ascii="黑体" w:eastAsia="黑体" w:hAnsi="黑体" w:hint="eastAsia"/>
        </w:rPr>
        <w:t>（</w:t>
      </w:r>
      <w:r w:rsidR="00251890" w:rsidRPr="00251890">
        <w:rPr>
          <w:rFonts w:ascii="黑体" w:eastAsia="黑体" w:hAnsi="黑体"/>
        </w:rPr>
        <w:t>the result of</w:t>
      </w:r>
      <w:r w:rsidR="00251890" w:rsidRPr="00251890">
        <w:rPr>
          <w:rFonts w:ascii="黑体" w:eastAsia="黑体" w:hAnsi="黑体" w:hint="eastAsia"/>
        </w:rPr>
        <w:t>）</w:t>
      </w:r>
      <w:r w:rsidRPr="00983565">
        <w:rPr>
          <w:rFonts w:ascii="黑体" w:eastAsia="黑体" w:hAnsi="黑体"/>
        </w:rPr>
        <w:t>dispersion</w:t>
      </w:r>
    </w:p>
    <w:p w14:paraId="42A59184" w14:textId="77777777" w:rsidR="00C645D3" w:rsidRPr="001D2EB6" w:rsidRDefault="00C645D3" w:rsidP="00C645D3">
      <w:pPr>
        <w:pStyle w:val="affffffffffff7"/>
        <w:ind w:firstLineChars="200" w:firstLine="420"/>
        <w:rPr>
          <w:rFonts w:eastAsia="宋体"/>
        </w:rPr>
      </w:pPr>
      <w:r w:rsidRPr="001D2EB6">
        <w:rPr>
          <w:rFonts w:eastAsia="宋体"/>
        </w:rPr>
        <w:t>粉状配合剂经过加工</w:t>
      </w:r>
      <w:r w:rsidRPr="001D2EB6">
        <w:rPr>
          <w:rFonts w:eastAsia="宋体" w:hint="eastAsia"/>
        </w:rPr>
        <w:t>而</w:t>
      </w:r>
      <w:r w:rsidRPr="001D2EB6">
        <w:rPr>
          <w:rFonts w:eastAsia="宋体"/>
        </w:rPr>
        <w:t>制成的细粒子分散体系。</w:t>
      </w:r>
    </w:p>
    <w:p w14:paraId="64CC595B"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砂磨</w:t>
      </w:r>
      <w:r w:rsidRPr="00251890">
        <w:rPr>
          <w:rFonts w:ascii="黑体" w:eastAsia="黑体" w:hAnsi="黑体"/>
        </w:rPr>
        <w:t xml:space="preserve">  sand milling</w:t>
      </w:r>
    </w:p>
    <w:p w14:paraId="0E8CE130" w14:textId="77777777" w:rsidR="00C645D3" w:rsidRPr="001D2EB6" w:rsidRDefault="00C645D3" w:rsidP="00C645D3">
      <w:pPr>
        <w:pStyle w:val="affffffffffff7"/>
        <w:ind w:firstLineChars="200" w:firstLine="420"/>
        <w:rPr>
          <w:rFonts w:eastAsia="宋体"/>
        </w:rPr>
      </w:pPr>
      <w:r w:rsidRPr="001D2EB6">
        <w:rPr>
          <w:rFonts w:eastAsia="宋体"/>
        </w:rPr>
        <w:t>用砂子</w:t>
      </w:r>
      <w:proofErr w:type="gramStart"/>
      <w:r w:rsidRPr="001D2EB6">
        <w:rPr>
          <w:rFonts w:eastAsia="宋体"/>
        </w:rPr>
        <w:t>磨制备分散体</w:t>
      </w:r>
      <w:proofErr w:type="gramEnd"/>
      <w:r w:rsidRPr="001D2EB6">
        <w:rPr>
          <w:rFonts w:eastAsia="宋体"/>
        </w:rPr>
        <w:t>的过程。</w:t>
      </w:r>
    </w:p>
    <w:p w14:paraId="4DA79BD8"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球磨</w:t>
      </w:r>
      <w:r w:rsidRPr="00251890">
        <w:rPr>
          <w:rFonts w:ascii="黑体" w:eastAsia="黑体" w:hAnsi="黑体"/>
        </w:rPr>
        <w:t xml:space="preserve">  ball milling</w:t>
      </w:r>
    </w:p>
    <w:p w14:paraId="32128A28" w14:textId="77777777" w:rsidR="00C645D3" w:rsidRPr="001D2EB6" w:rsidRDefault="00C645D3" w:rsidP="00C645D3">
      <w:pPr>
        <w:pStyle w:val="affffffffffff7"/>
        <w:ind w:firstLineChars="200" w:firstLine="420"/>
        <w:rPr>
          <w:rFonts w:eastAsia="宋体"/>
        </w:rPr>
      </w:pPr>
      <w:r w:rsidRPr="001D2EB6">
        <w:rPr>
          <w:rFonts w:eastAsia="宋体"/>
        </w:rPr>
        <w:t>用球磨机制备分散体的过程。</w:t>
      </w:r>
    </w:p>
    <w:p w14:paraId="0C4AEE76"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球磨机</w:t>
      </w:r>
      <w:r w:rsidRPr="00251890">
        <w:rPr>
          <w:rFonts w:ascii="黑体" w:eastAsia="黑体" w:hAnsi="黑体"/>
        </w:rPr>
        <w:t xml:space="preserve">  </w:t>
      </w:r>
      <w:proofErr w:type="spellStart"/>
      <w:r w:rsidRPr="00251890">
        <w:rPr>
          <w:rFonts w:ascii="黑体" w:eastAsia="黑体" w:hAnsi="黑体"/>
        </w:rPr>
        <w:t>ballmill</w:t>
      </w:r>
      <w:proofErr w:type="spellEnd"/>
    </w:p>
    <w:p w14:paraId="31AAD4BF" w14:textId="77777777" w:rsidR="00C645D3" w:rsidRDefault="00C645D3" w:rsidP="00C645D3">
      <w:pPr>
        <w:pStyle w:val="affffffffffff7"/>
        <w:ind w:firstLineChars="200" w:firstLine="420"/>
        <w:rPr>
          <w:rFonts w:ascii="宋体" w:eastAsia="宋体" w:hAnsi="宋体"/>
        </w:rPr>
      </w:pPr>
      <w:r w:rsidRPr="001D2EB6">
        <w:rPr>
          <w:rFonts w:ascii="宋体" w:eastAsia="宋体" w:hAnsi="宋体"/>
        </w:rPr>
        <w:t>一种（通常）水平安装的旋转滚筒，内置可自由滚动的硬质瓷球，用于研磨粗粒材料。</w:t>
      </w:r>
    </w:p>
    <w:p w14:paraId="01B07FDA" w14:textId="77777777" w:rsidR="00735032" w:rsidRPr="00735032" w:rsidRDefault="00735032" w:rsidP="00735032">
      <w:pPr>
        <w:pStyle w:val="Char1"/>
        <w:ind w:firstLine="360"/>
      </w:pPr>
      <w:r w:rsidRPr="00FB78CE">
        <w:rPr>
          <w:rFonts w:ascii="仿宋_GB2312" w:eastAsia="仿宋_GB2312" w:hint="eastAsia"/>
          <w:sz w:val="18"/>
          <w:szCs w:val="18"/>
        </w:rPr>
        <w:t>[</w:t>
      </w:r>
      <w:r w:rsidR="005B53CE">
        <w:rPr>
          <w:rFonts w:ascii="仿宋_GB2312" w:eastAsia="仿宋_GB2312" w:hint="eastAsia"/>
          <w:sz w:val="18"/>
          <w:szCs w:val="18"/>
        </w:rPr>
        <w:t>来源：</w:t>
      </w:r>
      <w:r w:rsidRPr="00FB78CE">
        <w:rPr>
          <w:rFonts w:ascii="仿宋_GB2312" w:eastAsia="仿宋_GB2312" w:hint="eastAsia"/>
          <w:sz w:val="18"/>
          <w:szCs w:val="18"/>
        </w:rPr>
        <w:t>GB/T 9881-2008</w:t>
      </w:r>
      <w:r w:rsidR="00600803">
        <w:rPr>
          <w:rFonts w:ascii="仿宋_GB2312" w:eastAsia="仿宋_GB2312" w:hint="eastAsia"/>
          <w:sz w:val="18"/>
          <w:szCs w:val="18"/>
        </w:rPr>
        <w:t>，</w:t>
      </w:r>
      <w:r w:rsidR="005B53CE">
        <w:rPr>
          <w:rFonts w:ascii="仿宋_GB2312" w:eastAsia="仿宋_GB2312" w:hint="eastAsia"/>
          <w:sz w:val="18"/>
          <w:szCs w:val="18"/>
        </w:rPr>
        <w:t>2.38</w:t>
      </w:r>
      <w:r w:rsidRPr="00FB78CE">
        <w:rPr>
          <w:rFonts w:ascii="仿宋_GB2312" w:eastAsia="仿宋_GB2312" w:hint="eastAsia"/>
          <w:sz w:val="18"/>
          <w:szCs w:val="18"/>
        </w:rPr>
        <w:t>，做</w:t>
      </w:r>
      <w:r w:rsidR="00600803">
        <w:rPr>
          <w:rFonts w:ascii="仿宋_GB2312" w:eastAsia="仿宋_GB2312" w:hint="eastAsia"/>
          <w:sz w:val="18"/>
          <w:szCs w:val="18"/>
        </w:rPr>
        <w:t>有修改</w:t>
      </w:r>
      <w:r w:rsidRPr="00FB78CE">
        <w:rPr>
          <w:rFonts w:ascii="仿宋_GB2312" w:eastAsia="仿宋_GB2312" w:hint="eastAsia"/>
          <w:sz w:val="18"/>
          <w:szCs w:val="18"/>
        </w:rPr>
        <w:t>]</w:t>
      </w:r>
    </w:p>
    <w:p w14:paraId="6B258737" w14:textId="77777777" w:rsidR="00251890" w:rsidRPr="00855430" w:rsidRDefault="00B17898" w:rsidP="00855430">
      <w:pPr>
        <w:pStyle w:val="afffffffffff9"/>
        <w:ind w:left="420" w:hangingChars="200" w:hanging="420"/>
        <w:rPr>
          <w:rFonts w:ascii="黑体" w:eastAsia="黑体" w:hAnsi="黑体"/>
          <w:b/>
        </w:rPr>
      </w:pPr>
      <w:r w:rsidRPr="00855430">
        <w:rPr>
          <w:rFonts w:ascii="黑体" w:eastAsia="黑体" w:hAnsi="黑体"/>
        </w:rPr>
        <w:br/>
      </w:r>
      <w:r w:rsidRPr="00855430">
        <w:rPr>
          <w:rFonts w:ascii="黑体" w:eastAsia="黑体" w:hAnsi="黑体" w:hint="eastAsia"/>
        </w:rPr>
        <w:t>乳浊液</w:t>
      </w:r>
      <w:r w:rsidRPr="00855430">
        <w:rPr>
          <w:rFonts w:ascii="黑体" w:eastAsia="黑体" w:hAnsi="黑体"/>
        </w:rPr>
        <w:t xml:space="preserve">  emulsion</w:t>
      </w:r>
    </w:p>
    <w:p w14:paraId="19C12B97" w14:textId="77777777" w:rsidR="00C645D3" w:rsidRPr="001D2EB6" w:rsidRDefault="00C645D3" w:rsidP="00C645D3">
      <w:pPr>
        <w:pStyle w:val="affffffffffff7"/>
        <w:ind w:firstLineChars="200" w:firstLine="420"/>
        <w:rPr>
          <w:rFonts w:eastAsia="宋体"/>
        </w:rPr>
      </w:pPr>
      <w:r w:rsidRPr="001D2EB6">
        <w:rPr>
          <w:rFonts w:eastAsia="宋体"/>
        </w:rPr>
        <w:t>互不相溶的液体经过加工制成的稳定分散体系。</w:t>
      </w:r>
    </w:p>
    <w:p w14:paraId="22B20BE9"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乳化</w:t>
      </w:r>
      <w:r w:rsidRPr="00251890">
        <w:rPr>
          <w:rFonts w:ascii="黑体" w:eastAsia="黑体" w:hAnsi="黑体"/>
        </w:rPr>
        <w:t xml:space="preserve">  emulsification</w:t>
      </w:r>
    </w:p>
    <w:p w14:paraId="237FAB22" w14:textId="77777777" w:rsidR="00C645D3" w:rsidRPr="001D2EB6" w:rsidRDefault="00C645D3" w:rsidP="00C645D3">
      <w:pPr>
        <w:pStyle w:val="affffffffffff7"/>
        <w:ind w:firstLineChars="200" w:firstLine="420"/>
        <w:rPr>
          <w:rFonts w:eastAsia="宋体"/>
        </w:rPr>
      </w:pPr>
      <w:r w:rsidRPr="001D2EB6">
        <w:rPr>
          <w:rFonts w:eastAsia="宋体"/>
        </w:rPr>
        <w:t>使互不相溶的液体形成乳浊液的过程。</w:t>
      </w:r>
    </w:p>
    <w:p w14:paraId="73D507BF" w14:textId="77777777" w:rsidR="00251890" w:rsidRPr="00855430" w:rsidRDefault="00B17898" w:rsidP="00855430">
      <w:pPr>
        <w:pStyle w:val="afffffffffff9"/>
        <w:ind w:left="420" w:hangingChars="200" w:hanging="420"/>
        <w:rPr>
          <w:rFonts w:ascii="黑体" w:eastAsia="黑体" w:hAnsi="黑体"/>
          <w:b/>
        </w:rPr>
      </w:pPr>
      <w:r w:rsidRPr="00855430">
        <w:rPr>
          <w:rFonts w:ascii="黑体" w:eastAsia="黑体" w:hAnsi="黑体"/>
        </w:rPr>
        <w:br/>
      </w:r>
      <w:r w:rsidRPr="00855430">
        <w:rPr>
          <w:rFonts w:ascii="黑体" w:eastAsia="黑体" w:hAnsi="黑体" w:hint="eastAsia"/>
        </w:rPr>
        <w:t>糊化</w:t>
      </w:r>
      <w:r w:rsidRPr="00855430">
        <w:rPr>
          <w:rFonts w:ascii="黑体" w:eastAsia="黑体" w:hAnsi="黑体"/>
        </w:rPr>
        <w:t xml:space="preserve">  paste forming/ gelation</w:t>
      </w:r>
    </w:p>
    <w:p w14:paraId="4E9726C4" w14:textId="77777777" w:rsidR="00C645D3" w:rsidRPr="001D2EB6" w:rsidRDefault="00C645D3" w:rsidP="00C645D3">
      <w:pPr>
        <w:pStyle w:val="affffffffffff7"/>
        <w:ind w:firstLineChars="200" w:firstLine="420"/>
        <w:rPr>
          <w:rFonts w:eastAsia="宋体"/>
        </w:rPr>
      </w:pPr>
      <w:r w:rsidRPr="00C32BC5">
        <w:rPr>
          <w:rFonts w:eastAsia="宋体"/>
        </w:rPr>
        <w:t>将淀粉等大分子物质制成糊状物质的</w:t>
      </w:r>
      <w:r w:rsidRPr="001D2EB6">
        <w:rPr>
          <w:rFonts w:eastAsia="宋体"/>
        </w:rPr>
        <w:t>过程。</w:t>
      </w:r>
    </w:p>
    <w:p w14:paraId="17B71B20"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去氨</w:t>
      </w:r>
      <w:r w:rsidRPr="00251890">
        <w:rPr>
          <w:rFonts w:ascii="黑体" w:eastAsia="黑体" w:hAnsi="黑体"/>
        </w:rPr>
        <w:t xml:space="preserve">  </w:t>
      </w:r>
      <w:proofErr w:type="spellStart"/>
      <w:r w:rsidRPr="00251890">
        <w:rPr>
          <w:rFonts w:ascii="黑体" w:eastAsia="黑体" w:hAnsi="黑体"/>
        </w:rPr>
        <w:t>deammoniation</w:t>
      </w:r>
      <w:proofErr w:type="spellEnd"/>
    </w:p>
    <w:p w14:paraId="66986002" w14:textId="77777777" w:rsidR="00C645D3" w:rsidRPr="001D2EB6" w:rsidRDefault="00C645D3" w:rsidP="00C645D3">
      <w:pPr>
        <w:pStyle w:val="affffffffffff7"/>
        <w:ind w:firstLineChars="200" w:firstLine="420"/>
        <w:rPr>
          <w:rFonts w:eastAsia="宋体"/>
        </w:rPr>
      </w:pPr>
      <w:r w:rsidRPr="001D2EB6">
        <w:rPr>
          <w:rFonts w:eastAsia="宋体"/>
        </w:rPr>
        <w:t>用物理或化学方法除去胶乳</w:t>
      </w:r>
      <w:proofErr w:type="gramStart"/>
      <w:r w:rsidRPr="001D2EB6">
        <w:rPr>
          <w:rFonts w:eastAsia="宋体"/>
        </w:rPr>
        <w:t>或胶清中</w:t>
      </w:r>
      <w:proofErr w:type="gramEnd"/>
      <w:r w:rsidRPr="001D2EB6">
        <w:rPr>
          <w:rFonts w:eastAsia="宋体"/>
        </w:rPr>
        <w:t>所含氨的方法</w:t>
      </w:r>
      <w:r w:rsidRPr="001D2EB6">
        <w:rPr>
          <w:rFonts w:eastAsia="宋体"/>
        </w:rPr>
        <w:t>/</w:t>
      </w:r>
      <w:r w:rsidRPr="001D2EB6">
        <w:rPr>
          <w:rFonts w:eastAsia="宋体"/>
        </w:rPr>
        <w:t>过程。</w:t>
      </w:r>
    </w:p>
    <w:p w14:paraId="7EA80E34" w14:textId="77777777" w:rsidR="00C645D3" w:rsidRPr="001D2EB6" w:rsidRDefault="00C645D3" w:rsidP="00A45079">
      <w:pPr>
        <w:pStyle w:val="afff6"/>
        <w:ind w:firstLine="52"/>
      </w:pPr>
      <w:r w:rsidRPr="001D2EB6">
        <w:rPr>
          <w:rFonts w:hint="eastAsia"/>
        </w:rPr>
        <w:t>ISO 1382只定义了 blowing down一个术语，描述的是仅仅通过机械作用去除胶乳中多余的氨的过程，与本术语的定义略有不同。为此，本表准保留了术语“去氨</w:t>
      </w:r>
      <w:proofErr w:type="spellStart"/>
      <w:r w:rsidRPr="001D2EB6">
        <w:t>deammoniation</w:t>
      </w:r>
      <w:proofErr w:type="spellEnd"/>
      <w:r w:rsidRPr="001D2EB6">
        <w:rPr>
          <w:rFonts w:hint="eastAsia"/>
        </w:rPr>
        <w:t>”，同时将blowing down翻译为除氨。</w:t>
      </w:r>
    </w:p>
    <w:p w14:paraId="1035ED29"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lastRenderedPageBreak/>
        <w:br/>
      </w:r>
      <w:r w:rsidRPr="00251890">
        <w:rPr>
          <w:rFonts w:ascii="黑体" w:eastAsia="黑体" w:hAnsi="黑体" w:hint="eastAsia"/>
        </w:rPr>
        <w:t>除氨</w:t>
      </w:r>
      <w:r w:rsidRPr="00251890">
        <w:rPr>
          <w:rFonts w:ascii="黑体" w:eastAsia="黑体" w:hAnsi="黑体"/>
        </w:rPr>
        <w:t xml:space="preserve">  blowing down</w:t>
      </w:r>
    </w:p>
    <w:p w14:paraId="7FD7F291" w14:textId="77777777" w:rsidR="00C645D3" w:rsidRPr="001D2EB6" w:rsidRDefault="00C645D3" w:rsidP="00C645D3">
      <w:pPr>
        <w:pStyle w:val="affffffffffff7"/>
        <w:ind w:firstLineChars="200" w:firstLine="420"/>
        <w:rPr>
          <w:rFonts w:eastAsia="宋体"/>
        </w:rPr>
      </w:pPr>
      <w:r w:rsidRPr="001D2EB6">
        <w:rPr>
          <w:rFonts w:eastAsia="宋体"/>
        </w:rPr>
        <w:t>通过搅拌胶乳并将空气流吹过胶乳液面以除去胶乳中</w:t>
      </w:r>
      <w:r w:rsidRPr="001D2EB6">
        <w:rPr>
          <w:rFonts w:eastAsia="宋体" w:hint="eastAsia"/>
        </w:rPr>
        <w:t>多余</w:t>
      </w:r>
      <w:r w:rsidRPr="001D2EB6">
        <w:rPr>
          <w:rFonts w:eastAsia="宋体"/>
        </w:rPr>
        <w:t>的</w:t>
      </w:r>
      <w:r w:rsidRPr="001D2EB6">
        <w:rPr>
          <w:rFonts w:eastAsia="宋体" w:hint="eastAsia"/>
        </w:rPr>
        <w:t>氨</w:t>
      </w:r>
      <w:r w:rsidRPr="001D2EB6">
        <w:rPr>
          <w:rFonts w:eastAsia="宋体"/>
        </w:rPr>
        <w:t>的过程。</w:t>
      </w:r>
    </w:p>
    <w:p w14:paraId="1A81991E"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配合胶乳</w:t>
      </w:r>
      <w:r w:rsidRPr="00251890">
        <w:rPr>
          <w:rFonts w:ascii="黑体" w:eastAsia="黑体" w:hAnsi="黑体"/>
        </w:rPr>
        <w:t xml:space="preserve">  compounded latex</w:t>
      </w:r>
    </w:p>
    <w:p w14:paraId="78DBD1DC" w14:textId="77777777" w:rsidR="00C645D3" w:rsidRPr="001D2EB6" w:rsidRDefault="00C645D3" w:rsidP="00C645D3">
      <w:pPr>
        <w:pStyle w:val="Char1"/>
        <w:ind w:firstLineChars="192" w:firstLine="403"/>
      </w:pPr>
      <w:r w:rsidRPr="001D2EB6">
        <w:t>配合后未经硫化加工的胶乳。</w:t>
      </w:r>
    </w:p>
    <w:p w14:paraId="240EED71"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配合</w:t>
      </w:r>
      <w:r w:rsidRPr="00251890">
        <w:rPr>
          <w:rFonts w:ascii="黑体" w:eastAsia="黑体" w:hAnsi="黑体"/>
        </w:rPr>
        <w:t xml:space="preserve">  compounding</w:t>
      </w:r>
    </w:p>
    <w:p w14:paraId="6BB7E017" w14:textId="77777777" w:rsidR="00C645D3" w:rsidRPr="001D2EB6" w:rsidRDefault="00C645D3" w:rsidP="00C645D3">
      <w:pPr>
        <w:pStyle w:val="affffffffffff7"/>
        <w:ind w:firstLineChars="200" w:firstLine="420"/>
        <w:rPr>
          <w:rFonts w:eastAsia="宋体"/>
        </w:rPr>
      </w:pPr>
      <w:r w:rsidRPr="001D2EB6">
        <w:rPr>
          <w:rFonts w:eastAsia="宋体"/>
        </w:rPr>
        <w:t>按加料顺序将配合剂加入胶乳的操作。</w:t>
      </w:r>
    </w:p>
    <w:p w14:paraId="081CBC9C"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无硫配合</w:t>
      </w:r>
      <w:r w:rsidRPr="00251890">
        <w:rPr>
          <w:rFonts w:ascii="黑体" w:eastAsia="黑体" w:hAnsi="黑体"/>
        </w:rPr>
        <w:t xml:space="preserve">  non-</w:t>
      </w:r>
      <w:proofErr w:type="spellStart"/>
      <w:r w:rsidRPr="00251890">
        <w:rPr>
          <w:rFonts w:ascii="黑体" w:eastAsia="黑体" w:hAnsi="黑体"/>
        </w:rPr>
        <w:t>sulfer</w:t>
      </w:r>
      <w:proofErr w:type="spellEnd"/>
      <w:r w:rsidRPr="00251890">
        <w:rPr>
          <w:rFonts w:ascii="黑体" w:eastAsia="黑体" w:hAnsi="黑体"/>
        </w:rPr>
        <w:t xml:space="preserve"> compounding</w:t>
      </w:r>
    </w:p>
    <w:p w14:paraId="517C4FAA" w14:textId="77777777" w:rsidR="00C645D3" w:rsidRPr="001D2EB6" w:rsidRDefault="00C645D3" w:rsidP="00C645D3">
      <w:pPr>
        <w:pStyle w:val="affffffffffff7"/>
        <w:ind w:firstLineChars="200" w:firstLine="420"/>
        <w:rPr>
          <w:rFonts w:eastAsia="宋体"/>
        </w:rPr>
      </w:pPr>
      <w:r w:rsidRPr="001D2EB6">
        <w:rPr>
          <w:rFonts w:eastAsia="宋体"/>
        </w:rPr>
        <w:t>不用</w:t>
      </w:r>
      <w:r w:rsidR="00467E83">
        <w:rPr>
          <w:rFonts w:eastAsia="宋体"/>
        </w:rPr>
        <w:t>硫磺</w:t>
      </w:r>
      <w:r w:rsidR="00C86D15">
        <w:rPr>
          <w:rFonts w:eastAsia="宋体"/>
        </w:rPr>
        <w:t>作</w:t>
      </w:r>
      <w:r w:rsidR="00C86D15">
        <w:rPr>
          <w:rFonts w:eastAsia="宋体" w:hint="eastAsia"/>
        </w:rPr>
        <w:t>硫</w:t>
      </w:r>
      <w:r w:rsidRPr="001D2EB6">
        <w:rPr>
          <w:rFonts w:eastAsia="宋体"/>
        </w:rPr>
        <w:t>化剂的胶乳配合。</w:t>
      </w:r>
    </w:p>
    <w:p w14:paraId="2908FFEE"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proofErr w:type="gramStart"/>
      <w:r w:rsidRPr="00251890">
        <w:rPr>
          <w:rFonts w:ascii="黑体" w:eastAsia="黑体" w:hAnsi="黑体" w:hint="eastAsia"/>
        </w:rPr>
        <w:t>热敏化</w:t>
      </w:r>
      <w:proofErr w:type="gramEnd"/>
      <w:r w:rsidRPr="00251890">
        <w:rPr>
          <w:rFonts w:ascii="黑体" w:eastAsia="黑体" w:hAnsi="黑体" w:hint="eastAsia"/>
        </w:rPr>
        <w:t>胶乳</w:t>
      </w:r>
      <w:r w:rsidRPr="00251890">
        <w:rPr>
          <w:rFonts w:ascii="黑体" w:eastAsia="黑体" w:hAnsi="黑体"/>
        </w:rPr>
        <w:t xml:space="preserve">  heat sensitized latex</w:t>
      </w:r>
    </w:p>
    <w:p w14:paraId="594F18C3" w14:textId="77777777" w:rsidR="00C645D3" w:rsidRPr="001D2EB6" w:rsidRDefault="00C645D3" w:rsidP="00C645D3">
      <w:pPr>
        <w:pStyle w:val="affffffffffff7"/>
        <w:ind w:firstLineChars="200" w:firstLine="420"/>
        <w:rPr>
          <w:rFonts w:eastAsia="宋体"/>
        </w:rPr>
      </w:pPr>
      <w:r w:rsidRPr="001D2EB6">
        <w:rPr>
          <w:rFonts w:eastAsia="宋体"/>
        </w:rPr>
        <w:t>加有适量热敏剂，能在一定加热</w:t>
      </w:r>
      <w:proofErr w:type="gramStart"/>
      <w:r w:rsidRPr="001D2EB6">
        <w:rPr>
          <w:rFonts w:eastAsia="宋体"/>
        </w:rPr>
        <w:t>条件下胶凝</w:t>
      </w:r>
      <w:proofErr w:type="gramEnd"/>
      <w:r w:rsidRPr="001D2EB6">
        <w:rPr>
          <w:rFonts w:eastAsia="宋体"/>
        </w:rPr>
        <w:t>的胶乳。</w:t>
      </w:r>
    </w:p>
    <w:p w14:paraId="4A75DFBC"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proofErr w:type="gramStart"/>
      <w:r w:rsidRPr="00251890">
        <w:rPr>
          <w:rFonts w:ascii="黑体" w:eastAsia="黑体" w:hAnsi="黑体" w:hint="eastAsia"/>
        </w:rPr>
        <w:t>热敏化</w:t>
      </w:r>
      <w:proofErr w:type="gramEnd"/>
      <w:r w:rsidRPr="00251890">
        <w:rPr>
          <w:rFonts w:ascii="黑体" w:eastAsia="黑体" w:hAnsi="黑体" w:hint="eastAsia"/>
        </w:rPr>
        <w:t>法</w:t>
      </w:r>
      <w:r w:rsidRPr="00251890">
        <w:rPr>
          <w:rFonts w:ascii="黑体" w:eastAsia="黑体" w:hAnsi="黑体"/>
        </w:rPr>
        <w:t xml:space="preserve">  heat sensitive process</w:t>
      </w:r>
    </w:p>
    <w:p w14:paraId="2715028B" w14:textId="77777777" w:rsidR="00C645D3" w:rsidRPr="001D2EB6" w:rsidRDefault="00C645D3" w:rsidP="00C645D3">
      <w:pPr>
        <w:pStyle w:val="affffffffffff7"/>
        <w:ind w:firstLineChars="200" w:firstLine="420"/>
        <w:rPr>
          <w:rFonts w:eastAsia="宋体"/>
        </w:rPr>
      </w:pPr>
      <w:r w:rsidRPr="001D2EB6">
        <w:rPr>
          <w:rFonts w:eastAsia="宋体"/>
        </w:rPr>
        <w:t>用</w:t>
      </w:r>
      <w:proofErr w:type="gramStart"/>
      <w:r w:rsidRPr="001D2EB6">
        <w:rPr>
          <w:rFonts w:eastAsia="宋体"/>
        </w:rPr>
        <w:t>热敏化</w:t>
      </w:r>
      <w:proofErr w:type="gramEnd"/>
      <w:r w:rsidRPr="001D2EB6">
        <w:rPr>
          <w:rFonts w:eastAsia="宋体"/>
        </w:rPr>
        <w:t>胶乳制造</w:t>
      </w:r>
      <w:r w:rsidRPr="001D2EB6">
        <w:rPr>
          <w:rFonts w:eastAsia="宋体" w:hint="eastAsia"/>
        </w:rPr>
        <w:t>乳胶</w:t>
      </w:r>
      <w:r w:rsidRPr="001D2EB6">
        <w:rPr>
          <w:rFonts w:eastAsia="宋体"/>
        </w:rPr>
        <w:t>制品的</w:t>
      </w:r>
      <w:r w:rsidRPr="001D2EB6">
        <w:rPr>
          <w:rFonts w:eastAsia="宋体" w:hint="eastAsia"/>
        </w:rPr>
        <w:t>工艺</w:t>
      </w:r>
      <w:r w:rsidRPr="001D2EB6">
        <w:rPr>
          <w:rFonts w:eastAsia="宋体"/>
        </w:rPr>
        <w:t>。</w:t>
      </w:r>
    </w:p>
    <w:p w14:paraId="6C0F60C4"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熟成胶乳</w:t>
      </w:r>
      <w:r w:rsidRPr="00251890">
        <w:rPr>
          <w:rFonts w:ascii="黑体" w:eastAsia="黑体" w:hAnsi="黑体"/>
        </w:rPr>
        <w:t xml:space="preserve">  matured latex</w:t>
      </w:r>
    </w:p>
    <w:p w14:paraId="250029FA" w14:textId="77777777" w:rsidR="00C645D3" w:rsidRPr="001D2EB6" w:rsidRDefault="00C645D3" w:rsidP="00C645D3">
      <w:pPr>
        <w:pStyle w:val="affffffffffff7"/>
        <w:ind w:firstLineChars="200" w:firstLine="420"/>
        <w:rPr>
          <w:rFonts w:eastAsia="宋体"/>
        </w:rPr>
      </w:pPr>
      <w:r w:rsidRPr="001D2EB6">
        <w:rPr>
          <w:rFonts w:eastAsia="宋体"/>
        </w:rPr>
        <w:t>配合后经熟化处理的胶乳。</w:t>
      </w:r>
    </w:p>
    <w:p w14:paraId="12572F85"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熟成</w:t>
      </w:r>
      <w:r w:rsidRPr="00251890">
        <w:rPr>
          <w:rFonts w:ascii="黑体" w:eastAsia="黑体" w:hAnsi="黑体"/>
        </w:rPr>
        <w:t xml:space="preserve">  maturation</w:t>
      </w:r>
    </w:p>
    <w:p w14:paraId="35C6B0AC" w14:textId="77777777" w:rsidR="00C645D3" w:rsidRPr="001D2EB6" w:rsidRDefault="00C645D3" w:rsidP="00C645D3">
      <w:pPr>
        <w:pStyle w:val="affffffffffff7"/>
        <w:ind w:firstLineChars="200" w:firstLine="420"/>
        <w:rPr>
          <w:rFonts w:eastAsia="宋体"/>
        </w:rPr>
      </w:pPr>
      <w:r w:rsidRPr="001D2EB6">
        <w:rPr>
          <w:rFonts w:eastAsia="宋体"/>
        </w:rPr>
        <w:t>在进一步加工前，控制性地贮存，让气泡溢出，以及使橡胶粒子</w:t>
      </w:r>
      <w:proofErr w:type="gramStart"/>
      <w:r w:rsidRPr="001D2EB6">
        <w:rPr>
          <w:rFonts w:eastAsia="宋体"/>
        </w:rPr>
        <w:t>部分预硫化</w:t>
      </w:r>
      <w:proofErr w:type="gramEnd"/>
      <w:r w:rsidRPr="001D2EB6">
        <w:rPr>
          <w:rFonts w:eastAsia="宋体" w:hint="eastAsia"/>
        </w:rPr>
        <w:t>的过程</w:t>
      </w:r>
      <w:r w:rsidRPr="001D2EB6">
        <w:rPr>
          <w:rFonts w:eastAsia="宋体"/>
        </w:rPr>
        <w:t>。</w:t>
      </w:r>
    </w:p>
    <w:p w14:paraId="22748888"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 xml:space="preserve">泡沫 </w:t>
      </w:r>
      <w:r w:rsidRPr="001D2EB6">
        <w:rPr>
          <w:rFonts w:ascii="黑体" w:eastAsia="黑体" w:hAnsi="黑体"/>
        </w:rPr>
        <w:t xml:space="preserve"> fo</w:t>
      </w:r>
      <w:r w:rsidRPr="001D2EB6">
        <w:rPr>
          <w:rFonts w:ascii="黑体" w:eastAsia="黑体" w:hAnsi="黑体" w:hint="eastAsia"/>
        </w:rPr>
        <w:t>a</w:t>
      </w:r>
      <w:r w:rsidRPr="001D2EB6">
        <w:rPr>
          <w:rFonts w:ascii="黑体" w:eastAsia="黑体" w:hAnsi="黑体"/>
        </w:rPr>
        <w:t>m</w:t>
      </w:r>
    </w:p>
    <w:p w14:paraId="6BA69F46" w14:textId="77777777" w:rsidR="00C645D3" w:rsidRPr="001D2EB6" w:rsidRDefault="00C645D3" w:rsidP="00C645D3">
      <w:pPr>
        <w:pStyle w:val="affffffffffff7"/>
        <w:ind w:firstLineChars="200" w:firstLine="420"/>
        <w:rPr>
          <w:rFonts w:eastAsia="宋体"/>
        </w:rPr>
      </w:pPr>
      <w:r w:rsidRPr="001D2EB6">
        <w:rPr>
          <w:rFonts w:eastAsia="宋体" w:hint="eastAsia"/>
        </w:rPr>
        <w:t>在混和或配合胶乳时，因为搅拌或表面活性剂的作用而在胶乳中形成的一些小气泡。静置时这些气泡成串或成簇浮在液面，容易在制品表面形成疤痕和针孔。</w:t>
      </w:r>
    </w:p>
    <w:p w14:paraId="72392069" w14:textId="77777777" w:rsidR="00C645D3" w:rsidRPr="00175AD7" w:rsidRDefault="00C645D3" w:rsidP="00477943">
      <w:pPr>
        <w:pStyle w:val="a5"/>
        <w:numPr>
          <w:ilvl w:val="0"/>
          <w:numId w:val="43"/>
        </w:numPr>
      </w:pPr>
      <w:r w:rsidRPr="00175AD7">
        <w:rPr>
          <w:rFonts w:hint="eastAsia"/>
        </w:rPr>
        <w:t>可逆性泡沫可通过加入适量消泡剂予以消除；不可逆泡沫可通过静置、过滤等方式消除</w:t>
      </w:r>
      <w:r w:rsidRPr="00175AD7">
        <w:t>。</w:t>
      </w:r>
    </w:p>
    <w:p w14:paraId="149D5036" w14:textId="77777777" w:rsidR="00C645D3" w:rsidRPr="00175AD7" w:rsidRDefault="00C645D3" w:rsidP="00C645D3">
      <w:pPr>
        <w:pStyle w:val="a5"/>
      </w:pPr>
      <w:r w:rsidRPr="00175AD7">
        <w:rPr>
          <w:rFonts w:hint="eastAsia"/>
        </w:rPr>
        <w:t>海绵制品生产过程中，在发泡剂和起泡剂作用下，通过机械搅拌，使全部配合胶乳转变为泡沫胶乳。</w:t>
      </w:r>
    </w:p>
    <w:p w14:paraId="721AE907" w14:textId="77777777" w:rsidR="00C645D3" w:rsidRPr="00CC0E40" w:rsidRDefault="00C645D3" w:rsidP="00C645D3">
      <w:pPr>
        <w:pStyle w:val="afffffffffff9"/>
        <w:ind w:left="420" w:hangingChars="200" w:hanging="420"/>
        <w:rPr>
          <w:rFonts w:ascii="黑体" w:eastAsia="黑体" w:hAnsi="黑体"/>
        </w:rPr>
      </w:pPr>
      <w:r w:rsidRPr="001D2EB6">
        <w:rPr>
          <w:rFonts w:ascii="黑体" w:eastAsia="黑体" w:hAnsi="黑体"/>
        </w:rPr>
        <w:br/>
      </w:r>
      <w:proofErr w:type="gramStart"/>
      <w:r w:rsidRPr="00CC0E40">
        <w:rPr>
          <w:rFonts w:ascii="黑体" w:eastAsia="黑体" w:hAnsi="黑体" w:hint="eastAsia"/>
        </w:rPr>
        <w:t>胶乳预硫化</w:t>
      </w:r>
      <w:proofErr w:type="gramEnd"/>
      <w:r w:rsidRPr="00CC0E40">
        <w:rPr>
          <w:rFonts w:ascii="黑体" w:eastAsia="黑体" w:hAnsi="黑体"/>
        </w:rPr>
        <w:t xml:space="preserve">  latex </w:t>
      </w:r>
      <w:proofErr w:type="spellStart"/>
      <w:r w:rsidRPr="00CC0E40">
        <w:rPr>
          <w:rFonts w:ascii="黑体" w:eastAsia="黑体" w:hAnsi="黑体"/>
        </w:rPr>
        <w:t>prevulcanization</w:t>
      </w:r>
      <w:proofErr w:type="spellEnd"/>
    </w:p>
    <w:p w14:paraId="0D6AA157"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胶乳硫化</w:t>
      </w:r>
    </w:p>
    <w:p w14:paraId="4EBC3A61" w14:textId="77777777" w:rsidR="00C645D3" w:rsidRPr="001D2EB6" w:rsidRDefault="00C645D3" w:rsidP="00C645D3">
      <w:pPr>
        <w:pStyle w:val="affffffffffff7"/>
        <w:ind w:firstLineChars="200" w:firstLine="420"/>
        <w:rPr>
          <w:rFonts w:eastAsia="宋体"/>
        </w:rPr>
      </w:pPr>
      <w:r w:rsidRPr="001D2EB6">
        <w:rPr>
          <w:rFonts w:eastAsia="宋体"/>
        </w:rPr>
        <w:t>在胶乳状态下使橡胶分子</w:t>
      </w:r>
      <w:r w:rsidRPr="001D2EB6">
        <w:rPr>
          <w:rFonts w:eastAsia="宋体" w:hint="eastAsia"/>
        </w:rPr>
        <w:t>在橡胶粒子内部发生</w:t>
      </w:r>
      <w:r w:rsidRPr="001D2EB6">
        <w:rPr>
          <w:rFonts w:eastAsia="宋体"/>
        </w:rPr>
        <w:t>交联的过程。</w:t>
      </w:r>
      <w:r w:rsidRPr="001D2EB6">
        <w:rPr>
          <w:rFonts w:eastAsia="宋体" w:hint="eastAsia"/>
        </w:rPr>
        <w:t>由于该操作是在浸渍、成膜、定型等工艺之前进行，故</w:t>
      </w:r>
      <w:proofErr w:type="gramStart"/>
      <w:r w:rsidRPr="001D2EB6">
        <w:rPr>
          <w:rFonts w:eastAsia="宋体" w:hint="eastAsia"/>
        </w:rPr>
        <w:t>称为预硫化</w:t>
      </w:r>
      <w:proofErr w:type="gramEnd"/>
      <w:r w:rsidRPr="001D2EB6">
        <w:rPr>
          <w:rFonts w:eastAsia="宋体" w:hint="eastAsia"/>
        </w:rPr>
        <w:t>。</w:t>
      </w:r>
      <w:proofErr w:type="gramStart"/>
      <w:r w:rsidRPr="001D2EB6">
        <w:rPr>
          <w:rFonts w:eastAsia="宋体" w:hint="eastAsia"/>
        </w:rPr>
        <w:t>预硫化</w:t>
      </w:r>
      <w:proofErr w:type="gramEnd"/>
      <w:r w:rsidRPr="001D2EB6">
        <w:rPr>
          <w:rFonts w:eastAsia="宋体" w:hint="eastAsia"/>
        </w:rPr>
        <w:t>胶乳仍保持胶乳的胶体性质。</w:t>
      </w:r>
    </w:p>
    <w:p w14:paraId="261888C9" w14:textId="77777777" w:rsidR="00C645D3" w:rsidRPr="00CC0E40" w:rsidRDefault="00C645D3" w:rsidP="00C645D3">
      <w:pPr>
        <w:pStyle w:val="afffffffffff9"/>
        <w:ind w:left="420" w:hangingChars="200" w:hanging="420"/>
        <w:rPr>
          <w:rFonts w:ascii="黑体" w:eastAsia="黑体" w:hAnsi="黑体"/>
        </w:rPr>
      </w:pPr>
      <w:r w:rsidRPr="001D2EB6">
        <w:rPr>
          <w:rFonts w:ascii="黑体" w:eastAsia="黑体" w:hAnsi="黑体"/>
        </w:rPr>
        <w:br/>
      </w:r>
      <w:r w:rsidRPr="00CC0E40">
        <w:rPr>
          <w:rFonts w:ascii="黑体" w:eastAsia="黑体" w:hAnsi="黑体" w:hint="eastAsia"/>
        </w:rPr>
        <w:t>乳胶制品</w:t>
      </w:r>
      <w:r w:rsidRPr="00CC0E40">
        <w:rPr>
          <w:rFonts w:ascii="黑体" w:eastAsia="黑体" w:hAnsi="黑体"/>
        </w:rPr>
        <w:t xml:space="preserve">  latex product</w:t>
      </w:r>
    </w:p>
    <w:p w14:paraId="16444FED" w14:textId="77777777" w:rsidR="00C645D3" w:rsidRPr="001D2EB6" w:rsidRDefault="00C645D3" w:rsidP="00C645D3">
      <w:pPr>
        <w:pStyle w:val="affffffffffff7"/>
        <w:ind w:firstLineChars="200" w:firstLine="420"/>
        <w:rPr>
          <w:rFonts w:eastAsia="宋体"/>
        </w:rPr>
      </w:pPr>
      <w:r w:rsidRPr="001D2EB6">
        <w:rPr>
          <w:rFonts w:eastAsia="宋体"/>
        </w:rPr>
        <w:t>以胶乳为原料</w:t>
      </w:r>
      <w:r w:rsidRPr="001D2EB6">
        <w:rPr>
          <w:rFonts w:eastAsia="宋体" w:hint="eastAsia"/>
        </w:rPr>
        <w:t>生产</w:t>
      </w:r>
      <w:r w:rsidRPr="001D2EB6">
        <w:rPr>
          <w:rFonts w:eastAsia="宋体"/>
        </w:rPr>
        <w:t>的</w:t>
      </w:r>
      <w:r w:rsidRPr="001D2EB6">
        <w:rPr>
          <w:rFonts w:eastAsia="宋体" w:hint="eastAsia"/>
        </w:rPr>
        <w:t>产</w:t>
      </w:r>
      <w:r w:rsidRPr="001D2EB6">
        <w:rPr>
          <w:rFonts w:eastAsia="宋体"/>
        </w:rPr>
        <w:t>品。</w:t>
      </w:r>
    </w:p>
    <w:p w14:paraId="55BB06D2"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浸渍制品</w:t>
      </w:r>
      <w:r w:rsidRPr="00251890">
        <w:rPr>
          <w:rFonts w:ascii="黑体" w:eastAsia="黑体" w:hAnsi="黑体"/>
        </w:rPr>
        <w:t xml:space="preserve">  dipped article</w:t>
      </w:r>
    </w:p>
    <w:p w14:paraId="03018A53" w14:textId="77777777" w:rsidR="00C645D3" w:rsidRPr="001D2EB6" w:rsidRDefault="00C645D3" w:rsidP="00C645D3">
      <w:pPr>
        <w:pStyle w:val="affffffffffff7"/>
        <w:ind w:firstLineChars="200" w:firstLine="420"/>
        <w:rPr>
          <w:rFonts w:eastAsia="宋体"/>
        </w:rPr>
      </w:pPr>
      <w:r w:rsidRPr="001D2EB6">
        <w:rPr>
          <w:rFonts w:eastAsia="宋体"/>
        </w:rPr>
        <w:t>通过浸渍工艺制造的乳胶制品。</w:t>
      </w:r>
    </w:p>
    <w:p w14:paraId="6D243212"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 xml:space="preserve">浸渍 </w:t>
      </w:r>
      <w:r w:rsidRPr="00251890">
        <w:rPr>
          <w:rFonts w:ascii="黑体" w:eastAsia="黑体" w:hAnsi="黑体"/>
        </w:rPr>
        <w:t xml:space="preserve"> dipping</w:t>
      </w:r>
    </w:p>
    <w:p w14:paraId="20A1C4EB" w14:textId="77777777" w:rsidR="00C645D3" w:rsidRPr="001D2EB6" w:rsidRDefault="00C645D3" w:rsidP="00C645D3">
      <w:pPr>
        <w:pStyle w:val="affffffffffff7"/>
        <w:ind w:firstLineChars="200" w:firstLine="420"/>
        <w:rPr>
          <w:rFonts w:eastAsia="宋体"/>
        </w:rPr>
      </w:pPr>
      <w:r w:rsidRPr="001D2EB6">
        <w:rPr>
          <w:rFonts w:eastAsia="宋体" w:hint="eastAsia"/>
        </w:rPr>
        <w:lastRenderedPageBreak/>
        <w:t>将模型</w:t>
      </w:r>
      <w:r w:rsidRPr="001D2EB6">
        <w:rPr>
          <w:rFonts w:eastAsia="宋体"/>
        </w:rPr>
        <w:t>浸泡在配合胶乳浴中而在模具</w:t>
      </w:r>
      <w:r w:rsidRPr="001D2EB6">
        <w:rPr>
          <w:rFonts w:eastAsia="宋体" w:hint="eastAsia"/>
        </w:rPr>
        <w:t>或模型</w:t>
      </w:r>
      <w:r w:rsidRPr="001D2EB6">
        <w:rPr>
          <w:rFonts w:eastAsia="宋体"/>
        </w:rPr>
        <w:t>表面沉积一层橡胶的过程。</w:t>
      </w:r>
    </w:p>
    <w:p w14:paraId="790C36D2"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模型</w:t>
      </w:r>
      <w:r w:rsidRPr="00251890">
        <w:rPr>
          <w:rFonts w:ascii="黑体" w:eastAsia="黑体" w:hAnsi="黑体"/>
        </w:rPr>
        <w:t xml:space="preserve">  former</w:t>
      </w:r>
    </w:p>
    <w:p w14:paraId="64A0131E"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&lt;胶乳&gt;</w:t>
      </w:r>
      <w:r w:rsidRPr="001D2EB6">
        <w:rPr>
          <w:rFonts w:ascii="宋体" w:eastAsia="宋体" w:hAnsi="宋体"/>
        </w:rPr>
        <w:t>通过浸渍方式生产乳胶制品</w:t>
      </w:r>
      <w:r w:rsidRPr="001D2EB6">
        <w:rPr>
          <w:rFonts w:ascii="宋体" w:eastAsia="宋体" w:hAnsi="宋体" w:hint="eastAsia"/>
        </w:rPr>
        <w:t>，其后将制品从其上脱下</w:t>
      </w:r>
      <w:r w:rsidRPr="001D2EB6">
        <w:rPr>
          <w:rFonts w:ascii="宋体" w:eastAsia="宋体" w:hAnsi="宋体"/>
        </w:rPr>
        <w:t>的造型物体。</w:t>
      </w:r>
    </w:p>
    <w:p w14:paraId="6C0A576A"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凝固剂浸渍</w:t>
      </w:r>
      <w:r w:rsidRPr="00251890">
        <w:rPr>
          <w:rFonts w:ascii="黑体" w:eastAsia="黑体" w:hAnsi="黑体"/>
        </w:rPr>
        <w:t xml:space="preserve">  coagulant dipping</w:t>
      </w:r>
    </w:p>
    <w:p w14:paraId="63C85E77" w14:textId="77777777" w:rsidR="00C645D3" w:rsidRPr="001D2EB6" w:rsidRDefault="00C645D3" w:rsidP="00C645D3">
      <w:pPr>
        <w:pStyle w:val="affffffffffff7"/>
        <w:ind w:firstLineChars="200" w:firstLine="420"/>
        <w:rPr>
          <w:rFonts w:eastAsia="宋体"/>
        </w:rPr>
      </w:pPr>
      <w:r w:rsidRPr="001D2EB6">
        <w:rPr>
          <w:rFonts w:eastAsia="宋体"/>
        </w:rPr>
        <w:t>先将模型浸入凝固剂溶液，取出</w:t>
      </w:r>
      <w:r w:rsidRPr="001D2EB6">
        <w:rPr>
          <w:rFonts w:eastAsia="宋体" w:hint="eastAsia"/>
        </w:rPr>
        <w:t>并</w:t>
      </w:r>
      <w:r w:rsidRPr="001D2EB6">
        <w:rPr>
          <w:rFonts w:eastAsia="宋体"/>
        </w:rPr>
        <w:t>干燥</w:t>
      </w:r>
      <w:r w:rsidRPr="001D2EB6">
        <w:rPr>
          <w:rFonts w:eastAsia="宋体" w:hint="eastAsia"/>
        </w:rPr>
        <w:t>后</w:t>
      </w:r>
      <w:r w:rsidRPr="001D2EB6">
        <w:rPr>
          <w:rFonts w:eastAsia="宋体"/>
        </w:rPr>
        <w:t>，</w:t>
      </w:r>
      <w:r w:rsidRPr="001D2EB6">
        <w:rPr>
          <w:rFonts w:eastAsia="宋体" w:hint="eastAsia"/>
        </w:rPr>
        <w:t>再</w:t>
      </w:r>
      <w:r w:rsidRPr="001D2EB6">
        <w:rPr>
          <w:rFonts w:eastAsia="宋体"/>
        </w:rPr>
        <w:t>浸入配合胶乳中</w:t>
      </w:r>
      <w:r w:rsidRPr="001D2EB6">
        <w:rPr>
          <w:rFonts w:eastAsia="宋体" w:hint="eastAsia"/>
        </w:rPr>
        <w:t>，（使胶乳在模型上沉积形成胶膜）</w:t>
      </w:r>
      <w:r w:rsidRPr="001D2EB6">
        <w:rPr>
          <w:rFonts w:eastAsia="宋体"/>
        </w:rPr>
        <w:t>的浸渍过程。</w:t>
      </w:r>
    </w:p>
    <w:p w14:paraId="18DCD6DF" w14:textId="77777777" w:rsidR="00251890" w:rsidRPr="00251890" w:rsidRDefault="00251890" w:rsidP="00251890">
      <w:pPr>
        <w:pStyle w:val="afffffffffff9"/>
        <w:ind w:left="420" w:hangingChars="200" w:hanging="420"/>
        <w:rPr>
          <w:rFonts w:ascii="黑体" w:eastAsia="黑体"/>
        </w:rPr>
      </w:pPr>
      <w:r w:rsidRPr="00251890">
        <w:rPr>
          <w:rFonts w:ascii="黑体" w:eastAsia="黑体" w:hAnsi="黑体"/>
        </w:rPr>
        <w:br/>
      </w:r>
      <w:r w:rsidRPr="00251890">
        <w:rPr>
          <w:rFonts w:ascii="黑体" w:eastAsia="黑体" w:hAnsi="黑体" w:hint="eastAsia"/>
        </w:rPr>
        <w:t>离子沉积法</w:t>
      </w:r>
      <w:r w:rsidRPr="00251890">
        <w:rPr>
          <w:rFonts w:ascii="黑体" w:eastAsia="黑体" w:hAnsi="黑体"/>
        </w:rPr>
        <w:t xml:space="preserve">  ionic depositing method</w:t>
      </w:r>
    </w:p>
    <w:p w14:paraId="6B2BE21B" w14:textId="77777777" w:rsidR="00C645D3" w:rsidRPr="001D2EB6" w:rsidRDefault="00C645D3" w:rsidP="00C645D3">
      <w:pPr>
        <w:pStyle w:val="affffffffffff7"/>
        <w:ind w:firstLineChars="200" w:firstLine="420"/>
        <w:rPr>
          <w:rFonts w:eastAsia="宋体"/>
        </w:rPr>
      </w:pPr>
      <w:r w:rsidRPr="001D2EB6">
        <w:rPr>
          <w:rFonts w:eastAsia="宋体"/>
        </w:rPr>
        <w:t>以多价金属盐溶液</w:t>
      </w:r>
      <w:r w:rsidRPr="001D2EB6">
        <w:rPr>
          <w:rFonts w:eastAsia="宋体" w:hint="eastAsia"/>
        </w:rPr>
        <w:t>为</w:t>
      </w:r>
      <w:r w:rsidRPr="001D2EB6">
        <w:rPr>
          <w:rFonts w:eastAsia="宋体"/>
        </w:rPr>
        <w:t>凝固剂</w:t>
      </w:r>
      <w:r w:rsidRPr="001D2EB6">
        <w:rPr>
          <w:rFonts w:eastAsia="宋体" w:hint="eastAsia"/>
        </w:rPr>
        <w:t>，</w:t>
      </w:r>
      <w:r w:rsidRPr="001D2EB6">
        <w:rPr>
          <w:rFonts w:eastAsia="宋体"/>
        </w:rPr>
        <w:t>使胶乳胶料成膜的方法。</w:t>
      </w:r>
    </w:p>
    <w:p w14:paraId="0D8E0F63"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热敏浸渍</w:t>
      </w:r>
      <w:r w:rsidRPr="00251890">
        <w:rPr>
          <w:rFonts w:ascii="黑体" w:eastAsia="黑体" w:hAnsi="黑体"/>
        </w:rPr>
        <w:t xml:space="preserve">  heat sensitive dipping</w:t>
      </w:r>
    </w:p>
    <w:p w14:paraId="1DF0F9E5"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&lt;胶乳&gt;</w:t>
      </w:r>
      <w:r w:rsidRPr="001D2EB6">
        <w:rPr>
          <w:rFonts w:ascii="宋体" w:eastAsia="宋体" w:hAnsi="宋体"/>
        </w:rPr>
        <w:t>将模具或模型浸泡在含有</w:t>
      </w:r>
      <w:r w:rsidRPr="001D2EB6">
        <w:rPr>
          <w:rFonts w:ascii="宋体" w:eastAsia="宋体" w:hAnsi="宋体" w:hint="eastAsia"/>
        </w:rPr>
        <w:t>热敏</w:t>
      </w:r>
      <w:r w:rsidRPr="001D2EB6">
        <w:rPr>
          <w:rFonts w:ascii="宋体" w:eastAsia="宋体" w:hAnsi="宋体"/>
        </w:rPr>
        <w:t>剂的配合胶乳中，</w:t>
      </w:r>
      <w:r w:rsidRPr="001D2EB6">
        <w:rPr>
          <w:rFonts w:ascii="宋体" w:eastAsia="宋体" w:hAnsi="宋体" w:hint="eastAsia"/>
        </w:rPr>
        <w:t>由热敏</w:t>
      </w:r>
      <w:r w:rsidRPr="001D2EB6">
        <w:rPr>
          <w:rFonts w:ascii="宋体" w:eastAsia="宋体" w:hAnsi="宋体"/>
        </w:rPr>
        <w:t>剂在高温下使胶乳</w:t>
      </w:r>
      <w:r w:rsidRPr="001D2EB6">
        <w:rPr>
          <w:rFonts w:ascii="宋体" w:eastAsia="宋体" w:hAnsi="宋体" w:hint="eastAsia"/>
        </w:rPr>
        <w:t>产生</w:t>
      </w:r>
      <w:r w:rsidRPr="001D2EB6">
        <w:rPr>
          <w:rFonts w:ascii="宋体" w:eastAsia="宋体" w:hAnsi="宋体"/>
        </w:rPr>
        <w:t>胶凝</w:t>
      </w:r>
      <w:r w:rsidRPr="001D2EB6">
        <w:rPr>
          <w:rFonts w:ascii="宋体" w:eastAsia="宋体" w:hAnsi="宋体" w:hint="eastAsia"/>
        </w:rPr>
        <w:t>的过程</w:t>
      </w:r>
      <w:r w:rsidRPr="001D2EB6">
        <w:rPr>
          <w:rFonts w:ascii="宋体" w:eastAsia="宋体" w:hAnsi="宋体"/>
        </w:rPr>
        <w:t>。</w:t>
      </w:r>
    </w:p>
    <w:p w14:paraId="40AF911F"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电沉积法</w:t>
      </w:r>
      <w:r w:rsidRPr="00251890">
        <w:rPr>
          <w:rFonts w:ascii="黑体" w:eastAsia="黑体" w:hAnsi="黑体"/>
        </w:rPr>
        <w:t xml:space="preserve">  electro-dip process</w:t>
      </w:r>
    </w:p>
    <w:p w14:paraId="2A5F1E51" w14:textId="77777777" w:rsidR="00C645D3" w:rsidRPr="001D2EB6" w:rsidRDefault="00C645D3" w:rsidP="00C645D3">
      <w:pPr>
        <w:pStyle w:val="affffffffffff7"/>
        <w:ind w:firstLineChars="200" w:firstLine="420"/>
        <w:rPr>
          <w:rFonts w:eastAsia="宋体"/>
        </w:rPr>
      </w:pPr>
      <w:r w:rsidRPr="001D2EB6">
        <w:rPr>
          <w:rFonts w:eastAsia="宋体"/>
        </w:rPr>
        <w:t>用直流电使胶乳在电极模型上成膜的方法。</w:t>
      </w:r>
    </w:p>
    <w:p w14:paraId="1E1ACAEA"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胶乳成膜</w:t>
      </w:r>
      <w:r w:rsidRPr="00251890">
        <w:rPr>
          <w:rFonts w:ascii="黑体" w:eastAsia="黑体" w:hAnsi="黑体"/>
        </w:rPr>
        <w:t xml:space="preserve">  latex film formation</w:t>
      </w:r>
    </w:p>
    <w:p w14:paraId="04E74369" w14:textId="77777777" w:rsidR="00C645D3" w:rsidRPr="001D2EB6" w:rsidRDefault="00C645D3" w:rsidP="00C645D3">
      <w:pPr>
        <w:pStyle w:val="affffffffffff7"/>
        <w:ind w:firstLineChars="200" w:firstLine="420"/>
        <w:rPr>
          <w:rFonts w:eastAsia="宋体"/>
        </w:rPr>
      </w:pPr>
      <w:r w:rsidRPr="001D2EB6">
        <w:rPr>
          <w:rFonts w:eastAsia="宋体"/>
        </w:rPr>
        <w:t>胶乳中的橡胶粒子从分散相转变为连续相以形成胶膜的过程。</w:t>
      </w:r>
    </w:p>
    <w:p w14:paraId="3711C2CD"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结蹼</w:t>
      </w:r>
      <w:r w:rsidRPr="00251890">
        <w:rPr>
          <w:rFonts w:ascii="黑体" w:eastAsia="黑体" w:hAnsi="黑体"/>
        </w:rPr>
        <w:t xml:space="preserve">  webbing</w:t>
      </w:r>
    </w:p>
    <w:p w14:paraId="3F6AFA08" w14:textId="77777777" w:rsidR="00C645D3" w:rsidRPr="001D2EB6" w:rsidRDefault="00C645D3" w:rsidP="00C645D3">
      <w:pPr>
        <w:pStyle w:val="affffffffffff7"/>
        <w:ind w:firstLineChars="200" w:firstLine="420"/>
        <w:rPr>
          <w:rFonts w:eastAsia="宋体"/>
        </w:rPr>
      </w:pPr>
      <w:r w:rsidRPr="001D2EB6">
        <w:rPr>
          <w:rFonts w:eastAsia="宋体"/>
        </w:rPr>
        <w:t>浸渍工艺中，模型从胶乳中取出时，在模型和配合胶乳液面之间（以及模型突出部位之间）形成的很薄</w:t>
      </w:r>
      <w:r w:rsidRPr="001D2EB6">
        <w:rPr>
          <w:rFonts w:eastAsia="宋体" w:hint="eastAsia"/>
        </w:rPr>
        <w:t>的</w:t>
      </w:r>
      <w:r w:rsidRPr="001D2EB6">
        <w:rPr>
          <w:rFonts w:eastAsia="宋体"/>
        </w:rPr>
        <w:t>湿胶膜。</w:t>
      </w:r>
    </w:p>
    <w:p w14:paraId="0606CA4B"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卷边</w:t>
      </w:r>
      <w:r w:rsidRPr="00251890">
        <w:rPr>
          <w:rFonts w:ascii="黑体" w:eastAsia="黑体" w:hAnsi="黑体"/>
        </w:rPr>
        <w:t xml:space="preserve">  beading</w:t>
      </w:r>
    </w:p>
    <w:p w14:paraId="4D8B5A5D" w14:textId="77777777" w:rsidR="00C645D3" w:rsidRPr="001D2EB6" w:rsidRDefault="00C645D3" w:rsidP="00C645D3">
      <w:pPr>
        <w:pStyle w:val="affffffffffff7"/>
        <w:ind w:firstLineChars="200" w:firstLine="420"/>
        <w:rPr>
          <w:rFonts w:eastAsia="宋体"/>
        </w:rPr>
      </w:pPr>
      <w:r w:rsidRPr="001D2EB6">
        <w:rPr>
          <w:rFonts w:eastAsia="宋体"/>
        </w:rPr>
        <w:t>将胶膜边部卷成圈状的操作。</w:t>
      </w:r>
    </w:p>
    <w:p w14:paraId="761687AF"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植绒</w:t>
      </w:r>
      <w:r w:rsidRPr="00251890">
        <w:rPr>
          <w:rFonts w:ascii="黑体" w:eastAsia="黑体" w:hAnsi="黑体"/>
        </w:rPr>
        <w:t xml:space="preserve">  flocking</w:t>
      </w:r>
    </w:p>
    <w:p w14:paraId="596045F9" w14:textId="77777777" w:rsidR="00C645D3" w:rsidRPr="001D2EB6" w:rsidRDefault="00C645D3" w:rsidP="00C645D3">
      <w:pPr>
        <w:pStyle w:val="affffffffffff7"/>
        <w:ind w:firstLineChars="200" w:firstLine="420"/>
        <w:rPr>
          <w:rFonts w:eastAsia="宋体"/>
        </w:rPr>
      </w:pPr>
      <w:r w:rsidRPr="001D2EB6">
        <w:rPr>
          <w:rFonts w:eastAsia="宋体"/>
        </w:rPr>
        <w:t>将绒毛植于半成品表面的过程。</w:t>
      </w:r>
    </w:p>
    <w:p w14:paraId="5D6955F8"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沥滤</w:t>
      </w:r>
      <w:r w:rsidRPr="00251890">
        <w:rPr>
          <w:rFonts w:ascii="黑体" w:eastAsia="黑体" w:hAnsi="黑体"/>
        </w:rPr>
        <w:t xml:space="preserve">  leaching</w:t>
      </w:r>
    </w:p>
    <w:p w14:paraId="2D13F63E" w14:textId="77777777" w:rsidR="00C645D3" w:rsidRDefault="00C645D3" w:rsidP="00C645D3">
      <w:pPr>
        <w:pStyle w:val="affffffffffff7"/>
        <w:ind w:firstLineChars="200" w:firstLine="420"/>
        <w:rPr>
          <w:rFonts w:eastAsia="宋体"/>
        </w:rPr>
      </w:pPr>
      <w:r w:rsidRPr="001D2EB6">
        <w:rPr>
          <w:rFonts w:eastAsia="宋体"/>
        </w:rPr>
        <w:t>对</w:t>
      </w:r>
      <w:r w:rsidRPr="001D2EB6">
        <w:rPr>
          <w:rFonts w:eastAsia="宋体" w:hint="eastAsia"/>
        </w:rPr>
        <w:t>胶膜及</w:t>
      </w:r>
      <w:r w:rsidRPr="001D2EB6">
        <w:rPr>
          <w:rFonts w:eastAsia="宋体"/>
        </w:rPr>
        <w:t>乳</w:t>
      </w:r>
      <w:r w:rsidRPr="001D2EB6">
        <w:rPr>
          <w:rFonts w:eastAsia="宋体" w:hint="eastAsia"/>
        </w:rPr>
        <w:t>胶</w:t>
      </w:r>
      <w:r w:rsidRPr="001D2EB6">
        <w:rPr>
          <w:rFonts w:eastAsia="宋体"/>
        </w:rPr>
        <w:t>制品进行水洗</w:t>
      </w:r>
      <w:r w:rsidRPr="001D2EB6">
        <w:rPr>
          <w:rFonts w:eastAsia="宋体" w:hint="eastAsia"/>
        </w:rPr>
        <w:t>以便</w:t>
      </w:r>
      <w:r w:rsidRPr="001D2EB6">
        <w:rPr>
          <w:rFonts w:eastAsia="宋体"/>
        </w:rPr>
        <w:t>除去水溶性物质</w:t>
      </w:r>
      <w:r w:rsidRPr="001D2EB6">
        <w:rPr>
          <w:rFonts w:eastAsia="宋体" w:hint="eastAsia"/>
        </w:rPr>
        <w:t>的过程。沥滤可以</w:t>
      </w:r>
      <w:r w:rsidRPr="001D2EB6">
        <w:rPr>
          <w:rFonts w:eastAsia="宋体"/>
        </w:rPr>
        <w:t>提高</w:t>
      </w:r>
      <w:r w:rsidRPr="001D2EB6">
        <w:rPr>
          <w:rFonts w:eastAsia="宋体" w:hint="eastAsia"/>
        </w:rPr>
        <w:t>胶膜及</w:t>
      </w:r>
      <w:r w:rsidRPr="001D2EB6">
        <w:rPr>
          <w:rFonts w:eastAsia="宋体"/>
        </w:rPr>
        <w:t>乳</w:t>
      </w:r>
      <w:r w:rsidRPr="001D2EB6">
        <w:rPr>
          <w:rFonts w:eastAsia="宋体" w:hint="eastAsia"/>
        </w:rPr>
        <w:t>胶</w:t>
      </w:r>
      <w:r w:rsidRPr="001D2EB6">
        <w:rPr>
          <w:rFonts w:eastAsia="宋体"/>
        </w:rPr>
        <w:t>制品透明度</w:t>
      </w:r>
      <w:r w:rsidRPr="001D2EB6">
        <w:rPr>
          <w:rFonts w:eastAsia="宋体" w:hint="eastAsia"/>
        </w:rPr>
        <w:t>和</w:t>
      </w:r>
      <w:r w:rsidRPr="001D2EB6">
        <w:rPr>
          <w:rFonts w:eastAsia="宋体"/>
        </w:rPr>
        <w:t>电阻率，降低吸水性</w:t>
      </w:r>
      <w:r w:rsidRPr="001D2EB6">
        <w:rPr>
          <w:rFonts w:eastAsia="宋体" w:hint="eastAsia"/>
        </w:rPr>
        <w:t>，</w:t>
      </w:r>
      <w:r w:rsidRPr="001D2EB6">
        <w:rPr>
          <w:rFonts w:eastAsia="宋体"/>
        </w:rPr>
        <w:t>防止</w:t>
      </w:r>
      <w:r w:rsidRPr="001D2EB6">
        <w:rPr>
          <w:rFonts w:eastAsia="宋体" w:hint="eastAsia"/>
        </w:rPr>
        <w:t>亲</w:t>
      </w:r>
      <w:r w:rsidRPr="001D2EB6">
        <w:rPr>
          <w:rFonts w:eastAsia="宋体"/>
        </w:rPr>
        <w:t>水性</w:t>
      </w:r>
      <w:proofErr w:type="gramStart"/>
      <w:r w:rsidRPr="001D2EB6">
        <w:rPr>
          <w:rFonts w:eastAsia="宋体"/>
        </w:rPr>
        <w:t>材料喷霜</w:t>
      </w:r>
      <w:r w:rsidRPr="001D2EB6">
        <w:rPr>
          <w:rFonts w:eastAsia="宋体" w:hint="eastAsia"/>
        </w:rPr>
        <w:t>等</w:t>
      </w:r>
      <w:proofErr w:type="gramEnd"/>
      <w:r w:rsidRPr="001D2EB6">
        <w:rPr>
          <w:rFonts w:eastAsia="宋体"/>
        </w:rPr>
        <w:t>。</w:t>
      </w:r>
    </w:p>
    <w:p w14:paraId="71DA789E" w14:textId="77777777" w:rsidR="00581BA5" w:rsidRPr="00581BA5" w:rsidRDefault="00581BA5" w:rsidP="00581BA5">
      <w:pPr>
        <w:pStyle w:val="Char1"/>
        <w:ind w:firstLine="360"/>
      </w:pPr>
      <w:r w:rsidRPr="00FB78CE">
        <w:rPr>
          <w:rFonts w:ascii="仿宋_GB2312" w:eastAsia="仿宋_GB2312" w:hint="eastAsia"/>
          <w:sz w:val="18"/>
          <w:szCs w:val="18"/>
        </w:rPr>
        <w:t>[</w:t>
      </w:r>
      <w:r w:rsidR="005B7FBF">
        <w:rPr>
          <w:rFonts w:ascii="仿宋_GB2312" w:eastAsia="仿宋_GB2312" w:hint="eastAsia"/>
          <w:sz w:val="18"/>
          <w:szCs w:val="18"/>
        </w:rPr>
        <w:t>来源：</w:t>
      </w:r>
      <w:r w:rsidRPr="00FB78CE">
        <w:rPr>
          <w:rFonts w:ascii="仿宋_GB2312" w:eastAsia="仿宋_GB2312" w:hint="eastAsia"/>
          <w:sz w:val="18"/>
          <w:szCs w:val="18"/>
        </w:rPr>
        <w:t>GB/T 9881-2008</w:t>
      </w:r>
      <w:r w:rsidR="00600803">
        <w:rPr>
          <w:rFonts w:ascii="仿宋_GB2312" w:eastAsia="仿宋_GB2312" w:hint="eastAsia"/>
          <w:sz w:val="18"/>
          <w:szCs w:val="18"/>
        </w:rPr>
        <w:t>，</w:t>
      </w:r>
      <w:r w:rsidR="005B7FBF">
        <w:rPr>
          <w:rFonts w:ascii="仿宋_GB2312" w:eastAsia="仿宋_GB2312" w:hint="eastAsia"/>
          <w:sz w:val="18"/>
          <w:szCs w:val="18"/>
        </w:rPr>
        <w:t>2.231</w:t>
      </w:r>
      <w:r w:rsidRPr="00FB78CE">
        <w:rPr>
          <w:rFonts w:ascii="仿宋_GB2312" w:eastAsia="仿宋_GB2312" w:hint="eastAsia"/>
          <w:sz w:val="18"/>
          <w:szCs w:val="18"/>
        </w:rPr>
        <w:t>，</w:t>
      </w:r>
      <w:r w:rsidR="00600803">
        <w:rPr>
          <w:rFonts w:ascii="仿宋_GB2312" w:eastAsia="仿宋_GB2312" w:hint="eastAsia"/>
          <w:sz w:val="18"/>
          <w:szCs w:val="18"/>
        </w:rPr>
        <w:t>有修改</w:t>
      </w:r>
      <w:r w:rsidRPr="00FB78CE">
        <w:rPr>
          <w:rFonts w:ascii="仿宋_GB2312" w:eastAsia="仿宋_GB2312" w:hint="eastAsia"/>
          <w:sz w:val="18"/>
          <w:szCs w:val="18"/>
        </w:rPr>
        <w:t>]</w:t>
      </w:r>
    </w:p>
    <w:p w14:paraId="65524C44"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充气定型</w:t>
      </w:r>
      <w:r w:rsidRPr="00251890">
        <w:rPr>
          <w:rFonts w:ascii="黑体" w:eastAsia="黑体" w:hAnsi="黑体"/>
        </w:rPr>
        <w:t xml:space="preserve">  aeration setting</w:t>
      </w:r>
    </w:p>
    <w:p w14:paraId="2144CB1C" w14:textId="77777777" w:rsidR="00C645D3" w:rsidRPr="001D2EB6" w:rsidRDefault="00C645D3" w:rsidP="00C645D3">
      <w:pPr>
        <w:pStyle w:val="affffffffffff7"/>
        <w:ind w:firstLineChars="200" w:firstLine="420"/>
        <w:rPr>
          <w:rFonts w:eastAsia="宋体"/>
        </w:rPr>
      </w:pPr>
      <w:r w:rsidRPr="001D2EB6">
        <w:rPr>
          <w:rFonts w:eastAsia="宋体"/>
        </w:rPr>
        <w:t>将成型后的半成品充气，使其具有成品基本形状的过程。</w:t>
      </w:r>
    </w:p>
    <w:p w14:paraId="6730B50E"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海绵制品</w:t>
      </w:r>
      <w:r w:rsidRPr="00251890">
        <w:rPr>
          <w:rFonts w:ascii="黑体" w:eastAsia="黑体" w:hAnsi="黑体"/>
        </w:rPr>
        <w:t xml:space="preserve">  sponge product</w:t>
      </w:r>
    </w:p>
    <w:p w14:paraId="529EC9A7" w14:textId="77777777" w:rsidR="00C645D3" w:rsidRPr="001D2EB6" w:rsidRDefault="00C645D3" w:rsidP="00CC0E40">
      <w:pPr>
        <w:spacing w:line="240" w:lineRule="auto"/>
        <w:ind w:leftChars="200" w:left="567" w:hangingChars="70" w:hanging="147"/>
        <w:rPr>
          <w:rFonts w:ascii="黑体"/>
        </w:rPr>
      </w:pPr>
      <w:r w:rsidRPr="001D2EB6">
        <w:rPr>
          <w:rFonts w:ascii="黑体" w:hint="eastAsia"/>
        </w:rPr>
        <w:t>泡沫制品</w:t>
      </w:r>
    </w:p>
    <w:p w14:paraId="30AAF744" w14:textId="77777777" w:rsidR="00C645D3" w:rsidRPr="001D2EB6" w:rsidRDefault="00C645D3" w:rsidP="00C645D3">
      <w:pPr>
        <w:ind w:leftChars="200" w:left="567" w:hangingChars="70" w:hanging="147"/>
      </w:pPr>
      <w:r w:rsidRPr="001D2EB6">
        <w:t>用机械或化学方法将配合胶乳发泡</w:t>
      </w:r>
      <w:r w:rsidRPr="001D2EB6">
        <w:rPr>
          <w:rFonts w:hint="eastAsia"/>
        </w:rPr>
        <w:t>、</w:t>
      </w:r>
      <w:r w:rsidRPr="001D2EB6">
        <w:t>注模而制成的具有多孔结构的制品。</w:t>
      </w:r>
    </w:p>
    <w:p w14:paraId="29DCBF40"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lastRenderedPageBreak/>
        <w:br/>
      </w:r>
      <w:r w:rsidRPr="00251890">
        <w:rPr>
          <w:rFonts w:ascii="黑体" w:eastAsia="黑体" w:hAnsi="黑体" w:hint="eastAsia"/>
        </w:rPr>
        <w:t xml:space="preserve">胶乳海绵 </w:t>
      </w:r>
      <w:r w:rsidRPr="00251890">
        <w:rPr>
          <w:rFonts w:ascii="黑体" w:eastAsia="黑体" w:hAnsi="黑体"/>
        </w:rPr>
        <w:t xml:space="preserve"> latex foam</w:t>
      </w:r>
    </w:p>
    <w:p w14:paraId="14A1C209" w14:textId="77777777" w:rsidR="00C645D3" w:rsidRPr="001D2EB6" w:rsidRDefault="00C645D3" w:rsidP="00C645D3">
      <w:pPr>
        <w:pStyle w:val="affffffffffff7"/>
        <w:ind w:firstLineChars="200" w:firstLine="420"/>
        <w:rPr>
          <w:rFonts w:eastAsia="宋体"/>
        </w:rPr>
      </w:pPr>
      <w:r w:rsidRPr="001D2EB6">
        <w:rPr>
          <w:rFonts w:eastAsia="宋体"/>
        </w:rPr>
        <w:t>用胶乳制造的泡沫材料。</w:t>
      </w:r>
    </w:p>
    <w:p w14:paraId="1C9D8733"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胶乳发泡</w:t>
      </w:r>
      <w:r w:rsidRPr="00251890">
        <w:rPr>
          <w:rFonts w:ascii="黑体" w:eastAsia="黑体" w:hAnsi="黑体"/>
        </w:rPr>
        <w:t xml:space="preserve">  latex foaming</w:t>
      </w:r>
    </w:p>
    <w:p w14:paraId="62585E48" w14:textId="77777777" w:rsidR="00C645D3" w:rsidRPr="001D2EB6" w:rsidRDefault="00C645D3" w:rsidP="00C645D3">
      <w:pPr>
        <w:pStyle w:val="affffffffffff7"/>
        <w:ind w:firstLineChars="200" w:firstLine="420"/>
        <w:rPr>
          <w:rFonts w:eastAsia="宋体"/>
        </w:rPr>
      </w:pPr>
      <w:r w:rsidRPr="001D2EB6">
        <w:rPr>
          <w:rFonts w:eastAsia="宋体"/>
        </w:rPr>
        <w:t>用化学方法使胶乳产生泡沫的过程。</w:t>
      </w:r>
    </w:p>
    <w:p w14:paraId="7325D72E"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type="textWrapping" w:clear="all"/>
      </w:r>
      <w:r w:rsidRPr="00251890">
        <w:rPr>
          <w:rFonts w:ascii="黑体" w:eastAsia="黑体" w:hAnsi="黑体" w:hint="eastAsia"/>
        </w:rPr>
        <w:t xml:space="preserve">发泡橡胶  foam rubber </w:t>
      </w:r>
    </w:p>
    <w:p w14:paraId="0DBCF68D" w14:textId="77777777" w:rsidR="00440341" w:rsidRPr="00440341" w:rsidRDefault="00440341" w:rsidP="00440341">
      <w:pPr>
        <w:tabs>
          <w:tab w:val="left" w:pos="2422"/>
        </w:tabs>
        <w:jc w:val="left"/>
      </w:pPr>
      <w:r w:rsidRPr="00781C7F">
        <w:rPr>
          <w:rFonts w:hint="eastAsia"/>
        </w:rPr>
        <w:t xml:space="preserve">    </w:t>
      </w:r>
      <w:r w:rsidRPr="00781C7F">
        <w:rPr>
          <w:rFonts w:hint="eastAsia"/>
        </w:rPr>
        <w:t>通常主要以液体为起始材料制成的，由互连单元组成的泡沫橡胶。</w:t>
      </w:r>
      <w:r w:rsidRPr="00781C7F">
        <w:rPr>
          <w:rFonts w:hint="eastAsia"/>
        </w:rPr>
        <w:t xml:space="preserve"> </w:t>
      </w:r>
    </w:p>
    <w:p w14:paraId="254B35FF"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胶乳起泡</w:t>
      </w:r>
      <w:r w:rsidRPr="00251890">
        <w:rPr>
          <w:rFonts w:ascii="黑体" w:eastAsia="黑体" w:hAnsi="黑体"/>
        </w:rPr>
        <w:t xml:space="preserve">  latex frothing</w:t>
      </w:r>
    </w:p>
    <w:p w14:paraId="51634902" w14:textId="77777777" w:rsidR="00C645D3" w:rsidRPr="001D2EB6" w:rsidRDefault="00C645D3" w:rsidP="00C645D3">
      <w:pPr>
        <w:pStyle w:val="affffffffffff7"/>
        <w:ind w:firstLineChars="200" w:firstLine="420"/>
        <w:rPr>
          <w:rFonts w:eastAsia="宋体"/>
        </w:rPr>
      </w:pPr>
      <w:r w:rsidRPr="001D2EB6">
        <w:rPr>
          <w:rFonts w:eastAsia="宋体"/>
        </w:rPr>
        <w:t>用机械方法使胶乳产生泡沫的过程。</w:t>
      </w:r>
    </w:p>
    <w:p w14:paraId="68F4B59B"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proofErr w:type="gramStart"/>
      <w:r w:rsidRPr="00251890">
        <w:rPr>
          <w:rFonts w:ascii="黑体" w:eastAsia="黑体" w:hAnsi="黑体" w:hint="eastAsia"/>
        </w:rPr>
        <w:t>刮胶制品</w:t>
      </w:r>
      <w:proofErr w:type="gramEnd"/>
      <w:r w:rsidRPr="00251890">
        <w:rPr>
          <w:rFonts w:ascii="黑体" w:eastAsia="黑体" w:hAnsi="黑体"/>
        </w:rPr>
        <w:t xml:space="preserve">  spread goods</w:t>
      </w:r>
    </w:p>
    <w:p w14:paraId="0EE7DA05" w14:textId="77777777" w:rsidR="00C645D3" w:rsidRPr="001D2EB6" w:rsidRDefault="00C645D3" w:rsidP="00C645D3">
      <w:pPr>
        <w:pStyle w:val="affffffffffff7"/>
        <w:ind w:firstLineChars="200" w:firstLine="420"/>
        <w:rPr>
          <w:rFonts w:eastAsia="宋体"/>
        </w:rPr>
      </w:pPr>
      <w:r w:rsidRPr="001D2EB6">
        <w:rPr>
          <w:rFonts w:eastAsia="宋体"/>
        </w:rPr>
        <w:t>将胶乳胶料涂刮在加工物表面而制成的制品。</w:t>
      </w:r>
    </w:p>
    <w:p w14:paraId="6FA3BC11"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胶乳背衬地毯</w:t>
      </w:r>
      <w:r w:rsidRPr="00251890">
        <w:rPr>
          <w:rFonts w:ascii="黑体" w:eastAsia="黑体" w:hAnsi="黑体"/>
        </w:rPr>
        <w:t xml:space="preserve">  latex backed carpet</w:t>
      </w:r>
    </w:p>
    <w:p w14:paraId="7772D89A" w14:textId="77777777" w:rsidR="00C645D3" w:rsidRPr="001D2EB6" w:rsidRDefault="00C645D3" w:rsidP="00C645D3">
      <w:pPr>
        <w:pStyle w:val="affffffffffff7"/>
        <w:ind w:firstLineChars="200" w:firstLine="420"/>
        <w:rPr>
          <w:rFonts w:eastAsia="宋体"/>
        </w:rPr>
      </w:pPr>
      <w:r w:rsidRPr="001D2EB6">
        <w:rPr>
          <w:rFonts w:eastAsia="宋体"/>
        </w:rPr>
        <w:t>背面用胶乳胶料处理过的地毯。</w:t>
      </w:r>
    </w:p>
    <w:p w14:paraId="0BEC72AD"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type="textWrapping" w:clear="all"/>
      </w:r>
      <w:r w:rsidRPr="00251890">
        <w:rPr>
          <w:rFonts w:ascii="黑体" w:eastAsia="黑体" w:hAnsi="黑体" w:hint="eastAsia"/>
        </w:rPr>
        <w:t xml:space="preserve">浸胶 </w:t>
      </w:r>
      <w:r w:rsidRPr="00251890">
        <w:rPr>
          <w:rFonts w:ascii="黑体" w:eastAsia="黑体" w:hAnsi="黑体"/>
        </w:rPr>
        <w:t xml:space="preserve"> gum dipping </w:t>
      </w:r>
    </w:p>
    <w:p w14:paraId="08F80B87" w14:textId="77777777" w:rsidR="00D57D9C" w:rsidRPr="0030370A" w:rsidRDefault="005B7FBF" w:rsidP="00245C86">
      <w:pPr>
        <w:pStyle w:val="afffff"/>
      </w:pPr>
      <w:r>
        <w:rPr>
          <w:rFonts w:hint="eastAsia"/>
        </w:rPr>
        <w:t>通过浸没在橡胶溶液中的方式，</w:t>
      </w:r>
      <w:r w:rsidR="00D57D9C" w:rsidRPr="0030370A">
        <w:rPr>
          <w:rFonts w:hint="eastAsia"/>
        </w:rPr>
        <w:t>用橡胶溶液浸渍纺织品的</w:t>
      </w:r>
      <w:r>
        <w:rPr>
          <w:rFonts w:hint="eastAsia"/>
        </w:rPr>
        <w:t>过程</w:t>
      </w:r>
      <w:r w:rsidR="00D57D9C" w:rsidRPr="0030370A">
        <w:rPr>
          <w:rFonts w:hint="eastAsia"/>
        </w:rPr>
        <w:t>。</w:t>
      </w:r>
    </w:p>
    <w:p w14:paraId="2EDEE1C2"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type="textWrapping" w:clear="all"/>
      </w:r>
      <w:r w:rsidRPr="00251890">
        <w:rPr>
          <w:rFonts w:ascii="黑体" w:eastAsia="黑体" w:hAnsi="黑体" w:hint="eastAsia"/>
        </w:rPr>
        <w:t xml:space="preserve">涂层织物 </w:t>
      </w:r>
      <w:r w:rsidRPr="00251890">
        <w:rPr>
          <w:rFonts w:ascii="黑体" w:eastAsia="黑体" w:hAnsi="黑体"/>
        </w:rPr>
        <w:t xml:space="preserve"> coated fabric </w:t>
      </w:r>
    </w:p>
    <w:p w14:paraId="37878D4B" w14:textId="77777777" w:rsidR="000F1F49" w:rsidRDefault="00245C86" w:rsidP="00245C86">
      <w:pPr>
        <w:pStyle w:val="afffffffffffb"/>
        <w:numPr>
          <w:ilvl w:val="0"/>
          <w:numId w:val="0"/>
        </w:numPr>
        <w:ind w:firstLineChars="200" w:firstLine="420"/>
        <w:rPr>
          <w:rFonts w:ascii="黑体" w:eastAsia="黑体" w:hAnsi="黑体"/>
        </w:rPr>
      </w:pPr>
      <w:r w:rsidRPr="0030370A">
        <w:rPr>
          <w:rFonts w:hint="eastAsia"/>
        </w:rPr>
        <w:t>在一个或两个表面上附着一层橡胶和/或塑料</w:t>
      </w:r>
      <w:proofErr w:type="gramStart"/>
      <w:r w:rsidRPr="0030370A">
        <w:rPr>
          <w:rFonts w:hint="eastAsia"/>
        </w:rPr>
        <w:t>基材料</w:t>
      </w:r>
      <w:proofErr w:type="gramEnd"/>
      <w:r w:rsidRPr="0030370A">
        <w:rPr>
          <w:rFonts w:hint="eastAsia"/>
        </w:rPr>
        <w:t>从而产生柔性产品的纺织品。</w:t>
      </w:r>
    </w:p>
    <w:p w14:paraId="66444A77"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胶乳不织布</w:t>
      </w:r>
      <w:r w:rsidRPr="00251890">
        <w:rPr>
          <w:rFonts w:ascii="黑体" w:eastAsia="黑体" w:hAnsi="黑体"/>
        </w:rPr>
        <w:t xml:space="preserve">  latex non-</w:t>
      </w:r>
      <w:proofErr w:type="spellStart"/>
      <w:r w:rsidRPr="00251890">
        <w:rPr>
          <w:rFonts w:ascii="黑体" w:eastAsia="黑体" w:hAnsi="黑体"/>
        </w:rPr>
        <w:t>wovens</w:t>
      </w:r>
      <w:proofErr w:type="spellEnd"/>
    </w:p>
    <w:p w14:paraId="64E9975D"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无织布</w:t>
      </w:r>
      <w:r w:rsidRPr="001D2EB6">
        <w:rPr>
          <w:rFonts w:ascii="宋体" w:eastAsia="宋体" w:hAnsi="宋体"/>
        </w:rPr>
        <w:t xml:space="preserve">  </w:t>
      </w:r>
    </w:p>
    <w:p w14:paraId="7060A658" w14:textId="77777777" w:rsidR="00C645D3" w:rsidRPr="001D2EB6" w:rsidRDefault="00C645D3" w:rsidP="00C645D3">
      <w:pPr>
        <w:pStyle w:val="affffffffffff7"/>
        <w:ind w:firstLineChars="200" w:firstLine="420"/>
        <w:rPr>
          <w:rFonts w:eastAsia="宋体"/>
        </w:rPr>
      </w:pPr>
      <w:r w:rsidRPr="001D2EB6">
        <w:rPr>
          <w:rFonts w:eastAsia="宋体"/>
        </w:rPr>
        <w:t>不用经纬线编织，而用胶乳胶粘剂</w:t>
      </w:r>
      <w:r w:rsidRPr="001D2EB6">
        <w:rPr>
          <w:rFonts w:eastAsia="宋体" w:hint="eastAsia"/>
        </w:rPr>
        <w:t>粘</w:t>
      </w:r>
      <w:r w:rsidRPr="001D2EB6">
        <w:rPr>
          <w:rFonts w:eastAsia="宋体"/>
        </w:rPr>
        <w:t>合而成的布。</w:t>
      </w:r>
    </w:p>
    <w:p w14:paraId="46DA7CD2"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胶乳胶粘剂</w:t>
      </w:r>
      <w:r w:rsidRPr="00251890">
        <w:rPr>
          <w:rFonts w:ascii="黑体" w:eastAsia="黑体" w:hAnsi="黑体"/>
        </w:rPr>
        <w:t xml:space="preserve">  latex adhesive</w:t>
      </w:r>
    </w:p>
    <w:p w14:paraId="46F3720F" w14:textId="77777777" w:rsidR="00C645D3" w:rsidRPr="001D2EB6" w:rsidRDefault="00C645D3" w:rsidP="00C645D3">
      <w:pPr>
        <w:pStyle w:val="affffffffffff7"/>
        <w:ind w:firstLineChars="200" w:firstLine="420"/>
        <w:rPr>
          <w:rFonts w:eastAsia="宋体"/>
        </w:rPr>
      </w:pPr>
      <w:r w:rsidRPr="001D2EB6">
        <w:rPr>
          <w:rFonts w:eastAsia="宋体"/>
        </w:rPr>
        <w:t>以胶乳为主要原料配制而成的胶粘剂。</w:t>
      </w:r>
    </w:p>
    <w:p w14:paraId="046B8743"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胶乳</w:t>
      </w:r>
      <w:proofErr w:type="gramStart"/>
      <w:r w:rsidRPr="00251890">
        <w:rPr>
          <w:rFonts w:ascii="黑体" w:eastAsia="黑体" w:hAnsi="黑体" w:hint="eastAsia"/>
        </w:rPr>
        <w:t>毛鬃垫</w:t>
      </w:r>
      <w:proofErr w:type="gramEnd"/>
      <w:r w:rsidRPr="00251890">
        <w:rPr>
          <w:rFonts w:ascii="黑体" w:eastAsia="黑体" w:hAnsi="黑体"/>
        </w:rPr>
        <w:t xml:space="preserve">  rubberized cushion</w:t>
      </w:r>
    </w:p>
    <w:p w14:paraId="2C30D8B4" w14:textId="77777777" w:rsidR="00C645D3" w:rsidRPr="001D2EB6" w:rsidRDefault="00C645D3" w:rsidP="00C645D3">
      <w:pPr>
        <w:pStyle w:val="affffffffffff7"/>
        <w:ind w:firstLineChars="200" w:firstLine="420"/>
        <w:rPr>
          <w:rFonts w:eastAsia="宋体"/>
        </w:rPr>
      </w:pPr>
      <w:r w:rsidRPr="001D2EB6">
        <w:rPr>
          <w:rFonts w:eastAsia="宋体"/>
        </w:rPr>
        <w:t>用胶乳作胶粘剂，将处理过的植物或动物纤维</w:t>
      </w:r>
      <w:r w:rsidRPr="001D2EB6">
        <w:rPr>
          <w:rFonts w:eastAsia="宋体" w:hint="eastAsia"/>
        </w:rPr>
        <w:t>粘</w:t>
      </w:r>
      <w:r w:rsidRPr="001D2EB6">
        <w:rPr>
          <w:rFonts w:eastAsia="宋体"/>
        </w:rPr>
        <w:t>合而成的软垫。</w:t>
      </w:r>
    </w:p>
    <w:p w14:paraId="68F6302E"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胶乳人造革</w:t>
      </w:r>
      <w:r w:rsidRPr="00251890">
        <w:rPr>
          <w:rFonts w:ascii="黑体" w:eastAsia="黑体" w:hAnsi="黑体"/>
        </w:rPr>
        <w:t xml:space="preserve">  latex artificial leather</w:t>
      </w:r>
    </w:p>
    <w:p w14:paraId="47A336CB" w14:textId="77777777" w:rsidR="00C645D3" w:rsidRPr="001D2EB6" w:rsidRDefault="00C645D3" w:rsidP="00C645D3">
      <w:pPr>
        <w:pStyle w:val="affffffffffff7"/>
        <w:ind w:firstLineChars="200" w:firstLine="420"/>
        <w:rPr>
          <w:rFonts w:eastAsia="宋体"/>
        </w:rPr>
      </w:pPr>
      <w:r w:rsidRPr="001D2EB6">
        <w:rPr>
          <w:rFonts w:eastAsia="宋体" w:hint="eastAsia"/>
        </w:rPr>
        <w:t>将</w:t>
      </w:r>
      <w:r w:rsidRPr="001D2EB6">
        <w:rPr>
          <w:rFonts w:eastAsia="宋体"/>
        </w:rPr>
        <w:t>胶乳涂覆于</w:t>
      </w:r>
      <w:proofErr w:type="gramStart"/>
      <w:r w:rsidRPr="001D2EB6">
        <w:rPr>
          <w:rFonts w:eastAsia="宋体"/>
        </w:rPr>
        <w:t>织物底材上</w:t>
      </w:r>
      <w:proofErr w:type="gramEnd"/>
      <w:r w:rsidRPr="001D2EB6">
        <w:rPr>
          <w:rFonts w:eastAsia="宋体"/>
        </w:rPr>
        <w:t>，</w:t>
      </w:r>
      <w:r w:rsidRPr="001D2EB6">
        <w:rPr>
          <w:rFonts w:eastAsia="宋体" w:hint="eastAsia"/>
        </w:rPr>
        <w:t>再进一步</w:t>
      </w:r>
      <w:r w:rsidRPr="001D2EB6">
        <w:rPr>
          <w:rFonts w:eastAsia="宋体"/>
        </w:rPr>
        <w:t>加工</w:t>
      </w:r>
      <w:r w:rsidRPr="001D2EB6">
        <w:rPr>
          <w:rFonts w:eastAsia="宋体" w:hint="eastAsia"/>
        </w:rPr>
        <w:t>所</w:t>
      </w:r>
      <w:r w:rsidRPr="001D2EB6">
        <w:rPr>
          <w:rFonts w:eastAsia="宋体"/>
        </w:rPr>
        <w:t>制成的人造革。</w:t>
      </w:r>
    </w:p>
    <w:p w14:paraId="5B79DAAB"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胶乳涂料</w:t>
      </w:r>
      <w:r w:rsidRPr="00251890">
        <w:rPr>
          <w:rFonts w:ascii="黑体" w:eastAsia="黑体" w:hAnsi="黑体"/>
        </w:rPr>
        <w:t xml:space="preserve">  latex paint</w:t>
      </w:r>
    </w:p>
    <w:p w14:paraId="6CC6B28D" w14:textId="77777777" w:rsidR="00C645D3" w:rsidRPr="001D2EB6" w:rsidRDefault="00C645D3" w:rsidP="00C645D3">
      <w:pPr>
        <w:pStyle w:val="affffffffffff7"/>
        <w:ind w:firstLineChars="200" w:firstLine="420"/>
        <w:rPr>
          <w:rFonts w:eastAsia="宋体"/>
        </w:rPr>
      </w:pPr>
      <w:r w:rsidRPr="001D2EB6">
        <w:rPr>
          <w:rFonts w:eastAsia="宋体"/>
        </w:rPr>
        <w:t>以胶乳</w:t>
      </w:r>
      <w:r w:rsidRPr="001D2EB6">
        <w:rPr>
          <w:rFonts w:eastAsia="宋体" w:hint="eastAsia"/>
        </w:rPr>
        <w:t>为主要成分，添加</w:t>
      </w:r>
      <w:r w:rsidRPr="001D2EB6">
        <w:rPr>
          <w:rFonts w:eastAsia="宋体"/>
        </w:rPr>
        <w:t>其它</w:t>
      </w:r>
      <w:r w:rsidRPr="001D2EB6">
        <w:rPr>
          <w:rFonts w:eastAsia="宋体" w:hint="eastAsia"/>
        </w:rPr>
        <w:t>组分配制成</w:t>
      </w:r>
      <w:r w:rsidRPr="001D2EB6">
        <w:rPr>
          <w:rFonts w:eastAsia="宋体"/>
        </w:rPr>
        <w:t>的涂料。</w:t>
      </w:r>
    </w:p>
    <w:p w14:paraId="1DBCC2A9"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胶乳纸</w:t>
      </w:r>
      <w:r w:rsidRPr="00251890">
        <w:rPr>
          <w:rFonts w:ascii="黑体" w:eastAsia="黑体" w:hAnsi="黑体"/>
        </w:rPr>
        <w:t xml:space="preserve">  latex paper</w:t>
      </w:r>
    </w:p>
    <w:p w14:paraId="6D84958C" w14:textId="77777777" w:rsidR="00C645D3" w:rsidRPr="001D2EB6" w:rsidRDefault="00C645D3" w:rsidP="00C645D3">
      <w:pPr>
        <w:pStyle w:val="affffffffffff7"/>
        <w:ind w:firstLineChars="200" w:firstLine="420"/>
        <w:rPr>
          <w:rFonts w:eastAsia="宋体"/>
        </w:rPr>
      </w:pPr>
      <w:r w:rsidRPr="001D2EB6">
        <w:rPr>
          <w:rFonts w:eastAsia="宋体"/>
        </w:rPr>
        <w:lastRenderedPageBreak/>
        <w:t>用胶乳处理过的纸张。</w:t>
      </w:r>
    </w:p>
    <w:p w14:paraId="126A18FE" w14:textId="77777777" w:rsidR="00251890" w:rsidRPr="00E21FE8" w:rsidRDefault="00B17898" w:rsidP="00E21FE8">
      <w:pPr>
        <w:pStyle w:val="afffffffffff9"/>
        <w:ind w:left="420" w:hangingChars="200" w:hanging="420"/>
        <w:rPr>
          <w:rFonts w:ascii="黑体" w:eastAsia="黑体" w:hAnsi="黑体"/>
          <w:b/>
        </w:rPr>
      </w:pPr>
      <w:r w:rsidRPr="00E21FE8">
        <w:rPr>
          <w:rFonts w:ascii="黑体" w:eastAsia="黑体" w:hAnsi="黑体"/>
        </w:rPr>
        <w:br/>
      </w:r>
      <w:r w:rsidRPr="00E21FE8">
        <w:rPr>
          <w:rFonts w:ascii="黑体" w:eastAsia="黑体" w:hAnsi="黑体" w:hint="eastAsia"/>
        </w:rPr>
        <w:t>压出制品</w:t>
      </w:r>
      <w:r w:rsidRPr="00E21FE8">
        <w:rPr>
          <w:rFonts w:ascii="黑体" w:eastAsia="黑体" w:hAnsi="黑体"/>
        </w:rPr>
        <w:t xml:space="preserve">  extruded article</w:t>
      </w:r>
    </w:p>
    <w:p w14:paraId="0B4D88F1" w14:textId="77777777" w:rsidR="00C645D3" w:rsidRPr="001D2EB6" w:rsidRDefault="00C645D3" w:rsidP="00C645D3">
      <w:pPr>
        <w:pStyle w:val="affffffffffff7"/>
        <w:ind w:firstLineChars="200" w:firstLine="420"/>
        <w:rPr>
          <w:rFonts w:eastAsia="宋体"/>
        </w:rPr>
      </w:pPr>
      <w:r w:rsidRPr="001D2EB6">
        <w:rPr>
          <w:rFonts w:eastAsia="宋体"/>
        </w:rPr>
        <w:t>在一定压力下使胶乳胶料通过模具压出而制成的</w:t>
      </w:r>
      <w:r w:rsidRPr="001D2EB6">
        <w:rPr>
          <w:rFonts w:eastAsia="宋体" w:hint="eastAsia"/>
        </w:rPr>
        <w:t>乳胶</w:t>
      </w:r>
      <w:r w:rsidRPr="001D2EB6">
        <w:rPr>
          <w:rFonts w:eastAsia="宋体"/>
        </w:rPr>
        <w:t>制品。</w:t>
      </w:r>
    </w:p>
    <w:p w14:paraId="388B2FA9"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铸模制品</w:t>
      </w:r>
      <w:r w:rsidRPr="00251890">
        <w:rPr>
          <w:rFonts w:ascii="黑体" w:eastAsia="黑体" w:hAnsi="黑体"/>
        </w:rPr>
        <w:t xml:space="preserve">  </w:t>
      </w:r>
      <w:proofErr w:type="spellStart"/>
      <w:r w:rsidRPr="00251890">
        <w:rPr>
          <w:rFonts w:ascii="黑体" w:eastAsia="黑体" w:hAnsi="黑体"/>
        </w:rPr>
        <w:t>moulded</w:t>
      </w:r>
      <w:proofErr w:type="spellEnd"/>
      <w:r w:rsidRPr="00251890">
        <w:rPr>
          <w:rFonts w:ascii="黑体" w:eastAsia="黑体" w:hAnsi="黑体"/>
        </w:rPr>
        <w:t xml:space="preserve"> goods</w:t>
      </w:r>
    </w:p>
    <w:p w14:paraId="4EB04361" w14:textId="77777777" w:rsidR="00C645D3" w:rsidRDefault="00C645D3" w:rsidP="00C645D3">
      <w:pPr>
        <w:pStyle w:val="affffffffffff7"/>
        <w:ind w:firstLineChars="200" w:firstLine="420"/>
        <w:rPr>
          <w:rFonts w:eastAsia="宋体"/>
        </w:rPr>
      </w:pPr>
      <w:r w:rsidRPr="001D2EB6">
        <w:rPr>
          <w:rFonts w:eastAsia="宋体" w:hint="eastAsia"/>
        </w:rPr>
        <w:t>通过铸模工艺生产的乳胶</w:t>
      </w:r>
      <w:r w:rsidRPr="001D2EB6">
        <w:rPr>
          <w:rFonts w:eastAsia="宋体"/>
        </w:rPr>
        <w:t>制品。</w:t>
      </w:r>
    </w:p>
    <w:p w14:paraId="5B15CA09"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type="textWrapping" w:clear="all"/>
      </w:r>
      <w:r w:rsidRPr="00251890">
        <w:rPr>
          <w:rFonts w:ascii="黑体" w:eastAsia="黑体" w:hAnsi="黑体" w:hint="eastAsia"/>
        </w:rPr>
        <w:t>铸模法</w:t>
      </w:r>
      <w:r w:rsidRPr="00251890">
        <w:rPr>
          <w:rFonts w:ascii="黑体" w:eastAsia="黑体" w:hAnsi="黑体"/>
        </w:rPr>
        <w:t xml:space="preserve">  </w:t>
      </w:r>
      <w:proofErr w:type="spellStart"/>
      <w:r w:rsidRPr="00251890">
        <w:rPr>
          <w:rFonts w:ascii="黑体" w:eastAsia="黑体" w:hAnsi="黑体"/>
        </w:rPr>
        <w:t>moulding</w:t>
      </w:r>
      <w:proofErr w:type="spellEnd"/>
      <w:r w:rsidRPr="00251890">
        <w:rPr>
          <w:rFonts w:ascii="黑体" w:eastAsia="黑体" w:hAnsi="黑体"/>
        </w:rPr>
        <w:t xml:space="preserve"> process</w:t>
      </w:r>
    </w:p>
    <w:p w14:paraId="6DF4A763" w14:textId="77777777" w:rsidR="0037491B" w:rsidRDefault="0037491B" w:rsidP="0037491B">
      <w:pPr>
        <w:pStyle w:val="affffffffffff7"/>
        <w:ind w:firstLineChars="200" w:firstLine="420"/>
        <w:rPr>
          <w:rFonts w:eastAsia="宋体"/>
        </w:rPr>
      </w:pPr>
      <w:r w:rsidRPr="001D2EB6">
        <w:rPr>
          <w:rFonts w:eastAsia="宋体"/>
        </w:rPr>
        <w:t>将胶乳胶料注入模型以制造</w:t>
      </w:r>
      <w:r w:rsidRPr="001D2EB6">
        <w:rPr>
          <w:rFonts w:eastAsia="宋体" w:hint="eastAsia"/>
        </w:rPr>
        <w:t>乳胶</w:t>
      </w:r>
      <w:r w:rsidRPr="001D2EB6">
        <w:rPr>
          <w:rFonts w:eastAsia="宋体"/>
        </w:rPr>
        <w:t>制品的方法。</w:t>
      </w:r>
    </w:p>
    <w:p w14:paraId="5DC68549"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type="textWrapping" w:clear="all"/>
      </w:r>
      <w:r w:rsidRPr="00251890">
        <w:rPr>
          <w:rFonts w:ascii="黑体" w:eastAsia="黑体" w:hAnsi="黑体" w:hint="eastAsia"/>
        </w:rPr>
        <w:t>铸造</w:t>
      </w:r>
      <w:r w:rsidRPr="00251890">
        <w:rPr>
          <w:rFonts w:ascii="黑体" w:eastAsia="黑体" w:hAnsi="黑体"/>
        </w:rPr>
        <w:t xml:space="preserve">  casting</w:t>
      </w:r>
    </w:p>
    <w:p w14:paraId="23F43955" w14:textId="77777777" w:rsidR="0037491B" w:rsidRPr="0037491B" w:rsidRDefault="0037491B" w:rsidP="00BA6935">
      <w:pPr>
        <w:pStyle w:val="afff2"/>
        <w:numPr>
          <w:ilvl w:val="0"/>
          <w:numId w:val="0"/>
        </w:numPr>
        <w:spacing w:beforeLines="0" w:afterLines="0"/>
      </w:pPr>
      <w:r>
        <w:rPr>
          <w:rFonts w:hint="eastAsia"/>
          <w:szCs w:val="21"/>
        </w:rPr>
        <w:t xml:space="preserve">    </w:t>
      </w:r>
      <w:r w:rsidRPr="0037491B">
        <w:rPr>
          <w:rFonts w:ascii="宋体" w:eastAsia="宋体" w:hAnsi="宋体" w:hint="eastAsia"/>
        </w:rPr>
        <w:t>将流体材料倒入模具或以其它方式引入已制备的表面，并允许在不使用外部压力的情况下固化的方法。</w:t>
      </w:r>
    </w:p>
    <w:p w14:paraId="6B48365C" w14:textId="77777777" w:rsidR="00C645D3" w:rsidRPr="001D2EB6" w:rsidRDefault="00C645D3" w:rsidP="00C645D3">
      <w:pPr>
        <w:pStyle w:val="afff0"/>
        <w:spacing w:before="312" w:after="312"/>
      </w:pPr>
      <w:bookmarkStart w:id="71" w:name="_Toc98757030"/>
      <w:bookmarkStart w:id="72" w:name="_Toc108098950"/>
      <w:bookmarkStart w:id="73" w:name="_Toc108107361"/>
      <w:r w:rsidRPr="001D2EB6">
        <w:rPr>
          <w:rFonts w:hint="eastAsia"/>
        </w:rPr>
        <w:t>专用和改性橡胶</w:t>
      </w:r>
      <w:bookmarkEnd w:id="71"/>
      <w:bookmarkEnd w:id="72"/>
      <w:bookmarkEnd w:id="73"/>
    </w:p>
    <w:p w14:paraId="4C5A685F" w14:textId="77777777" w:rsidR="00197C92" w:rsidRPr="00915367" w:rsidRDefault="00915367" w:rsidP="00915367">
      <w:pPr>
        <w:pStyle w:val="afffffffffff9"/>
        <w:adjustRightInd w:val="0"/>
        <w:snapToGrid w:val="0"/>
        <w:ind w:left="420" w:hangingChars="200" w:hanging="420"/>
        <w:rPr>
          <w:rFonts w:ascii="黑体" w:eastAsia="黑体" w:hAnsi="黑体"/>
        </w:rPr>
      </w:pPr>
      <w:r>
        <w:rPr>
          <w:rFonts w:ascii="黑体" w:eastAsia="黑体" w:hAnsi="黑体"/>
        </w:rPr>
        <w:br w:type="textWrapping" w:clear="all"/>
      </w:r>
      <w:r w:rsidR="00197C92" w:rsidRPr="00915367">
        <w:rPr>
          <w:rFonts w:ascii="黑体" w:eastAsia="黑体" w:hAnsi="黑体" w:hint="eastAsia"/>
          <w:szCs w:val="21"/>
        </w:rPr>
        <w:t>黑焦烧  black scorch</w:t>
      </w:r>
    </w:p>
    <w:p w14:paraId="4362F594" w14:textId="77777777" w:rsidR="00197C92" w:rsidRPr="00781C7F" w:rsidRDefault="00197C92" w:rsidP="00915367">
      <w:pPr>
        <w:tabs>
          <w:tab w:val="left" w:pos="2422"/>
        </w:tabs>
        <w:snapToGrid w:val="0"/>
        <w:spacing w:line="240" w:lineRule="auto"/>
        <w:jc w:val="left"/>
      </w:pPr>
      <w:r>
        <w:rPr>
          <w:rFonts w:hint="eastAsia"/>
        </w:rPr>
        <w:t xml:space="preserve">    </w:t>
      </w:r>
      <w:r w:rsidR="00175AD7">
        <w:rPr>
          <w:rFonts w:hint="eastAsia"/>
        </w:rPr>
        <w:t>聚合物</w:t>
      </w:r>
      <w:r w:rsidR="00410C3C">
        <w:fldChar w:fldCharType="begin"/>
      </w:r>
      <w:r w:rsidR="001A56B7">
        <w:instrText xml:space="preserve"> XE "</w:instrText>
      </w:r>
      <w:r w:rsidR="001A56B7" w:rsidRPr="00DD74B5">
        <w:rPr>
          <w:rFonts w:hint="eastAsia"/>
        </w:rPr>
        <w:instrText>聚合物</w:instrText>
      </w:r>
      <w:r w:rsidR="001A56B7">
        <w:instrText xml:space="preserve">" </w:instrText>
      </w:r>
      <w:r w:rsidR="00410C3C">
        <w:fldChar w:fldCharType="end"/>
      </w:r>
      <w:r w:rsidR="00175AD7">
        <w:rPr>
          <w:rFonts w:hint="eastAsia"/>
        </w:rPr>
        <w:t>和炭黑之间的相互作用</w:t>
      </w:r>
      <w:r w:rsidR="00537455" w:rsidRPr="00175AD7">
        <w:rPr>
          <w:rFonts w:hint="eastAsia"/>
        </w:rPr>
        <w:t>导致</w:t>
      </w:r>
      <w:r w:rsidRPr="00781C7F">
        <w:rPr>
          <w:rFonts w:hint="eastAsia"/>
        </w:rPr>
        <w:t>橡胶在加工过程中严重硬化的现象。</w:t>
      </w:r>
    </w:p>
    <w:p w14:paraId="46740C47" w14:textId="77777777" w:rsidR="00251890" w:rsidRPr="00E21FE8" w:rsidRDefault="00B17898" w:rsidP="00E21FE8">
      <w:pPr>
        <w:pStyle w:val="afffffffffff9"/>
        <w:ind w:left="420" w:hangingChars="200" w:hanging="420"/>
        <w:rPr>
          <w:rFonts w:ascii="黑体" w:eastAsia="黑体" w:hAnsi="黑体"/>
          <w:b/>
        </w:rPr>
      </w:pPr>
      <w:r w:rsidRPr="00E21FE8">
        <w:rPr>
          <w:rFonts w:ascii="黑体" w:eastAsia="黑体" w:hAnsi="黑体"/>
        </w:rPr>
        <w:br/>
      </w:r>
      <w:r w:rsidRPr="00E21FE8">
        <w:rPr>
          <w:rFonts w:ascii="黑体" w:eastAsia="黑体" w:hAnsi="黑体" w:hint="eastAsia"/>
        </w:rPr>
        <w:t>黏度稳定剂</w:t>
      </w:r>
      <w:r w:rsidRPr="00E21FE8">
        <w:rPr>
          <w:rFonts w:ascii="黑体" w:eastAsia="黑体" w:hAnsi="黑体"/>
        </w:rPr>
        <w:t xml:space="preserve">  viscosity-stabilizer</w:t>
      </w:r>
    </w:p>
    <w:p w14:paraId="6D07CDA4" w14:textId="77777777" w:rsidR="00C645D3" w:rsidRPr="001D2EB6" w:rsidRDefault="00C645D3" w:rsidP="00C645D3">
      <w:pPr>
        <w:pStyle w:val="affffffffffff7"/>
        <w:ind w:firstLineChars="200" w:firstLine="420"/>
        <w:rPr>
          <w:rFonts w:eastAsia="宋体"/>
        </w:rPr>
      </w:pPr>
      <w:r w:rsidRPr="001D2EB6">
        <w:rPr>
          <w:rFonts w:eastAsia="宋体"/>
        </w:rPr>
        <w:t>制造</w:t>
      </w:r>
      <w:r w:rsidR="005B7FBF">
        <w:rPr>
          <w:rFonts w:eastAsia="宋体" w:hint="eastAsia"/>
        </w:rPr>
        <w:t>黏度</w:t>
      </w:r>
      <w:r w:rsidRPr="001D2EB6">
        <w:rPr>
          <w:rFonts w:eastAsia="宋体"/>
        </w:rPr>
        <w:t>稳定橡胶</w:t>
      </w:r>
      <w:r w:rsidRPr="001D2EB6">
        <w:rPr>
          <w:rFonts w:eastAsia="宋体" w:hint="eastAsia"/>
        </w:rPr>
        <w:t>时，</w:t>
      </w:r>
      <w:r w:rsidRPr="001D2EB6">
        <w:rPr>
          <w:rFonts w:eastAsia="宋体"/>
        </w:rPr>
        <w:t>能使天然橡胶的门尼</w:t>
      </w:r>
      <w:r w:rsidR="005B7FBF">
        <w:rPr>
          <w:rFonts w:eastAsia="宋体" w:hint="eastAsia"/>
        </w:rPr>
        <w:t>黏度</w:t>
      </w:r>
      <w:r w:rsidRPr="001D2EB6">
        <w:rPr>
          <w:rFonts w:eastAsia="宋体"/>
        </w:rPr>
        <w:t>稳定的物质，常用的有羟胺类物质。</w:t>
      </w:r>
    </w:p>
    <w:p w14:paraId="5F690237"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proofErr w:type="gramStart"/>
      <w:r w:rsidRPr="00251890">
        <w:rPr>
          <w:rFonts w:ascii="黑体" w:eastAsia="黑体" w:hAnsi="黑体" w:hint="eastAsia"/>
        </w:rPr>
        <w:t>恒粘天然橡胶</w:t>
      </w:r>
      <w:proofErr w:type="gramEnd"/>
      <w:r w:rsidRPr="00251890">
        <w:rPr>
          <w:rFonts w:ascii="黑体" w:eastAsia="黑体" w:hAnsi="黑体"/>
        </w:rPr>
        <w:t xml:space="preserve">  constant viscosity rubber, CV rubber  </w:t>
      </w:r>
    </w:p>
    <w:p w14:paraId="5A86D8B6" w14:textId="77777777" w:rsidR="00251890" w:rsidRDefault="005B7FBF" w:rsidP="00251890">
      <w:pPr>
        <w:pStyle w:val="affffffffffff7"/>
        <w:adjustRightInd w:val="0"/>
        <w:snapToGrid w:val="0"/>
        <w:ind w:firstLineChars="200" w:firstLine="420"/>
        <w:rPr>
          <w:rFonts w:ascii="宋体" w:eastAsia="宋体" w:hAnsi="宋体"/>
        </w:rPr>
      </w:pPr>
      <w:r w:rsidRPr="001D2EB6">
        <w:rPr>
          <w:rFonts w:eastAsia="宋体"/>
        </w:rPr>
        <w:t>制胶过程中，在橡胶中加入抑制生胶贮存硬化</w:t>
      </w:r>
      <w:r w:rsidRPr="001D2EB6">
        <w:rPr>
          <w:rFonts w:eastAsia="宋体" w:hint="eastAsia"/>
        </w:rPr>
        <w:t>的</w:t>
      </w:r>
      <w:r>
        <w:rPr>
          <w:rFonts w:eastAsia="宋体" w:hint="eastAsia"/>
        </w:rPr>
        <w:t>黏度</w:t>
      </w:r>
      <w:r w:rsidRPr="001D2EB6">
        <w:rPr>
          <w:rFonts w:eastAsia="宋体"/>
        </w:rPr>
        <w:t>稳定剂</w:t>
      </w:r>
      <w:r w:rsidRPr="001D2EB6">
        <w:rPr>
          <w:rFonts w:eastAsia="宋体" w:hint="eastAsia"/>
        </w:rPr>
        <w:t>而制成</w:t>
      </w:r>
      <w:r w:rsidRPr="001D2EB6">
        <w:rPr>
          <w:rFonts w:eastAsia="宋体"/>
        </w:rPr>
        <w:t>的</w:t>
      </w:r>
      <w:r>
        <w:rPr>
          <w:rFonts w:eastAsia="宋体" w:hint="eastAsia"/>
        </w:rPr>
        <w:t>黏度</w:t>
      </w:r>
      <w:r w:rsidRPr="001D2EB6">
        <w:rPr>
          <w:rFonts w:eastAsia="宋体"/>
        </w:rPr>
        <w:t>保持不变的天然</w:t>
      </w:r>
      <w:r w:rsidRPr="001D2EB6">
        <w:rPr>
          <w:rFonts w:eastAsia="宋体" w:hint="eastAsia"/>
        </w:rPr>
        <w:t>生</w:t>
      </w:r>
      <w:r w:rsidRPr="001D2EB6">
        <w:rPr>
          <w:rFonts w:eastAsia="宋体"/>
        </w:rPr>
        <w:t>胶。</w:t>
      </w:r>
      <w:r>
        <w:rPr>
          <w:rFonts w:eastAsia="宋体" w:hint="eastAsia"/>
        </w:rPr>
        <w:t>通常情况下，恒</w:t>
      </w:r>
      <w:proofErr w:type="gramStart"/>
      <w:r>
        <w:rPr>
          <w:rFonts w:eastAsia="宋体" w:hint="eastAsia"/>
        </w:rPr>
        <w:t>黏</w:t>
      </w:r>
      <w:proofErr w:type="gramEnd"/>
      <w:r>
        <w:rPr>
          <w:rFonts w:eastAsia="宋体" w:hint="eastAsia"/>
        </w:rPr>
        <w:t>天然橡胶的</w:t>
      </w:r>
      <w:r w:rsidR="00C645D3" w:rsidRPr="001D2EB6">
        <w:rPr>
          <w:rFonts w:ascii="宋体" w:eastAsia="宋体" w:hAnsi="宋体"/>
        </w:rPr>
        <w:t>门尼粘度</w:t>
      </w:r>
      <w:r w:rsidR="00C645D3" w:rsidRPr="001D2EB6">
        <w:rPr>
          <w:rFonts w:ascii="宋体" w:eastAsia="宋体" w:hAnsi="宋体" w:hint="eastAsia"/>
        </w:rPr>
        <w:t>ML（1+4）1</w:t>
      </w:r>
      <w:r w:rsidR="00C645D3" w:rsidRPr="001D2EB6">
        <w:rPr>
          <w:rFonts w:ascii="宋体" w:eastAsia="宋体" w:hAnsi="宋体"/>
        </w:rPr>
        <w:t>00</w:t>
      </w:r>
      <w:r w:rsidR="00C645D3" w:rsidRPr="001D2EB6">
        <w:rPr>
          <w:rFonts w:ascii="宋体" w:eastAsia="宋体" w:hAnsi="宋体" w:hint="eastAsia"/>
        </w:rPr>
        <w:t>℃控制</w:t>
      </w:r>
      <w:r w:rsidR="00C645D3" w:rsidRPr="001D2EB6">
        <w:rPr>
          <w:rFonts w:ascii="宋体" w:eastAsia="宋体" w:hAnsi="宋体"/>
        </w:rPr>
        <w:t>在60±5。</w:t>
      </w:r>
    </w:p>
    <w:p w14:paraId="0234AB11" w14:textId="77777777" w:rsidR="00C645D3" w:rsidRPr="0050476A" w:rsidRDefault="00C645D3" w:rsidP="00245C86">
      <w:pPr>
        <w:pStyle w:val="afff6"/>
        <w:ind w:firstLine="52"/>
      </w:pPr>
      <w:r w:rsidRPr="001D2EB6">
        <w:rPr>
          <w:rFonts w:hint="eastAsia"/>
        </w:rPr>
        <w:t>随放置时间和处理方式的不同，门尼粘度会发生变化。因此，生产方通常将粘度控制</w:t>
      </w:r>
      <w:r w:rsidRPr="0050476A">
        <w:rPr>
          <w:rFonts w:hint="eastAsia"/>
        </w:rPr>
        <w:t>在</w:t>
      </w:r>
      <w:r w:rsidR="00467FB7" w:rsidRPr="0050476A">
        <w:rPr>
          <w:position w:val="-12"/>
        </w:rPr>
        <w:object w:dxaOrig="480" w:dyaOrig="380" w14:anchorId="6EEB88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23.85pt;height:19.15pt" o:ole="">
            <v:imagedata r:id="rId28" o:title=""/>
          </v:shape>
          <o:OLEObject Type="Embed" ProgID="Equation.3" ShapeID="_x0000_i1031" DrawAspect="Content" ObjectID="_1718721106" r:id="rId29"/>
        </w:object>
      </w:r>
      <w:r w:rsidRPr="0050476A">
        <w:rPr>
          <w:rFonts w:hint="eastAsia"/>
        </w:rPr>
        <w:t>。</w:t>
      </w:r>
    </w:p>
    <w:p w14:paraId="399362B3"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proofErr w:type="gramStart"/>
      <w:r w:rsidRPr="00251890">
        <w:rPr>
          <w:rFonts w:ascii="黑体" w:eastAsia="黑体" w:hAnsi="黑体" w:hint="eastAsia"/>
        </w:rPr>
        <w:t>低粘橡胶</w:t>
      </w:r>
      <w:proofErr w:type="gramEnd"/>
      <w:r w:rsidRPr="00251890">
        <w:rPr>
          <w:rFonts w:ascii="黑体" w:eastAsia="黑体" w:hAnsi="黑体"/>
        </w:rPr>
        <w:t xml:space="preserve">  low viscosity rubber, LV rubber</w:t>
      </w:r>
    </w:p>
    <w:p w14:paraId="663E375B"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加入操作油，使生胶门尼粘度</w:t>
      </w:r>
      <w:r w:rsidRPr="001D2EB6">
        <w:rPr>
          <w:rFonts w:ascii="宋体" w:eastAsia="宋体" w:hAnsi="宋体" w:hint="eastAsia"/>
        </w:rPr>
        <w:t>ML（1+4）1</w:t>
      </w:r>
      <w:r w:rsidRPr="001D2EB6">
        <w:rPr>
          <w:rFonts w:ascii="宋体" w:eastAsia="宋体" w:hAnsi="宋体"/>
        </w:rPr>
        <w:t>00</w:t>
      </w:r>
      <w:r w:rsidRPr="001D2EB6">
        <w:rPr>
          <w:rFonts w:ascii="宋体" w:eastAsia="宋体" w:hAnsi="宋体" w:hint="eastAsia"/>
        </w:rPr>
        <w:t>℃</w:t>
      </w:r>
      <w:r w:rsidRPr="001D2EB6">
        <w:rPr>
          <w:rFonts w:ascii="宋体" w:eastAsia="宋体" w:hAnsi="宋体"/>
        </w:rPr>
        <w:t>保持在50±5的天然橡胶。</w:t>
      </w:r>
    </w:p>
    <w:p w14:paraId="7BDE9617" w14:textId="77777777" w:rsidR="00ED321E" w:rsidRPr="00BA6935" w:rsidRDefault="00BA6935" w:rsidP="00BA6935">
      <w:pPr>
        <w:pStyle w:val="afffffffffff9"/>
        <w:ind w:left="420" w:hangingChars="200" w:hanging="420"/>
        <w:rPr>
          <w:rFonts w:ascii="黑体" w:eastAsia="黑体" w:hAnsi="黑体"/>
        </w:rPr>
      </w:pPr>
      <w:r>
        <w:rPr>
          <w:rFonts w:ascii="黑体" w:eastAsia="黑体" w:hAnsi="黑体"/>
        </w:rPr>
        <w:br w:type="textWrapping" w:clear="all"/>
      </w:r>
      <w:r w:rsidR="00ED321E" w:rsidRPr="00BA6935">
        <w:rPr>
          <w:rFonts w:ascii="黑体" w:eastAsia="黑体" w:hAnsi="黑体" w:hint="eastAsia"/>
          <w:szCs w:val="21"/>
        </w:rPr>
        <w:t>复合橡胶  compounded rubber</w:t>
      </w:r>
    </w:p>
    <w:p w14:paraId="2530F01C" w14:textId="77777777" w:rsidR="00ED321E" w:rsidRPr="00ED321E" w:rsidRDefault="00ED321E" w:rsidP="00ED321E">
      <w:pPr>
        <w:pStyle w:val="afffff"/>
      </w:pPr>
      <w:r>
        <w:rPr>
          <w:rFonts w:hint="eastAsia"/>
        </w:rPr>
        <w:t xml:space="preserve"> </w:t>
      </w:r>
      <w:r w:rsidRPr="00781C7F">
        <w:rPr>
          <w:rFonts w:hint="eastAsia"/>
        </w:rPr>
        <w:t>一种或多种生橡胶与炭黑、白炭黑和（或）其他配合剂的均匀混合物。</w:t>
      </w:r>
    </w:p>
    <w:p w14:paraId="61783078" w14:textId="77777777" w:rsidR="00ED321E" w:rsidRPr="00BA6935" w:rsidRDefault="00BA6935" w:rsidP="00BA6935">
      <w:pPr>
        <w:pStyle w:val="afffffffffff9"/>
        <w:ind w:left="420" w:hangingChars="200" w:hanging="420"/>
        <w:rPr>
          <w:rFonts w:ascii="黑体" w:eastAsia="黑体" w:hAnsi="黑体"/>
        </w:rPr>
      </w:pPr>
      <w:r>
        <w:rPr>
          <w:rFonts w:ascii="黑体" w:eastAsia="黑体" w:hAnsi="黑体"/>
        </w:rPr>
        <w:br w:type="textWrapping" w:clear="all"/>
      </w:r>
      <w:r w:rsidR="00ED321E" w:rsidRPr="00BA6935">
        <w:rPr>
          <w:rFonts w:ascii="黑体" w:eastAsia="黑体" w:hAnsi="黑体" w:hint="eastAsia"/>
          <w:szCs w:val="21"/>
        </w:rPr>
        <w:t xml:space="preserve">混合橡胶 </w:t>
      </w:r>
      <w:r w:rsidR="00BA093A">
        <w:rPr>
          <w:rFonts w:ascii="黑体" w:eastAsia="黑体" w:hAnsi="黑体" w:hint="eastAsia"/>
          <w:szCs w:val="21"/>
        </w:rPr>
        <w:t xml:space="preserve"> </w:t>
      </w:r>
      <w:r w:rsidR="00ED321E" w:rsidRPr="00BA6935">
        <w:rPr>
          <w:rFonts w:ascii="黑体" w:eastAsia="黑体" w:hAnsi="黑体" w:hint="eastAsia"/>
          <w:szCs w:val="21"/>
        </w:rPr>
        <w:t>mixed rubbers</w:t>
      </w:r>
    </w:p>
    <w:p w14:paraId="5AE864AD" w14:textId="77777777" w:rsidR="00ED321E" w:rsidRPr="00BA6935" w:rsidRDefault="005B7FBF" w:rsidP="00BA6935">
      <w:pPr>
        <w:spacing w:line="240" w:lineRule="auto"/>
        <w:ind w:firstLineChars="200" w:firstLine="420"/>
        <w:rPr>
          <w:rFonts w:ascii="宋体" w:hAnsi="宋体"/>
        </w:rPr>
      </w:pPr>
      <w:r>
        <w:rPr>
          <w:rFonts w:ascii="宋体" w:hAnsi="宋体" w:hint="eastAsia"/>
        </w:rPr>
        <w:t>天然橡胶</w:t>
      </w:r>
      <w:r w:rsidR="004A335C">
        <w:rPr>
          <w:rFonts w:ascii="宋体" w:hAnsi="宋体" w:hint="eastAsia"/>
        </w:rPr>
        <w:t>与一种或多种</w:t>
      </w:r>
      <w:r w:rsidR="00ED321E" w:rsidRPr="00BA6935">
        <w:rPr>
          <w:rFonts w:ascii="宋体" w:hAnsi="宋体" w:hint="eastAsia"/>
        </w:rPr>
        <w:t>合成橡胶混合</w:t>
      </w:r>
      <w:r w:rsidR="004A335C">
        <w:rPr>
          <w:rFonts w:ascii="宋体" w:hAnsi="宋体" w:hint="eastAsia"/>
        </w:rPr>
        <w:t>均匀</w:t>
      </w:r>
      <w:r w:rsidR="00ED321E" w:rsidRPr="00BA6935">
        <w:rPr>
          <w:rFonts w:ascii="宋体" w:hAnsi="宋体" w:hint="eastAsia"/>
        </w:rPr>
        <w:t>的</w:t>
      </w:r>
      <w:r w:rsidR="004A335C">
        <w:rPr>
          <w:rFonts w:ascii="宋体" w:hAnsi="宋体" w:hint="eastAsia"/>
        </w:rPr>
        <w:t>橡胶</w:t>
      </w:r>
      <w:r w:rsidR="00ED321E" w:rsidRPr="00BA6935">
        <w:rPr>
          <w:rFonts w:ascii="宋体" w:hAnsi="宋体" w:hint="eastAsia"/>
        </w:rPr>
        <w:t>混合物。</w:t>
      </w:r>
    </w:p>
    <w:p w14:paraId="206B2F12" w14:textId="77777777" w:rsidR="00C645D3" w:rsidRPr="00BA093A" w:rsidRDefault="00C645D3" w:rsidP="00C645D3">
      <w:pPr>
        <w:pStyle w:val="afffffffffff9"/>
        <w:ind w:left="420" w:hangingChars="200" w:hanging="420"/>
        <w:rPr>
          <w:rFonts w:ascii="黑体" w:eastAsia="黑体" w:hAnsi="黑体"/>
        </w:rPr>
      </w:pPr>
      <w:r w:rsidRPr="001D2EB6">
        <w:rPr>
          <w:rFonts w:ascii="黑体" w:eastAsia="黑体" w:hAnsi="黑体"/>
        </w:rPr>
        <w:br/>
      </w:r>
      <w:r w:rsidRPr="00BA093A">
        <w:rPr>
          <w:rFonts w:ascii="黑体" w:eastAsia="黑体" w:hAnsi="黑体" w:hint="eastAsia"/>
        </w:rPr>
        <w:t>部分纯化</w:t>
      </w:r>
      <w:proofErr w:type="gramStart"/>
      <w:r w:rsidRPr="00BA093A">
        <w:rPr>
          <w:rFonts w:ascii="黑体" w:eastAsia="黑体" w:hAnsi="黑体" w:hint="eastAsia"/>
        </w:rPr>
        <w:t>绉</w:t>
      </w:r>
      <w:proofErr w:type="gramEnd"/>
      <w:r w:rsidRPr="00BA093A">
        <w:rPr>
          <w:rFonts w:ascii="黑体" w:eastAsia="黑体" w:hAnsi="黑体" w:hint="eastAsia"/>
        </w:rPr>
        <w:t>胶片</w:t>
      </w:r>
      <w:r w:rsidRPr="00BA093A">
        <w:rPr>
          <w:rFonts w:ascii="黑体" w:eastAsia="黑体" w:hAnsi="黑体"/>
        </w:rPr>
        <w:t xml:space="preserve">  partially purified crepe</w:t>
      </w:r>
    </w:p>
    <w:p w14:paraId="4AF9806F" w14:textId="77777777" w:rsidR="00C645D3" w:rsidRPr="001D2EB6" w:rsidRDefault="00C645D3" w:rsidP="00C645D3">
      <w:pPr>
        <w:pStyle w:val="affffffffffff7"/>
        <w:ind w:firstLineChars="200" w:firstLine="420"/>
        <w:rPr>
          <w:rFonts w:eastAsia="宋体"/>
        </w:rPr>
      </w:pPr>
      <w:r w:rsidRPr="001D2EB6">
        <w:rPr>
          <w:rFonts w:eastAsia="宋体"/>
        </w:rPr>
        <w:t>胶乳经离心，除去</w:t>
      </w:r>
      <w:proofErr w:type="gramStart"/>
      <w:r w:rsidRPr="001D2EB6">
        <w:rPr>
          <w:rFonts w:eastAsia="宋体"/>
        </w:rPr>
        <w:t>部分非胶物质</w:t>
      </w:r>
      <w:proofErr w:type="gramEnd"/>
      <w:r w:rsidRPr="001D2EB6">
        <w:rPr>
          <w:rFonts w:eastAsia="宋体"/>
        </w:rPr>
        <w:t>，使蛋白质和无机组分含量比浅色</w:t>
      </w:r>
      <w:proofErr w:type="gramStart"/>
      <w:r w:rsidRPr="001D2EB6">
        <w:rPr>
          <w:rFonts w:eastAsia="宋体"/>
        </w:rPr>
        <w:t>绉</w:t>
      </w:r>
      <w:proofErr w:type="gramEnd"/>
      <w:r w:rsidRPr="001D2EB6">
        <w:rPr>
          <w:rFonts w:eastAsia="宋体"/>
        </w:rPr>
        <w:t>胶片少一半的</w:t>
      </w:r>
      <w:proofErr w:type="gramStart"/>
      <w:r w:rsidRPr="001D2EB6">
        <w:rPr>
          <w:rFonts w:eastAsia="宋体"/>
        </w:rPr>
        <w:t>绉</w:t>
      </w:r>
      <w:proofErr w:type="gramEnd"/>
      <w:r w:rsidRPr="001D2EB6">
        <w:rPr>
          <w:rFonts w:eastAsia="宋体"/>
        </w:rPr>
        <w:t>胶片。</w:t>
      </w:r>
    </w:p>
    <w:p w14:paraId="60C0F352"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 xml:space="preserve">母炼胶 </w:t>
      </w:r>
      <w:r w:rsidRPr="001D2EB6">
        <w:rPr>
          <w:rFonts w:ascii="黑体" w:eastAsia="黑体" w:hAnsi="黑体"/>
        </w:rPr>
        <w:t xml:space="preserve"> masterbatch，</w:t>
      </w:r>
      <w:proofErr w:type="spellStart"/>
      <w:r w:rsidRPr="000972F7">
        <w:rPr>
          <w:rFonts w:ascii="黑体" w:eastAsia="黑体" w:hAnsi="黑体"/>
        </w:rPr>
        <w:t>motherstock</w:t>
      </w:r>
      <w:proofErr w:type="spellEnd"/>
      <w:r w:rsidRPr="000972F7">
        <w:rPr>
          <w:rFonts w:ascii="黑体" w:eastAsia="黑体" w:hAnsi="黑体"/>
        </w:rPr>
        <w:t xml:space="preserve"> </w:t>
      </w:r>
      <w:r w:rsidRPr="001D2EB6">
        <w:t xml:space="preserve"> </w:t>
      </w:r>
    </w:p>
    <w:p w14:paraId="65437830" w14:textId="77777777" w:rsidR="00C645D3" w:rsidRPr="001D2EB6" w:rsidRDefault="00C645D3" w:rsidP="00C645D3">
      <w:pPr>
        <w:pStyle w:val="affffffffffff7"/>
        <w:ind w:firstLineChars="200" w:firstLine="420"/>
        <w:rPr>
          <w:rFonts w:eastAsia="宋体"/>
        </w:rPr>
      </w:pPr>
      <w:r w:rsidRPr="001D2EB6">
        <w:rPr>
          <w:rFonts w:eastAsia="宋体"/>
        </w:rPr>
        <w:lastRenderedPageBreak/>
        <w:t>橡胶和一种或多种配合剂</w:t>
      </w:r>
      <w:r w:rsidRPr="001D2EB6">
        <w:rPr>
          <w:rFonts w:eastAsia="宋体" w:hint="eastAsia"/>
        </w:rPr>
        <w:t>（包括填充剂）</w:t>
      </w:r>
      <w:r w:rsidRPr="001D2EB6">
        <w:rPr>
          <w:rFonts w:eastAsia="宋体"/>
        </w:rPr>
        <w:t>按规定比例充分混合分散的配合胶料。可用作最终胶料或混炼胶的原料。</w:t>
      </w:r>
    </w:p>
    <w:p w14:paraId="6866BCC0" w14:textId="77777777" w:rsidR="00C645D3" w:rsidRPr="00D56457" w:rsidRDefault="00C645D3" w:rsidP="00477943">
      <w:pPr>
        <w:pStyle w:val="a5"/>
        <w:numPr>
          <w:ilvl w:val="0"/>
          <w:numId w:val="39"/>
        </w:numPr>
      </w:pPr>
      <w:r w:rsidRPr="00D56457">
        <w:rPr>
          <w:rFonts w:hint="eastAsia"/>
        </w:rPr>
        <w:t>采</w:t>
      </w:r>
      <w:r w:rsidRPr="00D56457">
        <w:t>用母炼胶能</w:t>
      </w:r>
      <w:r w:rsidRPr="00D56457">
        <w:rPr>
          <w:rFonts w:hint="eastAsia"/>
        </w:rPr>
        <w:t>简化</w:t>
      </w:r>
      <w:r w:rsidRPr="00D56457">
        <w:t>加工或/和提高成品性能。</w:t>
      </w:r>
    </w:p>
    <w:p w14:paraId="4864007E" w14:textId="77777777" w:rsidR="00C645D3" w:rsidRPr="00D56457" w:rsidRDefault="00C645D3" w:rsidP="00C645D3">
      <w:pPr>
        <w:pStyle w:val="a5"/>
      </w:pPr>
      <w:r w:rsidRPr="00D56457">
        <w:rPr>
          <w:rFonts w:hint="eastAsia"/>
        </w:rPr>
        <w:t>由于多数填充剂和橡胶制成的</w:t>
      </w:r>
      <w:r w:rsidRPr="00D56457">
        <w:t>母炼胶</w:t>
      </w:r>
      <w:r w:rsidRPr="00D56457">
        <w:rPr>
          <w:rFonts w:hint="eastAsia"/>
        </w:rPr>
        <w:t>属于复合材料范畴，因此，现在多采用术语“复合材料”代替“母炼胶”</w:t>
      </w:r>
      <w:r w:rsidRPr="00D56457">
        <w:t>。</w:t>
      </w:r>
    </w:p>
    <w:p w14:paraId="3F73CD72"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 xml:space="preserve">粘土母炼胶  </w:t>
      </w:r>
      <w:r w:rsidRPr="00251890">
        <w:rPr>
          <w:rFonts w:ascii="黑体" w:eastAsia="黑体" w:hAnsi="黑体"/>
        </w:rPr>
        <w:t>clay-rubber masterbatch</w:t>
      </w:r>
    </w:p>
    <w:p w14:paraId="589D68ED"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粘土</w:t>
      </w:r>
      <w:proofErr w:type="gramStart"/>
      <w:r w:rsidRPr="001D2EB6">
        <w:rPr>
          <w:rFonts w:ascii="宋体" w:eastAsia="宋体" w:hAnsi="宋体" w:hint="eastAsia"/>
        </w:rPr>
        <w:t>共沉胶</w:t>
      </w:r>
      <w:proofErr w:type="gramEnd"/>
      <w:r w:rsidRPr="001D2EB6">
        <w:rPr>
          <w:rFonts w:ascii="宋体" w:eastAsia="宋体" w:hAnsi="宋体"/>
        </w:rPr>
        <w:t xml:space="preserve"> </w:t>
      </w:r>
      <w:r w:rsidRPr="00170C7F">
        <w:rPr>
          <w:rFonts w:ascii="宋体" w:eastAsia="宋体" w:hAnsi="宋体"/>
        </w:rPr>
        <w:t xml:space="preserve"> clay-rubber co-precipitate </w:t>
      </w:r>
    </w:p>
    <w:p w14:paraId="29CF361F" w14:textId="77777777" w:rsidR="00C645D3" w:rsidRPr="001D2EB6" w:rsidRDefault="00C645D3" w:rsidP="00C645D3">
      <w:pPr>
        <w:pStyle w:val="affffffffffff7"/>
        <w:ind w:firstLineChars="200" w:firstLine="420"/>
        <w:rPr>
          <w:rFonts w:eastAsia="宋体"/>
        </w:rPr>
      </w:pPr>
      <w:r w:rsidRPr="001D2EB6">
        <w:rPr>
          <w:rFonts w:eastAsia="宋体"/>
        </w:rPr>
        <w:t>将粘土在水中分散，取上层细粒粘土浆液与胶乳共混，加酸搅拌共沉</w:t>
      </w:r>
      <w:r w:rsidRPr="001D2EB6">
        <w:rPr>
          <w:rFonts w:eastAsia="宋体" w:hint="eastAsia"/>
        </w:rPr>
        <w:t>淀</w:t>
      </w:r>
      <w:r w:rsidRPr="001D2EB6">
        <w:rPr>
          <w:rFonts w:eastAsia="宋体"/>
        </w:rPr>
        <w:t>，经</w:t>
      </w:r>
      <w:r w:rsidRPr="001D2EB6">
        <w:rPr>
          <w:rFonts w:eastAsia="宋体" w:hint="eastAsia"/>
        </w:rPr>
        <w:t>过</w:t>
      </w:r>
      <w:r w:rsidRPr="001D2EB6">
        <w:rPr>
          <w:rFonts w:eastAsia="宋体"/>
        </w:rPr>
        <w:t>洗涤、</w:t>
      </w:r>
      <w:r w:rsidRPr="001D2EB6">
        <w:rPr>
          <w:rFonts w:eastAsia="宋体" w:hint="eastAsia"/>
        </w:rPr>
        <w:t>压片、</w:t>
      </w:r>
      <w:r w:rsidRPr="001D2EB6">
        <w:rPr>
          <w:rFonts w:eastAsia="宋体"/>
        </w:rPr>
        <w:t>干燥</w:t>
      </w:r>
      <w:r w:rsidRPr="001D2EB6">
        <w:rPr>
          <w:rFonts w:eastAsia="宋体" w:hint="eastAsia"/>
        </w:rPr>
        <w:t>等工艺步骤</w:t>
      </w:r>
      <w:r w:rsidRPr="001D2EB6">
        <w:rPr>
          <w:rFonts w:eastAsia="宋体"/>
        </w:rPr>
        <w:t>而</w:t>
      </w:r>
      <w:r w:rsidRPr="001D2EB6">
        <w:rPr>
          <w:rFonts w:eastAsia="宋体" w:hint="eastAsia"/>
        </w:rPr>
        <w:t>制成</w:t>
      </w:r>
      <w:r w:rsidRPr="001D2EB6">
        <w:rPr>
          <w:rFonts w:eastAsia="宋体"/>
        </w:rPr>
        <w:t>的</w:t>
      </w:r>
      <w:r w:rsidRPr="001D2EB6">
        <w:rPr>
          <w:rFonts w:eastAsia="宋体" w:hint="eastAsia"/>
        </w:rPr>
        <w:t>母炼</w:t>
      </w:r>
      <w:r w:rsidRPr="001D2EB6">
        <w:rPr>
          <w:rFonts w:eastAsia="宋体"/>
        </w:rPr>
        <w:t>胶。</w:t>
      </w:r>
    </w:p>
    <w:p w14:paraId="0D5C1DEE"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 xml:space="preserve">炭黑母炼胶  </w:t>
      </w:r>
      <w:r w:rsidRPr="00251890">
        <w:rPr>
          <w:rFonts w:ascii="黑体" w:eastAsia="黑体" w:hAnsi="黑体"/>
        </w:rPr>
        <w:t>carbon-black rubber masterbatch</w:t>
      </w:r>
    </w:p>
    <w:p w14:paraId="21F4DEB2" w14:textId="77777777" w:rsidR="00C645D3" w:rsidRPr="001D2EB6" w:rsidRDefault="00C645D3" w:rsidP="00C645D3">
      <w:pPr>
        <w:pStyle w:val="affffffffffff7"/>
        <w:ind w:firstLineChars="200" w:firstLine="420"/>
        <w:rPr>
          <w:rFonts w:eastAsia="宋体"/>
        </w:rPr>
      </w:pPr>
      <w:r w:rsidRPr="001D2EB6">
        <w:rPr>
          <w:rFonts w:ascii="宋体" w:eastAsia="宋体" w:hAnsi="宋体" w:hint="eastAsia"/>
        </w:rPr>
        <w:t>炭黑</w:t>
      </w:r>
      <w:proofErr w:type="gramStart"/>
      <w:r w:rsidRPr="001D2EB6">
        <w:rPr>
          <w:rFonts w:ascii="宋体" w:eastAsia="宋体" w:hAnsi="宋体" w:hint="eastAsia"/>
        </w:rPr>
        <w:t>共沉胶</w:t>
      </w:r>
      <w:proofErr w:type="gramEnd"/>
      <w:r w:rsidRPr="001D2EB6">
        <w:rPr>
          <w:rFonts w:ascii="宋体" w:eastAsia="宋体" w:hAnsi="宋体"/>
        </w:rPr>
        <w:t xml:space="preserve"> </w:t>
      </w:r>
      <w:r w:rsidRPr="001D2EB6">
        <w:rPr>
          <w:rFonts w:eastAsia="宋体"/>
        </w:rPr>
        <w:t xml:space="preserve"> </w:t>
      </w:r>
      <w:r w:rsidRPr="00170C7F">
        <w:rPr>
          <w:rFonts w:ascii="宋体" w:eastAsia="宋体" w:hAnsi="宋体"/>
        </w:rPr>
        <w:t xml:space="preserve">carbon-black rubber co-precipitate </w:t>
      </w:r>
    </w:p>
    <w:p w14:paraId="4A102516" w14:textId="77777777" w:rsidR="00C645D3" w:rsidRPr="001D2EB6" w:rsidRDefault="00C645D3" w:rsidP="00C645D3">
      <w:pPr>
        <w:pStyle w:val="affffffffffff7"/>
        <w:ind w:firstLineChars="200" w:firstLine="420"/>
        <w:rPr>
          <w:rFonts w:eastAsia="宋体"/>
        </w:rPr>
      </w:pPr>
      <w:r w:rsidRPr="001D2EB6">
        <w:rPr>
          <w:rFonts w:eastAsia="宋体"/>
        </w:rPr>
        <w:t>将炭黑分散体与胶乳共混后，加酸</w:t>
      </w:r>
      <w:proofErr w:type="gramStart"/>
      <w:r w:rsidRPr="001D2EB6">
        <w:rPr>
          <w:rFonts w:eastAsia="宋体"/>
        </w:rPr>
        <w:t>搅拌共沉</w:t>
      </w:r>
      <w:proofErr w:type="gramEnd"/>
      <w:r w:rsidRPr="001D2EB6">
        <w:rPr>
          <w:rFonts w:eastAsia="宋体"/>
        </w:rPr>
        <w:t>，经</w:t>
      </w:r>
      <w:r w:rsidRPr="001D2EB6">
        <w:rPr>
          <w:rFonts w:eastAsia="宋体" w:hint="eastAsia"/>
        </w:rPr>
        <w:t>过</w:t>
      </w:r>
      <w:r w:rsidRPr="001D2EB6">
        <w:rPr>
          <w:rFonts w:eastAsia="宋体"/>
        </w:rPr>
        <w:t>洗涤、</w:t>
      </w:r>
      <w:r w:rsidRPr="001D2EB6">
        <w:rPr>
          <w:rFonts w:eastAsia="宋体" w:hint="eastAsia"/>
        </w:rPr>
        <w:t>压片、</w:t>
      </w:r>
      <w:r w:rsidRPr="001D2EB6">
        <w:rPr>
          <w:rFonts w:eastAsia="宋体"/>
        </w:rPr>
        <w:t>干燥</w:t>
      </w:r>
      <w:r w:rsidRPr="001D2EB6">
        <w:rPr>
          <w:rFonts w:eastAsia="宋体" w:hint="eastAsia"/>
        </w:rPr>
        <w:t>等工艺步骤</w:t>
      </w:r>
      <w:r w:rsidRPr="001D2EB6">
        <w:rPr>
          <w:rFonts w:eastAsia="宋体"/>
        </w:rPr>
        <w:t>而</w:t>
      </w:r>
      <w:r w:rsidRPr="001D2EB6">
        <w:rPr>
          <w:rFonts w:eastAsia="宋体" w:hint="eastAsia"/>
        </w:rPr>
        <w:t>制成</w:t>
      </w:r>
      <w:r w:rsidRPr="001D2EB6">
        <w:rPr>
          <w:rFonts w:eastAsia="宋体"/>
        </w:rPr>
        <w:t>的</w:t>
      </w:r>
      <w:r w:rsidRPr="001D2EB6">
        <w:rPr>
          <w:rFonts w:eastAsia="宋体" w:hint="eastAsia"/>
        </w:rPr>
        <w:t>母炼</w:t>
      </w:r>
      <w:r w:rsidRPr="001D2EB6">
        <w:rPr>
          <w:rFonts w:eastAsia="宋体"/>
        </w:rPr>
        <w:t>胶。</w:t>
      </w:r>
    </w:p>
    <w:p w14:paraId="686B8F56" w14:textId="77777777" w:rsidR="00C645D3" w:rsidRPr="00BA093A" w:rsidRDefault="00C645D3" w:rsidP="00C645D3">
      <w:pPr>
        <w:pStyle w:val="afffffffffff9"/>
        <w:ind w:left="420" w:hangingChars="200" w:hanging="420"/>
        <w:rPr>
          <w:rFonts w:ascii="黑体" w:eastAsia="黑体" w:hAnsi="黑体"/>
        </w:rPr>
      </w:pPr>
      <w:r w:rsidRPr="001D2EB6">
        <w:rPr>
          <w:rFonts w:ascii="黑体" w:eastAsia="黑体" w:hAnsi="黑体"/>
        </w:rPr>
        <w:br/>
      </w:r>
      <w:r w:rsidRPr="00BA093A">
        <w:rPr>
          <w:rFonts w:ascii="黑体" w:eastAsia="黑体" w:hAnsi="黑体" w:hint="eastAsia"/>
        </w:rPr>
        <w:t>易操作橡胶</w:t>
      </w:r>
      <w:r w:rsidRPr="00BA093A">
        <w:rPr>
          <w:rFonts w:ascii="黑体" w:eastAsia="黑体" w:hAnsi="黑体"/>
        </w:rPr>
        <w:t xml:space="preserve">  superior pr</w:t>
      </w:r>
      <w:r w:rsidRPr="00BA093A">
        <w:rPr>
          <w:rFonts w:ascii="黑体" w:eastAsia="黑体" w:hAnsi="黑体" w:hint="eastAsia"/>
        </w:rPr>
        <w:t>o</w:t>
      </w:r>
      <w:r w:rsidRPr="00BA093A">
        <w:rPr>
          <w:rFonts w:ascii="黑体" w:eastAsia="黑体" w:hAnsi="黑体"/>
        </w:rPr>
        <w:t>cessing rubber</w:t>
      </w:r>
      <w:r w:rsidRPr="00BA093A">
        <w:rPr>
          <w:rFonts w:ascii="黑体" w:eastAsia="黑体" w:hAnsi="黑体" w:hint="eastAsia"/>
        </w:rPr>
        <w:t>，</w:t>
      </w:r>
      <w:r w:rsidRPr="00BA093A">
        <w:rPr>
          <w:rFonts w:ascii="黑体" w:eastAsia="黑体" w:hAnsi="黑体"/>
        </w:rPr>
        <w:t>SP rubber</w:t>
      </w:r>
    </w:p>
    <w:p w14:paraId="0166C7FD" w14:textId="77777777" w:rsidR="00C645D3" w:rsidRPr="001D2EB6" w:rsidRDefault="00C645D3" w:rsidP="00C645D3">
      <w:pPr>
        <w:pStyle w:val="affffffffffff7"/>
        <w:ind w:firstLineChars="200" w:firstLine="420"/>
        <w:rPr>
          <w:rFonts w:eastAsia="宋体"/>
        </w:rPr>
      </w:pPr>
      <w:r w:rsidRPr="009A221B">
        <w:rPr>
          <w:rFonts w:ascii="宋体" w:eastAsia="宋体" w:hAnsi="宋体" w:hint="eastAsia"/>
        </w:rPr>
        <w:t>将</w:t>
      </w:r>
      <w:r w:rsidRPr="009A221B">
        <w:rPr>
          <w:rFonts w:ascii="宋体" w:eastAsia="宋体" w:hAnsi="宋体"/>
        </w:rPr>
        <w:t>20%硫化胶乳与80%</w:t>
      </w:r>
      <w:proofErr w:type="gramStart"/>
      <w:r w:rsidRPr="009A221B">
        <w:rPr>
          <w:rFonts w:ascii="宋体" w:eastAsia="宋体" w:hAnsi="宋体"/>
        </w:rPr>
        <w:t>未</w:t>
      </w:r>
      <w:r w:rsidRPr="009A221B">
        <w:rPr>
          <w:rFonts w:eastAsia="宋体"/>
        </w:rPr>
        <w:t>硫化</w:t>
      </w:r>
      <w:proofErr w:type="gramEnd"/>
      <w:r w:rsidRPr="009A221B">
        <w:rPr>
          <w:rFonts w:eastAsia="宋体"/>
        </w:rPr>
        <w:t>胶乳混合，经凝固、压片和干</w:t>
      </w:r>
      <w:r w:rsidRPr="001D2EB6">
        <w:rPr>
          <w:rFonts w:eastAsia="宋体"/>
        </w:rPr>
        <w:t>燥</w:t>
      </w:r>
      <w:r w:rsidRPr="001D2EB6">
        <w:rPr>
          <w:rFonts w:eastAsia="宋体" w:hint="eastAsia"/>
        </w:rPr>
        <w:t>等工艺步骤而制成的</w:t>
      </w:r>
      <w:r w:rsidRPr="001D2EB6">
        <w:rPr>
          <w:rFonts w:eastAsia="宋体"/>
        </w:rPr>
        <w:t>具有良好操作性能的橡胶。</w:t>
      </w:r>
    </w:p>
    <w:p w14:paraId="5F12DE0B" w14:textId="77777777" w:rsidR="00C645D3" w:rsidRPr="00BA093A" w:rsidRDefault="00C645D3" w:rsidP="00C645D3">
      <w:pPr>
        <w:pStyle w:val="afffffffffff9"/>
        <w:ind w:left="420" w:hangingChars="200" w:hanging="420"/>
        <w:rPr>
          <w:rFonts w:ascii="黑体" w:eastAsia="黑体" w:hAnsi="黑体"/>
        </w:rPr>
      </w:pPr>
      <w:r w:rsidRPr="001D2EB6">
        <w:rPr>
          <w:rFonts w:ascii="黑体" w:eastAsia="黑体" w:hAnsi="黑体"/>
        </w:rPr>
        <w:br/>
      </w:r>
      <w:r w:rsidRPr="00BA093A">
        <w:rPr>
          <w:rFonts w:ascii="黑体" w:eastAsia="黑体" w:hAnsi="黑体" w:hint="eastAsia"/>
        </w:rPr>
        <w:t>散粒天然橡胶</w:t>
      </w:r>
      <w:r w:rsidRPr="00BA093A">
        <w:rPr>
          <w:rFonts w:ascii="黑体" w:eastAsia="黑体" w:hAnsi="黑体"/>
        </w:rPr>
        <w:t xml:space="preserve">  free-flowing natural rubber crumbs</w:t>
      </w:r>
    </w:p>
    <w:p w14:paraId="71DD417B"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将橡胶加工成直径为0.5-1</w:t>
      </w:r>
      <w:r w:rsidRPr="001D2EB6">
        <w:rPr>
          <w:rFonts w:ascii="宋体" w:eastAsia="宋体" w:hAnsi="宋体" w:hint="eastAsia"/>
        </w:rPr>
        <w:t>5</w:t>
      </w:r>
      <w:r w:rsidRPr="001D2EB6">
        <w:rPr>
          <w:rFonts w:eastAsia="宋体"/>
        </w:rPr>
        <w:t>mm</w:t>
      </w:r>
      <w:r w:rsidRPr="001D2EB6">
        <w:rPr>
          <w:rFonts w:ascii="宋体" w:eastAsia="宋体" w:hAnsi="宋体"/>
        </w:rPr>
        <w:t>的颗粒，加入大量隔离粉剂或其</w:t>
      </w:r>
      <w:r w:rsidRPr="001D2EB6">
        <w:rPr>
          <w:rFonts w:ascii="宋体" w:eastAsia="宋体" w:hAnsi="宋体" w:hint="eastAsia"/>
        </w:rPr>
        <w:t>它</w:t>
      </w:r>
      <w:r w:rsidRPr="001D2EB6">
        <w:rPr>
          <w:rFonts w:ascii="宋体" w:eastAsia="宋体" w:hAnsi="宋体"/>
        </w:rPr>
        <w:t>防止干燥后</w:t>
      </w:r>
      <w:r w:rsidRPr="001D2EB6">
        <w:rPr>
          <w:rFonts w:ascii="宋体" w:eastAsia="宋体" w:hAnsi="宋体" w:hint="eastAsia"/>
        </w:rPr>
        <w:t>互</w:t>
      </w:r>
      <w:r w:rsidRPr="001D2EB6">
        <w:rPr>
          <w:rFonts w:ascii="宋体" w:eastAsia="宋体" w:hAnsi="宋体"/>
        </w:rPr>
        <w:t>相粘结</w:t>
      </w:r>
      <w:r w:rsidRPr="001D2EB6">
        <w:rPr>
          <w:rFonts w:ascii="宋体" w:eastAsia="宋体" w:hAnsi="宋体" w:hint="eastAsia"/>
        </w:rPr>
        <w:t>的</w:t>
      </w:r>
      <w:r w:rsidRPr="001D2EB6">
        <w:rPr>
          <w:rFonts w:ascii="宋体" w:eastAsia="宋体" w:hAnsi="宋体"/>
        </w:rPr>
        <w:t>处理，包装存放3</w:t>
      </w:r>
      <w:r w:rsidRPr="001D2EB6">
        <w:rPr>
          <w:rFonts w:ascii="宋体" w:eastAsia="宋体" w:hAnsi="宋体" w:hint="eastAsia"/>
        </w:rPr>
        <w:t>～</w:t>
      </w:r>
      <w:r w:rsidRPr="001D2EB6">
        <w:rPr>
          <w:rFonts w:ascii="宋体" w:eastAsia="宋体" w:hAnsi="宋体"/>
        </w:rPr>
        <w:t>6个月后仍能保持其散粒状态的橡胶。</w:t>
      </w:r>
    </w:p>
    <w:p w14:paraId="50261028"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粉末橡胶</w:t>
      </w:r>
      <w:r w:rsidRPr="00251890">
        <w:rPr>
          <w:rFonts w:ascii="黑体" w:eastAsia="黑体" w:hAnsi="黑体"/>
        </w:rPr>
        <w:t xml:space="preserve">  powdered rubber</w:t>
      </w:r>
    </w:p>
    <w:p w14:paraId="5F46ADC3" w14:textId="77777777" w:rsidR="00C645D3" w:rsidRDefault="00C645D3" w:rsidP="00C645D3">
      <w:pPr>
        <w:pStyle w:val="affffffffffff7"/>
        <w:ind w:firstLineChars="200" w:firstLine="420"/>
        <w:rPr>
          <w:rFonts w:eastAsia="宋体"/>
        </w:rPr>
      </w:pPr>
      <w:r w:rsidRPr="001D2EB6">
        <w:rPr>
          <w:rFonts w:eastAsia="宋体"/>
        </w:rPr>
        <w:t>由直径不大于</w:t>
      </w:r>
      <w:r w:rsidRPr="001D2EB6">
        <w:rPr>
          <w:rFonts w:eastAsia="宋体"/>
        </w:rPr>
        <w:t>1mm</w:t>
      </w:r>
      <w:r w:rsidRPr="001D2EB6">
        <w:rPr>
          <w:rFonts w:eastAsia="宋体"/>
        </w:rPr>
        <w:t>的粉状粒子组成的生橡胶</w:t>
      </w:r>
      <w:proofErr w:type="gramStart"/>
      <w:r w:rsidRPr="001D2EB6">
        <w:rPr>
          <w:rFonts w:eastAsia="宋体"/>
        </w:rPr>
        <w:t>或未硫化</w:t>
      </w:r>
      <w:proofErr w:type="gramEnd"/>
      <w:r w:rsidRPr="001D2EB6">
        <w:rPr>
          <w:rFonts w:eastAsia="宋体"/>
        </w:rPr>
        <w:t>的配合橡胶。有时，为了防止在生产、运输和贮存过程</w:t>
      </w:r>
      <w:r w:rsidRPr="001D2EB6">
        <w:rPr>
          <w:rFonts w:eastAsia="宋体" w:hint="eastAsia"/>
        </w:rPr>
        <w:t>橡胶粒子粘</w:t>
      </w:r>
      <w:r w:rsidRPr="001D2EB6">
        <w:rPr>
          <w:rFonts w:eastAsia="宋体"/>
        </w:rPr>
        <w:t>结成团，可给橡胶粒子涂覆隔离粉剂。</w:t>
      </w:r>
    </w:p>
    <w:p w14:paraId="35850CE0" w14:textId="77777777" w:rsidR="00581BA5" w:rsidRPr="00581BA5" w:rsidRDefault="00581BA5" w:rsidP="000972F7">
      <w:pPr>
        <w:pStyle w:val="Char1"/>
        <w:ind w:firstLineChars="236" w:firstLine="425"/>
      </w:pPr>
      <w:r w:rsidRPr="00FB78CE">
        <w:rPr>
          <w:rFonts w:ascii="仿宋_GB2312" w:eastAsia="仿宋_GB2312" w:hint="eastAsia"/>
          <w:sz w:val="18"/>
          <w:szCs w:val="18"/>
        </w:rPr>
        <w:t>[</w:t>
      </w:r>
      <w:r w:rsidR="00CF112C">
        <w:rPr>
          <w:rFonts w:ascii="仿宋_GB2312" w:eastAsia="仿宋_GB2312" w:hint="eastAsia"/>
          <w:sz w:val="18"/>
          <w:szCs w:val="18"/>
        </w:rPr>
        <w:t>来源：</w:t>
      </w:r>
      <w:r w:rsidRPr="00FB78CE">
        <w:rPr>
          <w:rFonts w:ascii="仿宋_GB2312" w:eastAsia="仿宋_GB2312" w:hint="eastAsia"/>
          <w:sz w:val="18"/>
          <w:szCs w:val="18"/>
        </w:rPr>
        <w:t>GB/T 9881-2008</w:t>
      </w:r>
      <w:r w:rsidR="00600803">
        <w:rPr>
          <w:rFonts w:ascii="仿宋_GB2312" w:eastAsia="仿宋_GB2312" w:hint="eastAsia"/>
          <w:sz w:val="18"/>
          <w:szCs w:val="18"/>
        </w:rPr>
        <w:t>，</w:t>
      </w:r>
      <w:r w:rsidR="00CF112C">
        <w:rPr>
          <w:rFonts w:ascii="仿宋_GB2312" w:eastAsia="仿宋_GB2312" w:hint="eastAsia"/>
          <w:sz w:val="18"/>
          <w:szCs w:val="18"/>
        </w:rPr>
        <w:t>2.314</w:t>
      </w:r>
      <w:r w:rsidRPr="00FB78CE">
        <w:rPr>
          <w:rFonts w:ascii="仿宋_GB2312" w:eastAsia="仿宋_GB2312" w:hint="eastAsia"/>
          <w:sz w:val="18"/>
          <w:szCs w:val="18"/>
        </w:rPr>
        <w:t>，</w:t>
      </w:r>
      <w:r w:rsidR="00600803">
        <w:rPr>
          <w:rFonts w:ascii="仿宋_GB2312" w:eastAsia="仿宋_GB2312" w:hint="eastAsia"/>
          <w:sz w:val="18"/>
          <w:szCs w:val="18"/>
        </w:rPr>
        <w:t>有修改</w:t>
      </w:r>
      <w:r w:rsidRPr="00FB78CE">
        <w:rPr>
          <w:rFonts w:ascii="仿宋_GB2312" w:eastAsia="仿宋_GB2312" w:hint="eastAsia"/>
          <w:sz w:val="18"/>
          <w:szCs w:val="18"/>
        </w:rPr>
        <w:t>]</w:t>
      </w:r>
    </w:p>
    <w:p w14:paraId="4C4BAA97"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 xml:space="preserve">造粒橡胶 </w:t>
      </w:r>
      <w:r w:rsidRPr="00251890">
        <w:rPr>
          <w:rFonts w:ascii="黑体" w:eastAsia="黑体" w:hAnsi="黑体"/>
        </w:rPr>
        <w:t xml:space="preserve"> granulated rubber</w:t>
      </w:r>
    </w:p>
    <w:p w14:paraId="0DDC4C0F" w14:textId="77777777" w:rsidR="00C645D3" w:rsidRDefault="00CF112C" w:rsidP="00C645D3">
      <w:pPr>
        <w:pStyle w:val="affffffffffff7"/>
        <w:ind w:firstLineChars="200" w:firstLine="420"/>
        <w:rPr>
          <w:rFonts w:eastAsia="宋体"/>
        </w:rPr>
      </w:pPr>
      <w:r>
        <w:rPr>
          <w:rFonts w:eastAsia="宋体" w:hint="eastAsia"/>
        </w:rPr>
        <w:t>&lt;</w:t>
      </w:r>
      <w:r>
        <w:rPr>
          <w:rFonts w:eastAsia="宋体" w:hint="eastAsia"/>
        </w:rPr>
        <w:t>原材料</w:t>
      </w:r>
      <w:r>
        <w:rPr>
          <w:rFonts w:eastAsia="宋体" w:hint="eastAsia"/>
        </w:rPr>
        <w:t>&gt;</w:t>
      </w:r>
      <w:r>
        <w:rPr>
          <w:rFonts w:eastAsia="宋体" w:hint="eastAsia"/>
        </w:rPr>
        <w:t>采用撕碎</w:t>
      </w:r>
      <w:proofErr w:type="gramStart"/>
      <w:r>
        <w:rPr>
          <w:rFonts w:eastAsia="宋体" w:hint="eastAsia"/>
        </w:rPr>
        <w:t>或锤磨</w:t>
      </w:r>
      <w:r w:rsidR="00C645D3" w:rsidRPr="001D2EB6">
        <w:rPr>
          <w:rFonts w:eastAsia="宋体"/>
        </w:rPr>
        <w:t>法</w:t>
      </w:r>
      <w:proofErr w:type="gramEnd"/>
      <w:r w:rsidR="00C645D3" w:rsidRPr="001D2EB6">
        <w:rPr>
          <w:rFonts w:eastAsia="宋体"/>
        </w:rPr>
        <w:t>生产的粒径不大于</w:t>
      </w:r>
      <w:r w:rsidR="00C645D3" w:rsidRPr="001D2EB6">
        <w:rPr>
          <w:rFonts w:eastAsia="宋体"/>
        </w:rPr>
        <w:t>15mm</w:t>
      </w:r>
      <w:r w:rsidR="00C645D3" w:rsidRPr="001D2EB6">
        <w:rPr>
          <w:rFonts w:eastAsia="宋体"/>
        </w:rPr>
        <w:t>的颗粒状生胶或</w:t>
      </w:r>
      <w:proofErr w:type="gramStart"/>
      <w:r w:rsidR="00C645D3" w:rsidRPr="001D2EB6">
        <w:rPr>
          <w:rFonts w:eastAsia="宋体" w:hint="eastAsia"/>
        </w:rPr>
        <w:t>未</w:t>
      </w:r>
      <w:r w:rsidR="00C645D3" w:rsidRPr="001D2EB6">
        <w:rPr>
          <w:rFonts w:eastAsia="宋体"/>
        </w:rPr>
        <w:t>硫化配合胶</w:t>
      </w:r>
      <w:proofErr w:type="gramEnd"/>
      <w:r w:rsidR="00C645D3" w:rsidRPr="001D2EB6">
        <w:rPr>
          <w:rFonts w:eastAsia="宋体"/>
        </w:rPr>
        <w:t>。在生产、运输和贮存过程中，为防止</w:t>
      </w:r>
      <w:r w:rsidR="00C645D3" w:rsidRPr="001D2EB6">
        <w:rPr>
          <w:rFonts w:eastAsia="宋体" w:hint="eastAsia"/>
        </w:rPr>
        <w:t>橡胶颗粒</w:t>
      </w:r>
      <w:r w:rsidR="00C645D3" w:rsidRPr="001D2EB6">
        <w:rPr>
          <w:rFonts w:eastAsia="宋体"/>
        </w:rPr>
        <w:t>结块</w:t>
      </w:r>
      <w:r w:rsidR="00C645D3" w:rsidRPr="001D2EB6">
        <w:rPr>
          <w:rFonts w:eastAsia="宋体" w:hint="eastAsia"/>
        </w:rPr>
        <w:t>，</w:t>
      </w:r>
      <w:r w:rsidR="00C645D3" w:rsidRPr="001D2EB6">
        <w:rPr>
          <w:rFonts w:eastAsia="宋体"/>
        </w:rPr>
        <w:t>可加适量涂层。</w:t>
      </w:r>
    </w:p>
    <w:p w14:paraId="575E8FD3" w14:textId="77777777" w:rsidR="00581BA5" w:rsidRPr="00581BA5" w:rsidRDefault="00581BA5" w:rsidP="00BA093A">
      <w:pPr>
        <w:pStyle w:val="Char1"/>
        <w:ind w:firstLineChars="236" w:firstLine="425"/>
      </w:pPr>
      <w:r w:rsidRPr="00FB78CE">
        <w:rPr>
          <w:rFonts w:ascii="仿宋_GB2312" w:eastAsia="仿宋_GB2312" w:hint="eastAsia"/>
          <w:sz w:val="18"/>
          <w:szCs w:val="18"/>
        </w:rPr>
        <w:t>[</w:t>
      </w:r>
      <w:r w:rsidR="00CF112C">
        <w:rPr>
          <w:rFonts w:ascii="仿宋_GB2312" w:eastAsia="仿宋_GB2312" w:hint="eastAsia"/>
          <w:sz w:val="18"/>
          <w:szCs w:val="18"/>
        </w:rPr>
        <w:t>来源：</w:t>
      </w:r>
      <w:r w:rsidRPr="00FB78CE">
        <w:rPr>
          <w:rFonts w:ascii="仿宋_GB2312" w:eastAsia="仿宋_GB2312" w:hint="eastAsia"/>
          <w:sz w:val="18"/>
          <w:szCs w:val="18"/>
        </w:rPr>
        <w:t>GB/T 9881-2008</w:t>
      </w:r>
      <w:r w:rsidR="00600803">
        <w:rPr>
          <w:rFonts w:ascii="仿宋_GB2312" w:eastAsia="仿宋_GB2312" w:hint="eastAsia"/>
          <w:sz w:val="18"/>
          <w:szCs w:val="18"/>
        </w:rPr>
        <w:t>，</w:t>
      </w:r>
      <w:r w:rsidR="00CF112C">
        <w:rPr>
          <w:rFonts w:ascii="仿宋_GB2312" w:eastAsia="仿宋_GB2312" w:hint="eastAsia"/>
          <w:sz w:val="18"/>
          <w:szCs w:val="18"/>
        </w:rPr>
        <w:t>2.201</w:t>
      </w:r>
      <w:r w:rsidRPr="00FB78CE">
        <w:rPr>
          <w:rFonts w:ascii="仿宋_GB2312" w:eastAsia="仿宋_GB2312" w:hint="eastAsia"/>
          <w:sz w:val="18"/>
          <w:szCs w:val="18"/>
        </w:rPr>
        <w:t>，</w:t>
      </w:r>
      <w:r w:rsidR="00600803">
        <w:rPr>
          <w:rFonts w:ascii="仿宋_GB2312" w:eastAsia="仿宋_GB2312" w:hint="eastAsia"/>
          <w:sz w:val="18"/>
          <w:szCs w:val="18"/>
        </w:rPr>
        <w:t>有修改</w:t>
      </w:r>
      <w:r w:rsidRPr="00FB78CE">
        <w:rPr>
          <w:rFonts w:ascii="仿宋_GB2312" w:eastAsia="仿宋_GB2312" w:hint="eastAsia"/>
          <w:sz w:val="18"/>
          <w:szCs w:val="18"/>
        </w:rPr>
        <w:t>]</w:t>
      </w:r>
    </w:p>
    <w:p w14:paraId="61C06A37"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颗粒橡胶</w:t>
      </w:r>
      <w:r w:rsidRPr="00251890">
        <w:rPr>
          <w:rFonts w:ascii="黑体" w:eastAsia="黑体" w:hAnsi="黑体"/>
        </w:rPr>
        <w:t xml:space="preserve">  comminuted rubber</w:t>
      </w:r>
    </w:p>
    <w:p w14:paraId="2DB7B4A5" w14:textId="77777777" w:rsidR="00C645D3" w:rsidRPr="001D2EB6" w:rsidRDefault="00C645D3" w:rsidP="00C645D3">
      <w:pPr>
        <w:pStyle w:val="affffffffffff7"/>
        <w:ind w:firstLineChars="200" w:firstLine="420"/>
        <w:rPr>
          <w:rFonts w:eastAsia="宋体"/>
        </w:rPr>
      </w:pPr>
      <w:r w:rsidRPr="001D2EB6">
        <w:rPr>
          <w:rFonts w:eastAsia="宋体"/>
        </w:rPr>
        <w:t>用造粒机械把凝块、胶片或</w:t>
      </w:r>
      <w:proofErr w:type="gramStart"/>
      <w:r w:rsidRPr="001D2EB6">
        <w:rPr>
          <w:rFonts w:eastAsia="宋体"/>
        </w:rPr>
        <w:t>绉</w:t>
      </w:r>
      <w:proofErr w:type="gramEnd"/>
      <w:r w:rsidRPr="001D2EB6">
        <w:rPr>
          <w:rFonts w:eastAsia="宋体"/>
        </w:rPr>
        <w:t>胶片剪切</w:t>
      </w:r>
      <w:r w:rsidRPr="001D2EB6">
        <w:rPr>
          <w:rFonts w:eastAsia="宋体" w:hint="eastAsia"/>
        </w:rPr>
        <w:t>、</w:t>
      </w:r>
      <w:r w:rsidRPr="001D2EB6">
        <w:rPr>
          <w:rFonts w:eastAsia="宋体"/>
        </w:rPr>
        <w:t>打碎成</w:t>
      </w:r>
      <w:r w:rsidRPr="001D2EB6">
        <w:rPr>
          <w:rFonts w:eastAsia="宋体" w:hint="eastAsia"/>
        </w:rPr>
        <w:t>粒径为</w:t>
      </w:r>
      <w:r w:rsidRPr="001D2EB6">
        <w:rPr>
          <w:rFonts w:eastAsia="宋体"/>
        </w:rPr>
        <w:t>2mm</w:t>
      </w:r>
      <w:r w:rsidRPr="001D2EB6">
        <w:rPr>
          <w:rFonts w:eastAsia="宋体" w:hAnsi="宋体"/>
        </w:rPr>
        <w:t>～</w:t>
      </w:r>
      <w:r w:rsidRPr="001D2EB6">
        <w:rPr>
          <w:rFonts w:eastAsia="宋体"/>
        </w:rPr>
        <w:t>5mm</w:t>
      </w:r>
      <w:r w:rsidRPr="001D2EB6">
        <w:rPr>
          <w:rFonts w:eastAsia="宋体"/>
        </w:rPr>
        <w:t>的颗粒，以利于干燥。烘干后加压打包成块状胶。</w:t>
      </w:r>
    </w:p>
    <w:p w14:paraId="7B99F0A9"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絮凝橡胶粉</w:t>
      </w:r>
      <w:r w:rsidRPr="00251890">
        <w:rPr>
          <w:rFonts w:ascii="黑体" w:eastAsia="黑体" w:hAnsi="黑体"/>
        </w:rPr>
        <w:t xml:space="preserve">  </w:t>
      </w:r>
      <w:proofErr w:type="spellStart"/>
      <w:r w:rsidRPr="00251890">
        <w:rPr>
          <w:rFonts w:ascii="黑体" w:eastAsia="黑体" w:hAnsi="黑体"/>
        </w:rPr>
        <w:t>heveatex</w:t>
      </w:r>
      <w:proofErr w:type="spellEnd"/>
    </w:p>
    <w:p w14:paraId="5BB2719D" w14:textId="77777777" w:rsidR="00C645D3" w:rsidRPr="001D2EB6" w:rsidRDefault="00C645D3" w:rsidP="00C645D3">
      <w:pPr>
        <w:pStyle w:val="affffffffffff7"/>
        <w:ind w:firstLineChars="200" w:firstLine="420"/>
        <w:rPr>
          <w:rFonts w:eastAsia="宋体"/>
        </w:rPr>
      </w:pPr>
      <w:r w:rsidRPr="001D2EB6">
        <w:rPr>
          <w:rFonts w:eastAsia="宋体"/>
        </w:rPr>
        <w:t>在胶乳中加入硫酸铝作絮凝剂，絮凝成</w:t>
      </w:r>
      <w:r w:rsidRPr="001D2EB6">
        <w:rPr>
          <w:rFonts w:eastAsia="宋体" w:hint="eastAsia"/>
        </w:rPr>
        <w:t>粒</w:t>
      </w:r>
      <w:r w:rsidRPr="001D2EB6">
        <w:rPr>
          <w:rFonts w:eastAsia="宋体"/>
        </w:rPr>
        <w:t>径为</w:t>
      </w:r>
      <w:r w:rsidRPr="001D2EB6">
        <w:rPr>
          <w:rFonts w:eastAsia="宋体"/>
        </w:rPr>
        <w:t>2mm</w:t>
      </w:r>
      <w:r w:rsidRPr="001D2EB6">
        <w:rPr>
          <w:rFonts w:eastAsia="宋体" w:hAnsi="宋体"/>
        </w:rPr>
        <w:t>～</w:t>
      </w:r>
      <w:r w:rsidRPr="001D2EB6">
        <w:rPr>
          <w:rFonts w:eastAsia="宋体"/>
        </w:rPr>
        <w:t>4mm</w:t>
      </w:r>
      <w:r w:rsidRPr="001D2EB6">
        <w:rPr>
          <w:rFonts w:eastAsia="宋体"/>
        </w:rPr>
        <w:t>的颗粒，过滤后，加入隔离粉剂，经干燥而制成的橡胶。</w:t>
      </w:r>
    </w:p>
    <w:p w14:paraId="67BD755D" w14:textId="77777777" w:rsidR="00C645D3" w:rsidRPr="00170C7F" w:rsidRDefault="00BF355F" w:rsidP="00BF355F">
      <w:pPr>
        <w:pStyle w:val="afffffffffff9"/>
        <w:ind w:left="420" w:hangingChars="200" w:hanging="420"/>
        <w:rPr>
          <w:rFonts w:ascii="黑体" w:eastAsia="黑体" w:hAnsi="黑体"/>
        </w:rPr>
      </w:pPr>
      <w:r>
        <w:rPr>
          <w:rFonts w:ascii="黑体" w:eastAsia="黑体" w:hAnsi="黑体"/>
        </w:rPr>
        <w:br w:type="textWrapping" w:clear="all"/>
      </w:r>
      <w:r w:rsidR="00C645D3" w:rsidRPr="00170C7F">
        <w:rPr>
          <w:rFonts w:ascii="黑体" w:eastAsia="黑体" w:hAnsi="黑体" w:hint="eastAsia"/>
        </w:rPr>
        <w:t>轮胎橡胶</w:t>
      </w:r>
      <w:r w:rsidR="00C645D3" w:rsidRPr="00170C7F">
        <w:rPr>
          <w:rFonts w:ascii="黑体" w:eastAsia="黑体" w:hAnsi="黑体"/>
        </w:rPr>
        <w:t xml:space="preserve">  </w:t>
      </w:r>
      <w:proofErr w:type="spellStart"/>
      <w:r w:rsidR="00C645D3" w:rsidRPr="00170C7F">
        <w:rPr>
          <w:rFonts w:ascii="黑体" w:eastAsia="黑体" w:hAnsi="黑体"/>
        </w:rPr>
        <w:t>tyre</w:t>
      </w:r>
      <w:proofErr w:type="spellEnd"/>
      <w:r w:rsidR="00C645D3" w:rsidRPr="00170C7F">
        <w:rPr>
          <w:rFonts w:ascii="黑体" w:eastAsia="黑体" w:hAnsi="黑体"/>
        </w:rPr>
        <w:t xml:space="preserve"> rubber</w:t>
      </w:r>
    </w:p>
    <w:p w14:paraId="6A4C6F1D" w14:textId="77777777" w:rsidR="00C645D3" w:rsidRDefault="00C645D3" w:rsidP="00C645D3">
      <w:pPr>
        <w:pStyle w:val="affffffffffff7"/>
        <w:ind w:firstLineChars="200" w:firstLine="420"/>
        <w:rPr>
          <w:rFonts w:eastAsia="宋体"/>
        </w:rPr>
      </w:pPr>
      <w:r w:rsidRPr="001D2EB6">
        <w:rPr>
          <w:rFonts w:eastAsia="宋体"/>
        </w:rPr>
        <w:t>用胶乳、</w:t>
      </w:r>
      <w:proofErr w:type="gramStart"/>
      <w:r w:rsidRPr="001D2EB6">
        <w:rPr>
          <w:rFonts w:eastAsia="宋体"/>
        </w:rPr>
        <w:t>未烟胶片</w:t>
      </w:r>
      <w:proofErr w:type="gramEnd"/>
      <w:r w:rsidRPr="001D2EB6">
        <w:rPr>
          <w:rFonts w:eastAsia="宋体"/>
        </w:rPr>
        <w:t>和杯凝胶各</w:t>
      </w:r>
      <w:r w:rsidRPr="001D2EB6">
        <w:rPr>
          <w:rFonts w:eastAsia="宋体"/>
        </w:rPr>
        <w:t>30</w:t>
      </w:r>
      <w:r w:rsidRPr="001D2EB6">
        <w:rPr>
          <w:rFonts w:eastAsia="宋体"/>
        </w:rPr>
        <w:t>份，加入</w:t>
      </w:r>
      <w:proofErr w:type="gramStart"/>
      <w:r w:rsidRPr="001D2EB6">
        <w:rPr>
          <w:rFonts w:eastAsia="宋体"/>
        </w:rPr>
        <w:t>塑</w:t>
      </w:r>
      <w:r w:rsidRPr="001D2EB6">
        <w:rPr>
          <w:rFonts w:eastAsia="宋体" w:hint="eastAsia"/>
        </w:rPr>
        <w:t>界剂</w:t>
      </w:r>
      <w:proofErr w:type="gramEnd"/>
      <w:r w:rsidRPr="001D2EB6">
        <w:rPr>
          <w:rFonts w:eastAsia="宋体"/>
        </w:rPr>
        <w:t>10</w:t>
      </w:r>
      <w:r w:rsidRPr="001D2EB6">
        <w:rPr>
          <w:rFonts w:eastAsia="宋体"/>
        </w:rPr>
        <w:t>份，共同掺合而制成的生胶。</w:t>
      </w:r>
    </w:p>
    <w:p w14:paraId="114F8ED1" w14:textId="77777777" w:rsidR="00245C86" w:rsidRPr="00386B94" w:rsidRDefault="00ED321E" w:rsidP="00245C86">
      <w:pPr>
        <w:pStyle w:val="afffffffffff9"/>
        <w:ind w:left="420" w:hangingChars="200" w:hanging="420"/>
        <w:rPr>
          <w:rFonts w:ascii="黑体" w:eastAsia="黑体" w:hAnsi="黑体"/>
        </w:rPr>
      </w:pPr>
      <w:r>
        <w:rPr>
          <w:szCs w:val="21"/>
        </w:rPr>
        <w:lastRenderedPageBreak/>
        <w:br w:type="textWrapping" w:clear="all"/>
      </w:r>
      <w:r w:rsidR="00245C86" w:rsidRPr="00386B94">
        <w:rPr>
          <w:rFonts w:ascii="黑体" w:eastAsia="黑体" w:hAnsi="黑体" w:hint="eastAsia"/>
          <w:szCs w:val="21"/>
        </w:rPr>
        <w:t>子午线</w:t>
      </w:r>
      <w:r w:rsidR="00245C86" w:rsidRPr="00386B94">
        <w:rPr>
          <w:rFonts w:ascii="黑体" w:eastAsia="黑体" w:hAnsi="黑体" w:hint="eastAsia"/>
        </w:rPr>
        <w:t>轮胎橡胶</w:t>
      </w:r>
      <w:r w:rsidR="00245C86" w:rsidRPr="00386B94">
        <w:rPr>
          <w:rFonts w:ascii="黑体" w:eastAsia="黑体" w:hAnsi="黑体"/>
        </w:rPr>
        <w:t xml:space="preserve">  </w:t>
      </w:r>
      <w:r w:rsidR="00245C86" w:rsidRPr="00386B94">
        <w:rPr>
          <w:rFonts w:ascii="黑体" w:eastAsia="黑体" w:hAnsi="黑体" w:hint="eastAsia"/>
          <w:szCs w:val="21"/>
        </w:rPr>
        <w:t>rubber for meridian tire</w:t>
      </w:r>
    </w:p>
    <w:p w14:paraId="3426B541" w14:textId="77777777" w:rsidR="00ED321E" w:rsidRPr="00245C86" w:rsidRDefault="00CF112C" w:rsidP="00245C86">
      <w:pPr>
        <w:pStyle w:val="affffffffffff7"/>
        <w:ind w:firstLineChars="200" w:firstLine="420"/>
        <w:rPr>
          <w:rFonts w:ascii="宋体" w:eastAsia="宋体" w:hAnsi="宋体"/>
        </w:rPr>
      </w:pPr>
      <w:r>
        <w:rPr>
          <w:rFonts w:ascii="宋体" w:eastAsia="宋体" w:hAnsi="宋体" w:hint="eastAsia"/>
        </w:rPr>
        <w:t>采用黏度</w:t>
      </w:r>
      <w:r w:rsidR="00870E10">
        <w:rPr>
          <w:rFonts w:ascii="宋体" w:eastAsia="宋体" w:hAnsi="宋体" w:hint="eastAsia"/>
        </w:rPr>
        <w:t>稳</w:t>
      </w:r>
      <w:r>
        <w:rPr>
          <w:rFonts w:ascii="宋体" w:eastAsia="宋体" w:hAnsi="宋体" w:hint="eastAsia"/>
        </w:rPr>
        <w:t>定剂</w:t>
      </w:r>
      <w:r w:rsidR="00762BB9">
        <w:rPr>
          <w:rFonts w:ascii="宋体" w:eastAsia="宋体" w:hAnsi="宋体" w:hint="eastAsia"/>
        </w:rPr>
        <w:t>将</w:t>
      </w:r>
      <w:r>
        <w:rPr>
          <w:rFonts w:ascii="宋体" w:eastAsia="宋体" w:hAnsi="宋体" w:hint="eastAsia"/>
        </w:rPr>
        <w:t>门尼黏度</w:t>
      </w:r>
      <w:r w:rsidR="00762BB9" w:rsidRPr="001D2EB6">
        <w:rPr>
          <w:rFonts w:ascii="宋体" w:eastAsia="宋体" w:hAnsi="宋体" w:hint="eastAsia"/>
        </w:rPr>
        <w:t>ML（1+4）1</w:t>
      </w:r>
      <w:r w:rsidR="00762BB9" w:rsidRPr="001D2EB6">
        <w:rPr>
          <w:rFonts w:ascii="宋体" w:eastAsia="宋体" w:hAnsi="宋体"/>
        </w:rPr>
        <w:t>00</w:t>
      </w:r>
      <w:r w:rsidR="00762BB9" w:rsidRPr="001D2EB6">
        <w:rPr>
          <w:rFonts w:ascii="宋体" w:eastAsia="宋体" w:hAnsi="宋体" w:hint="eastAsia"/>
        </w:rPr>
        <w:t>℃</w:t>
      </w:r>
      <w:r w:rsidR="00762BB9">
        <w:rPr>
          <w:rFonts w:ascii="宋体" w:eastAsia="宋体" w:hAnsi="宋体" w:hint="eastAsia"/>
        </w:rPr>
        <w:t>控制在83±10</w:t>
      </w:r>
      <w:r>
        <w:rPr>
          <w:rFonts w:ascii="宋体" w:eastAsia="宋体" w:hAnsi="宋体" w:hint="eastAsia"/>
        </w:rPr>
        <w:t>，</w:t>
      </w:r>
      <w:r w:rsidR="00245C86" w:rsidRPr="00D56457">
        <w:rPr>
          <w:rFonts w:ascii="宋体" w:eastAsia="宋体" w:hAnsi="宋体" w:hint="eastAsia"/>
        </w:rPr>
        <w:t>专门用于生产子午线轮胎的天然橡胶</w:t>
      </w:r>
      <w:r w:rsidR="00245C86" w:rsidRPr="00D56457">
        <w:rPr>
          <w:rFonts w:ascii="宋体" w:eastAsia="宋体" w:hAnsi="宋体"/>
        </w:rPr>
        <w:t>。</w:t>
      </w:r>
    </w:p>
    <w:p w14:paraId="4C044379"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type="textWrapping" w:clear="all"/>
        <w:t xml:space="preserve"> </w:t>
      </w:r>
      <w:r w:rsidRPr="00251890">
        <w:rPr>
          <w:rFonts w:ascii="黑体" w:eastAsia="黑体" w:hAnsi="黑体" w:hint="eastAsia"/>
        </w:rPr>
        <w:t>航空轮胎橡胶</w:t>
      </w:r>
      <w:r w:rsidRPr="00251890">
        <w:rPr>
          <w:rFonts w:ascii="黑体" w:eastAsia="黑体" w:hAnsi="黑体"/>
        </w:rPr>
        <w:t xml:space="preserve">  aviation tire rubber</w:t>
      </w:r>
    </w:p>
    <w:p w14:paraId="5A9D5006" w14:textId="77777777" w:rsidR="00ED321E" w:rsidRPr="00ED321E" w:rsidRDefault="00762BB9" w:rsidP="00ED321E">
      <w:pPr>
        <w:spacing w:line="360" w:lineRule="auto"/>
        <w:ind w:firstLineChars="200" w:firstLine="420"/>
      </w:pPr>
      <w:r>
        <w:rPr>
          <w:rFonts w:hint="eastAsia"/>
        </w:rPr>
        <w:t>通过微生物凝固，并采用</w:t>
      </w:r>
      <w:r>
        <w:rPr>
          <w:rFonts w:ascii="宋体" w:hAnsi="宋体" w:hint="eastAsia"/>
        </w:rPr>
        <w:t>黏度</w:t>
      </w:r>
      <w:r w:rsidR="00870E10">
        <w:rPr>
          <w:rFonts w:ascii="宋体" w:hAnsi="宋体" w:hint="eastAsia"/>
        </w:rPr>
        <w:t>稳定</w:t>
      </w:r>
      <w:r>
        <w:rPr>
          <w:rFonts w:ascii="宋体" w:hAnsi="宋体" w:hint="eastAsia"/>
        </w:rPr>
        <w:t>剂将门尼黏度</w:t>
      </w:r>
      <w:r w:rsidRPr="001D2EB6">
        <w:rPr>
          <w:rFonts w:ascii="宋体" w:hAnsi="宋体" w:hint="eastAsia"/>
        </w:rPr>
        <w:t>ML（1+4）1</w:t>
      </w:r>
      <w:r w:rsidRPr="001D2EB6">
        <w:rPr>
          <w:rFonts w:ascii="宋体" w:hAnsi="宋体"/>
        </w:rPr>
        <w:t>00</w:t>
      </w:r>
      <w:r w:rsidRPr="001D2EB6">
        <w:rPr>
          <w:rFonts w:ascii="宋体" w:hAnsi="宋体" w:hint="eastAsia"/>
        </w:rPr>
        <w:t>℃</w:t>
      </w:r>
      <w:r>
        <w:rPr>
          <w:rFonts w:ascii="宋体" w:hAnsi="宋体" w:hint="eastAsia"/>
        </w:rPr>
        <w:t>控制在83±10，专门</w:t>
      </w:r>
      <w:r w:rsidR="00ED321E" w:rsidRPr="00781C7F">
        <w:rPr>
          <w:rFonts w:hint="eastAsia"/>
        </w:rPr>
        <w:t>用于生产航空轮胎的天然橡胶。</w:t>
      </w:r>
    </w:p>
    <w:p w14:paraId="6013D291" w14:textId="77777777" w:rsidR="00C645D3" w:rsidRPr="000972F7"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充油橡胶</w:t>
      </w:r>
      <w:r w:rsidRPr="001D2EB6">
        <w:rPr>
          <w:rFonts w:ascii="黑体" w:eastAsia="黑体" w:hAnsi="黑体"/>
        </w:rPr>
        <w:t xml:space="preserve">  oil extended rubber</w:t>
      </w:r>
      <w:r w:rsidRPr="001D2EB6">
        <w:rPr>
          <w:rFonts w:hint="eastAsia"/>
        </w:rPr>
        <w:t>，</w:t>
      </w:r>
      <w:r w:rsidRPr="000972F7">
        <w:rPr>
          <w:rFonts w:ascii="黑体" w:eastAsia="黑体" w:hAnsi="黑体"/>
        </w:rPr>
        <w:t>OER</w:t>
      </w:r>
    </w:p>
    <w:p w14:paraId="7381DD17" w14:textId="77777777" w:rsidR="00C645D3" w:rsidRPr="001D2EB6" w:rsidRDefault="00C645D3" w:rsidP="00C645D3">
      <w:pPr>
        <w:pStyle w:val="affffffffffff7"/>
        <w:ind w:leftChars="200" w:left="630" w:hangingChars="100" w:hanging="210"/>
        <w:rPr>
          <w:rFonts w:eastAsia="宋体"/>
        </w:rPr>
      </w:pPr>
      <w:r w:rsidRPr="001D2EB6">
        <w:rPr>
          <w:rFonts w:eastAsia="宋体"/>
        </w:rPr>
        <w:t>含有高比例操作油的生胶品级。</w:t>
      </w:r>
    </w:p>
    <w:p w14:paraId="580BA215" w14:textId="77777777" w:rsidR="00C645D3" w:rsidRPr="001D2EB6" w:rsidRDefault="00C645D3" w:rsidP="00A45079">
      <w:pPr>
        <w:pStyle w:val="afff6"/>
        <w:ind w:firstLine="52"/>
      </w:pPr>
      <w:r w:rsidRPr="001D2EB6">
        <w:t>在100</w:t>
      </w:r>
      <w:r w:rsidRPr="001D2EB6">
        <w:rPr>
          <w:rFonts w:hint="eastAsia"/>
        </w:rPr>
        <w:t>质量分数</w:t>
      </w:r>
      <w:r w:rsidRPr="001D2EB6">
        <w:t>的橡胶聚合物中，操作油的比例通常</w:t>
      </w:r>
      <w:r w:rsidRPr="001D2EB6">
        <w:rPr>
          <w:rFonts w:hint="eastAsia"/>
        </w:rPr>
        <w:t>不低于</w:t>
      </w:r>
      <w:r w:rsidRPr="001D2EB6">
        <w:t>15分。</w:t>
      </w:r>
    </w:p>
    <w:p w14:paraId="5155DAAB"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热塑性橡胶</w:t>
      </w:r>
      <w:r w:rsidRPr="001D2EB6">
        <w:rPr>
          <w:rFonts w:ascii="黑体" w:eastAsia="黑体" w:hAnsi="黑体"/>
        </w:rPr>
        <w:t xml:space="preserve"> </w:t>
      </w:r>
      <w:r w:rsidRPr="001D2EB6">
        <w:rPr>
          <w:rFonts w:ascii="黑体" w:eastAsia="黑体" w:hAnsi="黑体" w:hint="eastAsia"/>
        </w:rPr>
        <w:t xml:space="preserve"> </w:t>
      </w:r>
      <w:r w:rsidRPr="001D2EB6">
        <w:rPr>
          <w:rFonts w:ascii="黑体" w:eastAsia="黑体" w:hAnsi="黑体"/>
        </w:rPr>
        <w:t>thermoplastic rubber</w:t>
      </w:r>
    </w:p>
    <w:p w14:paraId="65B2A032" w14:textId="77777777" w:rsidR="00C645D3" w:rsidRPr="00386B94" w:rsidRDefault="00C645D3" w:rsidP="00C645D3">
      <w:pPr>
        <w:pStyle w:val="affffffffffff7"/>
        <w:ind w:firstLineChars="200" w:firstLine="420"/>
        <w:rPr>
          <w:rFonts w:ascii="黑体" w:hAnsi="黑体"/>
        </w:rPr>
      </w:pPr>
      <w:r w:rsidRPr="001D2EB6">
        <w:rPr>
          <w:rFonts w:ascii="宋体" w:eastAsia="宋体" w:hAnsi="宋体" w:hint="eastAsia"/>
        </w:rPr>
        <w:t>热塑性弹性体</w:t>
      </w:r>
      <w:r w:rsidRPr="001D2EB6">
        <w:rPr>
          <w:rFonts w:ascii="黑体" w:hint="eastAsia"/>
        </w:rPr>
        <w:t>（</w:t>
      </w:r>
      <w:r w:rsidRPr="001D2EB6">
        <w:rPr>
          <w:rFonts w:eastAsia="宋体"/>
        </w:rPr>
        <w:t>商业术语</w:t>
      </w:r>
      <w:r w:rsidRPr="001D2EB6">
        <w:rPr>
          <w:rFonts w:eastAsia="宋体" w:hint="eastAsia"/>
        </w:rPr>
        <w:t>）</w:t>
      </w:r>
      <w:r w:rsidRPr="001D2EB6">
        <w:rPr>
          <w:rFonts w:eastAsia="宋体" w:hint="eastAsia"/>
        </w:rPr>
        <w:t xml:space="preserve"> </w:t>
      </w:r>
      <w:r w:rsidRPr="001D2EB6">
        <w:rPr>
          <w:rFonts w:eastAsia="宋体"/>
        </w:rPr>
        <w:t xml:space="preserve"> </w:t>
      </w:r>
      <w:r w:rsidRPr="00386B94">
        <w:rPr>
          <w:rFonts w:ascii="宋体" w:eastAsia="宋体" w:hAnsi="宋体"/>
        </w:rPr>
        <w:t>thermoplastic elastomer</w:t>
      </w:r>
    </w:p>
    <w:p w14:paraId="10B88259" w14:textId="77777777" w:rsidR="00C645D3" w:rsidRDefault="00C645D3" w:rsidP="00C645D3">
      <w:pPr>
        <w:pStyle w:val="affffffffffff7"/>
        <w:ind w:firstLineChars="200" w:firstLine="420"/>
        <w:rPr>
          <w:rFonts w:ascii="宋体" w:eastAsia="宋体" w:hAnsi="宋体"/>
        </w:rPr>
      </w:pPr>
      <w:r w:rsidRPr="001D2EB6">
        <w:rPr>
          <w:rFonts w:eastAsia="宋体"/>
        </w:rPr>
        <w:t>在加工过程中不需要硫化（即交联），但在其使用温度下具有类似于硫化橡胶的性能的聚合物</w:t>
      </w:r>
      <w:r w:rsidR="00410C3C">
        <w:rPr>
          <w:rFonts w:eastAsia="宋体"/>
        </w:rPr>
        <w:fldChar w:fldCharType="begin"/>
      </w:r>
      <w:r w:rsidR="001A56B7">
        <w:instrText xml:space="preserve"> XE "</w:instrText>
      </w:r>
      <w:r w:rsidR="001A56B7" w:rsidRPr="00B26D49">
        <w:rPr>
          <w:rFonts w:hint="eastAsia"/>
        </w:rPr>
        <w:instrText>聚合物</w:instrText>
      </w:r>
      <w:r w:rsidR="001A56B7">
        <w:instrText xml:space="preserve">" </w:instrText>
      </w:r>
      <w:r w:rsidR="00410C3C">
        <w:rPr>
          <w:rFonts w:eastAsia="宋体"/>
        </w:rPr>
        <w:fldChar w:fldCharType="end"/>
      </w:r>
      <w:r w:rsidRPr="001D2EB6">
        <w:rPr>
          <w:rFonts w:eastAsia="宋体"/>
        </w:rPr>
        <w:t>或聚合物</w:t>
      </w:r>
      <w:r w:rsidR="00410C3C">
        <w:rPr>
          <w:rFonts w:eastAsia="宋体"/>
        </w:rPr>
        <w:fldChar w:fldCharType="begin"/>
      </w:r>
      <w:r w:rsidR="001A56B7">
        <w:instrText xml:space="preserve"> XE "</w:instrText>
      </w:r>
      <w:r w:rsidR="001A56B7" w:rsidRPr="002C0388">
        <w:rPr>
          <w:rFonts w:hint="eastAsia"/>
        </w:rPr>
        <w:instrText>聚合物</w:instrText>
      </w:r>
      <w:r w:rsidR="001A56B7">
        <w:instrText xml:space="preserve">" </w:instrText>
      </w:r>
      <w:r w:rsidR="00410C3C">
        <w:rPr>
          <w:rFonts w:eastAsia="宋体"/>
        </w:rPr>
        <w:fldChar w:fldCharType="end"/>
      </w:r>
      <w:r w:rsidRPr="001D2EB6">
        <w:rPr>
          <w:rFonts w:eastAsia="宋体"/>
        </w:rPr>
        <w:t>共混物。在加工温度下，材料的硫化橡胶性能消失，因此可做进一步加工。当恢复到使用温度时，材</w:t>
      </w:r>
      <w:r w:rsidRPr="001D2EB6">
        <w:rPr>
          <w:rFonts w:ascii="宋体" w:eastAsia="宋体" w:hAnsi="宋体"/>
        </w:rPr>
        <w:t>料又能立即恢复</w:t>
      </w:r>
      <w:proofErr w:type="gramStart"/>
      <w:r w:rsidRPr="001D2EB6">
        <w:rPr>
          <w:rFonts w:ascii="宋体" w:eastAsia="宋体" w:hAnsi="宋体"/>
        </w:rPr>
        <w:t>硫化胶</w:t>
      </w:r>
      <w:r w:rsidRPr="001D2EB6">
        <w:rPr>
          <w:rFonts w:ascii="宋体" w:eastAsia="宋体" w:hAnsi="宋体" w:hint="eastAsia"/>
        </w:rPr>
        <w:t>的</w:t>
      </w:r>
      <w:proofErr w:type="gramEnd"/>
      <w:r w:rsidRPr="001D2EB6">
        <w:rPr>
          <w:rFonts w:ascii="宋体" w:eastAsia="宋体" w:hAnsi="宋体"/>
        </w:rPr>
        <w:t>性能。</w:t>
      </w:r>
    </w:p>
    <w:p w14:paraId="116D3E31" w14:textId="77777777" w:rsidR="008C3864" w:rsidRPr="008C3864" w:rsidRDefault="008C3864" w:rsidP="008C3864">
      <w:pPr>
        <w:pStyle w:val="afffffffffff9"/>
        <w:ind w:left="420" w:hangingChars="200" w:hanging="420"/>
        <w:rPr>
          <w:rFonts w:ascii="黑体" w:eastAsia="黑体" w:hAnsi="黑体"/>
        </w:rPr>
      </w:pPr>
      <w:r w:rsidRPr="008C3864">
        <w:rPr>
          <w:rFonts w:ascii="黑体" w:eastAsia="黑体" w:hAnsi="黑体"/>
        </w:rPr>
        <w:br/>
      </w:r>
      <w:r>
        <w:rPr>
          <w:rFonts w:ascii="黑体" w:eastAsia="黑体" w:hAnsi="黑体" w:hint="eastAsia"/>
        </w:rPr>
        <w:t>热</w:t>
      </w:r>
      <w:r w:rsidRPr="008C3864">
        <w:rPr>
          <w:rFonts w:ascii="黑体" w:eastAsia="黑体" w:hAnsi="黑体" w:hint="eastAsia"/>
        </w:rPr>
        <w:t>塑性天然橡胶</w:t>
      </w:r>
      <w:r>
        <w:rPr>
          <w:rFonts w:ascii="黑体" w:eastAsia="黑体" w:hAnsi="黑体" w:hint="eastAsia"/>
        </w:rPr>
        <w:t xml:space="preserve">  </w:t>
      </w:r>
      <w:r w:rsidRPr="008C3864">
        <w:rPr>
          <w:rFonts w:ascii="黑体" w:eastAsia="黑体" w:hAnsi="黑体"/>
        </w:rPr>
        <w:t>thermoplastic natural rubbe</w:t>
      </w:r>
      <w:r>
        <w:rPr>
          <w:rFonts w:ascii="黑体" w:eastAsia="黑体" w:hAnsi="黑体" w:hint="eastAsia"/>
        </w:rPr>
        <w:t>r</w:t>
      </w:r>
    </w:p>
    <w:p w14:paraId="26F79793" w14:textId="77777777" w:rsidR="00C645D3" w:rsidRPr="001D2EB6" w:rsidRDefault="00C645D3" w:rsidP="00C645D3">
      <w:pPr>
        <w:pStyle w:val="affffffffffff7"/>
        <w:ind w:firstLineChars="200" w:firstLine="420"/>
        <w:rPr>
          <w:rFonts w:eastAsia="宋体"/>
        </w:rPr>
      </w:pPr>
      <w:r w:rsidRPr="001D2EB6">
        <w:rPr>
          <w:rFonts w:eastAsia="宋体"/>
        </w:rPr>
        <w:t>天然橡胶与聚烯烃在高温下共混或化学接枝制成</w:t>
      </w:r>
      <w:r w:rsidRPr="001D2EB6">
        <w:rPr>
          <w:rFonts w:eastAsia="宋体" w:hint="eastAsia"/>
        </w:rPr>
        <w:t>的（在高温下）</w:t>
      </w:r>
      <w:r w:rsidRPr="001D2EB6">
        <w:rPr>
          <w:rFonts w:eastAsia="宋体"/>
        </w:rPr>
        <w:t>具有热塑性</w:t>
      </w:r>
      <w:r w:rsidRPr="001D2EB6">
        <w:rPr>
          <w:rFonts w:eastAsia="宋体" w:hint="eastAsia"/>
        </w:rPr>
        <w:t>、</w:t>
      </w:r>
      <w:r w:rsidRPr="001D2EB6">
        <w:rPr>
          <w:rFonts w:eastAsia="宋体"/>
        </w:rPr>
        <w:t>在常温下具有硫化性能的</w:t>
      </w:r>
      <w:r w:rsidRPr="001D2EB6">
        <w:rPr>
          <w:rFonts w:eastAsia="宋体" w:hint="eastAsia"/>
        </w:rPr>
        <w:t>热塑性</w:t>
      </w:r>
      <w:r w:rsidRPr="001D2EB6">
        <w:rPr>
          <w:rFonts w:eastAsia="宋体"/>
        </w:rPr>
        <w:t>橡胶。</w:t>
      </w:r>
    </w:p>
    <w:p w14:paraId="037E979B"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热塑性</w:t>
      </w:r>
      <w:proofErr w:type="gramStart"/>
      <w:r w:rsidRPr="00251890">
        <w:rPr>
          <w:rFonts w:ascii="黑体" w:eastAsia="黑体" w:hAnsi="黑体" w:hint="eastAsia"/>
        </w:rPr>
        <w:t>硫化胶</w:t>
      </w:r>
      <w:proofErr w:type="gramEnd"/>
      <w:r w:rsidRPr="00251890">
        <w:rPr>
          <w:rFonts w:ascii="黑体" w:eastAsia="黑体" w:hAnsi="黑体" w:hint="eastAsia"/>
        </w:rPr>
        <w:t xml:space="preserve"> </w:t>
      </w:r>
      <w:r w:rsidRPr="00251890">
        <w:rPr>
          <w:rFonts w:ascii="黑体" w:eastAsia="黑体" w:hAnsi="黑体"/>
        </w:rPr>
        <w:t xml:space="preserve"> thermoplastic vulcanizate</w:t>
      </w:r>
    </w:p>
    <w:p w14:paraId="2A8AC770" w14:textId="77777777" w:rsidR="00C645D3" w:rsidRPr="001D2EB6" w:rsidRDefault="00C645D3" w:rsidP="00C645D3">
      <w:pPr>
        <w:pStyle w:val="affffffffffff7"/>
        <w:ind w:firstLineChars="200" w:firstLine="420"/>
        <w:rPr>
          <w:rFonts w:eastAsia="宋体"/>
        </w:rPr>
      </w:pPr>
      <w:r w:rsidRPr="001D2EB6">
        <w:rPr>
          <w:rFonts w:eastAsia="宋体"/>
        </w:rPr>
        <w:t>通过动态硫化制备的具有化学交联橡胶相的热塑性弹性体。</w:t>
      </w:r>
    </w:p>
    <w:p w14:paraId="2911DB05" w14:textId="77777777" w:rsidR="00C645D3" w:rsidRPr="00170C7F" w:rsidRDefault="00C645D3" w:rsidP="00C645D3">
      <w:pPr>
        <w:pStyle w:val="afffffffffff9"/>
        <w:ind w:left="420" w:hangingChars="200" w:hanging="420"/>
        <w:rPr>
          <w:rFonts w:ascii="黑体" w:eastAsia="黑体" w:hAnsi="黑体"/>
        </w:rPr>
      </w:pPr>
      <w:r w:rsidRPr="001D2EB6">
        <w:rPr>
          <w:rFonts w:ascii="黑体" w:eastAsia="黑体" w:hAnsi="黑体"/>
        </w:rPr>
        <w:br/>
      </w:r>
      <w:r w:rsidRPr="00170C7F">
        <w:rPr>
          <w:rFonts w:ascii="黑体" w:eastAsia="黑体" w:hAnsi="黑体" w:hint="eastAsia"/>
        </w:rPr>
        <w:t>脱蛋白天然橡胶</w:t>
      </w:r>
      <w:r w:rsidRPr="00170C7F">
        <w:rPr>
          <w:rFonts w:ascii="黑体" w:eastAsia="黑体" w:hAnsi="黑体"/>
        </w:rPr>
        <w:t xml:space="preserve"> </w:t>
      </w:r>
      <w:r w:rsidRPr="00170C7F">
        <w:rPr>
          <w:rFonts w:ascii="黑体" w:eastAsia="黑体" w:hAnsi="黑体" w:hint="eastAsia"/>
        </w:rPr>
        <w:t xml:space="preserve"> </w:t>
      </w:r>
      <w:proofErr w:type="spellStart"/>
      <w:r w:rsidRPr="00170C7F">
        <w:rPr>
          <w:rFonts w:ascii="黑体" w:eastAsia="黑体" w:hAnsi="黑体"/>
        </w:rPr>
        <w:t>deproteined</w:t>
      </w:r>
      <w:proofErr w:type="spellEnd"/>
      <w:r w:rsidRPr="00170C7F">
        <w:rPr>
          <w:rFonts w:ascii="黑体" w:eastAsia="黑体" w:hAnsi="黑体"/>
        </w:rPr>
        <w:t xml:space="preserve"> natural rubber</w:t>
      </w:r>
    </w:p>
    <w:p w14:paraId="2D0C25A9" w14:textId="77777777" w:rsidR="00C645D3" w:rsidRPr="00386B94" w:rsidRDefault="00C645D3" w:rsidP="00C645D3">
      <w:pPr>
        <w:pStyle w:val="affffffffffff7"/>
        <w:ind w:firstLineChars="200" w:firstLine="420"/>
        <w:rPr>
          <w:rFonts w:ascii="宋体" w:eastAsia="宋体" w:hAnsi="宋体"/>
        </w:rPr>
      </w:pPr>
      <w:r w:rsidRPr="001D2EB6">
        <w:rPr>
          <w:rFonts w:ascii="宋体" w:eastAsia="宋体" w:hAnsi="宋体" w:hint="eastAsia"/>
        </w:rPr>
        <w:t>低蛋白天然橡胶</w:t>
      </w:r>
      <w:r w:rsidRPr="001D2EB6">
        <w:rPr>
          <w:rFonts w:ascii="宋体" w:eastAsia="宋体" w:hAnsi="宋体"/>
        </w:rPr>
        <w:t xml:space="preserve"> </w:t>
      </w:r>
      <w:r w:rsidRPr="001D2EB6">
        <w:rPr>
          <w:rFonts w:eastAsia="宋体" w:hint="eastAsia"/>
        </w:rPr>
        <w:t xml:space="preserve"> </w:t>
      </w:r>
      <w:r w:rsidRPr="00386B94">
        <w:rPr>
          <w:rFonts w:ascii="宋体" w:eastAsia="宋体" w:hAnsi="宋体"/>
        </w:rPr>
        <w:t>low protein natural rubber</w:t>
      </w:r>
    </w:p>
    <w:p w14:paraId="460D8BE0" w14:textId="77777777" w:rsidR="00C645D3" w:rsidRPr="001D2EB6" w:rsidRDefault="00C645D3" w:rsidP="00C645D3">
      <w:pPr>
        <w:pStyle w:val="affffffffffff7"/>
        <w:ind w:firstLineChars="200" w:firstLine="420"/>
        <w:rPr>
          <w:rFonts w:eastAsia="宋体"/>
        </w:rPr>
      </w:pPr>
      <w:r w:rsidRPr="001D2EB6">
        <w:rPr>
          <w:rFonts w:eastAsia="宋体"/>
        </w:rPr>
        <w:t>通过化学反应将橡胶</w:t>
      </w:r>
      <w:r w:rsidRPr="001D2EB6">
        <w:rPr>
          <w:rFonts w:eastAsia="宋体" w:hint="eastAsia"/>
        </w:rPr>
        <w:t>粒</w:t>
      </w:r>
      <w:r w:rsidRPr="001D2EB6">
        <w:rPr>
          <w:rFonts w:eastAsia="宋体"/>
        </w:rPr>
        <w:t>子中部分可溶性蛋白质脱除</w:t>
      </w:r>
      <w:r w:rsidRPr="001D2EB6">
        <w:rPr>
          <w:rFonts w:eastAsia="宋体" w:hint="eastAsia"/>
        </w:rPr>
        <w:t>而</w:t>
      </w:r>
      <w:r w:rsidRPr="001D2EB6">
        <w:rPr>
          <w:rFonts w:eastAsia="宋体"/>
        </w:rPr>
        <w:t>制备的一种天然橡胶。</w:t>
      </w:r>
    </w:p>
    <w:p w14:paraId="10BBF528" w14:textId="77777777" w:rsidR="00C645D3" w:rsidRPr="000972F7" w:rsidRDefault="00C645D3" w:rsidP="00C645D3">
      <w:pPr>
        <w:pStyle w:val="afffffffffff9"/>
        <w:ind w:left="420" w:hangingChars="200" w:hanging="420"/>
        <w:rPr>
          <w:rFonts w:ascii="黑体" w:eastAsia="黑体" w:hAnsi="黑体"/>
        </w:rPr>
      </w:pPr>
      <w:r w:rsidRPr="001D2EB6">
        <w:rPr>
          <w:rFonts w:ascii="黑体" w:eastAsia="黑体" w:hAnsi="黑体"/>
        </w:rPr>
        <w:br/>
      </w:r>
      <w:r w:rsidRPr="000972F7">
        <w:rPr>
          <w:rFonts w:ascii="黑体" w:eastAsia="黑体" w:hAnsi="黑体" w:hint="eastAsia"/>
        </w:rPr>
        <w:t>环化橡胶</w:t>
      </w:r>
      <w:r w:rsidRPr="000972F7">
        <w:rPr>
          <w:rFonts w:ascii="黑体" w:eastAsia="黑体" w:hAnsi="黑体"/>
        </w:rPr>
        <w:t xml:space="preserve">  cycli</w:t>
      </w:r>
      <w:r w:rsidRPr="000972F7">
        <w:rPr>
          <w:rFonts w:ascii="黑体" w:eastAsia="黑体" w:hAnsi="黑体" w:hint="eastAsia"/>
        </w:rPr>
        <w:t>z</w:t>
      </w:r>
      <w:r w:rsidRPr="000972F7">
        <w:rPr>
          <w:rFonts w:ascii="黑体" w:eastAsia="黑体" w:hAnsi="黑体"/>
        </w:rPr>
        <w:t>ed rubber</w:t>
      </w:r>
    </w:p>
    <w:p w14:paraId="15B8BEC6" w14:textId="77777777" w:rsidR="00C645D3" w:rsidRPr="001D2EB6" w:rsidRDefault="00C645D3" w:rsidP="00C645D3">
      <w:pPr>
        <w:pStyle w:val="affffffffffff7"/>
        <w:ind w:firstLineChars="200" w:firstLine="420"/>
        <w:rPr>
          <w:rFonts w:eastAsia="宋体"/>
        </w:rPr>
      </w:pPr>
      <w:r w:rsidRPr="001D2EB6">
        <w:rPr>
          <w:rFonts w:eastAsia="宋体" w:hint="eastAsia"/>
        </w:rPr>
        <w:t>在</w:t>
      </w:r>
      <w:r w:rsidRPr="001D2EB6">
        <w:rPr>
          <w:rFonts w:eastAsia="宋体"/>
        </w:rPr>
        <w:t>强硫酸作用</w:t>
      </w:r>
      <w:r w:rsidRPr="001D2EB6">
        <w:rPr>
          <w:rFonts w:eastAsia="宋体" w:hint="eastAsia"/>
        </w:rPr>
        <w:t>下，使</w:t>
      </w:r>
      <w:r w:rsidRPr="001D2EB6">
        <w:rPr>
          <w:rFonts w:eastAsia="宋体"/>
        </w:rPr>
        <w:t>稳定</w:t>
      </w:r>
      <w:r w:rsidRPr="001D2EB6">
        <w:rPr>
          <w:rFonts w:eastAsia="宋体" w:hint="eastAsia"/>
        </w:rPr>
        <w:t>化</w:t>
      </w:r>
      <w:r w:rsidRPr="001D2EB6">
        <w:rPr>
          <w:rFonts w:eastAsia="宋体"/>
        </w:rPr>
        <w:t>的</w:t>
      </w:r>
      <w:r w:rsidRPr="001D2EB6">
        <w:rPr>
          <w:rFonts w:eastAsia="宋体" w:hint="eastAsia"/>
        </w:rPr>
        <w:t>（天然）</w:t>
      </w:r>
      <w:r w:rsidRPr="001D2EB6">
        <w:rPr>
          <w:rFonts w:eastAsia="宋体"/>
        </w:rPr>
        <w:t>胶乳</w:t>
      </w:r>
      <w:r w:rsidRPr="001D2EB6">
        <w:rPr>
          <w:rFonts w:eastAsia="宋体" w:hint="eastAsia"/>
        </w:rPr>
        <w:t>发生环化反应，</w:t>
      </w:r>
      <w:r w:rsidRPr="001D2EB6">
        <w:rPr>
          <w:rFonts w:eastAsia="宋体"/>
        </w:rPr>
        <w:t>形成环</w:t>
      </w:r>
      <w:r w:rsidRPr="001D2EB6">
        <w:rPr>
          <w:rFonts w:eastAsia="宋体" w:hint="eastAsia"/>
        </w:rPr>
        <w:t>状</w:t>
      </w:r>
      <w:r w:rsidRPr="001D2EB6">
        <w:rPr>
          <w:rFonts w:eastAsia="宋体"/>
        </w:rPr>
        <w:t>结构</w:t>
      </w:r>
      <w:r w:rsidRPr="001D2EB6">
        <w:rPr>
          <w:rFonts w:eastAsia="宋体" w:hint="eastAsia"/>
        </w:rPr>
        <w:t>。</w:t>
      </w:r>
      <w:r w:rsidRPr="001D2EB6">
        <w:rPr>
          <w:rFonts w:eastAsia="宋体"/>
        </w:rPr>
        <w:t>再与</w:t>
      </w:r>
      <w:r w:rsidRPr="001D2EB6">
        <w:rPr>
          <w:rFonts w:eastAsia="宋体" w:hint="eastAsia"/>
        </w:rPr>
        <w:t>新</w:t>
      </w:r>
      <w:r w:rsidRPr="001D2EB6">
        <w:rPr>
          <w:rFonts w:eastAsia="宋体"/>
        </w:rPr>
        <w:t>鲜胶乳共混</w:t>
      </w:r>
      <w:r w:rsidRPr="001D2EB6">
        <w:rPr>
          <w:rFonts w:eastAsia="宋体" w:hint="eastAsia"/>
        </w:rPr>
        <w:t>、</w:t>
      </w:r>
      <w:r w:rsidRPr="001D2EB6">
        <w:rPr>
          <w:rFonts w:eastAsia="宋体"/>
        </w:rPr>
        <w:t>凝固、压片和干燥而制成的生胶。</w:t>
      </w:r>
    </w:p>
    <w:p w14:paraId="6B7B7118"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 xml:space="preserve">环氧化天然橡胶 </w:t>
      </w:r>
      <w:r w:rsidRPr="001D2EB6">
        <w:rPr>
          <w:rFonts w:ascii="黑体" w:eastAsia="黑体" w:hAnsi="黑体"/>
        </w:rPr>
        <w:t xml:space="preserve"> epoxidized natural rubber</w:t>
      </w:r>
    </w:p>
    <w:p w14:paraId="79AE8446" w14:textId="77777777" w:rsidR="00C645D3" w:rsidRPr="00386B94" w:rsidRDefault="00C645D3" w:rsidP="00C645D3">
      <w:pPr>
        <w:pStyle w:val="affffffffffff7"/>
        <w:ind w:firstLineChars="200" w:firstLine="420"/>
        <w:rPr>
          <w:rFonts w:eastAsia="宋体"/>
        </w:rPr>
      </w:pPr>
      <w:r w:rsidRPr="001D2EB6">
        <w:rPr>
          <w:rFonts w:eastAsia="宋体"/>
        </w:rPr>
        <w:t>通过环氧化反应</w:t>
      </w:r>
      <w:r w:rsidRPr="001D2EB6">
        <w:rPr>
          <w:rFonts w:eastAsia="宋体" w:hint="eastAsia"/>
        </w:rPr>
        <w:t>使天然橡胶的部分碳</w:t>
      </w:r>
      <w:proofErr w:type="gramStart"/>
      <w:r w:rsidRPr="001D2EB6">
        <w:rPr>
          <w:rFonts w:eastAsia="宋体" w:hint="eastAsia"/>
        </w:rPr>
        <w:t>碳</w:t>
      </w:r>
      <w:proofErr w:type="gramEnd"/>
      <w:r w:rsidRPr="001D2EB6">
        <w:rPr>
          <w:rFonts w:eastAsia="宋体" w:hint="eastAsia"/>
        </w:rPr>
        <w:t>双键转变为环氧基团，所得到</w:t>
      </w:r>
      <w:r w:rsidRPr="001D2EB6">
        <w:rPr>
          <w:rFonts w:eastAsia="宋体"/>
        </w:rPr>
        <w:t>的</w:t>
      </w:r>
      <w:r w:rsidRPr="001D2EB6">
        <w:rPr>
          <w:rFonts w:eastAsia="宋体" w:hint="eastAsia"/>
        </w:rPr>
        <w:t>浅黄色</w:t>
      </w:r>
      <w:r w:rsidRPr="001D2EB6">
        <w:rPr>
          <w:rFonts w:eastAsia="宋体"/>
        </w:rPr>
        <w:t>化学改性天然橡胶</w:t>
      </w:r>
      <w:r w:rsidRPr="001D2EB6">
        <w:rPr>
          <w:rFonts w:eastAsia="宋体" w:hint="eastAsia"/>
        </w:rPr>
        <w:t>。</w:t>
      </w:r>
      <w:r w:rsidRPr="00386B94">
        <w:rPr>
          <w:rFonts w:eastAsia="宋体"/>
        </w:rPr>
        <w:t>一般将环氧化程度控制</w:t>
      </w:r>
      <w:r w:rsidRPr="00386B94">
        <w:rPr>
          <w:rFonts w:eastAsia="宋体" w:hint="eastAsia"/>
        </w:rPr>
        <w:t>在</w:t>
      </w:r>
      <w:r w:rsidRPr="00386B94">
        <w:rPr>
          <w:rFonts w:ascii="宋体" w:eastAsia="宋体" w:hAnsi="宋体"/>
        </w:rPr>
        <w:t>25%和50%。</w:t>
      </w:r>
    </w:p>
    <w:p w14:paraId="37157AA0" w14:textId="77777777" w:rsidR="00C645D3" w:rsidRPr="00386B94" w:rsidRDefault="00C645D3" w:rsidP="00C645D3">
      <w:pPr>
        <w:pStyle w:val="afffffffffff9"/>
        <w:ind w:left="420" w:hangingChars="200" w:hanging="420"/>
        <w:rPr>
          <w:rFonts w:ascii="黑体" w:eastAsia="黑体" w:hAnsi="黑体"/>
        </w:rPr>
      </w:pPr>
      <w:r w:rsidRPr="00386B94">
        <w:rPr>
          <w:rFonts w:ascii="黑体" w:eastAsia="黑体" w:hAnsi="黑体"/>
        </w:rPr>
        <w:br/>
      </w:r>
      <w:r w:rsidRPr="00386B94">
        <w:rPr>
          <w:rFonts w:ascii="黑体" w:eastAsia="黑体" w:hAnsi="黑体" w:hint="eastAsia"/>
        </w:rPr>
        <w:t>接枝天然橡胶</w:t>
      </w:r>
      <w:r w:rsidRPr="00386B94">
        <w:rPr>
          <w:rFonts w:ascii="黑体" w:eastAsia="黑体" w:hAnsi="黑体"/>
        </w:rPr>
        <w:t xml:space="preserve">  </w:t>
      </w:r>
      <w:proofErr w:type="spellStart"/>
      <w:r w:rsidRPr="00386B94">
        <w:rPr>
          <w:rFonts w:ascii="黑体" w:eastAsia="黑体" w:hAnsi="黑体"/>
        </w:rPr>
        <w:t>heveaplus</w:t>
      </w:r>
      <w:proofErr w:type="spellEnd"/>
      <w:r w:rsidRPr="00386B94">
        <w:rPr>
          <w:rFonts w:ascii="黑体" w:eastAsia="黑体" w:hAnsi="黑体"/>
        </w:rPr>
        <w:t xml:space="preserve"> rubber</w:t>
      </w:r>
    </w:p>
    <w:p w14:paraId="4E0E1614" w14:textId="77777777" w:rsidR="00C645D3" w:rsidRPr="00386B94" w:rsidRDefault="00C645D3" w:rsidP="00C645D3">
      <w:pPr>
        <w:pStyle w:val="affffffffffff7"/>
        <w:ind w:firstLineChars="200" w:firstLine="420"/>
        <w:rPr>
          <w:rFonts w:eastAsia="宋体"/>
        </w:rPr>
      </w:pPr>
      <w:r w:rsidRPr="00386B94">
        <w:rPr>
          <w:rFonts w:eastAsia="宋体" w:hint="eastAsia"/>
        </w:rPr>
        <w:t>通过共聚反应，将</w:t>
      </w:r>
      <w:r w:rsidRPr="00386B94">
        <w:rPr>
          <w:rFonts w:eastAsia="宋体"/>
        </w:rPr>
        <w:t>不饱和分子单体的</w:t>
      </w:r>
      <w:r w:rsidRPr="00386B94">
        <w:rPr>
          <w:rFonts w:eastAsia="宋体" w:hint="eastAsia"/>
        </w:rPr>
        <w:t>较短的链段连接到</w:t>
      </w:r>
      <w:r w:rsidRPr="00386B94">
        <w:rPr>
          <w:rFonts w:eastAsia="宋体"/>
        </w:rPr>
        <w:t>天然</w:t>
      </w:r>
      <w:r w:rsidRPr="00386B94">
        <w:rPr>
          <w:rFonts w:eastAsia="宋体" w:hint="eastAsia"/>
        </w:rPr>
        <w:t>橡胶</w:t>
      </w:r>
      <w:r w:rsidRPr="00386B94">
        <w:rPr>
          <w:rFonts w:eastAsia="宋体"/>
        </w:rPr>
        <w:t>分子主链上，使</w:t>
      </w:r>
      <w:r w:rsidRPr="00386B94">
        <w:rPr>
          <w:rFonts w:eastAsia="宋体" w:hint="eastAsia"/>
        </w:rPr>
        <w:t>天然橡胶的</w:t>
      </w:r>
      <w:r w:rsidRPr="00386B94">
        <w:rPr>
          <w:rFonts w:eastAsia="宋体"/>
        </w:rPr>
        <w:t>长链</w:t>
      </w:r>
      <w:proofErr w:type="gramStart"/>
      <w:r w:rsidRPr="00386B94">
        <w:rPr>
          <w:rFonts w:eastAsia="宋体"/>
        </w:rPr>
        <w:t>型分子</w:t>
      </w:r>
      <w:proofErr w:type="gramEnd"/>
      <w:r w:rsidRPr="00386B94">
        <w:rPr>
          <w:rFonts w:eastAsia="宋体"/>
        </w:rPr>
        <w:t>变成支链型结构</w:t>
      </w:r>
      <w:r w:rsidRPr="00386B94">
        <w:rPr>
          <w:rFonts w:eastAsia="宋体" w:hint="eastAsia"/>
        </w:rPr>
        <w:t>，所得到的化学改性天然</w:t>
      </w:r>
      <w:r w:rsidRPr="00386B94">
        <w:rPr>
          <w:rFonts w:eastAsia="宋体"/>
        </w:rPr>
        <w:t>橡胶。</w:t>
      </w:r>
      <w:r w:rsidRPr="00386B94">
        <w:rPr>
          <w:rFonts w:eastAsia="宋体"/>
        </w:rPr>
        <w:t xml:space="preserve"> </w:t>
      </w:r>
    </w:p>
    <w:p w14:paraId="0D71E1D3"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 xml:space="preserve">胶乳接枝 </w:t>
      </w:r>
      <w:r w:rsidRPr="00251890">
        <w:rPr>
          <w:rFonts w:ascii="黑体" w:eastAsia="黑体" w:hAnsi="黑体"/>
        </w:rPr>
        <w:t xml:space="preserve"> latex grafting</w:t>
      </w:r>
    </w:p>
    <w:p w14:paraId="64F105FC" w14:textId="77777777" w:rsidR="00C645D3" w:rsidRPr="00386B94" w:rsidRDefault="00C645D3" w:rsidP="00C645D3">
      <w:pPr>
        <w:pStyle w:val="affffffffffff7"/>
        <w:ind w:firstLineChars="200" w:firstLine="420"/>
        <w:rPr>
          <w:rFonts w:eastAsia="宋体"/>
        </w:rPr>
      </w:pPr>
      <w:r w:rsidRPr="00386B94">
        <w:rPr>
          <w:rFonts w:eastAsia="宋体"/>
        </w:rPr>
        <w:lastRenderedPageBreak/>
        <w:t>在胶乳状态下，</w:t>
      </w:r>
      <w:r w:rsidRPr="00386B94">
        <w:rPr>
          <w:rFonts w:eastAsia="宋体" w:hint="eastAsia"/>
        </w:rPr>
        <w:t>通过化学反应</w:t>
      </w:r>
      <w:r w:rsidRPr="00386B94">
        <w:rPr>
          <w:rFonts w:eastAsia="宋体"/>
        </w:rPr>
        <w:t>将其它单体聚合物</w:t>
      </w:r>
      <w:r w:rsidR="00410C3C">
        <w:rPr>
          <w:rFonts w:eastAsia="宋体"/>
        </w:rPr>
        <w:fldChar w:fldCharType="begin"/>
      </w:r>
      <w:r w:rsidR="001A56B7">
        <w:instrText xml:space="preserve"> XE "</w:instrText>
      </w:r>
      <w:r w:rsidR="001A56B7" w:rsidRPr="00837DE7">
        <w:rPr>
          <w:rFonts w:hint="eastAsia"/>
        </w:rPr>
        <w:instrText>聚合物</w:instrText>
      </w:r>
      <w:r w:rsidR="001A56B7">
        <w:instrText xml:space="preserve">" </w:instrText>
      </w:r>
      <w:r w:rsidR="00410C3C">
        <w:rPr>
          <w:rFonts w:eastAsia="宋体"/>
        </w:rPr>
        <w:fldChar w:fldCharType="end"/>
      </w:r>
      <w:r w:rsidRPr="00386B94">
        <w:rPr>
          <w:rFonts w:eastAsia="宋体" w:hint="eastAsia"/>
        </w:rPr>
        <w:t>以</w:t>
      </w:r>
      <w:r w:rsidRPr="00386B94">
        <w:rPr>
          <w:rFonts w:eastAsia="宋体"/>
        </w:rPr>
        <w:t>支链</w:t>
      </w:r>
      <w:r w:rsidRPr="00386B94">
        <w:rPr>
          <w:rFonts w:eastAsia="宋体" w:hint="eastAsia"/>
        </w:rPr>
        <w:t>形式连</w:t>
      </w:r>
      <w:r w:rsidRPr="00386B94">
        <w:rPr>
          <w:rFonts w:eastAsia="宋体"/>
        </w:rPr>
        <w:t>接</w:t>
      </w:r>
      <w:r w:rsidRPr="00386B94">
        <w:rPr>
          <w:rFonts w:eastAsia="宋体" w:hint="eastAsia"/>
        </w:rPr>
        <w:t>到</w:t>
      </w:r>
      <w:r w:rsidRPr="00386B94">
        <w:rPr>
          <w:rFonts w:eastAsia="宋体"/>
        </w:rPr>
        <w:t>橡胶分子主链上的过程。</w:t>
      </w:r>
    </w:p>
    <w:p w14:paraId="0D7F8671"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proofErr w:type="gramStart"/>
      <w:r w:rsidRPr="00251890">
        <w:rPr>
          <w:rFonts w:ascii="黑体" w:eastAsia="黑体" w:hAnsi="黑体" w:hint="eastAsia"/>
        </w:rPr>
        <w:t>天甲橡胶</w:t>
      </w:r>
      <w:proofErr w:type="gramEnd"/>
      <w:r w:rsidRPr="00251890">
        <w:rPr>
          <w:rFonts w:ascii="黑体" w:eastAsia="黑体" w:hAnsi="黑体"/>
        </w:rPr>
        <w:t xml:space="preserve">  methyl methacrylate grafted natural rubber</w:t>
      </w:r>
      <w:r w:rsidRPr="00251890">
        <w:rPr>
          <w:rFonts w:ascii="黑体" w:eastAsia="黑体" w:hAnsi="黑体" w:hint="eastAsia"/>
        </w:rPr>
        <w:t>，</w:t>
      </w:r>
      <w:r w:rsidRPr="00251890">
        <w:rPr>
          <w:rFonts w:ascii="黑体" w:eastAsia="黑体" w:hAnsi="黑体"/>
        </w:rPr>
        <w:t>MG rubber</w:t>
      </w:r>
    </w:p>
    <w:p w14:paraId="7055541F" w14:textId="77777777" w:rsidR="00197C92" w:rsidRPr="00197C92" w:rsidRDefault="00C645D3" w:rsidP="00ED321E">
      <w:pPr>
        <w:pStyle w:val="affffffffffff7"/>
        <w:ind w:firstLineChars="200" w:firstLine="420"/>
      </w:pPr>
      <w:r w:rsidRPr="00386B94">
        <w:rPr>
          <w:rFonts w:eastAsia="宋体" w:hint="eastAsia"/>
        </w:rPr>
        <w:t>通过</w:t>
      </w:r>
      <w:r w:rsidRPr="00386B94">
        <w:rPr>
          <w:rFonts w:eastAsia="宋体"/>
        </w:rPr>
        <w:t>共聚</w:t>
      </w:r>
      <w:r w:rsidRPr="00386B94">
        <w:rPr>
          <w:rFonts w:eastAsia="宋体" w:hint="eastAsia"/>
        </w:rPr>
        <w:t>反应，将</w:t>
      </w:r>
      <w:r w:rsidRPr="00386B94">
        <w:rPr>
          <w:rFonts w:eastAsia="宋体"/>
        </w:rPr>
        <w:t>甲基丙烯酸甲酯</w:t>
      </w:r>
      <w:r w:rsidRPr="00386B94">
        <w:rPr>
          <w:rFonts w:eastAsia="宋体" w:hint="eastAsia"/>
        </w:rPr>
        <w:t>的</w:t>
      </w:r>
      <w:proofErr w:type="gramStart"/>
      <w:r w:rsidRPr="00386B94">
        <w:rPr>
          <w:rFonts w:eastAsia="宋体" w:hint="eastAsia"/>
        </w:rPr>
        <w:t>短分子</w:t>
      </w:r>
      <w:proofErr w:type="gramEnd"/>
      <w:r w:rsidRPr="00386B94">
        <w:rPr>
          <w:rFonts w:eastAsia="宋体" w:hint="eastAsia"/>
        </w:rPr>
        <w:t>链以支链形式连接到</w:t>
      </w:r>
      <w:r w:rsidRPr="00386B94">
        <w:rPr>
          <w:rFonts w:eastAsia="宋体"/>
        </w:rPr>
        <w:t>天然橡胶分子主链接上</w:t>
      </w:r>
      <w:r w:rsidRPr="00386B94">
        <w:rPr>
          <w:rFonts w:eastAsia="宋体" w:hint="eastAsia"/>
        </w:rPr>
        <w:t>，</w:t>
      </w:r>
      <w:r w:rsidRPr="00386B94">
        <w:rPr>
          <w:rFonts w:eastAsia="宋体"/>
        </w:rPr>
        <w:t>所得</w:t>
      </w:r>
      <w:r w:rsidRPr="00386B94">
        <w:rPr>
          <w:rFonts w:eastAsia="宋体" w:hint="eastAsia"/>
        </w:rPr>
        <w:t>到</w:t>
      </w:r>
      <w:r w:rsidRPr="00386B94">
        <w:rPr>
          <w:rFonts w:eastAsia="宋体"/>
        </w:rPr>
        <w:t>的</w:t>
      </w:r>
      <w:r w:rsidRPr="00386B94">
        <w:rPr>
          <w:rFonts w:eastAsia="宋体" w:hint="eastAsia"/>
        </w:rPr>
        <w:t>化学改性天然橡胶</w:t>
      </w:r>
      <w:r w:rsidRPr="00386B94">
        <w:rPr>
          <w:rFonts w:eastAsia="宋体"/>
        </w:rPr>
        <w:t>。</w:t>
      </w:r>
    </w:p>
    <w:p w14:paraId="14891683" w14:textId="77777777" w:rsidR="00197C92" w:rsidRPr="00BF355F" w:rsidRDefault="00BF355F" w:rsidP="00BF355F">
      <w:pPr>
        <w:pStyle w:val="afffffffffff9"/>
        <w:ind w:left="420" w:hangingChars="200" w:hanging="420"/>
        <w:rPr>
          <w:rFonts w:ascii="黑体" w:eastAsia="黑体" w:hAnsi="黑体"/>
        </w:rPr>
      </w:pPr>
      <w:r>
        <w:rPr>
          <w:rFonts w:ascii="黑体" w:eastAsia="黑体" w:hAnsi="黑体"/>
        </w:rPr>
        <w:br w:type="textWrapping" w:clear="all"/>
      </w:r>
      <w:r w:rsidR="00197C92" w:rsidRPr="00BF355F">
        <w:rPr>
          <w:rFonts w:ascii="黑体" w:eastAsia="黑体" w:hAnsi="黑体" w:hint="eastAsia"/>
          <w:szCs w:val="21"/>
        </w:rPr>
        <w:t xml:space="preserve">结合剂  </w:t>
      </w:r>
      <w:r w:rsidR="00197C92" w:rsidRPr="00BF355F">
        <w:rPr>
          <w:rFonts w:ascii="黑体" w:eastAsia="黑体" w:hAnsi="黑体"/>
          <w:szCs w:val="21"/>
        </w:rPr>
        <w:t>bonding agent</w:t>
      </w:r>
      <w:r w:rsidR="00197C92" w:rsidRPr="00BF355F">
        <w:rPr>
          <w:rFonts w:ascii="黑体" w:eastAsia="黑体" w:hAnsi="黑体" w:hint="eastAsia"/>
          <w:szCs w:val="21"/>
        </w:rPr>
        <w:t xml:space="preserve"> </w:t>
      </w:r>
    </w:p>
    <w:p w14:paraId="6A314CC5" w14:textId="77777777" w:rsidR="00197C92" w:rsidRPr="00781C7F" w:rsidRDefault="00197C92" w:rsidP="00BF355F">
      <w:pPr>
        <w:tabs>
          <w:tab w:val="left" w:pos="2422"/>
        </w:tabs>
        <w:spacing w:line="240" w:lineRule="auto"/>
        <w:jc w:val="left"/>
      </w:pPr>
      <w:r w:rsidRPr="00781C7F">
        <w:rPr>
          <w:rFonts w:hint="eastAsia"/>
        </w:rPr>
        <w:t xml:space="preserve">    </w:t>
      </w:r>
      <w:r w:rsidRPr="00781C7F">
        <w:rPr>
          <w:rFonts w:hint="eastAsia"/>
        </w:rPr>
        <w:t>通常涂覆在橡胶和另外一种材料之间形成结合作用的液体物质。</w:t>
      </w:r>
    </w:p>
    <w:p w14:paraId="005B0FB7" w14:textId="77777777" w:rsidR="00C645D3" w:rsidRPr="001D2EB6" w:rsidRDefault="00C645D3" w:rsidP="000F1F49">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抗结晶橡胶</w:t>
      </w:r>
      <w:r w:rsidRPr="001D2EB6">
        <w:rPr>
          <w:rFonts w:ascii="黑体" w:eastAsia="黑体" w:hAnsi="黑体"/>
        </w:rPr>
        <w:t xml:space="preserve">  anti-crystal</w:t>
      </w:r>
      <w:r w:rsidRPr="001D2EB6">
        <w:rPr>
          <w:rFonts w:ascii="黑体" w:eastAsia="黑体" w:hAnsi="黑体" w:hint="eastAsia"/>
        </w:rPr>
        <w:t>liz</w:t>
      </w:r>
      <w:r w:rsidRPr="001D2EB6">
        <w:rPr>
          <w:rFonts w:ascii="黑体" w:eastAsia="黑体" w:hAnsi="黑体"/>
        </w:rPr>
        <w:t>ing rubber</w:t>
      </w:r>
    </w:p>
    <w:p w14:paraId="40769368" w14:textId="77777777" w:rsidR="00C645D3" w:rsidRPr="001D2EB6" w:rsidRDefault="00C645D3" w:rsidP="00C645D3">
      <w:pPr>
        <w:pStyle w:val="affffffffffff7"/>
        <w:ind w:firstLineChars="200" w:firstLine="420"/>
        <w:rPr>
          <w:rFonts w:eastAsia="宋体"/>
        </w:rPr>
      </w:pPr>
      <w:r w:rsidRPr="001D2EB6">
        <w:rPr>
          <w:rFonts w:eastAsia="宋体" w:hint="eastAsia"/>
        </w:rPr>
        <w:t>通过</w:t>
      </w:r>
      <w:r w:rsidRPr="001D2EB6">
        <w:rPr>
          <w:rFonts w:eastAsia="宋体"/>
        </w:rPr>
        <w:t>化学处理</w:t>
      </w:r>
      <w:r w:rsidRPr="001D2EB6">
        <w:rPr>
          <w:rFonts w:eastAsia="宋体" w:hint="eastAsia"/>
        </w:rPr>
        <w:t>，使</w:t>
      </w:r>
      <w:r w:rsidRPr="001D2EB6">
        <w:rPr>
          <w:rFonts w:eastAsia="宋体"/>
        </w:rPr>
        <w:t>天然橡胶</w:t>
      </w:r>
      <w:r w:rsidRPr="001D2EB6">
        <w:rPr>
          <w:rFonts w:eastAsia="宋体" w:hint="eastAsia"/>
        </w:rPr>
        <w:t>的</w:t>
      </w:r>
      <w:r w:rsidRPr="001D2EB6">
        <w:rPr>
          <w:rFonts w:eastAsia="宋体"/>
        </w:rPr>
        <w:t>部分橡胶</w:t>
      </w:r>
      <w:proofErr w:type="gramStart"/>
      <w:r w:rsidRPr="001D2EB6">
        <w:rPr>
          <w:rFonts w:eastAsia="宋体"/>
        </w:rPr>
        <w:t>烃</w:t>
      </w:r>
      <w:proofErr w:type="gramEnd"/>
      <w:r w:rsidRPr="001D2EB6">
        <w:rPr>
          <w:rFonts w:eastAsia="宋体"/>
        </w:rPr>
        <w:t>转变为反</w:t>
      </w:r>
      <w:r w:rsidRPr="001D2EB6">
        <w:rPr>
          <w:rFonts w:ascii="宋体" w:eastAsia="宋体" w:hAnsi="宋体"/>
        </w:rPr>
        <w:t>式1，4-聚</w:t>
      </w:r>
      <w:r w:rsidRPr="001D2EB6">
        <w:rPr>
          <w:rFonts w:eastAsia="宋体"/>
        </w:rPr>
        <w:t>异戊二烯构型，所得到的</w:t>
      </w:r>
      <w:r w:rsidRPr="001D2EB6">
        <w:rPr>
          <w:rFonts w:eastAsia="宋体" w:hint="eastAsia"/>
        </w:rPr>
        <w:t>化学改性天然</w:t>
      </w:r>
      <w:r w:rsidRPr="001D2EB6">
        <w:rPr>
          <w:rFonts w:eastAsia="宋体"/>
        </w:rPr>
        <w:t>橡胶</w:t>
      </w:r>
      <w:r w:rsidRPr="001D2EB6">
        <w:rPr>
          <w:rFonts w:eastAsia="宋体" w:hint="eastAsia"/>
        </w:rPr>
        <w:t>。主要用于生产</w:t>
      </w:r>
      <w:r w:rsidRPr="001D2EB6">
        <w:rPr>
          <w:rFonts w:eastAsia="宋体"/>
        </w:rPr>
        <w:t>适合于低温场合的制品。</w:t>
      </w:r>
    </w:p>
    <w:p w14:paraId="2001D1E7"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氯化天然橡胶</w:t>
      </w:r>
      <w:r w:rsidRPr="001D2EB6">
        <w:rPr>
          <w:rFonts w:ascii="黑体" w:eastAsia="黑体" w:hAnsi="黑体"/>
        </w:rPr>
        <w:t xml:space="preserve"> </w:t>
      </w:r>
      <w:r w:rsidRPr="001D2EB6">
        <w:rPr>
          <w:rFonts w:ascii="黑体" w:eastAsia="黑体" w:hAnsi="黑体" w:hint="eastAsia"/>
        </w:rPr>
        <w:t xml:space="preserve"> </w:t>
      </w:r>
      <w:r w:rsidRPr="001D2EB6">
        <w:rPr>
          <w:rFonts w:ascii="黑体" w:eastAsia="黑体" w:hAnsi="黑体"/>
        </w:rPr>
        <w:t>chlorinated natural rubber</w:t>
      </w:r>
    </w:p>
    <w:p w14:paraId="00DE59F9" w14:textId="77777777" w:rsidR="00C645D3" w:rsidRPr="001D2EB6" w:rsidRDefault="00C645D3" w:rsidP="00C645D3">
      <w:pPr>
        <w:pStyle w:val="affffffffffff7"/>
        <w:ind w:firstLineChars="200" w:firstLine="420"/>
        <w:rPr>
          <w:rFonts w:eastAsia="宋体"/>
        </w:rPr>
      </w:pPr>
      <w:r w:rsidRPr="001D2EB6">
        <w:rPr>
          <w:rFonts w:eastAsia="宋体"/>
        </w:rPr>
        <w:t>通过氯化反应制备的一种氯含量</w:t>
      </w:r>
      <w:r w:rsidRPr="001D2EB6">
        <w:rPr>
          <w:rFonts w:eastAsia="宋体" w:hint="eastAsia"/>
        </w:rPr>
        <w:t>约为</w:t>
      </w:r>
      <w:r w:rsidRPr="001D2EB6">
        <w:rPr>
          <w:rFonts w:ascii="宋体" w:eastAsia="宋体" w:hAnsi="宋体"/>
        </w:rPr>
        <w:t>65%</w:t>
      </w:r>
      <w:r w:rsidRPr="001D2EB6">
        <w:rPr>
          <w:rFonts w:eastAsia="宋体" w:hint="eastAsia"/>
        </w:rPr>
        <w:t>的</w:t>
      </w:r>
      <w:r w:rsidRPr="001D2EB6">
        <w:rPr>
          <w:rFonts w:eastAsia="宋体"/>
        </w:rPr>
        <w:t>白色或浅黄色粉末</w:t>
      </w:r>
      <w:r w:rsidRPr="001D2EB6">
        <w:rPr>
          <w:rFonts w:eastAsia="宋体" w:hint="eastAsia"/>
        </w:rPr>
        <w:t>状</w:t>
      </w:r>
      <w:r w:rsidRPr="001D2EB6">
        <w:rPr>
          <w:rFonts w:eastAsia="宋体"/>
        </w:rPr>
        <w:t>化学改性天然橡胶。</w:t>
      </w:r>
    </w:p>
    <w:p w14:paraId="6D2E4AC5" w14:textId="77777777" w:rsidR="00C645D3" w:rsidRPr="001D2EB6" w:rsidRDefault="00C645D3" w:rsidP="00BF355F">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氢氯化橡胶</w:t>
      </w:r>
      <w:r w:rsidRPr="001D2EB6">
        <w:rPr>
          <w:rFonts w:ascii="黑体" w:eastAsia="黑体" w:hAnsi="黑体"/>
        </w:rPr>
        <w:t xml:space="preserve">  </w:t>
      </w:r>
      <w:proofErr w:type="spellStart"/>
      <w:r w:rsidRPr="001D2EB6">
        <w:rPr>
          <w:rFonts w:ascii="黑体" w:eastAsia="黑体" w:hAnsi="黑体"/>
        </w:rPr>
        <w:t>hydrochlorinated</w:t>
      </w:r>
      <w:proofErr w:type="spellEnd"/>
      <w:r w:rsidRPr="001D2EB6">
        <w:rPr>
          <w:rFonts w:ascii="黑体" w:eastAsia="黑体" w:hAnsi="黑体"/>
        </w:rPr>
        <w:t xml:space="preserve"> rubber</w:t>
      </w:r>
    </w:p>
    <w:p w14:paraId="23F752F1" w14:textId="77777777" w:rsidR="00C645D3" w:rsidRPr="001D2EB6" w:rsidRDefault="00C645D3" w:rsidP="00BF355F">
      <w:pPr>
        <w:pStyle w:val="affffffffffff7"/>
        <w:ind w:firstLineChars="200" w:firstLine="420"/>
        <w:rPr>
          <w:rFonts w:eastAsia="宋体"/>
        </w:rPr>
      </w:pPr>
      <w:r w:rsidRPr="001D2EB6">
        <w:rPr>
          <w:rFonts w:eastAsia="宋体" w:hint="eastAsia"/>
        </w:rPr>
        <w:t>通过</w:t>
      </w:r>
      <w:r w:rsidRPr="001D2EB6">
        <w:rPr>
          <w:rFonts w:eastAsia="宋体"/>
        </w:rPr>
        <w:t>加成反应</w:t>
      </w:r>
      <w:r w:rsidRPr="001D2EB6">
        <w:rPr>
          <w:rFonts w:eastAsia="宋体" w:hint="eastAsia"/>
        </w:rPr>
        <w:t>，将</w:t>
      </w:r>
      <w:r w:rsidRPr="001D2EB6">
        <w:rPr>
          <w:rFonts w:eastAsia="宋体"/>
        </w:rPr>
        <w:t>氯化氢</w:t>
      </w:r>
      <w:r w:rsidRPr="001D2EB6">
        <w:rPr>
          <w:rFonts w:eastAsia="宋体" w:hint="eastAsia"/>
        </w:rPr>
        <w:t>加成到</w:t>
      </w:r>
      <w:r w:rsidRPr="001D2EB6">
        <w:rPr>
          <w:rFonts w:eastAsia="宋体"/>
        </w:rPr>
        <w:t>天然橡胶</w:t>
      </w:r>
      <w:r w:rsidRPr="001D2EB6">
        <w:rPr>
          <w:rFonts w:eastAsia="宋体" w:hint="eastAsia"/>
        </w:rPr>
        <w:t>分子链上而制成的</w:t>
      </w:r>
      <w:r w:rsidRPr="001D2EB6">
        <w:rPr>
          <w:rFonts w:eastAsia="宋体"/>
        </w:rPr>
        <w:t>氯含量</w:t>
      </w:r>
      <w:r w:rsidRPr="001D2EB6">
        <w:rPr>
          <w:rFonts w:ascii="宋体" w:eastAsia="宋体" w:hAnsi="宋体" w:hint="eastAsia"/>
        </w:rPr>
        <w:t>为</w:t>
      </w:r>
      <w:r w:rsidRPr="001D2EB6">
        <w:rPr>
          <w:rFonts w:ascii="宋体" w:eastAsia="宋体" w:hAnsi="宋体"/>
        </w:rPr>
        <w:t>29%</w:t>
      </w:r>
      <w:r w:rsidRPr="001D2EB6">
        <w:rPr>
          <w:rFonts w:ascii="宋体" w:eastAsia="宋体" w:hAnsi="宋体" w:hint="eastAsia"/>
        </w:rPr>
        <w:t>～</w:t>
      </w:r>
      <w:r w:rsidRPr="001D2EB6">
        <w:rPr>
          <w:rFonts w:ascii="宋体" w:eastAsia="宋体" w:hAnsi="宋体"/>
        </w:rPr>
        <w:t>30%的</w:t>
      </w:r>
      <w:r w:rsidRPr="001D2EB6">
        <w:rPr>
          <w:rFonts w:eastAsia="宋体" w:hint="eastAsia"/>
        </w:rPr>
        <w:t>化学改性天然</w:t>
      </w:r>
      <w:r w:rsidRPr="001D2EB6">
        <w:rPr>
          <w:rFonts w:eastAsia="宋体"/>
        </w:rPr>
        <w:t>橡胶。</w:t>
      </w:r>
    </w:p>
    <w:p w14:paraId="6235B1CE" w14:textId="77777777" w:rsidR="00C645D3" w:rsidRPr="00386B94" w:rsidRDefault="00C645D3" w:rsidP="00C645D3">
      <w:pPr>
        <w:pStyle w:val="afffffffffff9"/>
        <w:ind w:left="420" w:hangingChars="200" w:hanging="420"/>
        <w:rPr>
          <w:rFonts w:ascii="黑体" w:eastAsia="黑体" w:hAnsi="黑体"/>
        </w:rPr>
      </w:pPr>
      <w:r w:rsidRPr="001D2EB6">
        <w:rPr>
          <w:rFonts w:ascii="黑体" w:eastAsia="黑体" w:hAnsi="黑体"/>
        </w:rPr>
        <w:br/>
      </w:r>
      <w:r w:rsidRPr="00386B94">
        <w:rPr>
          <w:rFonts w:ascii="黑体" w:eastAsia="黑体" w:hAnsi="黑体" w:hint="eastAsia"/>
        </w:rPr>
        <w:t>液体天然橡胶</w:t>
      </w:r>
      <w:r w:rsidRPr="00386B94">
        <w:rPr>
          <w:rFonts w:ascii="黑体" w:eastAsia="黑体" w:hAnsi="黑体"/>
        </w:rPr>
        <w:t xml:space="preserve">  liquid natural rubber</w:t>
      </w:r>
    </w:p>
    <w:p w14:paraId="40F305E6" w14:textId="77777777" w:rsidR="00C645D3" w:rsidRPr="001D2EB6" w:rsidRDefault="00C645D3" w:rsidP="000972F7">
      <w:pPr>
        <w:pStyle w:val="affffffffffff7"/>
        <w:ind w:firstLineChars="202" w:firstLine="424"/>
        <w:rPr>
          <w:rFonts w:ascii="宋体" w:eastAsia="宋体" w:hAnsi="宋体"/>
        </w:rPr>
      </w:pPr>
      <w:r w:rsidRPr="001D2EB6">
        <w:rPr>
          <w:rFonts w:ascii="宋体" w:eastAsia="宋体" w:hAnsi="宋体" w:hint="eastAsia"/>
        </w:rPr>
        <w:t>解聚橡胶</w:t>
      </w:r>
    </w:p>
    <w:p w14:paraId="46362F22" w14:textId="77777777" w:rsidR="00C645D3" w:rsidRPr="001D2EB6" w:rsidRDefault="00C645D3" w:rsidP="00C645D3">
      <w:pPr>
        <w:pStyle w:val="affffffffffff7"/>
        <w:ind w:firstLineChars="200" w:firstLine="420"/>
        <w:rPr>
          <w:rFonts w:eastAsia="宋体"/>
        </w:rPr>
      </w:pPr>
      <w:r w:rsidRPr="001D2EB6">
        <w:rPr>
          <w:rFonts w:eastAsia="宋体"/>
        </w:rPr>
        <w:t>通过氧</w:t>
      </w:r>
      <w:r w:rsidRPr="001D2EB6">
        <w:rPr>
          <w:rFonts w:eastAsia="宋体" w:hint="eastAsia"/>
        </w:rPr>
        <w:t>化</w:t>
      </w:r>
      <w:r w:rsidRPr="001D2EB6">
        <w:rPr>
          <w:rFonts w:eastAsia="宋体"/>
        </w:rPr>
        <w:t>降解</w:t>
      </w:r>
      <w:r w:rsidRPr="001D2EB6">
        <w:rPr>
          <w:rFonts w:eastAsia="宋体" w:hint="eastAsia"/>
        </w:rPr>
        <w:t>，</w:t>
      </w:r>
      <w:r w:rsidRPr="001D2EB6">
        <w:rPr>
          <w:rFonts w:eastAsia="宋体"/>
        </w:rPr>
        <w:t>将天然橡胶使分子量降</w:t>
      </w:r>
      <w:r w:rsidRPr="001D2EB6">
        <w:rPr>
          <w:rFonts w:ascii="宋体" w:eastAsia="宋体" w:hAnsi="宋体"/>
        </w:rPr>
        <w:t>至9000～20000，然后</w:t>
      </w:r>
      <w:r w:rsidRPr="001D2EB6">
        <w:rPr>
          <w:rFonts w:eastAsia="宋体"/>
        </w:rPr>
        <w:t>还原封端，</w:t>
      </w:r>
      <w:r w:rsidRPr="001D2EB6">
        <w:rPr>
          <w:rFonts w:eastAsia="宋体" w:hint="eastAsia"/>
        </w:rPr>
        <w:t>得到的</w:t>
      </w:r>
      <w:r w:rsidRPr="001D2EB6">
        <w:rPr>
          <w:rFonts w:eastAsia="宋体"/>
        </w:rPr>
        <w:t>褐色蜂蜜状橡胶。</w:t>
      </w:r>
    </w:p>
    <w:p w14:paraId="27BAF861" w14:textId="77777777" w:rsidR="00C645D3" w:rsidRPr="001D2EB6" w:rsidRDefault="00C645D3" w:rsidP="00C645D3">
      <w:pPr>
        <w:pStyle w:val="afff0"/>
        <w:spacing w:before="312" w:after="312"/>
      </w:pPr>
      <w:bookmarkStart w:id="74" w:name="_Toc98757031"/>
      <w:bookmarkStart w:id="75" w:name="_Toc108098951"/>
      <w:bookmarkStart w:id="76" w:name="_Toc108107362"/>
      <w:r w:rsidRPr="001D2EB6">
        <w:rPr>
          <w:rFonts w:hint="eastAsia"/>
        </w:rPr>
        <w:t>杂胶</w:t>
      </w:r>
      <w:bookmarkEnd w:id="74"/>
      <w:bookmarkEnd w:id="75"/>
      <w:bookmarkEnd w:id="76"/>
    </w:p>
    <w:p w14:paraId="4AD77096" w14:textId="77777777" w:rsidR="00D22B41" w:rsidRPr="00FF5A9A" w:rsidRDefault="00FF5A9A" w:rsidP="00BF355F">
      <w:pPr>
        <w:pStyle w:val="afffffffffff9"/>
        <w:adjustRightInd w:val="0"/>
        <w:snapToGrid w:val="0"/>
        <w:ind w:left="420" w:hangingChars="200" w:hanging="420"/>
        <w:rPr>
          <w:rFonts w:ascii="Calibri" w:hAnsi="Calibri"/>
          <w:kern w:val="2"/>
          <w:szCs w:val="21"/>
        </w:rPr>
      </w:pPr>
      <w:r>
        <w:rPr>
          <w:rFonts w:ascii="黑体" w:eastAsia="黑体" w:hAnsi="黑体"/>
        </w:rPr>
        <w:br w:type="textWrapping" w:clear="all"/>
      </w:r>
      <w:r w:rsidR="00D22B41" w:rsidRPr="00FF5A9A">
        <w:rPr>
          <w:rFonts w:ascii="黑体" w:eastAsia="黑体" w:hAnsi="黑体" w:hint="eastAsia"/>
          <w:szCs w:val="21"/>
        </w:rPr>
        <w:t>杂胶  scrap</w:t>
      </w:r>
    </w:p>
    <w:p w14:paraId="4607120B" w14:textId="77777777" w:rsidR="00D22B41" w:rsidRPr="00D22B41" w:rsidRDefault="000972F7" w:rsidP="00BF355F">
      <w:pPr>
        <w:snapToGrid w:val="0"/>
        <w:spacing w:line="240" w:lineRule="auto"/>
      </w:pPr>
      <w:r>
        <w:rPr>
          <w:rFonts w:hint="eastAsia"/>
        </w:rPr>
        <w:t xml:space="preserve">    </w:t>
      </w:r>
      <w:r w:rsidR="00D22B41" w:rsidRPr="00781C7F">
        <w:t>杯凝胶、胶线、树皮胶线、泥胶、湿胶块、早凝块、</w:t>
      </w:r>
      <w:proofErr w:type="gramStart"/>
      <w:r w:rsidR="00D22B41" w:rsidRPr="00781C7F">
        <w:t>撇泡胶片</w:t>
      </w:r>
      <w:proofErr w:type="gramEnd"/>
      <w:r w:rsidR="00D22B41" w:rsidRPr="00781C7F">
        <w:t>、碎胶、工厂杂胶等的总称。</w:t>
      </w:r>
    </w:p>
    <w:p w14:paraId="184C0AE3" w14:textId="77777777" w:rsidR="00251890" w:rsidRPr="00251890" w:rsidRDefault="00251890" w:rsidP="00251890">
      <w:pPr>
        <w:pStyle w:val="afffffffffff9"/>
        <w:ind w:left="420" w:hangingChars="200" w:hanging="420"/>
        <w:rPr>
          <w:rFonts w:ascii="黑体" w:eastAsia="黑体" w:hAnsi="黑体"/>
          <w:b/>
        </w:rPr>
      </w:pPr>
      <w:r w:rsidRPr="00251890">
        <w:rPr>
          <w:rFonts w:ascii="黑体" w:eastAsia="黑体" w:hAnsi="黑体"/>
        </w:rPr>
        <w:br w:type="textWrapping" w:clear="all"/>
      </w:r>
      <w:r w:rsidRPr="00251890">
        <w:rPr>
          <w:rFonts w:ascii="黑体" w:eastAsia="黑体" w:hAnsi="黑体" w:hint="eastAsia"/>
        </w:rPr>
        <w:t>胶园凝胶</w:t>
      </w:r>
      <w:r w:rsidRPr="00251890">
        <w:rPr>
          <w:rFonts w:ascii="黑体" w:eastAsia="黑体" w:hAnsi="黑体"/>
        </w:rPr>
        <w:t xml:space="preserve">  field-grade coagulum</w:t>
      </w:r>
    </w:p>
    <w:p w14:paraId="384A669B" w14:textId="77777777" w:rsidR="00FF5A9A" w:rsidRPr="00781C7F" w:rsidRDefault="000972F7" w:rsidP="00FF5A9A">
      <w:pPr>
        <w:spacing w:line="360" w:lineRule="auto"/>
        <w:ind w:firstLineChars="150" w:firstLine="315"/>
      </w:pPr>
      <w:r>
        <w:rPr>
          <w:rFonts w:hint="eastAsia"/>
        </w:rPr>
        <w:t xml:space="preserve"> </w:t>
      </w:r>
      <w:r w:rsidR="00FF5A9A" w:rsidRPr="00781C7F">
        <w:rPr>
          <w:rFonts w:hint="eastAsia"/>
        </w:rPr>
        <w:t>胶园</w:t>
      </w:r>
      <w:r w:rsidR="00251890" w:rsidRPr="00251890">
        <w:rPr>
          <w:rFonts w:ascii="仿宋_GB2312" w:eastAsia="仿宋_GB2312" w:hAnsi="黑体" w:hint="eastAsia"/>
        </w:rPr>
        <w:t>杂</w:t>
      </w:r>
      <w:r w:rsidR="00FF5A9A" w:rsidRPr="00781C7F">
        <w:rPr>
          <w:rFonts w:hint="eastAsia"/>
        </w:rPr>
        <w:t>胶</w:t>
      </w:r>
    </w:p>
    <w:p w14:paraId="194F0E5F" w14:textId="77777777" w:rsidR="00FF5A9A" w:rsidRDefault="000972F7" w:rsidP="00FF5A9A">
      <w:pPr>
        <w:spacing w:line="240" w:lineRule="auto"/>
        <w:ind w:firstLineChars="150" w:firstLine="315"/>
      </w:pPr>
      <w:r>
        <w:rPr>
          <w:rFonts w:hint="eastAsia"/>
        </w:rPr>
        <w:t xml:space="preserve"> </w:t>
      </w:r>
      <w:r w:rsidR="00FF5A9A" w:rsidRPr="00781C7F">
        <w:rPr>
          <w:rFonts w:hint="eastAsia"/>
        </w:rPr>
        <w:t>在胶园采胶过程形成的胶团、胶线、泥胶等。</w:t>
      </w:r>
      <w:r w:rsidR="00606024">
        <w:rPr>
          <w:rFonts w:hint="eastAsia"/>
        </w:rPr>
        <w:t>通常会</w:t>
      </w:r>
      <w:r w:rsidR="00FF5A9A" w:rsidRPr="00781C7F">
        <w:rPr>
          <w:rFonts w:hint="eastAsia"/>
        </w:rPr>
        <w:t>沾带有较多的杂质，并含有一定量的水分，在贮存过程中容易氧化变质。</w:t>
      </w:r>
    </w:p>
    <w:p w14:paraId="08E6FF9F" w14:textId="77777777" w:rsidR="00C00E7A" w:rsidRDefault="00C00E7A" w:rsidP="00FF5A9A">
      <w:pPr>
        <w:spacing w:line="240" w:lineRule="auto"/>
        <w:ind w:firstLineChars="150" w:firstLine="315"/>
        <w:rPr>
          <w:rFonts w:ascii="仿宋_GB2312" w:eastAsia="仿宋_GB2312"/>
        </w:rPr>
      </w:pPr>
      <w:r w:rsidRPr="00581BA5">
        <w:rPr>
          <w:rFonts w:ascii="仿宋_GB2312" w:eastAsia="仿宋_GB2312" w:hint="eastAsia"/>
        </w:rPr>
        <w:t>[</w:t>
      </w:r>
      <w:r>
        <w:rPr>
          <w:rFonts w:ascii="仿宋_GB2312" w:eastAsia="仿宋_GB2312" w:hint="eastAsia"/>
        </w:rPr>
        <w:t>来源：GB/T 8081-2019,</w:t>
      </w:r>
      <w:r w:rsidRPr="00581BA5">
        <w:rPr>
          <w:rFonts w:ascii="仿宋_GB2312" w:eastAsia="仿宋_GB2312" w:hint="eastAsia"/>
        </w:rPr>
        <w:t xml:space="preserve"> </w:t>
      </w:r>
      <w:r>
        <w:rPr>
          <w:rFonts w:ascii="仿宋_GB2312" w:eastAsia="仿宋_GB2312" w:hint="eastAsia"/>
        </w:rPr>
        <w:t>3.4</w:t>
      </w:r>
      <w:r w:rsidRPr="00581BA5">
        <w:rPr>
          <w:rFonts w:ascii="仿宋_GB2312" w:eastAsia="仿宋_GB2312" w:hint="eastAsia"/>
        </w:rPr>
        <w:t>]</w:t>
      </w:r>
    </w:p>
    <w:p w14:paraId="20E93794" w14:textId="77777777" w:rsidR="00C00E7A" w:rsidRPr="00C00E7A" w:rsidRDefault="00C00E7A" w:rsidP="00C00E7A">
      <w:pPr>
        <w:pStyle w:val="afffffffffff9"/>
        <w:ind w:left="420" w:hangingChars="200" w:hanging="420"/>
        <w:rPr>
          <w:rFonts w:ascii="黑体" w:eastAsia="黑体" w:hAnsi="黑体"/>
        </w:rPr>
      </w:pPr>
      <w:r w:rsidRPr="00C00E7A">
        <w:rPr>
          <w:rFonts w:ascii="黑体" w:eastAsia="黑体" w:hAnsi="黑体"/>
        </w:rPr>
        <w:br/>
      </w:r>
      <w:r w:rsidRPr="00251890">
        <w:rPr>
          <w:rFonts w:ascii="黑体" w:eastAsia="黑体" w:hAnsi="黑体" w:hint="eastAsia"/>
        </w:rPr>
        <w:t>工厂杂胶</w:t>
      </w:r>
      <w:r w:rsidRPr="00251890">
        <w:rPr>
          <w:rFonts w:ascii="黑体" w:eastAsia="黑体" w:hAnsi="黑体"/>
        </w:rPr>
        <w:t xml:space="preserve">  factory scrap</w:t>
      </w:r>
    </w:p>
    <w:p w14:paraId="2E05E0D0" w14:textId="77777777" w:rsidR="00FF5A9A" w:rsidRPr="00FF5A9A" w:rsidRDefault="00FF5A9A" w:rsidP="00FF5A9A">
      <w:pPr>
        <w:pStyle w:val="afffffffffffa"/>
        <w:numPr>
          <w:ilvl w:val="0"/>
          <w:numId w:val="0"/>
        </w:numPr>
      </w:pPr>
      <w:r>
        <w:rPr>
          <w:rFonts w:hint="eastAsia"/>
        </w:rPr>
        <w:t xml:space="preserve">    </w:t>
      </w:r>
      <w:r w:rsidRPr="00FF5A9A">
        <w:rPr>
          <w:b w:val="0"/>
        </w:rPr>
        <w:t>在制胶厂内形成或收集的胶屑、</w:t>
      </w:r>
      <w:proofErr w:type="gramStart"/>
      <w:r w:rsidRPr="00FF5A9A">
        <w:rPr>
          <w:b w:val="0"/>
        </w:rPr>
        <w:t>碎胶或</w:t>
      </w:r>
      <w:proofErr w:type="gramEnd"/>
      <w:r w:rsidRPr="00FF5A9A">
        <w:rPr>
          <w:b w:val="0"/>
        </w:rPr>
        <w:t>碎凝块的统称</w:t>
      </w:r>
      <w:r w:rsidRPr="00FF5A9A">
        <w:rPr>
          <w:rFonts w:hint="eastAsia"/>
          <w:b w:val="0"/>
        </w:rPr>
        <w:t>，</w:t>
      </w:r>
      <w:r w:rsidRPr="00FF5A9A">
        <w:rPr>
          <w:b w:val="0"/>
        </w:rPr>
        <w:t>用</w:t>
      </w:r>
      <w:r w:rsidRPr="00FF5A9A">
        <w:rPr>
          <w:rFonts w:hint="eastAsia"/>
          <w:b w:val="0"/>
        </w:rPr>
        <w:t>于</w:t>
      </w:r>
      <w:proofErr w:type="gramStart"/>
      <w:r w:rsidRPr="00FF5A9A">
        <w:rPr>
          <w:b w:val="0"/>
        </w:rPr>
        <w:t>制造低</w:t>
      </w:r>
      <w:proofErr w:type="gramEnd"/>
      <w:r w:rsidRPr="00FF5A9A">
        <w:rPr>
          <w:b w:val="0"/>
        </w:rPr>
        <w:t>等级生胶。</w:t>
      </w:r>
    </w:p>
    <w:p w14:paraId="328E604F" w14:textId="77777777" w:rsidR="00C645D3" w:rsidRPr="00386B94" w:rsidRDefault="00C645D3" w:rsidP="00C645D3">
      <w:pPr>
        <w:pStyle w:val="afffffffffff9"/>
        <w:ind w:left="420" w:hangingChars="200" w:hanging="420"/>
        <w:rPr>
          <w:rFonts w:ascii="黑体" w:eastAsia="黑体" w:hAnsi="黑体"/>
        </w:rPr>
      </w:pPr>
      <w:r w:rsidRPr="001D2EB6">
        <w:rPr>
          <w:rFonts w:ascii="黑体" w:eastAsia="黑体" w:hAnsi="黑体"/>
        </w:rPr>
        <w:br/>
      </w:r>
      <w:r w:rsidRPr="00386B94">
        <w:rPr>
          <w:rFonts w:ascii="黑体" w:eastAsia="黑体" w:hAnsi="黑体" w:hint="eastAsia"/>
        </w:rPr>
        <w:t>胶线</w:t>
      </w:r>
      <w:r w:rsidRPr="00386B94">
        <w:rPr>
          <w:rFonts w:ascii="黑体" w:eastAsia="黑体" w:hAnsi="黑体"/>
        </w:rPr>
        <w:t xml:space="preserve"> </w:t>
      </w:r>
      <w:r w:rsidRPr="00386B94">
        <w:rPr>
          <w:rFonts w:ascii="黑体" w:eastAsia="黑体" w:hAnsi="黑体" w:hint="eastAsia"/>
        </w:rPr>
        <w:t xml:space="preserve"> </w:t>
      </w:r>
      <w:r w:rsidRPr="00386B94">
        <w:rPr>
          <w:rFonts w:ascii="黑体" w:eastAsia="黑体" w:hAnsi="黑体"/>
        </w:rPr>
        <w:t>tree scrap</w:t>
      </w:r>
    </w:p>
    <w:p w14:paraId="1B117AE3" w14:textId="77777777" w:rsidR="00C645D3" w:rsidRPr="001D2EB6" w:rsidRDefault="00C645D3" w:rsidP="00C645D3">
      <w:pPr>
        <w:pStyle w:val="affffffffffff7"/>
        <w:ind w:firstLineChars="200" w:firstLine="420"/>
        <w:rPr>
          <w:rFonts w:eastAsia="宋体"/>
        </w:rPr>
      </w:pPr>
      <w:r w:rsidRPr="001D2EB6">
        <w:rPr>
          <w:rFonts w:eastAsia="宋体"/>
        </w:rPr>
        <w:t>橡胶树割口</w:t>
      </w:r>
      <w:r w:rsidRPr="001D2EB6">
        <w:rPr>
          <w:rFonts w:eastAsia="宋体" w:hint="eastAsia"/>
        </w:rPr>
        <w:t>位置</w:t>
      </w:r>
      <w:r w:rsidRPr="001D2EB6">
        <w:rPr>
          <w:rFonts w:eastAsia="宋体"/>
        </w:rPr>
        <w:t>残留的胶乳自然凝固形成一条带状的橡胶。</w:t>
      </w:r>
    </w:p>
    <w:p w14:paraId="08A4152F" w14:textId="77777777" w:rsidR="00C645D3" w:rsidRPr="00386B94" w:rsidRDefault="00C645D3" w:rsidP="00C645D3">
      <w:pPr>
        <w:pStyle w:val="afffffffffff9"/>
        <w:ind w:left="420" w:hangingChars="200" w:hanging="420"/>
        <w:rPr>
          <w:rFonts w:ascii="黑体" w:eastAsia="黑体" w:hAnsi="黑体"/>
        </w:rPr>
      </w:pPr>
      <w:r w:rsidRPr="001D2EB6">
        <w:rPr>
          <w:rFonts w:ascii="黑体" w:eastAsia="黑体" w:hAnsi="黑体"/>
        </w:rPr>
        <w:br/>
      </w:r>
      <w:r w:rsidRPr="00386B94">
        <w:rPr>
          <w:rFonts w:ascii="黑体" w:eastAsia="黑体" w:hAnsi="黑体" w:hint="eastAsia"/>
        </w:rPr>
        <w:t>树皮胶线</w:t>
      </w:r>
      <w:r w:rsidRPr="00386B94">
        <w:rPr>
          <w:rFonts w:ascii="黑体" w:eastAsia="黑体" w:hAnsi="黑体"/>
        </w:rPr>
        <w:t xml:space="preserve"> </w:t>
      </w:r>
      <w:r w:rsidRPr="00386B94">
        <w:rPr>
          <w:rFonts w:ascii="黑体" w:eastAsia="黑体" w:hAnsi="黑体" w:hint="eastAsia"/>
        </w:rPr>
        <w:t xml:space="preserve"> </w:t>
      </w:r>
      <w:r w:rsidRPr="00386B94">
        <w:rPr>
          <w:rFonts w:ascii="黑体" w:eastAsia="黑体" w:hAnsi="黑体"/>
        </w:rPr>
        <w:t>bark scrap</w:t>
      </w:r>
      <w:r w:rsidRPr="00386B94">
        <w:rPr>
          <w:rFonts w:ascii="黑体" w:eastAsia="黑体" w:hAnsi="黑体" w:hint="eastAsia"/>
        </w:rPr>
        <w:t>，</w:t>
      </w:r>
      <w:r w:rsidRPr="00386B94">
        <w:rPr>
          <w:rFonts w:ascii="黑体" w:eastAsia="黑体" w:hAnsi="黑体"/>
        </w:rPr>
        <w:t>bark shaving</w:t>
      </w:r>
    </w:p>
    <w:p w14:paraId="19CD60D4" w14:textId="77777777" w:rsidR="00C645D3" w:rsidRPr="001D2EB6" w:rsidRDefault="00C645D3" w:rsidP="00C645D3">
      <w:pPr>
        <w:pStyle w:val="affffffffffff7"/>
        <w:ind w:firstLineChars="200" w:firstLine="420"/>
        <w:rPr>
          <w:rFonts w:eastAsia="宋体"/>
        </w:rPr>
      </w:pPr>
      <w:r w:rsidRPr="001D2EB6">
        <w:rPr>
          <w:rFonts w:eastAsia="宋体"/>
        </w:rPr>
        <w:lastRenderedPageBreak/>
        <w:t>割胶时割下的带有树皮的胶线。</w:t>
      </w:r>
    </w:p>
    <w:p w14:paraId="770853B1"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 xml:space="preserve">杯凝胶 </w:t>
      </w:r>
      <w:r w:rsidRPr="001D2EB6">
        <w:rPr>
          <w:rFonts w:ascii="黑体" w:eastAsia="黑体" w:hAnsi="黑体"/>
        </w:rPr>
        <w:t xml:space="preserve"> cup lump</w:t>
      </w:r>
    </w:p>
    <w:p w14:paraId="157FB3BA" w14:textId="77777777" w:rsidR="00C645D3" w:rsidRPr="001D2EB6" w:rsidRDefault="00C645D3" w:rsidP="00C645D3">
      <w:pPr>
        <w:pStyle w:val="affffffffffff7"/>
        <w:ind w:firstLineChars="200" w:firstLine="420"/>
        <w:rPr>
          <w:rFonts w:eastAsia="宋体"/>
        </w:rPr>
      </w:pPr>
      <w:r w:rsidRPr="001D2EB6">
        <w:rPr>
          <w:rFonts w:eastAsia="宋体"/>
        </w:rPr>
        <w:t>胶杯中胶乳自然凝固形成的凝块。</w:t>
      </w:r>
    </w:p>
    <w:p w14:paraId="5F1E94F3"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泥胶</w:t>
      </w:r>
      <w:r w:rsidRPr="001D2EB6">
        <w:rPr>
          <w:rFonts w:ascii="黑体" w:eastAsia="黑体" w:hAnsi="黑体"/>
        </w:rPr>
        <w:t xml:space="preserve"> </w:t>
      </w:r>
      <w:r w:rsidRPr="001D2EB6">
        <w:rPr>
          <w:rFonts w:ascii="黑体" w:eastAsia="黑体" w:hAnsi="黑体" w:hint="eastAsia"/>
        </w:rPr>
        <w:t xml:space="preserve"> </w:t>
      </w:r>
      <w:r w:rsidR="00386B94">
        <w:rPr>
          <w:rFonts w:ascii="黑体" w:eastAsia="黑体" w:hAnsi="黑体" w:hint="eastAsia"/>
        </w:rPr>
        <w:t xml:space="preserve"> </w:t>
      </w:r>
      <w:r w:rsidRPr="001D2EB6">
        <w:rPr>
          <w:rFonts w:ascii="黑体" w:eastAsia="黑体" w:hAnsi="黑体"/>
        </w:rPr>
        <w:t>earth scrap</w:t>
      </w:r>
    </w:p>
    <w:p w14:paraId="334518D4" w14:textId="77777777" w:rsidR="00C645D3" w:rsidRPr="001D2EB6" w:rsidRDefault="00C645D3" w:rsidP="00C645D3">
      <w:pPr>
        <w:pStyle w:val="affffffffffff7"/>
        <w:ind w:firstLineChars="200" w:firstLine="420"/>
        <w:rPr>
          <w:rFonts w:eastAsia="宋体"/>
        </w:rPr>
      </w:pPr>
      <w:r w:rsidRPr="001D2EB6">
        <w:rPr>
          <w:rFonts w:eastAsia="宋体"/>
        </w:rPr>
        <w:t>从胶树割面、胶舌或胶杯等溢流至地上的胶乳</w:t>
      </w:r>
      <w:r w:rsidRPr="001D2EB6">
        <w:rPr>
          <w:rFonts w:eastAsia="宋体" w:hint="eastAsia"/>
        </w:rPr>
        <w:t>自然</w:t>
      </w:r>
      <w:r w:rsidRPr="001D2EB6">
        <w:rPr>
          <w:rFonts w:eastAsia="宋体"/>
        </w:rPr>
        <w:t>凝固而成的</w:t>
      </w:r>
      <w:r w:rsidRPr="001D2EB6">
        <w:rPr>
          <w:rFonts w:eastAsia="宋体" w:hint="eastAsia"/>
        </w:rPr>
        <w:t>凝块</w:t>
      </w:r>
      <w:r w:rsidRPr="001D2EB6">
        <w:rPr>
          <w:rFonts w:eastAsia="宋体"/>
        </w:rPr>
        <w:t>。</w:t>
      </w:r>
    </w:p>
    <w:p w14:paraId="7CD63BBA"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湿胶块</w:t>
      </w:r>
      <w:r w:rsidR="00386B94">
        <w:rPr>
          <w:rFonts w:ascii="黑体" w:eastAsia="黑体" w:hAnsi="黑体" w:hint="eastAsia"/>
        </w:rPr>
        <w:t xml:space="preserve"> </w:t>
      </w:r>
      <w:r w:rsidRPr="001D2EB6">
        <w:rPr>
          <w:rFonts w:ascii="黑体" w:eastAsia="黑体" w:hAnsi="黑体" w:hint="eastAsia"/>
        </w:rPr>
        <w:t xml:space="preserve"> </w:t>
      </w:r>
      <w:r w:rsidRPr="001D2EB6">
        <w:rPr>
          <w:rFonts w:ascii="黑体" w:eastAsia="黑体" w:hAnsi="黑体"/>
        </w:rPr>
        <w:t xml:space="preserve"> wet slab</w:t>
      </w:r>
    </w:p>
    <w:p w14:paraId="41BE500C" w14:textId="77777777" w:rsidR="00C645D3" w:rsidRPr="001D2EB6" w:rsidRDefault="00C645D3" w:rsidP="00C645D3">
      <w:pPr>
        <w:pStyle w:val="affffffffffff7"/>
        <w:ind w:firstLineChars="200" w:firstLine="420"/>
        <w:rPr>
          <w:rFonts w:eastAsia="宋体"/>
        </w:rPr>
      </w:pPr>
      <w:r w:rsidRPr="001D2EB6">
        <w:rPr>
          <w:rFonts w:eastAsia="宋体"/>
        </w:rPr>
        <w:t>把胶乳倒入地穴或一些容器中，让其自然凝固而形</w:t>
      </w:r>
      <w:r w:rsidRPr="001D2EB6">
        <w:rPr>
          <w:rFonts w:eastAsia="宋体" w:hint="eastAsia"/>
        </w:rPr>
        <w:t>成</w:t>
      </w:r>
      <w:r w:rsidRPr="001D2EB6">
        <w:rPr>
          <w:rFonts w:eastAsia="宋体"/>
        </w:rPr>
        <w:t>的</w:t>
      </w:r>
      <w:r w:rsidRPr="001D2EB6">
        <w:rPr>
          <w:rFonts w:eastAsia="宋体" w:hint="eastAsia"/>
        </w:rPr>
        <w:t>凝</w:t>
      </w:r>
      <w:r w:rsidRPr="001D2EB6">
        <w:rPr>
          <w:rFonts w:eastAsia="宋体"/>
        </w:rPr>
        <w:t>块。</w:t>
      </w:r>
    </w:p>
    <w:p w14:paraId="3D11B167" w14:textId="77777777" w:rsidR="00C645D3" w:rsidRPr="00386B94" w:rsidRDefault="00C645D3" w:rsidP="00C645D3">
      <w:pPr>
        <w:pStyle w:val="afffffffffff9"/>
        <w:ind w:left="420" w:hangingChars="200" w:hanging="420"/>
        <w:rPr>
          <w:rFonts w:ascii="黑体" w:eastAsia="黑体" w:hAnsi="黑体"/>
        </w:rPr>
      </w:pPr>
      <w:r w:rsidRPr="001D2EB6">
        <w:rPr>
          <w:rFonts w:ascii="黑体" w:eastAsia="黑体" w:hAnsi="黑体"/>
        </w:rPr>
        <w:br/>
      </w:r>
      <w:proofErr w:type="gramStart"/>
      <w:r w:rsidRPr="00386B94">
        <w:rPr>
          <w:rFonts w:ascii="黑体" w:eastAsia="黑体" w:hAnsi="黑体" w:hint="eastAsia"/>
        </w:rPr>
        <w:t>撇泡胶片</w:t>
      </w:r>
      <w:proofErr w:type="gramEnd"/>
      <w:r w:rsidRPr="00386B94">
        <w:rPr>
          <w:rFonts w:ascii="黑体" w:eastAsia="黑体" w:hAnsi="黑体"/>
        </w:rPr>
        <w:t xml:space="preserve"> </w:t>
      </w:r>
      <w:r w:rsidRPr="00386B94">
        <w:rPr>
          <w:rFonts w:ascii="黑体" w:eastAsia="黑体" w:hAnsi="黑体" w:hint="eastAsia"/>
        </w:rPr>
        <w:t xml:space="preserve"> </w:t>
      </w:r>
      <w:r w:rsidRPr="00386B94">
        <w:rPr>
          <w:rFonts w:ascii="黑体" w:eastAsia="黑体" w:hAnsi="黑体"/>
        </w:rPr>
        <w:t>skimming sheet</w:t>
      </w:r>
    </w:p>
    <w:p w14:paraId="6ACF9C79" w14:textId="77777777" w:rsidR="00C645D3" w:rsidRPr="001D2EB6" w:rsidRDefault="00C645D3" w:rsidP="00386B94">
      <w:pPr>
        <w:pStyle w:val="affffffffffff7"/>
        <w:ind w:firstLineChars="200" w:firstLine="420"/>
        <w:rPr>
          <w:rFonts w:eastAsia="宋体"/>
        </w:rPr>
      </w:pPr>
      <w:r w:rsidRPr="001D2EB6">
        <w:rPr>
          <w:rFonts w:eastAsia="宋体"/>
        </w:rPr>
        <w:t>胶乳加酸时，撇出胶乳表面的泡沫</w:t>
      </w:r>
      <w:r w:rsidRPr="001D2EB6">
        <w:rPr>
          <w:rFonts w:eastAsia="宋体" w:hint="eastAsia"/>
        </w:rPr>
        <w:t>，经过</w:t>
      </w:r>
      <w:r w:rsidRPr="001D2EB6">
        <w:rPr>
          <w:rFonts w:eastAsia="宋体"/>
        </w:rPr>
        <w:t>凝固</w:t>
      </w:r>
      <w:r w:rsidRPr="001D2EB6">
        <w:rPr>
          <w:rFonts w:eastAsia="宋体" w:hint="eastAsia"/>
        </w:rPr>
        <w:t>、洗涤、</w:t>
      </w:r>
      <w:r w:rsidRPr="001D2EB6">
        <w:rPr>
          <w:rFonts w:eastAsia="宋体"/>
        </w:rPr>
        <w:t>压片</w:t>
      </w:r>
      <w:r w:rsidRPr="001D2EB6">
        <w:rPr>
          <w:rFonts w:eastAsia="宋体" w:hint="eastAsia"/>
        </w:rPr>
        <w:t>、干燥等工艺步骤而制成</w:t>
      </w:r>
      <w:r w:rsidRPr="001D2EB6">
        <w:rPr>
          <w:rFonts w:eastAsia="宋体"/>
        </w:rPr>
        <w:t>的橡胶。</w:t>
      </w:r>
    </w:p>
    <w:p w14:paraId="39B2C8EA"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proofErr w:type="gramStart"/>
      <w:r w:rsidRPr="001D2EB6">
        <w:rPr>
          <w:rFonts w:ascii="黑体" w:eastAsia="黑体" w:hAnsi="黑体" w:hint="eastAsia"/>
        </w:rPr>
        <w:t>碎胶</w:t>
      </w:r>
      <w:proofErr w:type="gramEnd"/>
      <w:r w:rsidRPr="001D2EB6">
        <w:rPr>
          <w:rFonts w:ascii="黑体" w:eastAsia="黑体" w:hAnsi="黑体" w:hint="eastAsia"/>
        </w:rPr>
        <w:t xml:space="preserve"> </w:t>
      </w:r>
      <w:r w:rsidRPr="001D2EB6">
        <w:rPr>
          <w:rFonts w:ascii="黑体" w:eastAsia="黑体" w:hAnsi="黑体"/>
        </w:rPr>
        <w:t xml:space="preserve"> cuttings</w:t>
      </w:r>
    </w:p>
    <w:p w14:paraId="1AD295B2" w14:textId="77777777" w:rsidR="00C645D3" w:rsidRPr="001D2EB6" w:rsidRDefault="00C645D3" w:rsidP="00C645D3">
      <w:pPr>
        <w:pStyle w:val="affffffffffff7"/>
        <w:ind w:firstLineChars="200" w:firstLine="420"/>
        <w:rPr>
          <w:rFonts w:eastAsia="宋体"/>
        </w:rPr>
      </w:pPr>
      <w:r w:rsidRPr="001D2EB6">
        <w:rPr>
          <w:rFonts w:eastAsia="宋体"/>
        </w:rPr>
        <w:t>胶片或</w:t>
      </w:r>
      <w:proofErr w:type="gramStart"/>
      <w:r w:rsidRPr="001D2EB6">
        <w:rPr>
          <w:rFonts w:eastAsia="宋体"/>
        </w:rPr>
        <w:t>绉</w:t>
      </w:r>
      <w:proofErr w:type="gramEnd"/>
      <w:r w:rsidRPr="001D2EB6">
        <w:rPr>
          <w:rFonts w:eastAsia="宋体"/>
        </w:rPr>
        <w:t>胶片在</w:t>
      </w:r>
      <w:proofErr w:type="gramStart"/>
      <w:r w:rsidRPr="001D2EB6">
        <w:rPr>
          <w:rFonts w:eastAsia="宋体"/>
        </w:rPr>
        <w:t>分级时</w:t>
      </w:r>
      <w:proofErr w:type="gramEnd"/>
      <w:r w:rsidRPr="001D2EB6">
        <w:rPr>
          <w:rFonts w:eastAsia="宋体"/>
        </w:rPr>
        <w:t>剪出的不合格的橡胶。</w:t>
      </w:r>
    </w:p>
    <w:p w14:paraId="1BC59B98" w14:textId="77777777" w:rsidR="00C645D3" w:rsidRPr="00A45079" w:rsidRDefault="00C645D3" w:rsidP="00C645D3">
      <w:pPr>
        <w:pStyle w:val="afffffffffff9"/>
        <w:ind w:left="420" w:hangingChars="200" w:hanging="420"/>
        <w:rPr>
          <w:rFonts w:hAnsi="宋体"/>
        </w:rPr>
      </w:pPr>
      <w:r w:rsidRPr="001D2EB6">
        <w:rPr>
          <w:rFonts w:ascii="黑体" w:eastAsia="黑体" w:hAnsi="黑体"/>
        </w:rPr>
        <w:br/>
      </w:r>
      <w:r w:rsidRPr="00C32BC5">
        <w:rPr>
          <w:rFonts w:ascii="黑体" w:eastAsia="黑体" w:hAnsi="黑体" w:hint="eastAsia"/>
        </w:rPr>
        <w:t>再生胶</w:t>
      </w:r>
      <w:r w:rsidRPr="001D2EB6">
        <w:rPr>
          <w:rFonts w:ascii="黑体" w:eastAsia="黑体" w:hAnsi="黑体"/>
        </w:rPr>
        <w:t xml:space="preserve"> </w:t>
      </w:r>
      <w:r w:rsidRPr="001D2EB6">
        <w:rPr>
          <w:rFonts w:ascii="黑体" w:eastAsia="黑体" w:hAnsi="黑体" w:hint="eastAsia"/>
        </w:rPr>
        <w:t xml:space="preserve"> </w:t>
      </w:r>
      <w:r w:rsidRPr="001D2EB6">
        <w:rPr>
          <w:rFonts w:ascii="黑体" w:eastAsia="黑体" w:hAnsi="黑体"/>
        </w:rPr>
        <w:t xml:space="preserve">reclaimed </w:t>
      </w:r>
      <w:proofErr w:type="spellStart"/>
      <w:r w:rsidRPr="001D2EB6">
        <w:rPr>
          <w:rFonts w:ascii="黑体" w:eastAsia="黑体" w:hAnsi="黑体"/>
        </w:rPr>
        <w:t>rubber,</w:t>
      </w:r>
      <w:r w:rsidRPr="000972F7">
        <w:rPr>
          <w:rFonts w:ascii="黑体" w:eastAsia="黑体" w:hAnsi="黑体"/>
        </w:rPr>
        <w:t>reclaim</w:t>
      </w:r>
      <w:proofErr w:type="spellEnd"/>
    </w:p>
    <w:p w14:paraId="06EEC61A"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经过热、机械和/或化学作用</w:t>
      </w:r>
      <w:proofErr w:type="gramStart"/>
      <w:r w:rsidRPr="001D2EB6">
        <w:rPr>
          <w:rFonts w:ascii="宋体" w:eastAsia="宋体" w:hAnsi="宋体" w:hint="eastAsia"/>
        </w:rPr>
        <w:t>而</w:t>
      </w:r>
      <w:r w:rsidRPr="001D2EB6">
        <w:rPr>
          <w:rFonts w:ascii="宋体" w:eastAsia="宋体" w:hAnsi="宋体"/>
        </w:rPr>
        <w:t>塑</w:t>
      </w:r>
      <w:r w:rsidRPr="001D2EB6">
        <w:rPr>
          <w:rFonts w:ascii="宋体" w:eastAsia="宋体" w:hAnsi="宋体" w:hint="eastAsia"/>
        </w:rPr>
        <w:t>解</w:t>
      </w:r>
      <w:r w:rsidRPr="001D2EB6">
        <w:rPr>
          <w:rFonts w:ascii="宋体" w:eastAsia="宋体" w:hAnsi="宋体"/>
        </w:rPr>
        <w:t>的</w:t>
      </w:r>
      <w:proofErr w:type="gramEnd"/>
      <w:r w:rsidRPr="001D2EB6">
        <w:rPr>
          <w:rFonts w:ascii="宋体" w:eastAsia="宋体" w:hAnsi="宋体"/>
        </w:rPr>
        <w:t>硫化橡胶，主要用作橡胶的稀释剂、增量剂或加工助剂。</w:t>
      </w:r>
    </w:p>
    <w:p w14:paraId="1132898C" w14:textId="77777777" w:rsidR="00C645D3" w:rsidRPr="000972F7"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增塑橡胶</w:t>
      </w:r>
      <w:r w:rsidRPr="001D2EB6">
        <w:rPr>
          <w:rFonts w:ascii="黑体" w:eastAsia="黑体" w:hAnsi="黑体"/>
        </w:rPr>
        <w:t xml:space="preserve">  </w:t>
      </w:r>
      <w:proofErr w:type="spellStart"/>
      <w:r w:rsidRPr="001D2EB6">
        <w:rPr>
          <w:rFonts w:ascii="黑体" w:eastAsia="黑体" w:hAnsi="黑体"/>
        </w:rPr>
        <w:t>peptorub</w:t>
      </w:r>
      <w:r w:rsidR="000972F7">
        <w:rPr>
          <w:rFonts w:ascii="黑体" w:eastAsia="黑体" w:hAnsi="黑体" w:hint="eastAsia"/>
        </w:rPr>
        <w:t>,</w:t>
      </w:r>
      <w:r w:rsidR="00F71A2A" w:rsidRPr="000972F7">
        <w:rPr>
          <w:rFonts w:ascii="黑体" w:eastAsia="黑体" w:hAnsi="黑体" w:hint="eastAsia"/>
        </w:rPr>
        <w:t>plasto</w:t>
      </w:r>
      <w:proofErr w:type="spellEnd"/>
      <w:r w:rsidR="00F71A2A" w:rsidRPr="000972F7">
        <w:rPr>
          <w:rFonts w:ascii="黑体" w:eastAsia="黑体" w:hAnsi="黑体" w:hint="eastAsia"/>
        </w:rPr>
        <w:t xml:space="preserve"> rubber</w:t>
      </w:r>
    </w:p>
    <w:p w14:paraId="5AD378E1" w14:textId="77777777" w:rsidR="00C645D3" w:rsidRPr="001D2EB6" w:rsidRDefault="00C645D3" w:rsidP="00C645D3">
      <w:pPr>
        <w:pStyle w:val="affffffffffff7"/>
        <w:ind w:firstLineChars="200" w:firstLine="420"/>
        <w:rPr>
          <w:rFonts w:eastAsia="宋体"/>
        </w:rPr>
      </w:pPr>
      <w:r w:rsidRPr="001D2EB6">
        <w:rPr>
          <w:rFonts w:eastAsia="宋体"/>
        </w:rPr>
        <w:t>以低级杂胶为原料，加入</w:t>
      </w:r>
      <w:proofErr w:type="gramStart"/>
      <w:r w:rsidRPr="001D2EB6">
        <w:rPr>
          <w:rFonts w:eastAsia="宋体"/>
        </w:rPr>
        <w:t>五氯硫苯酚</w:t>
      </w:r>
      <w:proofErr w:type="gramEnd"/>
      <w:r w:rsidRPr="001D2EB6">
        <w:rPr>
          <w:rFonts w:eastAsia="宋体"/>
        </w:rPr>
        <w:t>锌作增塑剂而制成的生胶。</w:t>
      </w:r>
    </w:p>
    <w:p w14:paraId="7DD13257" w14:textId="77777777" w:rsidR="00C645D3" w:rsidRPr="00C32BC5" w:rsidRDefault="0001641A" w:rsidP="00C645D3">
      <w:pPr>
        <w:pStyle w:val="afff0"/>
        <w:spacing w:before="312" w:after="312"/>
      </w:pPr>
      <w:bookmarkStart w:id="77" w:name="_Toc98757032"/>
      <w:bookmarkStart w:id="78" w:name="_Toc108098952"/>
      <w:bookmarkStart w:id="79" w:name="_Toc108107363"/>
      <w:r w:rsidRPr="00C32BC5">
        <w:rPr>
          <w:rFonts w:hint="eastAsia"/>
        </w:rPr>
        <w:t>橡胶及产品理化性能</w:t>
      </w:r>
      <w:bookmarkEnd w:id="77"/>
      <w:bookmarkEnd w:id="78"/>
      <w:bookmarkEnd w:id="79"/>
    </w:p>
    <w:p w14:paraId="5D85354E"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 xml:space="preserve">使用性能 </w:t>
      </w:r>
      <w:r w:rsidRPr="001D2EB6">
        <w:rPr>
          <w:rFonts w:ascii="黑体" w:eastAsia="黑体" w:hAnsi="黑体"/>
        </w:rPr>
        <w:t xml:space="preserve"> performance characteristics</w:t>
      </w:r>
    </w:p>
    <w:p w14:paraId="5A5ADB5C" w14:textId="77777777" w:rsidR="00C645D3" w:rsidRPr="001D2EB6" w:rsidRDefault="00C645D3" w:rsidP="00C645D3">
      <w:pPr>
        <w:pStyle w:val="affffffffffff7"/>
        <w:ind w:firstLineChars="200" w:firstLine="420"/>
        <w:rPr>
          <w:rFonts w:eastAsia="宋体"/>
        </w:rPr>
      </w:pPr>
      <w:r w:rsidRPr="001D2EB6">
        <w:rPr>
          <w:rFonts w:eastAsia="宋体"/>
        </w:rPr>
        <w:t>胶乳制成制品后使用时所表现的各种性能。</w:t>
      </w:r>
    </w:p>
    <w:p w14:paraId="6A9E3315"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 xml:space="preserve">湿凝胶强度 </w:t>
      </w:r>
      <w:r w:rsidRPr="001D2EB6">
        <w:rPr>
          <w:rFonts w:ascii="黑体" w:eastAsia="黑体" w:hAnsi="黑体"/>
        </w:rPr>
        <w:t xml:space="preserve"> wet gel strength</w:t>
      </w:r>
    </w:p>
    <w:p w14:paraId="521AA497" w14:textId="77777777" w:rsidR="00C645D3" w:rsidRPr="001D2EB6" w:rsidRDefault="00C645D3" w:rsidP="00C645D3">
      <w:pPr>
        <w:pStyle w:val="affffffffffff7"/>
        <w:ind w:firstLineChars="200" w:firstLine="420"/>
        <w:rPr>
          <w:rFonts w:eastAsia="宋体"/>
        </w:rPr>
      </w:pPr>
      <w:r w:rsidRPr="001D2EB6">
        <w:rPr>
          <w:rFonts w:eastAsia="宋体"/>
        </w:rPr>
        <w:t>含水凝胶的拉伸强度。</w:t>
      </w:r>
    </w:p>
    <w:p w14:paraId="63290746"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样本</w:t>
      </w:r>
      <w:r w:rsidRPr="001D2EB6">
        <w:rPr>
          <w:rFonts w:ascii="黑体" w:eastAsia="黑体" w:hAnsi="黑体"/>
        </w:rPr>
        <w:t xml:space="preserve"> </w:t>
      </w:r>
      <w:r w:rsidRPr="001D2EB6">
        <w:rPr>
          <w:rFonts w:ascii="黑体" w:eastAsia="黑体" w:hAnsi="黑体" w:hint="eastAsia"/>
        </w:rPr>
        <w:t xml:space="preserve"> </w:t>
      </w:r>
      <w:r w:rsidRPr="001D2EB6">
        <w:rPr>
          <w:rFonts w:ascii="黑体" w:eastAsia="黑体" w:hAnsi="黑体"/>
        </w:rPr>
        <w:t>sample</w:t>
      </w:r>
    </w:p>
    <w:p w14:paraId="38090124" w14:textId="77777777" w:rsidR="00C645D3" w:rsidRPr="001D2EB6" w:rsidRDefault="00C645D3" w:rsidP="00C645D3">
      <w:pPr>
        <w:pStyle w:val="affffffffffff7"/>
        <w:ind w:firstLineChars="200" w:firstLine="420"/>
        <w:rPr>
          <w:rFonts w:ascii="宋体" w:eastAsia="宋体" w:hAnsi="宋体"/>
        </w:rPr>
      </w:pPr>
      <w:r w:rsidRPr="001D2EB6">
        <w:rPr>
          <w:rFonts w:eastAsia="宋体"/>
        </w:rPr>
        <w:t>从</w:t>
      </w:r>
      <w:r w:rsidRPr="001D2EB6">
        <w:rPr>
          <w:rFonts w:eastAsia="宋体" w:hint="eastAsia"/>
        </w:rPr>
        <w:t>一批（产品）</w:t>
      </w:r>
      <w:r w:rsidRPr="001D2EB6">
        <w:rPr>
          <w:rFonts w:eastAsia="宋体"/>
        </w:rPr>
        <w:t>中取出的</w:t>
      </w:r>
      <w:r w:rsidRPr="001D2EB6">
        <w:rPr>
          <w:rFonts w:eastAsia="宋体" w:hint="eastAsia"/>
        </w:rPr>
        <w:t>一件</w:t>
      </w:r>
      <w:r w:rsidRPr="001D2EB6">
        <w:rPr>
          <w:rFonts w:eastAsia="宋体"/>
        </w:rPr>
        <w:t>或几件产品</w:t>
      </w:r>
      <w:r w:rsidRPr="001D2EB6">
        <w:rPr>
          <w:rFonts w:ascii="宋体" w:eastAsia="宋体" w:hAnsi="宋体"/>
        </w:rPr>
        <w:t>。</w:t>
      </w:r>
    </w:p>
    <w:p w14:paraId="4C7D8D75" w14:textId="77777777" w:rsidR="00C645D3" w:rsidRPr="00581BA5" w:rsidRDefault="00581BA5" w:rsidP="00581BA5">
      <w:pPr>
        <w:pStyle w:val="afff6"/>
        <w:numPr>
          <w:ilvl w:val="0"/>
          <w:numId w:val="0"/>
        </w:numPr>
        <w:ind w:left="426"/>
        <w:rPr>
          <w:rFonts w:ascii="仿宋_GB2312" w:eastAsia="仿宋_GB2312"/>
        </w:rPr>
      </w:pPr>
      <w:r w:rsidRPr="00581BA5">
        <w:rPr>
          <w:rFonts w:ascii="仿宋_GB2312" w:eastAsia="仿宋_GB2312" w:hint="eastAsia"/>
        </w:rPr>
        <w:t>[</w:t>
      </w:r>
      <w:r w:rsidR="00606024">
        <w:rPr>
          <w:rFonts w:ascii="仿宋_GB2312" w:eastAsia="仿宋_GB2312" w:hint="eastAsia"/>
        </w:rPr>
        <w:t>来源：</w:t>
      </w:r>
      <w:r w:rsidR="00C645D3" w:rsidRPr="00581BA5">
        <w:rPr>
          <w:rFonts w:ascii="仿宋_GB2312" w:eastAsia="仿宋_GB2312" w:hint="eastAsia"/>
        </w:rPr>
        <w:t>ISO 35</w:t>
      </w:r>
      <w:r w:rsidR="00606024">
        <w:rPr>
          <w:rFonts w:ascii="仿宋_GB2312" w:eastAsia="仿宋_GB2312" w:hint="eastAsia"/>
        </w:rPr>
        <w:t>3</w:t>
      </w:r>
      <w:r w:rsidR="00C645D3" w:rsidRPr="00581BA5">
        <w:rPr>
          <w:rFonts w:ascii="仿宋_GB2312" w:eastAsia="仿宋_GB2312" w:hint="eastAsia"/>
        </w:rPr>
        <w:t xml:space="preserve">4-2 </w:t>
      </w:r>
      <w:r w:rsidR="00C17C13">
        <w:rPr>
          <w:rFonts w:ascii="仿宋_GB2312" w:eastAsia="仿宋_GB2312" w:hint="eastAsia"/>
        </w:rPr>
        <w:t>，1.2.17</w:t>
      </w:r>
      <w:r w:rsidRPr="00581BA5">
        <w:rPr>
          <w:rFonts w:ascii="仿宋_GB2312" w:eastAsia="仿宋_GB2312" w:hint="eastAsia"/>
        </w:rPr>
        <w:t>]</w:t>
      </w:r>
    </w:p>
    <w:p w14:paraId="07A89102"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总固体</w:t>
      </w:r>
      <w:r w:rsidRPr="001D2EB6">
        <w:rPr>
          <w:rFonts w:ascii="黑体" w:eastAsia="黑体" w:hAnsi="黑体"/>
        </w:rPr>
        <w:t xml:space="preserve">  total solids</w:t>
      </w:r>
    </w:p>
    <w:p w14:paraId="68CFA27C" w14:textId="77777777" w:rsidR="00C645D3" w:rsidRPr="001D2EB6" w:rsidRDefault="00C645D3" w:rsidP="00C645D3">
      <w:pPr>
        <w:pStyle w:val="affffffffffff7"/>
        <w:ind w:firstLineChars="200" w:firstLine="420"/>
        <w:rPr>
          <w:rFonts w:eastAsia="宋体"/>
        </w:rPr>
      </w:pPr>
      <w:r w:rsidRPr="001D2EB6">
        <w:rPr>
          <w:rFonts w:eastAsia="宋体" w:hAnsi="宋体"/>
        </w:rPr>
        <w:t>干燥残渣</w:t>
      </w:r>
      <w:r w:rsidRPr="001D2EB6">
        <w:rPr>
          <w:rFonts w:eastAsia="宋体"/>
        </w:rPr>
        <w:t xml:space="preserve"> </w:t>
      </w:r>
      <w:r w:rsidRPr="001D2EB6">
        <w:rPr>
          <w:rFonts w:eastAsia="宋体" w:hint="eastAsia"/>
        </w:rPr>
        <w:t xml:space="preserve"> </w:t>
      </w:r>
      <w:r w:rsidRPr="001D2EB6">
        <w:rPr>
          <w:rFonts w:eastAsia="宋体"/>
        </w:rPr>
        <w:t>residue after drying</w:t>
      </w:r>
    </w:p>
    <w:p w14:paraId="0099680F" w14:textId="77777777" w:rsidR="00C645D3" w:rsidRPr="001D2EB6" w:rsidRDefault="00C17C13" w:rsidP="00C645D3">
      <w:pPr>
        <w:pStyle w:val="affffffffffff7"/>
        <w:ind w:firstLineChars="200" w:firstLine="420"/>
        <w:rPr>
          <w:rFonts w:eastAsia="宋体"/>
        </w:rPr>
      </w:pPr>
      <w:r w:rsidRPr="001D2EB6">
        <w:rPr>
          <w:rFonts w:ascii="宋体" w:eastAsia="宋体" w:hAnsi="宋体" w:hint="eastAsia"/>
        </w:rPr>
        <w:t>&lt;</w:t>
      </w:r>
      <w:r>
        <w:rPr>
          <w:rFonts w:ascii="宋体" w:eastAsia="宋体" w:hAnsi="宋体" w:hint="eastAsia"/>
        </w:rPr>
        <w:t>天然</w:t>
      </w:r>
      <w:r w:rsidRPr="001D2EB6">
        <w:rPr>
          <w:rFonts w:ascii="宋体" w:eastAsia="宋体" w:hAnsi="宋体"/>
        </w:rPr>
        <w:t>胶乳</w:t>
      </w:r>
      <w:r w:rsidRPr="001D2EB6">
        <w:rPr>
          <w:rFonts w:ascii="宋体" w:eastAsia="宋体" w:hAnsi="宋体" w:hint="eastAsia"/>
        </w:rPr>
        <w:t>&gt;</w:t>
      </w:r>
      <w:r w:rsidR="00C645D3" w:rsidRPr="001D2EB6">
        <w:rPr>
          <w:rFonts w:eastAsia="宋体"/>
        </w:rPr>
        <w:t>在一定实验条件下不</w:t>
      </w:r>
      <w:r w:rsidR="00C645D3" w:rsidRPr="001D2EB6">
        <w:rPr>
          <w:rFonts w:eastAsia="宋体" w:hint="eastAsia"/>
        </w:rPr>
        <w:t>挥</w:t>
      </w:r>
      <w:r w:rsidR="00C645D3" w:rsidRPr="001D2EB6">
        <w:rPr>
          <w:rFonts w:eastAsia="宋体"/>
        </w:rPr>
        <w:t>发的物质的量，以质量</w:t>
      </w:r>
      <w:r w:rsidR="00C645D3" w:rsidRPr="001D2EB6">
        <w:rPr>
          <w:rFonts w:eastAsia="宋体" w:hint="eastAsia"/>
        </w:rPr>
        <w:t>百</w:t>
      </w:r>
      <w:r w:rsidR="00C645D3" w:rsidRPr="001D2EB6">
        <w:rPr>
          <w:rFonts w:eastAsia="宋体"/>
        </w:rPr>
        <w:t>分</w:t>
      </w:r>
      <w:r w:rsidR="00C645D3" w:rsidRPr="001D2EB6">
        <w:rPr>
          <w:rFonts w:eastAsia="宋体" w:hint="eastAsia"/>
        </w:rPr>
        <w:t>率</w:t>
      </w:r>
      <w:r w:rsidR="00C645D3" w:rsidRPr="001D2EB6">
        <w:rPr>
          <w:rFonts w:eastAsia="宋体"/>
        </w:rPr>
        <w:t>表示。</w:t>
      </w:r>
    </w:p>
    <w:p w14:paraId="1839C857"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 xml:space="preserve">非橡胶固体 </w:t>
      </w:r>
      <w:r w:rsidRPr="001D2EB6">
        <w:rPr>
          <w:rFonts w:ascii="黑体" w:eastAsia="黑体" w:hAnsi="黑体"/>
        </w:rPr>
        <w:t xml:space="preserve"> non-rubber solids</w:t>
      </w:r>
    </w:p>
    <w:p w14:paraId="7BC7709E" w14:textId="77777777" w:rsidR="00C645D3" w:rsidRPr="001D2EB6" w:rsidRDefault="00C17C13" w:rsidP="00C645D3">
      <w:pPr>
        <w:pStyle w:val="affffffffffff7"/>
        <w:ind w:firstLineChars="200" w:firstLine="420"/>
        <w:rPr>
          <w:rFonts w:eastAsia="宋体"/>
        </w:rPr>
      </w:pPr>
      <w:r w:rsidRPr="001D2EB6">
        <w:rPr>
          <w:rFonts w:ascii="宋体" w:eastAsia="宋体" w:hAnsi="宋体" w:hint="eastAsia"/>
        </w:rPr>
        <w:t>&lt;</w:t>
      </w:r>
      <w:r>
        <w:rPr>
          <w:rFonts w:ascii="宋体" w:eastAsia="宋体" w:hAnsi="宋体" w:hint="eastAsia"/>
        </w:rPr>
        <w:t>天然</w:t>
      </w:r>
      <w:r w:rsidRPr="001D2EB6">
        <w:rPr>
          <w:rFonts w:ascii="宋体" w:eastAsia="宋体" w:hAnsi="宋体"/>
        </w:rPr>
        <w:t>胶乳</w:t>
      </w:r>
      <w:r w:rsidRPr="001D2EB6">
        <w:rPr>
          <w:rFonts w:ascii="宋体" w:eastAsia="宋体" w:hAnsi="宋体" w:hint="eastAsia"/>
        </w:rPr>
        <w:t>&gt;</w:t>
      </w:r>
      <w:r w:rsidR="00C645D3" w:rsidRPr="001D2EB6">
        <w:rPr>
          <w:rFonts w:eastAsia="宋体"/>
        </w:rPr>
        <w:t>胶乳总固体含量与干胶含量之差。</w:t>
      </w:r>
    </w:p>
    <w:p w14:paraId="2D385FE3"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lastRenderedPageBreak/>
        <w:br/>
      </w:r>
      <w:r w:rsidRPr="001D2EB6">
        <w:rPr>
          <w:rFonts w:ascii="黑体" w:eastAsia="黑体" w:hAnsi="黑体" w:hint="eastAsia"/>
        </w:rPr>
        <w:t>总固体含量</w:t>
      </w:r>
      <w:r w:rsidRPr="001D2EB6">
        <w:rPr>
          <w:rFonts w:ascii="黑体" w:eastAsia="黑体" w:hAnsi="黑体"/>
        </w:rPr>
        <w:t xml:space="preserve">  total solids content</w:t>
      </w:r>
    </w:p>
    <w:p w14:paraId="66C35AB5" w14:textId="77777777" w:rsidR="00C645D3" w:rsidRPr="001D2EB6" w:rsidRDefault="00C17C13" w:rsidP="00C645D3">
      <w:pPr>
        <w:pStyle w:val="affffffffffff7"/>
        <w:ind w:firstLineChars="200" w:firstLine="420"/>
        <w:rPr>
          <w:rFonts w:eastAsia="宋体"/>
        </w:rPr>
      </w:pPr>
      <w:r w:rsidRPr="001D2EB6">
        <w:rPr>
          <w:rFonts w:ascii="宋体" w:eastAsia="宋体" w:hAnsi="宋体" w:hint="eastAsia"/>
        </w:rPr>
        <w:t>&lt;</w:t>
      </w:r>
      <w:r>
        <w:rPr>
          <w:rFonts w:ascii="宋体" w:eastAsia="宋体" w:hAnsi="宋体" w:hint="eastAsia"/>
        </w:rPr>
        <w:t>天然</w:t>
      </w:r>
      <w:r w:rsidRPr="001D2EB6">
        <w:rPr>
          <w:rFonts w:ascii="宋体" w:eastAsia="宋体" w:hAnsi="宋体"/>
        </w:rPr>
        <w:t>胶乳</w:t>
      </w:r>
      <w:r w:rsidRPr="001D2EB6">
        <w:rPr>
          <w:rFonts w:ascii="宋体" w:eastAsia="宋体" w:hAnsi="宋体" w:hint="eastAsia"/>
        </w:rPr>
        <w:t>&gt;</w:t>
      </w:r>
      <w:r w:rsidR="00C645D3" w:rsidRPr="001D2EB6">
        <w:rPr>
          <w:rFonts w:eastAsia="宋体" w:hint="eastAsia"/>
        </w:rPr>
        <w:t>100g</w:t>
      </w:r>
      <w:r w:rsidR="00C645D3" w:rsidRPr="001D2EB6">
        <w:rPr>
          <w:rFonts w:eastAsia="宋体"/>
        </w:rPr>
        <w:t>胶乳去</w:t>
      </w:r>
      <w:r w:rsidR="00C645D3" w:rsidRPr="001D2EB6">
        <w:rPr>
          <w:rFonts w:eastAsia="宋体" w:hint="eastAsia"/>
        </w:rPr>
        <w:t>除</w:t>
      </w:r>
      <w:r w:rsidR="00C645D3" w:rsidRPr="001D2EB6">
        <w:rPr>
          <w:rFonts w:eastAsia="宋体"/>
        </w:rPr>
        <w:t>水分后剩下的固体物</w:t>
      </w:r>
      <w:r w:rsidR="00C645D3" w:rsidRPr="001D2EB6">
        <w:rPr>
          <w:rFonts w:eastAsia="宋体" w:hint="eastAsia"/>
        </w:rPr>
        <w:t>的质量</w:t>
      </w:r>
      <w:r w:rsidR="00C645D3" w:rsidRPr="001D2EB6">
        <w:rPr>
          <w:rFonts w:eastAsia="宋体"/>
        </w:rPr>
        <w:t>分</w:t>
      </w:r>
      <w:r w:rsidR="00C645D3" w:rsidRPr="001D2EB6">
        <w:rPr>
          <w:rFonts w:eastAsia="宋体" w:hint="eastAsia"/>
        </w:rPr>
        <w:t>数</w:t>
      </w:r>
      <w:r w:rsidR="00C645D3" w:rsidRPr="001D2EB6">
        <w:rPr>
          <w:rFonts w:eastAsia="宋体"/>
        </w:rPr>
        <w:t>。</w:t>
      </w:r>
    </w:p>
    <w:p w14:paraId="6F7BCA63"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 xml:space="preserve">干胶含量 </w:t>
      </w:r>
      <w:r w:rsidRPr="001D2EB6">
        <w:rPr>
          <w:rFonts w:ascii="黑体" w:eastAsia="黑体" w:hAnsi="黑体"/>
        </w:rPr>
        <w:t xml:space="preserve"> dry rubber content</w:t>
      </w:r>
    </w:p>
    <w:p w14:paraId="7B1022BC" w14:textId="77777777" w:rsidR="00C645D3" w:rsidRPr="001D2EB6" w:rsidRDefault="00C17C13" w:rsidP="00C645D3">
      <w:pPr>
        <w:pStyle w:val="affffffffffff7"/>
        <w:ind w:firstLineChars="200" w:firstLine="420"/>
        <w:rPr>
          <w:rFonts w:eastAsia="宋体"/>
        </w:rPr>
      </w:pPr>
      <w:r w:rsidRPr="001D2EB6">
        <w:rPr>
          <w:rFonts w:ascii="宋体" w:eastAsia="宋体" w:hAnsi="宋体" w:hint="eastAsia"/>
        </w:rPr>
        <w:t>&lt;</w:t>
      </w:r>
      <w:r>
        <w:rPr>
          <w:rFonts w:ascii="宋体" w:eastAsia="宋体" w:hAnsi="宋体" w:hint="eastAsia"/>
        </w:rPr>
        <w:t>天然</w:t>
      </w:r>
      <w:r w:rsidRPr="001D2EB6">
        <w:rPr>
          <w:rFonts w:ascii="宋体" w:eastAsia="宋体" w:hAnsi="宋体"/>
        </w:rPr>
        <w:t>胶乳</w:t>
      </w:r>
      <w:r w:rsidRPr="001D2EB6">
        <w:rPr>
          <w:rFonts w:ascii="宋体" w:eastAsia="宋体" w:hAnsi="宋体" w:hint="eastAsia"/>
        </w:rPr>
        <w:t>&gt;</w:t>
      </w:r>
      <w:r w:rsidR="00C645D3" w:rsidRPr="001D2EB6">
        <w:rPr>
          <w:rFonts w:eastAsia="宋体"/>
        </w:rPr>
        <w:t>胶乳、</w:t>
      </w:r>
      <w:proofErr w:type="gramStart"/>
      <w:r w:rsidR="00C645D3" w:rsidRPr="001D2EB6">
        <w:rPr>
          <w:rFonts w:eastAsia="宋体"/>
        </w:rPr>
        <w:t>胶清或</w:t>
      </w:r>
      <w:proofErr w:type="gramEnd"/>
      <w:r w:rsidR="00C645D3" w:rsidRPr="001D2EB6">
        <w:rPr>
          <w:rFonts w:eastAsia="宋体"/>
        </w:rPr>
        <w:t>胶桨中橡胶的浓度。</w:t>
      </w:r>
    </w:p>
    <w:p w14:paraId="3511805B" w14:textId="77777777" w:rsidR="00C645D3" w:rsidRPr="001D2EB6" w:rsidRDefault="00C645D3" w:rsidP="00A45079">
      <w:pPr>
        <w:pStyle w:val="afff6"/>
        <w:ind w:firstLine="52"/>
      </w:pPr>
      <w:r w:rsidRPr="001D2EB6">
        <w:t>干胶含量常用质量百分</w:t>
      </w:r>
      <w:r w:rsidRPr="001D2EB6">
        <w:rPr>
          <w:rFonts w:hint="eastAsia"/>
        </w:rPr>
        <w:t>率</w:t>
      </w:r>
      <w:r w:rsidRPr="001D2EB6">
        <w:t>表示。</w:t>
      </w:r>
    </w:p>
    <w:p w14:paraId="7B75F8D9"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干总比</w:t>
      </w:r>
      <w:r w:rsidRPr="001D2EB6">
        <w:rPr>
          <w:rFonts w:ascii="黑体" w:eastAsia="黑体" w:hAnsi="黑体"/>
        </w:rPr>
        <w:t xml:space="preserve">  ratio between dry rubber and total solid content</w:t>
      </w:r>
    </w:p>
    <w:p w14:paraId="77D89C35" w14:textId="77777777" w:rsidR="00C645D3" w:rsidRPr="001D2EB6" w:rsidRDefault="00C17C13" w:rsidP="00C645D3">
      <w:pPr>
        <w:pStyle w:val="affffffffffff7"/>
        <w:ind w:firstLineChars="200" w:firstLine="420"/>
        <w:rPr>
          <w:rFonts w:eastAsia="宋体"/>
        </w:rPr>
      </w:pPr>
      <w:r w:rsidRPr="001D2EB6">
        <w:rPr>
          <w:rFonts w:ascii="宋体" w:eastAsia="宋体" w:hAnsi="宋体" w:hint="eastAsia"/>
        </w:rPr>
        <w:t>&lt;</w:t>
      </w:r>
      <w:r>
        <w:rPr>
          <w:rFonts w:ascii="宋体" w:eastAsia="宋体" w:hAnsi="宋体" w:hint="eastAsia"/>
        </w:rPr>
        <w:t>天然</w:t>
      </w:r>
      <w:r w:rsidRPr="001D2EB6">
        <w:rPr>
          <w:rFonts w:ascii="宋体" w:eastAsia="宋体" w:hAnsi="宋体"/>
        </w:rPr>
        <w:t>胶乳</w:t>
      </w:r>
      <w:r w:rsidRPr="001D2EB6">
        <w:rPr>
          <w:rFonts w:ascii="宋体" w:eastAsia="宋体" w:hAnsi="宋体" w:hint="eastAsia"/>
        </w:rPr>
        <w:t>&gt;</w:t>
      </w:r>
      <w:r w:rsidR="00C645D3" w:rsidRPr="001D2EB6">
        <w:rPr>
          <w:rFonts w:eastAsia="宋体"/>
        </w:rPr>
        <w:t>胶乳干胶含量与总固体含量之比。</w:t>
      </w:r>
    </w:p>
    <w:p w14:paraId="4BED955D"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碱度</w:t>
      </w:r>
      <w:r w:rsidRPr="001D2EB6">
        <w:rPr>
          <w:rFonts w:ascii="黑体" w:eastAsia="黑体" w:hAnsi="黑体"/>
        </w:rPr>
        <w:t xml:space="preserve"> </w:t>
      </w:r>
      <w:r w:rsidRPr="001D2EB6">
        <w:rPr>
          <w:rFonts w:ascii="黑体" w:eastAsia="黑体" w:hAnsi="黑体" w:hint="eastAsia"/>
        </w:rPr>
        <w:t xml:space="preserve"> </w:t>
      </w:r>
      <w:r w:rsidRPr="001D2EB6">
        <w:rPr>
          <w:rFonts w:ascii="黑体" w:eastAsia="黑体" w:hAnsi="黑体"/>
        </w:rPr>
        <w:t>alkalinity</w:t>
      </w:r>
    </w:p>
    <w:p w14:paraId="7487F137"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&lt;</w:t>
      </w:r>
      <w:r w:rsidR="00C17C13">
        <w:rPr>
          <w:rFonts w:ascii="宋体" w:eastAsia="宋体" w:hAnsi="宋体" w:hint="eastAsia"/>
        </w:rPr>
        <w:t>天然</w:t>
      </w:r>
      <w:r w:rsidRPr="001D2EB6">
        <w:rPr>
          <w:rFonts w:ascii="宋体" w:eastAsia="宋体" w:hAnsi="宋体"/>
        </w:rPr>
        <w:t>胶乳</w:t>
      </w:r>
      <w:r w:rsidRPr="001D2EB6">
        <w:rPr>
          <w:rFonts w:ascii="宋体" w:eastAsia="宋体" w:hAnsi="宋体" w:hint="eastAsia"/>
        </w:rPr>
        <w:t>&gt;100g</w:t>
      </w:r>
      <w:r w:rsidRPr="001D2EB6">
        <w:rPr>
          <w:rFonts w:ascii="宋体" w:eastAsia="宋体" w:hAnsi="宋体"/>
        </w:rPr>
        <w:t>胶乳</w:t>
      </w:r>
      <w:r w:rsidRPr="001D2EB6">
        <w:rPr>
          <w:rFonts w:ascii="宋体" w:eastAsia="宋体" w:hAnsi="宋体" w:hint="eastAsia"/>
        </w:rPr>
        <w:t>中用盐酸标准溶液滴定所测定的游离氨（NH</w:t>
      </w:r>
      <w:r w:rsidRPr="001D2EB6">
        <w:rPr>
          <w:rFonts w:ascii="宋体" w:eastAsia="宋体" w:hAnsi="宋体" w:hint="eastAsia"/>
          <w:vertAlign w:val="subscript"/>
        </w:rPr>
        <w:t>3</w:t>
      </w:r>
      <w:r w:rsidRPr="001D2EB6">
        <w:rPr>
          <w:rFonts w:ascii="宋体" w:eastAsia="宋体" w:hAnsi="宋体" w:hint="eastAsia"/>
        </w:rPr>
        <w:t>）的质量分数</w:t>
      </w:r>
      <w:r w:rsidRPr="001D2EB6">
        <w:rPr>
          <w:rFonts w:ascii="宋体" w:eastAsia="宋体" w:hAnsi="宋体"/>
        </w:rPr>
        <w:t>。</w:t>
      </w:r>
    </w:p>
    <w:p w14:paraId="1E3DC26B"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氨</w:t>
      </w:r>
      <w:r w:rsidRPr="001D2EB6">
        <w:rPr>
          <w:rStyle w:val="CharChar"/>
          <w:rFonts w:ascii="黑体" w:eastAsia="黑体" w:hAnsi="黑体"/>
        </w:rPr>
        <w:t xml:space="preserve">含量 </w:t>
      </w:r>
      <w:r w:rsidR="000972F7">
        <w:rPr>
          <w:rStyle w:val="CharChar"/>
          <w:rFonts w:ascii="黑体" w:eastAsia="黑体" w:hAnsi="黑体" w:hint="eastAsia"/>
        </w:rPr>
        <w:t xml:space="preserve"> </w:t>
      </w:r>
      <w:r w:rsidRPr="001D2EB6">
        <w:rPr>
          <w:rStyle w:val="CharChar"/>
          <w:rFonts w:ascii="黑体" w:eastAsia="黑体" w:hAnsi="黑体"/>
        </w:rPr>
        <w:t>ammonia content</w:t>
      </w:r>
    </w:p>
    <w:p w14:paraId="42584B07" w14:textId="77777777" w:rsidR="00C645D3" w:rsidRPr="001D2EB6" w:rsidRDefault="00C645D3" w:rsidP="00C645D3">
      <w:pPr>
        <w:pStyle w:val="affffffffffff7"/>
        <w:ind w:firstLineChars="200" w:firstLine="420"/>
        <w:rPr>
          <w:rFonts w:ascii="宋体" w:eastAsia="宋体" w:hAnsi="宋体"/>
          <w:szCs w:val="21"/>
        </w:rPr>
      </w:pPr>
      <w:r w:rsidRPr="001D2EB6">
        <w:rPr>
          <w:rFonts w:ascii="宋体" w:eastAsia="宋体" w:hAnsi="宋体" w:hint="eastAsia"/>
        </w:rPr>
        <w:t>&lt;</w:t>
      </w:r>
      <w:r w:rsidR="00C17C13">
        <w:rPr>
          <w:rFonts w:ascii="宋体" w:eastAsia="宋体" w:hAnsi="宋体" w:hint="eastAsia"/>
        </w:rPr>
        <w:t>天然</w:t>
      </w:r>
      <w:r w:rsidRPr="001D2EB6">
        <w:rPr>
          <w:rFonts w:ascii="宋体" w:eastAsia="宋体" w:hAnsi="宋体"/>
        </w:rPr>
        <w:t>胶乳</w:t>
      </w:r>
      <w:r w:rsidRPr="001D2EB6">
        <w:rPr>
          <w:rFonts w:ascii="宋体" w:eastAsia="宋体" w:hAnsi="宋体" w:hint="eastAsia"/>
        </w:rPr>
        <w:t>&gt;</w:t>
      </w:r>
      <w:r w:rsidRPr="001D2EB6">
        <w:rPr>
          <w:rFonts w:ascii="宋体" w:eastAsia="宋体" w:hAnsi="宋体" w:hint="eastAsia"/>
          <w:szCs w:val="21"/>
        </w:rPr>
        <w:t>100g</w:t>
      </w:r>
      <w:r w:rsidRPr="001D2EB6">
        <w:rPr>
          <w:rFonts w:ascii="宋体" w:eastAsia="宋体" w:hAnsi="宋体"/>
          <w:szCs w:val="21"/>
        </w:rPr>
        <w:t>胶乳或</w:t>
      </w:r>
      <w:proofErr w:type="gramStart"/>
      <w:r w:rsidRPr="001D2EB6">
        <w:rPr>
          <w:rFonts w:ascii="宋体" w:eastAsia="宋体" w:hAnsi="宋体"/>
          <w:szCs w:val="21"/>
        </w:rPr>
        <w:t>胶清含</w:t>
      </w:r>
      <w:proofErr w:type="gramEnd"/>
      <w:r w:rsidRPr="001D2EB6">
        <w:rPr>
          <w:rFonts w:ascii="宋体" w:eastAsia="宋体" w:hAnsi="宋体"/>
          <w:szCs w:val="21"/>
        </w:rPr>
        <w:t>氨的</w:t>
      </w:r>
      <w:r w:rsidRPr="001D2EB6">
        <w:rPr>
          <w:rFonts w:ascii="宋体" w:eastAsia="宋体" w:hAnsi="宋体" w:hint="eastAsia"/>
          <w:szCs w:val="21"/>
        </w:rPr>
        <w:t>质</w:t>
      </w:r>
      <w:r w:rsidRPr="001D2EB6">
        <w:rPr>
          <w:rFonts w:ascii="宋体" w:eastAsia="宋体" w:hAnsi="宋体"/>
          <w:szCs w:val="21"/>
        </w:rPr>
        <w:t>量</w:t>
      </w:r>
      <w:r w:rsidRPr="001D2EB6">
        <w:rPr>
          <w:rFonts w:ascii="宋体" w:eastAsia="宋体" w:hAnsi="宋体" w:hint="eastAsia"/>
          <w:szCs w:val="21"/>
        </w:rPr>
        <w:t>分数</w:t>
      </w:r>
      <w:r w:rsidRPr="001D2EB6">
        <w:rPr>
          <w:rFonts w:ascii="宋体" w:eastAsia="宋体" w:hAnsi="宋体"/>
          <w:szCs w:val="21"/>
        </w:rPr>
        <w:t>。</w:t>
      </w:r>
    </w:p>
    <w:p w14:paraId="5043224F"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 xml:space="preserve">粘度 </w:t>
      </w:r>
      <w:r w:rsidRPr="001D2EB6">
        <w:rPr>
          <w:rFonts w:ascii="黑体" w:eastAsia="黑体" w:hAnsi="黑体"/>
        </w:rPr>
        <w:t xml:space="preserve"> viscosity</w:t>
      </w:r>
    </w:p>
    <w:p w14:paraId="3A881794" w14:textId="77777777" w:rsidR="00C645D3" w:rsidRPr="001D2EB6" w:rsidRDefault="00C17C13" w:rsidP="00C645D3">
      <w:pPr>
        <w:pStyle w:val="affffffffffff7"/>
        <w:ind w:firstLineChars="200" w:firstLine="420"/>
        <w:rPr>
          <w:rFonts w:eastAsia="宋体"/>
        </w:rPr>
      </w:pPr>
      <w:r w:rsidRPr="001D2EB6">
        <w:rPr>
          <w:rFonts w:ascii="宋体" w:eastAsia="宋体" w:hAnsi="宋体" w:hint="eastAsia"/>
        </w:rPr>
        <w:t>&lt;</w:t>
      </w:r>
      <w:r>
        <w:rPr>
          <w:rFonts w:ascii="宋体" w:eastAsia="宋体" w:hAnsi="宋体" w:hint="eastAsia"/>
        </w:rPr>
        <w:t>天然</w:t>
      </w:r>
      <w:r w:rsidRPr="001D2EB6">
        <w:rPr>
          <w:rFonts w:ascii="宋体" w:eastAsia="宋体" w:hAnsi="宋体"/>
        </w:rPr>
        <w:t>胶乳</w:t>
      </w:r>
      <w:r w:rsidRPr="001D2EB6">
        <w:rPr>
          <w:rFonts w:ascii="宋体" w:eastAsia="宋体" w:hAnsi="宋体" w:hint="eastAsia"/>
        </w:rPr>
        <w:t>&gt;</w:t>
      </w:r>
      <w:r w:rsidR="00C645D3" w:rsidRPr="001D2EB6">
        <w:rPr>
          <w:rFonts w:eastAsia="宋体"/>
        </w:rPr>
        <w:t>胶乳单位面积上剪切力与流动速度之比。</w:t>
      </w:r>
    </w:p>
    <w:p w14:paraId="11FD4B4E" w14:textId="77777777" w:rsidR="00251890" w:rsidRPr="00EA25A0" w:rsidRDefault="00B17898" w:rsidP="00EA25A0">
      <w:pPr>
        <w:pStyle w:val="afffffffffff9"/>
        <w:ind w:left="420" w:hangingChars="200" w:hanging="420"/>
        <w:rPr>
          <w:rFonts w:ascii="黑体" w:eastAsia="黑体" w:hAnsi="黑体"/>
          <w:b/>
        </w:rPr>
      </w:pPr>
      <w:r w:rsidRPr="00EA25A0">
        <w:rPr>
          <w:rFonts w:ascii="黑体" w:eastAsia="黑体" w:hAnsi="黑体"/>
        </w:rPr>
        <w:br/>
      </w:r>
      <w:r w:rsidRPr="00EA25A0">
        <w:rPr>
          <w:rFonts w:ascii="黑体" w:eastAsia="黑体" w:hAnsi="黑体" w:hint="eastAsia"/>
        </w:rPr>
        <w:t>改良式毛细管粘度计</w:t>
      </w:r>
      <w:r w:rsidRPr="00EA25A0">
        <w:rPr>
          <w:rFonts w:ascii="黑体" w:eastAsia="黑体" w:hAnsi="黑体"/>
        </w:rPr>
        <w:t xml:space="preserve">  modified capillary viscosimeter</w:t>
      </w:r>
    </w:p>
    <w:p w14:paraId="3D3EAE34" w14:textId="77777777" w:rsidR="00C645D3" w:rsidRPr="001D2EB6" w:rsidRDefault="00C17C13" w:rsidP="00C645D3">
      <w:pPr>
        <w:pStyle w:val="affffffffffff7"/>
        <w:ind w:firstLineChars="200" w:firstLine="420"/>
        <w:rPr>
          <w:rFonts w:eastAsia="宋体"/>
        </w:rPr>
      </w:pPr>
      <w:r w:rsidRPr="001D2EB6">
        <w:rPr>
          <w:rFonts w:ascii="宋体" w:eastAsia="宋体" w:hAnsi="宋体" w:hint="eastAsia"/>
        </w:rPr>
        <w:t>&lt;</w:t>
      </w:r>
      <w:r>
        <w:rPr>
          <w:rFonts w:ascii="宋体" w:eastAsia="宋体" w:hAnsi="宋体" w:hint="eastAsia"/>
        </w:rPr>
        <w:t>天然</w:t>
      </w:r>
      <w:r w:rsidRPr="001D2EB6">
        <w:rPr>
          <w:rFonts w:ascii="宋体" w:eastAsia="宋体" w:hAnsi="宋体"/>
        </w:rPr>
        <w:t>胶乳</w:t>
      </w:r>
      <w:r w:rsidRPr="001D2EB6">
        <w:rPr>
          <w:rFonts w:ascii="宋体" w:eastAsia="宋体" w:hAnsi="宋体" w:hint="eastAsia"/>
        </w:rPr>
        <w:t>&gt;</w:t>
      </w:r>
      <w:r w:rsidR="00C645D3" w:rsidRPr="001D2EB6">
        <w:rPr>
          <w:rFonts w:eastAsia="宋体"/>
        </w:rPr>
        <w:t>为测定胶乳粘度</w:t>
      </w:r>
      <w:r w:rsidR="00C645D3" w:rsidRPr="001D2EB6">
        <w:rPr>
          <w:rFonts w:eastAsia="宋体" w:hint="eastAsia"/>
        </w:rPr>
        <w:t>而</w:t>
      </w:r>
      <w:r w:rsidR="00C645D3" w:rsidRPr="001D2EB6">
        <w:rPr>
          <w:rFonts w:eastAsia="宋体"/>
        </w:rPr>
        <w:t>改进设计的毛细管粘度计。</w:t>
      </w:r>
    </w:p>
    <w:p w14:paraId="28ADC394" w14:textId="77777777" w:rsidR="00EE4641" w:rsidRPr="003322B2" w:rsidRDefault="00EE4641" w:rsidP="00EE4641">
      <w:pPr>
        <w:pStyle w:val="afffffffffff9"/>
        <w:ind w:left="420" w:hangingChars="200" w:hanging="420"/>
        <w:rPr>
          <w:rFonts w:ascii="黑体" w:eastAsia="黑体" w:hAnsi="黑体"/>
        </w:rPr>
      </w:pPr>
      <w:r>
        <w:rPr>
          <w:rFonts w:ascii="黑体" w:eastAsia="黑体" w:hAnsi="黑体"/>
        </w:rPr>
        <w:br w:type="textWrapping" w:clear="all"/>
      </w:r>
      <w:r>
        <w:rPr>
          <w:rFonts w:hint="eastAsia"/>
          <w:szCs w:val="21"/>
        </w:rPr>
        <w:t xml:space="preserve"> </w:t>
      </w:r>
      <w:proofErr w:type="gramStart"/>
      <w:r w:rsidRPr="003322B2">
        <w:rPr>
          <w:rFonts w:ascii="黑体" w:eastAsia="黑体" w:hAnsi="黑体" w:hint="eastAsia"/>
          <w:szCs w:val="21"/>
        </w:rPr>
        <w:t>端基结构</w:t>
      </w:r>
      <w:proofErr w:type="gramEnd"/>
      <w:r w:rsidRPr="003322B2">
        <w:rPr>
          <w:rFonts w:ascii="黑体" w:eastAsia="黑体" w:hAnsi="黑体" w:hint="eastAsia"/>
          <w:szCs w:val="21"/>
        </w:rPr>
        <w:t xml:space="preserve">  </w:t>
      </w:r>
      <w:r w:rsidRPr="003322B2">
        <w:rPr>
          <w:rFonts w:ascii="黑体" w:eastAsia="黑体" w:hAnsi="黑体"/>
          <w:szCs w:val="21"/>
        </w:rPr>
        <w:t>terminal</w:t>
      </w:r>
      <w:r w:rsidRPr="003322B2">
        <w:rPr>
          <w:rFonts w:ascii="黑体" w:eastAsia="黑体" w:hAnsi="黑体" w:hint="eastAsia"/>
          <w:szCs w:val="21"/>
        </w:rPr>
        <w:t xml:space="preserve"> group structure </w:t>
      </w:r>
    </w:p>
    <w:p w14:paraId="2D34D192" w14:textId="77777777" w:rsidR="00EE4641" w:rsidRPr="00EE4641" w:rsidRDefault="00EE4641" w:rsidP="00EE4641">
      <w:pPr>
        <w:pStyle w:val="afffffffffff9"/>
        <w:numPr>
          <w:ilvl w:val="0"/>
          <w:numId w:val="0"/>
        </w:numPr>
        <w:ind w:left="425"/>
      </w:pPr>
      <w:r>
        <w:rPr>
          <w:rFonts w:hint="eastAsia"/>
        </w:rPr>
        <w:t xml:space="preserve"> </w:t>
      </w:r>
      <w:r w:rsidRPr="00781C7F">
        <w:rPr>
          <w:rFonts w:hint="eastAsia"/>
        </w:rPr>
        <w:t>聚合物</w:t>
      </w:r>
      <w:r w:rsidR="00410C3C">
        <w:fldChar w:fldCharType="begin"/>
      </w:r>
      <w:r w:rsidR="001A56B7">
        <w:instrText xml:space="preserve"> XE "</w:instrText>
      </w:r>
      <w:r w:rsidR="001A56B7" w:rsidRPr="00976643">
        <w:rPr>
          <w:rFonts w:hint="eastAsia"/>
        </w:rPr>
        <w:instrText>聚合物</w:instrText>
      </w:r>
      <w:r w:rsidR="001A56B7">
        <w:instrText xml:space="preserve">" </w:instrText>
      </w:r>
      <w:r w:rsidR="00410C3C">
        <w:fldChar w:fldCharType="end"/>
      </w:r>
      <w:proofErr w:type="gramStart"/>
      <w:r w:rsidRPr="00781C7F">
        <w:rPr>
          <w:rFonts w:hint="eastAsia"/>
        </w:rPr>
        <w:t>分子链端基团</w:t>
      </w:r>
      <w:proofErr w:type="gramEnd"/>
      <w:r w:rsidRPr="00781C7F">
        <w:rPr>
          <w:rFonts w:hint="eastAsia"/>
        </w:rPr>
        <w:t>的化学结构。</w:t>
      </w:r>
    </w:p>
    <w:p w14:paraId="5E58887B" w14:textId="77777777" w:rsidR="00EE4641" w:rsidRPr="00B0514B" w:rsidRDefault="00EE4641" w:rsidP="00EE4641">
      <w:pPr>
        <w:pStyle w:val="afffffffffff9"/>
        <w:ind w:left="420" w:hangingChars="200" w:hanging="420"/>
        <w:rPr>
          <w:rFonts w:ascii="黑体" w:eastAsia="黑体" w:hAnsi="黑体"/>
        </w:rPr>
      </w:pPr>
      <w:r>
        <w:rPr>
          <w:rFonts w:ascii="黑体" w:eastAsia="黑体" w:hAnsi="黑体"/>
        </w:rPr>
        <w:br w:type="textWrapping" w:clear="all"/>
      </w:r>
      <w:r w:rsidRPr="00B0514B">
        <w:rPr>
          <w:rFonts w:ascii="黑体" w:eastAsia="黑体" w:hAnsi="黑体" w:hint="eastAsia"/>
          <w:szCs w:val="21"/>
        </w:rPr>
        <w:t>支化结构  branching structure</w:t>
      </w:r>
    </w:p>
    <w:p w14:paraId="0578CA9A" w14:textId="77777777" w:rsidR="00EE4641" w:rsidRPr="00EE4641" w:rsidRDefault="00EE4641" w:rsidP="00D56457">
      <w:pPr>
        <w:pStyle w:val="afffff"/>
        <w:adjustRightInd w:val="0"/>
        <w:snapToGrid w:val="0"/>
      </w:pPr>
      <w:r w:rsidRPr="00D56457">
        <w:rPr>
          <w:rFonts w:hint="eastAsia"/>
        </w:rPr>
        <w:t>高分子在聚合过程中,由于自由基聚合的链转移,缩聚过程中含有三个以上官能团的单体参加缩聚反应，以及辐射交联和化学交联等反应的存在，使线型分子链上延伸出分支结构。高分子链的支化结构一般可分为长支链结构和短支链结构。</w:t>
      </w:r>
    </w:p>
    <w:p w14:paraId="0601295A" w14:textId="77777777" w:rsidR="00EE4641" w:rsidRPr="00EE4641" w:rsidRDefault="00EE4641" w:rsidP="00BF355F">
      <w:pPr>
        <w:pStyle w:val="afffffffffff9"/>
        <w:adjustRightInd w:val="0"/>
        <w:ind w:left="420" w:hangingChars="200" w:hanging="420"/>
        <w:rPr>
          <w:rFonts w:ascii="黑体" w:eastAsia="黑体" w:hAnsi="黑体"/>
        </w:rPr>
      </w:pPr>
      <w:r>
        <w:rPr>
          <w:rFonts w:ascii="黑体" w:eastAsia="黑体" w:hAnsi="黑体"/>
        </w:rPr>
        <w:br w:type="textWrapping" w:clear="all"/>
      </w:r>
      <w:r w:rsidRPr="00EE4641">
        <w:rPr>
          <w:rFonts w:ascii="黑体" w:eastAsia="黑体" w:hAnsi="黑体" w:hint="eastAsia"/>
          <w:szCs w:val="21"/>
        </w:rPr>
        <w:t>异常基团  abnormal groups</w:t>
      </w:r>
    </w:p>
    <w:p w14:paraId="759C0608" w14:textId="77777777" w:rsidR="00EE4641" w:rsidRPr="00EE4641" w:rsidRDefault="00EE4641" w:rsidP="00BF355F">
      <w:pPr>
        <w:spacing w:line="240" w:lineRule="auto"/>
      </w:pPr>
      <w:r>
        <w:rPr>
          <w:rFonts w:hint="eastAsia"/>
          <w:color w:val="FF0000"/>
        </w:rPr>
        <w:t xml:space="preserve">    </w:t>
      </w:r>
      <w:r w:rsidRPr="00800DA1">
        <w:rPr>
          <w:rFonts w:hint="eastAsia"/>
        </w:rPr>
        <w:t>橡胶分子链上除异戊二烯链段以外的基团，如羟基、羧基等。</w:t>
      </w:r>
      <w:r w:rsidRPr="00800DA1">
        <w:rPr>
          <w:rFonts w:hint="eastAsia"/>
        </w:rPr>
        <w:t xml:space="preserve"> </w:t>
      </w:r>
    </w:p>
    <w:p w14:paraId="7DA064C7"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挥发性脂肪酸值</w:t>
      </w:r>
      <w:r w:rsidRPr="001D2EB6">
        <w:rPr>
          <w:rFonts w:ascii="黑体" w:eastAsia="黑体" w:hAnsi="黑体"/>
        </w:rPr>
        <w:t xml:space="preserve">  volatile fatty acid number</w:t>
      </w:r>
      <w:r w:rsidRPr="001D2EB6">
        <w:rPr>
          <w:rFonts w:ascii="黑体" w:eastAsia="黑体" w:hAnsi="黑体" w:hint="eastAsia"/>
        </w:rPr>
        <w:t>，</w:t>
      </w:r>
      <w:r w:rsidRPr="000972F7">
        <w:rPr>
          <w:rFonts w:ascii="黑体" w:eastAsia="黑体" w:hAnsi="黑体"/>
        </w:rPr>
        <w:t>VFA number</w:t>
      </w:r>
    </w:p>
    <w:p w14:paraId="0D471A83" w14:textId="77777777" w:rsidR="00C645D3" w:rsidRDefault="00C645D3" w:rsidP="00C645D3">
      <w:pPr>
        <w:pStyle w:val="affffffffffff7"/>
        <w:ind w:firstLineChars="200" w:firstLine="420"/>
        <w:rPr>
          <w:rFonts w:ascii="宋体" w:eastAsia="宋体" w:hAnsi="宋体"/>
        </w:rPr>
      </w:pPr>
      <w:r w:rsidRPr="001D2EB6">
        <w:rPr>
          <w:rFonts w:ascii="宋体" w:eastAsia="宋体" w:hAnsi="宋体" w:hint="eastAsia"/>
        </w:rPr>
        <w:t>&lt;</w:t>
      </w:r>
      <w:r w:rsidR="00C17C13">
        <w:rPr>
          <w:rFonts w:ascii="宋体" w:eastAsia="宋体" w:hAnsi="宋体" w:hint="eastAsia"/>
        </w:rPr>
        <w:t>天然</w:t>
      </w:r>
      <w:r w:rsidRPr="001D2EB6">
        <w:rPr>
          <w:rFonts w:ascii="宋体" w:eastAsia="宋体" w:hAnsi="宋体"/>
        </w:rPr>
        <w:t>胶乳</w:t>
      </w:r>
      <w:r w:rsidRPr="001D2EB6">
        <w:rPr>
          <w:rFonts w:ascii="宋体" w:eastAsia="宋体" w:hAnsi="宋体" w:hint="eastAsia"/>
        </w:rPr>
        <w:t>&gt;</w:t>
      </w:r>
      <w:r w:rsidRPr="001D2EB6">
        <w:rPr>
          <w:rFonts w:ascii="宋体" w:eastAsia="宋体" w:hAnsi="宋体"/>
        </w:rPr>
        <w:t>与含有100g总固体物的胶乳中的挥发性脂肪酸等当量的氢氧化钾的量，以克表示。</w:t>
      </w:r>
    </w:p>
    <w:p w14:paraId="7BD0BC93" w14:textId="77777777" w:rsidR="00581BA5" w:rsidRPr="00581BA5" w:rsidRDefault="00581BA5" w:rsidP="00581BA5">
      <w:pPr>
        <w:pStyle w:val="Char1"/>
        <w:ind w:firstLine="360"/>
      </w:pPr>
      <w:r w:rsidRPr="00FB78CE">
        <w:rPr>
          <w:rFonts w:ascii="仿宋_GB2312" w:eastAsia="仿宋_GB2312" w:hint="eastAsia"/>
          <w:sz w:val="18"/>
          <w:szCs w:val="18"/>
        </w:rPr>
        <w:t>[</w:t>
      </w:r>
      <w:r w:rsidR="00C17C13">
        <w:rPr>
          <w:rFonts w:ascii="仿宋_GB2312" w:eastAsia="仿宋_GB2312" w:hint="eastAsia"/>
          <w:sz w:val="18"/>
          <w:szCs w:val="18"/>
        </w:rPr>
        <w:t>来源：</w:t>
      </w:r>
      <w:r w:rsidRPr="00FB78CE">
        <w:rPr>
          <w:rFonts w:ascii="仿宋_GB2312" w:eastAsia="仿宋_GB2312" w:hint="eastAsia"/>
          <w:sz w:val="18"/>
          <w:szCs w:val="18"/>
        </w:rPr>
        <w:t xml:space="preserve">GB/T </w:t>
      </w:r>
      <w:r w:rsidR="003C6B5E">
        <w:rPr>
          <w:rFonts w:ascii="仿宋_GB2312" w:eastAsia="仿宋_GB2312" w:hint="eastAsia"/>
          <w:sz w:val="18"/>
          <w:szCs w:val="18"/>
        </w:rPr>
        <w:t>8292</w:t>
      </w:r>
      <w:r w:rsidRPr="00FB78CE">
        <w:rPr>
          <w:rFonts w:ascii="仿宋_GB2312" w:eastAsia="仿宋_GB2312" w:hint="eastAsia"/>
          <w:sz w:val="18"/>
          <w:szCs w:val="18"/>
        </w:rPr>
        <w:t>-2008，</w:t>
      </w:r>
      <w:r w:rsidR="003C6B5E">
        <w:rPr>
          <w:rFonts w:ascii="仿宋_GB2312" w:eastAsia="仿宋_GB2312" w:hint="eastAsia"/>
          <w:sz w:val="18"/>
          <w:szCs w:val="18"/>
        </w:rPr>
        <w:t>3.1</w:t>
      </w:r>
      <w:r w:rsidRPr="00FB78CE">
        <w:rPr>
          <w:rFonts w:ascii="仿宋_GB2312" w:eastAsia="仿宋_GB2312" w:hint="eastAsia"/>
          <w:sz w:val="18"/>
          <w:szCs w:val="18"/>
        </w:rPr>
        <w:t>]</w:t>
      </w:r>
    </w:p>
    <w:p w14:paraId="11DF3AF5"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马氏蒸馏器</w:t>
      </w:r>
      <w:r w:rsidRPr="001D2EB6">
        <w:rPr>
          <w:rFonts w:ascii="黑体" w:eastAsia="黑体" w:hAnsi="黑体"/>
        </w:rPr>
        <w:t xml:space="preserve">  Markham semi-micro still</w:t>
      </w:r>
    </w:p>
    <w:p w14:paraId="3BE57DAE"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&lt;</w:t>
      </w:r>
      <w:r w:rsidR="00C17C13">
        <w:rPr>
          <w:rFonts w:ascii="宋体" w:eastAsia="宋体" w:hAnsi="宋体" w:hint="eastAsia"/>
        </w:rPr>
        <w:t>天然</w:t>
      </w:r>
      <w:r w:rsidRPr="001D2EB6">
        <w:rPr>
          <w:rFonts w:ascii="宋体" w:eastAsia="宋体" w:hAnsi="宋体"/>
        </w:rPr>
        <w:t>胶乳</w:t>
      </w:r>
      <w:r w:rsidRPr="001D2EB6">
        <w:rPr>
          <w:rFonts w:ascii="宋体" w:eastAsia="宋体" w:hAnsi="宋体" w:hint="eastAsia"/>
        </w:rPr>
        <w:t>&gt;</w:t>
      </w:r>
      <w:r w:rsidRPr="001D2EB6">
        <w:rPr>
          <w:rFonts w:ascii="宋体" w:eastAsia="宋体" w:hAnsi="宋体"/>
        </w:rPr>
        <w:t>为测定胶乳挥发性脂肪酸值</w:t>
      </w:r>
      <w:r w:rsidRPr="001D2EB6">
        <w:rPr>
          <w:rFonts w:ascii="宋体" w:eastAsia="宋体" w:hAnsi="宋体" w:hint="eastAsia"/>
        </w:rPr>
        <w:t>而</w:t>
      </w:r>
      <w:r w:rsidRPr="001D2EB6">
        <w:rPr>
          <w:rFonts w:ascii="宋体" w:eastAsia="宋体" w:hAnsi="宋体"/>
        </w:rPr>
        <w:t>设计的玻璃水蒸气蒸馏器。</w:t>
      </w:r>
    </w:p>
    <w:p w14:paraId="6E134A49" w14:textId="77777777" w:rsidR="00C645D3" w:rsidRPr="001D2EB6" w:rsidRDefault="00F30251" w:rsidP="00F30251">
      <w:pPr>
        <w:pStyle w:val="afff6"/>
        <w:numPr>
          <w:ilvl w:val="0"/>
          <w:numId w:val="0"/>
        </w:numPr>
        <w:ind w:firstLineChars="235" w:firstLine="423"/>
      </w:pPr>
      <w:r>
        <w:rPr>
          <w:rFonts w:hint="eastAsia"/>
        </w:rPr>
        <w:t>[</w:t>
      </w:r>
      <w:r w:rsidR="00C17C13">
        <w:rPr>
          <w:rFonts w:hint="eastAsia"/>
        </w:rPr>
        <w:t>来源：</w:t>
      </w:r>
      <w:r w:rsidR="00C645D3" w:rsidRPr="001D2EB6">
        <w:rPr>
          <w:rFonts w:hint="eastAsia"/>
        </w:rPr>
        <w:t>GB/T 8292</w:t>
      </w:r>
      <w:r w:rsidR="00C645D3" w:rsidRPr="001D2EB6">
        <w:t>-200</w:t>
      </w:r>
      <w:r w:rsidR="003C6B5E">
        <w:rPr>
          <w:rFonts w:hint="eastAsia"/>
        </w:rPr>
        <w:t>8</w:t>
      </w:r>
      <w:r w:rsidR="004660F3">
        <w:rPr>
          <w:rFonts w:hint="eastAsia"/>
        </w:rPr>
        <w:t>，</w:t>
      </w:r>
      <w:r w:rsidR="003C6B5E">
        <w:rPr>
          <w:rFonts w:hint="eastAsia"/>
        </w:rPr>
        <w:t>6.1</w:t>
      </w:r>
      <w:r>
        <w:rPr>
          <w:rFonts w:hint="eastAsia"/>
        </w:rPr>
        <w:t>]</w:t>
      </w:r>
    </w:p>
    <w:p w14:paraId="7515B6B2"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C32BC5">
        <w:rPr>
          <w:rFonts w:ascii="黑体" w:eastAsia="黑体" w:hAnsi="黑体" w:hint="eastAsia"/>
        </w:rPr>
        <w:t>机械稳定度</w:t>
      </w:r>
      <w:r w:rsidRPr="001D2EB6">
        <w:rPr>
          <w:rFonts w:ascii="黑体" w:eastAsia="黑体" w:hAnsi="黑体" w:hint="eastAsia"/>
        </w:rPr>
        <w:t xml:space="preserve">  </w:t>
      </w:r>
      <w:r w:rsidRPr="001D2EB6">
        <w:rPr>
          <w:rFonts w:ascii="黑体" w:eastAsia="黑体" w:hAnsi="黑体"/>
        </w:rPr>
        <w:t>mechanical stability</w:t>
      </w:r>
    </w:p>
    <w:p w14:paraId="5D0EC552"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lastRenderedPageBreak/>
        <w:t>&lt;</w:t>
      </w:r>
      <w:r w:rsidR="003C6B5E">
        <w:rPr>
          <w:rFonts w:ascii="宋体" w:eastAsia="宋体" w:hAnsi="宋体" w:hint="eastAsia"/>
        </w:rPr>
        <w:t>天然</w:t>
      </w:r>
      <w:r w:rsidRPr="001D2EB6">
        <w:rPr>
          <w:rFonts w:ascii="宋体" w:eastAsia="宋体" w:hAnsi="宋体"/>
        </w:rPr>
        <w:t>胶乳</w:t>
      </w:r>
      <w:r w:rsidRPr="001D2EB6">
        <w:rPr>
          <w:rFonts w:ascii="宋体" w:eastAsia="宋体" w:hAnsi="宋体" w:hint="eastAsia"/>
        </w:rPr>
        <w:t>&gt;</w:t>
      </w:r>
      <w:r w:rsidRPr="001D2EB6">
        <w:rPr>
          <w:rFonts w:ascii="宋体" w:eastAsia="宋体" w:hAnsi="宋体"/>
        </w:rPr>
        <w:t>在规定条件下，胶乳</w:t>
      </w:r>
      <w:r w:rsidRPr="001D2EB6">
        <w:rPr>
          <w:rFonts w:ascii="宋体" w:eastAsia="宋体" w:hAnsi="宋体" w:hint="eastAsia"/>
        </w:rPr>
        <w:t>受</w:t>
      </w:r>
      <w:r w:rsidRPr="001D2EB6">
        <w:rPr>
          <w:rFonts w:ascii="宋体" w:eastAsia="宋体" w:hAnsi="宋体"/>
        </w:rPr>
        <w:t>机械剪切作用时的抗凝结性能。</w:t>
      </w:r>
    </w:p>
    <w:p w14:paraId="1AB4C1F8" w14:textId="77777777" w:rsidR="00C645D3" w:rsidRDefault="000972F7" w:rsidP="000972F7">
      <w:pPr>
        <w:pStyle w:val="afff6"/>
        <w:numPr>
          <w:ilvl w:val="0"/>
          <w:numId w:val="0"/>
        </w:numPr>
        <w:ind w:left="426"/>
        <w:rPr>
          <w:rFonts w:ascii="仿宋_GB2312" w:eastAsia="仿宋_GB2312"/>
        </w:rPr>
      </w:pPr>
      <w:r w:rsidRPr="000972F7">
        <w:rPr>
          <w:rFonts w:ascii="仿宋_GB2312" w:eastAsia="仿宋_GB2312" w:hint="eastAsia"/>
        </w:rPr>
        <w:t>[</w:t>
      </w:r>
      <w:r w:rsidR="003C6B5E">
        <w:rPr>
          <w:rFonts w:ascii="仿宋_GB2312" w:eastAsia="仿宋_GB2312" w:hint="eastAsia"/>
        </w:rPr>
        <w:t>来源：</w:t>
      </w:r>
      <w:r w:rsidR="00C645D3" w:rsidRPr="000972F7">
        <w:rPr>
          <w:rFonts w:ascii="仿宋_GB2312" w:eastAsia="仿宋_GB2312" w:hint="eastAsia"/>
        </w:rPr>
        <w:t xml:space="preserve">GB/T </w:t>
      </w:r>
      <w:r w:rsidR="003C6B5E">
        <w:rPr>
          <w:rFonts w:ascii="仿宋_GB2312" w:eastAsia="仿宋_GB2312" w:hint="eastAsia"/>
        </w:rPr>
        <w:t>988</w:t>
      </w:r>
      <w:r w:rsidR="003C6B5E" w:rsidRPr="000972F7">
        <w:rPr>
          <w:rFonts w:ascii="仿宋_GB2312" w:eastAsia="仿宋_GB2312" w:hint="eastAsia"/>
        </w:rPr>
        <w:t>1</w:t>
      </w:r>
      <w:r w:rsidR="00C645D3" w:rsidRPr="000972F7">
        <w:rPr>
          <w:rFonts w:ascii="仿宋_GB2312" w:eastAsia="仿宋_GB2312" w:hint="eastAsia"/>
        </w:rPr>
        <w:t>-</w:t>
      </w:r>
      <w:r w:rsidR="003C6B5E" w:rsidRPr="000972F7">
        <w:rPr>
          <w:rFonts w:ascii="仿宋_GB2312" w:eastAsia="仿宋_GB2312" w:hint="eastAsia"/>
        </w:rPr>
        <w:t>200</w:t>
      </w:r>
      <w:r w:rsidR="003C6B5E">
        <w:rPr>
          <w:rFonts w:ascii="仿宋_GB2312" w:eastAsia="仿宋_GB2312" w:hint="eastAsia"/>
        </w:rPr>
        <w:t>8</w:t>
      </w:r>
      <w:r w:rsidRPr="000972F7">
        <w:rPr>
          <w:rFonts w:ascii="仿宋_GB2312" w:eastAsia="仿宋_GB2312" w:hint="eastAsia"/>
        </w:rPr>
        <w:t>，</w:t>
      </w:r>
      <w:r w:rsidR="003C6B5E">
        <w:rPr>
          <w:rFonts w:ascii="仿宋_GB2312" w:eastAsia="仿宋_GB2312" w:hint="eastAsia"/>
        </w:rPr>
        <w:t>2.246</w:t>
      </w:r>
      <w:r w:rsidR="009856FA">
        <w:rPr>
          <w:rFonts w:ascii="仿宋_GB2312" w:eastAsia="仿宋_GB2312" w:hint="eastAsia"/>
        </w:rPr>
        <w:t>，有</w:t>
      </w:r>
      <w:r w:rsidRPr="000972F7">
        <w:rPr>
          <w:rFonts w:ascii="仿宋_GB2312" w:eastAsia="仿宋_GB2312" w:hint="eastAsia"/>
        </w:rPr>
        <w:t>修改]</w:t>
      </w:r>
    </w:p>
    <w:p w14:paraId="2381FF24" w14:textId="77777777" w:rsidR="00251890" w:rsidRPr="00251890" w:rsidRDefault="003C6B5E" w:rsidP="00C22878">
      <w:pPr>
        <w:pStyle w:val="afff6"/>
        <w:ind w:firstLine="52"/>
      </w:pPr>
      <w:r>
        <w:rPr>
          <w:rFonts w:hint="eastAsia"/>
        </w:rPr>
        <w:t>本术语与GB/T 8301-2008的表述有差异。</w:t>
      </w:r>
    </w:p>
    <w:p w14:paraId="4D25DCD2"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proofErr w:type="gramStart"/>
      <w:r w:rsidRPr="00251890">
        <w:rPr>
          <w:rFonts w:ascii="黑体" w:eastAsia="黑体" w:hAnsi="黑体" w:hint="eastAsia"/>
        </w:rPr>
        <w:t>机稳测定</w:t>
      </w:r>
      <w:proofErr w:type="gramEnd"/>
      <w:r w:rsidRPr="00251890">
        <w:rPr>
          <w:rFonts w:ascii="黑体" w:eastAsia="黑体" w:hAnsi="黑体" w:hint="eastAsia"/>
        </w:rPr>
        <w:t>仪</w:t>
      </w:r>
      <w:r w:rsidRPr="00251890">
        <w:rPr>
          <w:rFonts w:ascii="黑体" w:eastAsia="黑体" w:hAnsi="黑体"/>
        </w:rPr>
        <w:t xml:space="preserve">  mechanical stability measuring apparatus</w:t>
      </w:r>
    </w:p>
    <w:p w14:paraId="40954ED6"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&lt;</w:t>
      </w:r>
      <w:r w:rsidR="00C07B1A">
        <w:rPr>
          <w:rFonts w:ascii="宋体" w:eastAsia="宋体" w:hAnsi="宋体" w:hint="eastAsia"/>
        </w:rPr>
        <w:t>天然</w:t>
      </w:r>
      <w:r w:rsidRPr="001D2EB6">
        <w:rPr>
          <w:rFonts w:ascii="宋体" w:eastAsia="宋体" w:hAnsi="宋体"/>
        </w:rPr>
        <w:t>胶乳</w:t>
      </w:r>
      <w:r w:rsidRPr="001D2EB6">
        <w:rPr>
          <w:rFonts w:ascii="宋体" w:eastAsia="宋体" w:hAnsi="宋体" w:hint="eastAsia"/>
        </w:rPr>
        <w:t>&gt;</w:t>
      </w:r>
      <w:r w:rsidRPr="001D2EB6">
        <w:rPr>
          <w:rFonts w:ascii="宋体" w:eastAsia="宋体" w:hAnsi="宋体"/>
        </w:rPr>
        <w:t>测定胶乳机械稳定度的专用高速搅拌器，</w:t>
      </w:r>
      <w:r w:rsidR="003C6B5E">
        <w:rPr>
          <w:rFonts w:ascii="宋体" w:eastAsia="宋体" w:hAnsi="宋体" w:hint="eastAsia"/>
        </w:rPr>
        <w:t>试验过程中</w:t>
      </w:r>
      <w:r w:rsidRPr="001D2EB6">
        <w:rPr>
          <w:rFonts w:ascii="宋体" w:eastAsia="宋体" w:hAnsi="宋体"/>
        </w:rPr>
        <w:t>转速</w:t>
      </w:r>
      <w:r w:rsidR="003C6B5E">
        <w:rPr>
          <w:rFonts w:ascii="宋体" w:eastAsia="宋体" w:hAnsi="宋体" w:hint="eastAsia"/>
        </w:rPr>
        <w:t>能保持在</w:t>
      </w:r>
      <w:r w:rsidRPr="001D2EB6">
        <w:rPr>
          <w:rFonts w:ascii="宋体" w:eastAsia="宋体" w:hAnsi="宋体"/>
        </w:rPr>
        <w:t>14000</w:t>
      </w:r>
      <w:r w:rsidRPr="001D2EB6">
        <w:rPr>
          <w:rFonts w:ascii="宋体" w:eastAsia="宋体" w:hAnsi="宋体" w:hint="eastAsia"/>
        </w:rPr>
        <w:t xml:space="preserve"> r/min</w:t>
      </w:r>
      <w:r w:rsidR="003C6B5E">
        <w:rPr>
          <w:rFonts w:ascii="宋体" w:eastAsia="宋体" w:hAnsi="宋体" w:hint="eastAsia"/>
        </w:rPr>
        <w:t>±200r/min</w:t>
      </w:r>
      <w:r w:rsidRPr="001D2EB6">
        <w:rPr>
          <w:rFonts w:ascii="宋体" w:eastAsia="宋体" w:hAnsi="宋体"/>
        </w:rPr>
        <w:t>。</w:t>
      </w:r>
    </w:p>
    <w:p w14:paraId="3AFE4CD2" w14:textId="77777777" w:rsidR="00C645D3" w:rsidRPr="00447DB8" w:rsidRDefault="00447DB8" w:rsidP="00447DB8">
      <w:pPr>
        <w:pStyle w:val="afff6"/>
        <w:numPr>
          <w:ilvl w:val="0"/>
          <w:numId w:val="0"/>
        </w:numPr>
        <w:ind w:left="426"/>
        <w:rPr>
          <w:rFonts w:ascii="仿宋_GB2312" w:eastAsia="仿宋_GB2312"/>
        </w:rPr>
      </w:pPr>
      <w:r w:rsidRPr="00447DB8">
        <w:rPr>
          <w:rFonts w:ascii="仿宋_GB2312" w:eastAsia="仿宋_GB2312" w:hint="eastAsia"/>
        </w:rPr>
        <w:t>[</w:t>
      </w:r>
      <w:r w:rsidR="003C6B5E">
        <w:rPr>
          <w:rFonts w:ascii="仿宋_GB2312" w:eastAsia="仿宋_GB2312" w:hint="eastAsia"/>
        </w:rPr>
        <w:t>来源：</w:t>
      </w:r>
      <w:r w:rsidR="00C645D3" w:rsidRPr="00447DB8">
        <w:rPr>
          <w:rFonts w:ascii="仿宋_GB2312" w:eastAsia="仿宋_GB2312" w:hint="eastAsia"/>
        </w:rPr>
        <w:t>GB/T 8301-2008</w:t>
      </w:r>
      <w:r w:rsidR="000972F7">
        <w:rPr>
          <w:rFonts w:ascii="仿宋_GB2312" w:eastAsia="仿宋_GB2312" w:hint="eastAsia"/>
        </w:rPr>
        <w:t>，</w:t>
      </w:r>
      <w:r w:rsidR="003C6B5E">
        <w:rPr>
          <w:rFonts w:ascii="仿宋_GB2312" w:eastAsia="仿宋_GB2312" w:hint="eastAsia"/>
        </w:rPr>
        <w:t>6.1</w:t>
      </w:r>
      <w:r w:rsidRPr="00447DB8">
        <w:rPr>
          <w:rFonts w:ascii="仿宋_GB2312" w:eastAsia="仿宋_GB2312" w:hint="eastAsia"/>
        </w:rPr>
        <w:t>]</w:t>
      </w:r>
    </w:p>
    <w:p w14:paraId="48D5EF67"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化学稳定度</w:t>
      </w:r>
      <w:r w:rsidRPr="001D2EB6">
        <w:rPr>
          <w:rFonts w:ascii="黑体" w:eastAsia="黑体" w:hAnsi="黑体"/>
        </w:rPr>
        <w:t xml:space="preserve">  chemical</w:t>
      </w:r>
      <w:r w:rsidRPr="001D2EB6">
        <w:rPr>
          <w:rFonts w:ascii="黑体" w:eastAsia="黑体" w:hAnsi="黑体" w:hint="eastAsia"/>
        </w:rPr>
        <w:t xml:space="preserve"> </w:t>
      </w:r>
      <w:r w:rsidRPr="001D2EB6">
        <w:rPr>
          <w:rFonts w:ascii="黑体" w:eastAsia="黑体" w:hAnsi="黑体"/>
        </w:rPr>
        <w:t>stability</w:t>
      </w:r>
    </w:p>
    <w:p w14:paraId="524E1776"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化学稳定性</w:t>
      </w:r>
    </w:p>
    <w:p w14:paraId="18E6E9EE" w14:textId="77777777" w:rsidR="00C645D3" w:rsidRPr="001D2EB6" w:rsidRDefault="00C07B1A" w:rsidP="00C645D3">
      <w:pPr>
        <w:pStyle w:val="affffffffffff7"/>
        <w:ind w:firstLineChars="200" w:firstLine="420"/>
        <w:rPr>
          <w:rFonts w:eastAsia="宋体"/>
        </w:rPr>
      </w:pPr>
      <w:r w:rsidRPr="001D2EB6">
        <w:rPr>
          <w:rFonts w:ascii="宋体" w:eastAsia="宋体" w:hAnsi="宋体" w:hint="eastAsia"/>
        </w:rPr>
        <w:t>&lt;</w:t>
      </w:r>
      <w:r>
        <w:rPr>
          <w:rFonts w:ascii="宋体" w:eastAsia="宋体" w:hAnsi="宋体" w:hint="eastAsia"/>
        </w:rPr>
        <w:t>天然</w:t>
      </w:r>
      <w:r w:rsidRPr="001D2EB6">
        <w:rPr>
          <w:rFonts w:ascii="宋体" w:eastAsia="宋体" w:hAnsi="宋体"/>
        </w:rPr>
        <w:t>胶乳</w:t>
      </w:r>
      <w:r w:rsidRPr="001D2EB6">
        <w:rPr>
          <w:rFonts w:ascii="宋体" w:eastAsia="宋体" w:hAnsi="宋体" w:hint="eastAsia"/>
        </w:rPr>
        <w:t>&gt;</w:t>
      </w:r>
      <w:r w:rsidR="00C645D3" w:rsidRPr="001D2EB6">
        <w:rPr>
          <w:rFonts w:eastAsia="宋体"/>
        </w:rPr>
        <w:t>胶乳在一定条件下与化学药品接触后不发生凝固的程度。</w:t>
      </w:r>
    </w:p>
    <w:p w14:paraId="6DA8FDB0"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热稳定度</w:t>
      </w:r>
      <w:r w:rsidRPr="001D2EB6">
        <w:rPr>
          <w:rFonts w:ascii="黑体" w:eastAsia="黑体" w:hAnsi="黑体"/>
        </w:rPr>
        <w:t xml:space="preserve">  heat stability</w:t>
      </w:r>
    </w:p>
    <w:p w14:paraId="07194BEA" w14:textId="77777777" w:rsidR="00C645D3" w:rsidRPr="001D2EB6" w:rsidRDefault="00C07B1A" w:rsidP="00C645D3">
      <w:pPr>
        <w:pStyle w:val="affffffffffff7"/>
        <w:ind w:firstLineChars="200" w:firstLine="420"/>
      </w:pPr>
      <w:r w:rsidRPr="001D2EB6">
        <w:rPr>
          <w:rFonts w:ascii="宋体" w:eastAsia="宋体" w:hAnsi="宋体" w:hint="eastAsia"/>
        </w:rPr>
        <w:t>&lt;</w:t>
      </w:r>
      <w:r>
        <w:rPr>
          <w:rFonts w:ascii="宋体" w:eastAsia="宋体" w:hAnsi="宋体" w:hint="eastAsia"/>
        </w:rPr>
        <w:t>天然</w:t>
      </w:r>
      <w:r w:rsidRPr="001D2EB6">
        <w:rPr>
          <w:rFonts w:ascii="宋体" w:eastAsia="宋体" w:hAnsi="宋体"/>
        </w:rPr>
        <w:t>胶乳</w:t>
      </w:r>
      <w:r w:rsidRPr="001D2EB6">
        <w:rPr>
          <w:rFonts w:ascii="宋体" w:eastAsia="宋体" w:hAnsi="宋体" w:hint="eastAsia"/>
        </w:rPr>
        <w:t>&gt;</w:t>
      </w:r>
      <w:r w:rsidR="00C645D3" w:rsidRPr="001D2EB6">
        <w:rPr>
          <w:rFonts w:eastAsia="宋体"/>
        </w:rPr>
        <w:t>胶乳在一定加热温度下发生胶凝所需的时间，以秒为单位。</w:t>
      </w:r>
    </w:p>
    <w:p w14:paraId="708216F6"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ZOT试验</w:t>
      </w:r>
      <w:r w:rsidRPr="00251890">
        <w:rPr>
          <w:rFonts w:ascii="黑体" w:eastAsia="黑体" w:hAnsi="黑体"/>
        </w:rPr>
        <w:t xml:space="preserve">  zinc oxide thickening test</w:t>
      </w:r>
    </w:p>
    <w:p w14:paraId="49B7DC18" w14:textId="77777777" w:rsidR="00C645D3" w:rsidRPr="001D2EB6" w:rsidRDefault="00C07B1A" w:rsidP="00C645D3">
      <w:pPr>
        <w:pStyle w:val="affffffffffff7"/>
        <w:ind w:firstLineChars="200" w:firstLine="420"/>
        <w:rPr>
          <w:rFonts w:eastAsia="宋体"/>
        </w:rPr>
      </w:pPr>
      <w:r w:rsidRPr="001D2EB6">
        <w:rPr>
          <w:rFonts w:ascii="宋体" w:eastAsia="宋体" w:hAnsi="宋体" w:hint="eastAsia"/>
        </w:rPr>
        <w:t>&lt;</w:t>
      </w:r>
      <w:r>
        <w:rPr>
          <w:rFonts w:ascii="宋体" w:eastAsia="宋体" w:hAnsi="宋体" w:hint="eastAsia"/>
        </w:rPr>
        <w:t>天然</w:t>
      </w:r>
      <w:r w:rsidRPr="001D2EB6">
        <w:rPr>
          <w:rFonts w:ascii="宋体" w:eastAsia="宋体" w:hAnsi="宋体"/>
        </w:rPr>
        <w:t>胶乳</w:t>
      </w:r>
      <w:r w:rsidRPr="001D2EB6">
        <w:rPr>
          <w:rFonts w:ascii="宋体" w:eastAsia="宋体" w:hAnsi="宋体" w:hint="eastAsia"/>
        </w:rPr>
        <w:t>&gt;</w:t>
      </w:r>
      <w:r w:rsidR="00C645D3" w:rsidRPr="001D2EB6">
        <w:rPr>
          <w:rFonts w:eastAsia="宋体"/>
        </w:rPr>
        <w:t>在一定条件下检验氧化锌对胶乳增稠的程度。</w:t>
      </w:r>
    </w:p>
    <w:p w14:paraId="2D8360F5"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ZOV试验</w:t>
      </w:r>
      <w:r w:rsidRPr="00251890">
        <w:rPr>
          <w:rFonts w:ascii="黑体" w:eastAsia="黑体" w:hAnsi="黑体"/>
        </w:rPr>
        <w:t xml:space="preserve">  zinc oxide viscosity test</w:t>
      </w:r>
    </w:p>
    <w:p w14:paraId="242B617C" w14:textId="77777777" w:rsidR="00C645D3" w:rsidRPr="001D2EB6" w:rsidRDefault="00C07B1A" w:rsidP="00C645D3">
      <w:pPr>
        <w:pStyle w:val="affffffffffff7"/>
        <w:ind w:firstLineChars="200" w:firstLine="420"/>
        <w:rPr>
          <w:rFonts w:eastAsia="宋体"/>
        </w:rPr>
      </w:pPr>
      <w:r w:rsidRPr="001D2EB6">
        <w:rPr>
          <w:rFonts w:ascii="宋体" w:eastAsia="宋体" w:hAnsi="宋体" w:hint="eastAsia"/>
        </w:rPr>
        <w:t>&lt;</w:t>
      </w:r>
      <w:r>
        <w:rPr>
          <w:rFonts w:ascii="宋体" w:eastAsia="宋体" w:hAnsi="宋体" w:hint="eastAsia"/>
        </w:rPr>
        <w:t>天然</w:t>
      </w:r>
      <w:r w:rsidRPr="001D2EB6">
        <w:rPr>
          <w:rFonts w:ascii="宋体" w:eastAsia="宋体" w:hAnsi="宋体"/>
        </w:rPr>
        <w:t>胶乳</w:t>
      </w:r>
      <w:r w:rsidRPr="001D2EB6">
        <w:rPr>
          <w:rFonts w:ascii="宋体" w:eastAsia="宋体" w:hAnsi="宋体" w:hint="eastAsia"/>
        </w:rPr>
        <w:t>&gt;</w:t>
      </w:r>
      <w:r w:rsidR="00C645D3" w:rsidRPr="001D2EB6">
        <w:rPr>
          <w:rFonts w:eastAsia="宋体"/>
        </w:rPr>
        <w:t>在一定条件下测定胶乳加氧化锌后的粘度增加值。</w:t>
      </w:r>
    </w:p>
    <w:p w14:paraId="2F479AA7"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ZST试验</w:t>
      </w:r>
      <w:r w:rsidRPr="00251890">
        <w:rPr>
          <w:rFonts w:ascii="黑体" w:eastAsia="黑体" w:hAnsi="黑体"/>
        </w:rPr>
        <w:t xml:space="preserve">  zinc stability test</w:t>
      </w:r>
    </w:p>
    <w:p w14:paraId="6904D2E1" w14:textId="77777777" w:rsidR="00C645D3" w:rsidRPr="001D2EB6" w:rsidRDefault="00C07B1A" w:rsidP="00C645D3">
      <w:pPr>
        <w:pStyle w:val="affffffffffff7"/>
        <w:ind w:firstLineChars="200" w:firstLine="420"/>
        <w:rPr>
          <w:rFonts w:eastAsia="宋体"/>
        </w:rPr>
      </w:pPr>
      <w:r w:rsidRPr="001D2EB6">
        <w:rPr>
          <w:rFonts w:ascii="宋体" w:eastAsia="宋体" w:hAnsi="宋体" w:hint="eastAsia"/>
        </w:rPr>
        <w:t>&lt;</w:t>
      </w:r>
      <w:r>
        <w:rPr>
          <w:rFonts w:ascii="宋体" w:eastAsia="宋体" w:hAnsi="宋体" w:hint="eastAsia"/>
        </w:rPr>
        <w:t>天然</w:t>
      </w:r>
      <w:r w:rsidRPr="001D2EB6">
        <w:rPr>
          <w:rFonts w:ascii="宋体" w:eastAsia="宋体" w:hAnsi="宋体"/>
        </w:rPr>
        <w:t>胶乳</w:t>
      </w:r>
      <w:r w:rsidRPr="001D2EB6">
        <w:rPr>
          <w:rFonts w:ascii="宋体" w:eastAsia="宋体" w:hAnsi="宋体" w:hint="eastAsia"/>
        </w:rPr>
        <w:t>&gt;</w:t>
      </w:r>
      <w:r w:rsidR="00C645D3" w:rsidRPr="001D2EB6">
        <w:rPr>
          <w:rFonts w:eastAsia="宋体"/>
        </w:rPr>
        <w:t>在一定条件下测定胶乳加氧化锌后的</w:t>
      </w:r>
      <w:r>
        <w:rPr>
          <w:rFonts w:eastAsia="宋体" w:hint="eastAsia"/>
        </w:rPr>
        <w:t>机械稳定度</w:t>
      </w:r>
      <w:r w:rsidR="00C645D3" w:rsidRPr="001D2EB6">
        <w:rPr>
          <w:rFonts w:eastAsia="宋体"/>
        </w:rPr>
        <w:t>。</w:t>
      </w:r>
    </w:p>
    <w:p w14:paraId="791AF640"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凝块含量</w:t>
      </w:r>
      <w:r w:rsidRPr="001D2EB6">
        <w:rPr>
          <w:rFonts w:ascii="黑体" w:eastAsia="黑体" w:hAnsi="黑体"/>
        </w:rPr>
        <w:t xml:space="preserve">  coagulum content</w:t>
      </w:r>
    </w:p>
    <w:p w14:paraId="1A65E066" w14:textId="77777777" w:rsidR="00C645D3" w:rsidRPr="001D2EB6" w:rsidRDefault="00C07B1A" w:rsidP="00C645D3">
      <w:pPr>
        <w:pStyle w:val="affffffffffff7"/>
        <w:ind w:firstLineChars="200" w:firstLine="420"/>
        <w:rPr>
          <w:rFonts w:eastAsia="宋体"/>
        </w:rPr>
      </w:pPr>
      <w:r w:rsidRPr="001D2EB6">
        <w:rPr>
          <w:rFonts w:ascii="宋体" w:eastAsia="宋体" w:hAnsi="宋体" w:hint="eastAsia"/>
        </w:rPr>
        <w:t>&lt;</w:t>
      </w:r>
      <w:r>
        <w:rPr>
          <w:rFonts w:ascii="宋体" w:eastAsia="宋体" w:hAnsi="宋体" w:hint="eastAsia"/>
        </w:rPr>
        <w:t>天然</w:t>
      </w:r>
      <w:r w:rsidRPr="001D2EB6">
        <w:rPr>
          <w:rFonts w:ascii="宋体" w:eastAsia="宋体" w:hAnsi="宋体"/>
        </w:rPr>
        <w:t>胶乳</w:t>
      </w:r>
      <w:r w:rsidRPr="001D2EB6">
        <w:rPr>
          <w:rFonts w:ascii="宋体" w:eastAsia="宋体" w:hAnsi="宋体" w:hint="eastAsia"/>
        </w:rPr>
        <w:t>&gt;</w:t>
      </w:r>
      <w:r w:rsidR="00C645D3" w:rsidRPr="001D2EB6">
        <w:rPr>
          <w:rFonts w:ascii="宋体" w:eastAsia="宋体" w:hAnsi="宋体" w:hint="eastAsia"/>
        </w:rPr>
        <w:t>将</w:t>
      </w:r>
      <w:r w:rsidR="00C645D3" w:rsidRPr="001D2EB6">
        <w:rPr>
          <w:rFonts w:ascii="宋体" w:eastAsia="宋体" w:hAnsi="宋体"/>
        </w:rPr>
        <w:t>100g胶乳</w:t>
      </w:r>
      <w:r w:rsidR="00C645D3" w:rsidRPr="001D2EB6">
        <w:rPr>
          <w:rFonts w:ascii="宋体" w:eastAsia="宋体" w:hAnsi="宋体" w:hint="eastAsia"/>
        </w:rPr>
        <w:t>用孔径为</w:t>
      </w:r>
      <w:r w:rsidR="00C645D3" w:rsidRPr="001D2EB6">
        <w:rPr>
          <w:rFonts w:ascii="宋体" w:eastAsia="宋体" w:hAnsi="宋体"/>
        </w:rPr>
        <w:t>180±5</w:t>
      </w:r>
      <w:r w:rsidR="00C645D3" w:rsidRPr="001D2EB6">
        <w:rPr>
          <w:rFonts w:ascii="宋体" w:eastAsia="宋体" w:hAnsi="宋体"/>
        </w:rPr>
        <w:sym w:font="Symbol" w:char="F06D"/>
      </w:r>
      <w:r w:rsidR="00C645D3" w:rsidRPr="001D2EB6">
        <w:rPr>
          <w:rFonts w:ascii="宋体" w:eastAsia="宋体" w:hAnsi="宋体"/>
        </w:rPr>
        <w:t>m</w:t>
      </w:r>
      <w:r w:rsidR="00C645D3" w:rsidRPr="001D2EB6">
        <w:rPr>
          <w:rFonts w:ascii="宋体" w:eastAsia="宋体" w:hAnsi="宋体" w:hint="eastAsia"/>
        </w:rPr>
        <w:t>的</w:t>
      </w:r>
      <w:r w:rsidR="00C645D3" w:rsidRPr="001D2EB6">
        <w:rPr>
          <w:rFonts w:ascii="宋体" w:eastAsia="宋体" w:hAnsi="宋体"/>
        </w:rPr>
        <w:t>筛孔</w:t>
      </w:r>
      <w:r w:rsidR="00C645D3" w:rsidRPr="001D2EB6">
        <w:rPr>
          <w:rFonts w:ascii="宋体" w:eastAsia="宋体" w:hAnsi="宋体" w:hint="eastAsia"/>
        </w:rPr>
        <w:t>过滤，残留在筛网上的</w:t>
      </w:r>
      <w:r w:rsidR="00C645D3" w:rsidRPr="001D2EB6">
        <w:rPr>
          <w:rFonts w:ascii="宋体" w:eastAsia="宋体" w:hAnsi="宋体"/>
        </w:rPr>
        <w:t>凝块的质量</w:t>
      </w:r>
      <w:r w:rsidR="00C645D3" w:rsidRPr="001D2EB6">
        <w:rPr>
          <w:rFonts w:eastAsia="宋体" w:hint="eastAsia"/>
        </w:rPr>
        <w:t>分数</w:t>
      </w:r>
      <w:r w:rsidR="00C645D3" w:rsidRPr="001D2EB6">
        <w:rPr>
          <w:rFonts w:eastAsia="宋体"/>
        </w:rPr>
        <w:t>。</w:t>
      </w:r>
    </w:p>
    <w:p w14:paraId="515E794D"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氢氧化钾值</w:t>
      </w:r>
      <w:r w:rsidRPr="001D2EB6">
        <w:rPr>
          <w:rFonts w:ascii="黑体" w:eastAsia="黑体" w:hAnsi="黑体"/>
        </w:rPr>
        <w:t xml:space="preserve">  KOH number</w:t>
      </w:r>
    </w:p>
    <w:p w14:paraId="30606D6B" w14:textId="77777777" w:rsidR="00C645D3" w:rsidRPr="006708B8" w:rsidRDefault="00C645D3" w:rsidP="00C645D3">
      <w:pPr>
        <w:pStyle w:val="affffffffffff7"/>
        <w:ind w:firstLineChars="200" w:firstLine="420"/>
        <w:rPr>
          <w:rFonts w:ascii="宋体" w:eastAsia="宋体" w:hAnsi="宋体"/>
        </w:rPr>
      </w:pPr>
      <w:r w:rsidRPr="006708B8">
        <w:rPr>
          <w:rFonts w:ascii="宋体" w:eastAsia="宋体" w:hAnsi="宋体" w:hint="eastAsia"/>
        </w:rPr>
        <w:t>KOH值</w:t>
      </w:r>
    </w:p>
    <w:p w14:paraId="7E5271AB" w14:textId="77777777" w:rsidR="00C645D3" w:rsidRPr="001D2EB6" w:rsidRDefault="00C07B1A" w:rsidP="00C645D3">
      <w:pPr>
        <w:pStyle w:val="affffffffffff7"/>
        <w:ind w:firstLineChars="200" w:firstLine="420"/>
        <w:rPr>
          <w:rFonts w:eastAsia="宋体"/>
        </w:rPr>
      </w:pPr>
      <w:r w:rsidRPr="001D2EB6">
        <w:rPr>
          <w:rFonts w:ascii="宋体" w:eastAsia="宋体" w:hAnsi="宋体" w:hint="eastAsia"/>
        </w:rPr>
        <w:t>&lt;</w:t>
      </w:r>
      <w:r>
        <w:rPr>
          <w:rFonts w:ascii="宋体" w:eastAsia="宋体" w:hAnsi="宋体" w:hint="eastAsia"/>
        </w:rPr>
        <w:t>天然</w:t>
      </w:r>
      <w:r w:rsidRPr="001D2EB6">
        <w:rPr>
          <w:rFonts w:ascii="宋体" w:eastAsia="宋体" w:hAnsi="宋体"/>
        </w:rPr>
        <w:t>胶乳</w:t>
      </w:r>
      <w:r w:rsidRPr="001D2EB6">
        <w:rPr>
          <w:rFonts w:ascii="宋体" w:eastAsia="宋体" w:hAnsi="宋体" w:hint="eastAsia"/>
        </w:rPr>
        <w:t>&gt;</w:t>
      </w:r>
      <w:r w:rsidR="00C645D3" w:rsidRPr="001D2EB6">
        <w:rPr>
          <w:rFonts w:eastAsia="宋体" w:hint="eastAsia"/>
        </w:rPr>
        <w:t>与</w:t>
      </w:r>
      <w:r w:rsidR="00C645D3" w:rsidRPr="001D2EB6">
        <w:rPr>
          <w:rFonts w:eastAsia="宋体"/>
        </w:rPr>
        <w:t>含有</w:t>
      </w:r>
      <w:r w:rsidR="00C645D3" w:rsidRPr="001D2EB6">
        <w:rPr>
          <w:rFonts w:eastAsia="宋体"/>
        </w:rPr>
        <w:t>100g</w:t>
      </w:r>
      <w:r w:rsidR="00C645D3" w:rsidRPr="001D2EB6">
        <w:rPr>
          <w:rFonts w:eastAsia="宋体"/>
        </w:rPr>
        <w:t>总固体物的胶乳中</w:t>
      </w:r>
      <w:r w:rsidR="00C645D3" w:rsidRPr="001D2EB6">
        <w:rPr>
          <w:rFonts w:eastAsia="宋体" w:hint="eastAsia"/>
        </w:rPr>
        <w:t>与氨结合的</w:t>
      </w:r>
      <w:r w:rsidR="00C645D3" w:rsidRPr="001D2EB6">
        <w:rPr>
          <w:rFonts w:eastAsia="宋体"/>
        </w:rPr>
        <w:t>酸</w:t>
      </w:r>
      <w:r w:rsidR="00C645D3" w:rsidRPr="001D2EB6">
        <w:rPr>
          <w:rFonts w:eastAsia="宋体" w:hint="eastAsia"/>
        </w:rPr>
        <w:t>根</w:t>
      </w:r>
      <w:r w:rsidR="00C645D3" w:rsidRPr="001D2EB6">
        <w:rPr>
          <w:rFonts w:eastAsia="宋体"/>
        </w:rPr>
        <w:t>等当量的氢氧化钾的</w:t>
      </w:r>
      <w:r w:rsidR="00C645D3" w:rsidRPr="001D2EB6">
        <w:rPr>
          <w:rFonts w:eastAsia="宋体" w:hint="eastAsia"/>
        </w:rPr>
        <w:t>质量分数</w:t>
      </w:r>
      <w:r w:rsidR="00C645D3" w:rsidRPr="001D2EB6">
        <w:rPr>
          <w:rFonts w:eastAsia="宋体"/>
        </w:rPr>
        <w:t>。</w:t>
      </w:r>
    </w:p>
    <w:p w14:paraId="3BDF981F"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二氧化碳值</w:t>
      </w:r>
      <w:r w:rsidRPr="001D2EB6">
        <w:rPr>
          <w:rFonts w:ascii="黑体" w:eastAsia="黑体" w:hAnsi="黑体"/>
        </w:rPr>
        <w:t xml:space="preserve">  carbon dioxide </w:t>
      </w:r>
      <w:r w:rsidRPr="001D2EB6">
        <w:rPr>
          <w:rFonts w:ascii="黑体" w:eastAsia="黑体" w:hAnsi="黑体" w:hint="eastAsia"/>
        </w:rPr>
        <w:t>n</w:t>
      </w:r>
      <w:r w:rsidRPr="001D2EB6">
        <w:rPr>
          <w:rFonts w:ascii="黑体" w:eastAsia="黑体" w:hAnsi="黑体"/>
        </w:rPr>
        <w:t>umber</w:t>
      </w:r>
    </w:p>
    <w:p w14:paraId="0BDB9F6D"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&lt;</w:t>
      </w:r>
      <w:r w:rsidR="00C07B1A">
        <w:rPr>
          <w:rFonts w:ascii="宋体" w:eastAsia="宋体" w:hAnsi="宋体" w:hint="eastAsia"/>
        </w:rPr>
        <w:t>天然</w:t>
      </w:r>
      <w:r w:rsidRPr="001D2EB6">
        <w:rPr>
          <w:rFonts w:ascii="宋体" w:eastAsia="宋体" w:hAnsi="宋体"/>
        </w:rPr>
        <w:t>胶乳</w:t>
      </w:r>
      <w:r w:rsidRPr="001D2EB6">
        <w:rPr>
          <w:rFonts w:ascii="宋体" w:eastAsia="宋体" w:hAnsi="宋体" w:hint="eastAsia"/>
        </w:rPr>
        <w:t>&gt;</w:t>
      </w:r>
      <w:r w:rsidRPr="001D2EB6">
        <w:rPr>
          <w:rFonts w:ascii="宋体" w:eastAsia="宋体" w:hAnsi="宋体"/>
        </w:rPr>
        <w:t>与含有100g总固体的胶乳中的碳酸盐及碳酸氢盐等当量的氢氧化钾的</w:t>
      </w:r>
      <w:r w:rsidRPr="001D2EB6">
        <w:rPr>
          <w:rFonts w:ascii="宋体" w:eastAsia="宋体" w:hAnsi="宋体" w:hint="eastAsia"/>
        </w:rPr>
        <w:t>质量</w:t>
      </w:r>
      <w:r w:rsidRPr="001D2EB6">
        <w:rPr>
          <w:rFonts w:ascii="宋体" w:eastAsia="宋体" w:hAnsi="宋体"/>
        </w:rPr>
        <w:t>。</w:t>
      </w:r>
    </w:p>
    <w:p w14:paraId="037FDAFD"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 xml:space="preserve">残渣含量 </w:t>
      </w:r>
      <w:r w:rsidRPr="001D2EB6">
        <w:rPr>
          <w:rFonts w:ascii="黑体" w:eastAsia="黑体" w:hAnsi="黑体"/>
        </w:rPr>
        <w:t xml:space="preserve"> sludge content</w:t>
      </w:r>
    </w:p>
    <w:p w14:paraId="5B00CCD6" w14:textId="77777777" w:rsidR="00C645D3" w:rsidRPr="001D2EB6" w:rsidRDefault="00C07B1A" w:rsidP="00C645D3">
      <w:pPr>
        <w:pStyle w:val="affffffffffff7"/>
        <w:ind w:firstLineChars="200" w:firstLine="420"/>
        <w:rPr>
          <w:rFonts w:ascii="宋体" w:eastAsia="宋体" w:hAnsi="宋体"/>
        </w:rPr>
      </w:pPr>
      <w:r w:rsidRPr="001D2EB6">
        <w:rPr>
          <w:rFonts w:ascii="宋体" w:eastAsia="宋体" w:hAnsi="宋体" w:hint="eastAsia"/>
        </w:rPr>
        <w:t>&lt;</w:t>
      </w:r>
      <w:r>
        <w:rPr>
          <w:rFonts w:ascii="宋体" w:eastAsia="宋体" w:hAnsi="宋体" w:hint="eastAsia"/>
        </w:rPr>
        <w:t>天然</w:t>
      </w:r>
      <w:r w:rsidRPr="001D2EB6">
        <w:rPr>
          <w:rFonts w:ascii="宋体" w:eastAsia="宋体" w:hAnsi="宋体"/>
        </w:rPr>
        <w:t>胶乳</w:t>
      </w:r>
      <w:r w:rsidRPr="001D2EB6">
        <w:rPr>
          <w:rFonts w:ascii="宋体" w:eastAsia="宋体" w:hAnsi="宋体" w:hint="eastAsia"/>
        </w:rPr>
        <w:t>&gt;</w:t>
      </w:r>
      <w:r w:rsidR="00C645D3" w:rsidRPr="001D2EB6">
        <w:rPr>
          <w:rFonts w:ascii="宋体" w:eastAsia="宋体" w:hAnsi="宋体"/>
        </w:rPr>
        <w:t>100g未配合胶乳所含残渣的质量分数。</w:t>
      </w:r>
    </w:p>
    <w:p w14:paraId="48BF1F09"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 xml:space="preserve">表面张力  </w:t>
      </w:r>
      <w:r w:rsidRPr="001D2EB6">
        <w:rPr>
          <w:rFonts w:ascii="黑体" w:eastAsia="黑体" w:hAnsi="黑体"/>
        </w:rPr>
        <w:t>surface tension</w:t>
      </w:r>
    </w:p>
    <w:p w14:paraId="67166852"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使液面收缩</w:t>
      </w:r>
      <w:r w:rsidRPr="001D2EB6">
        <w:rPr>
          <w:rFonts w:ascii="宋体" w:eastAsia="宋体" w:hAnsi="宋体" w:hint="eastAsia"/>
        </w:rPr>
        <w:t>而</w:t>
      </w:r>
      <w:r w:rsidRPr="001D2EB6">
        <w:rPr>
          <w:rFonts w:ascii="宋体" w:eastAsia="宋体" w:hAnsi="宋体"/>
        </w:rPr>
        <w:t>作用于液面切线单位长度的力。</w:t>
      </w:r>
    </w:p>
    <w:p w14:paraId="61ACF9A3"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 xml:space="preserve">胶乳相对密度 </w:t>
      </w:r>
      <w:r w:rsidRPr="001D2EB6">
        <w:rPr>
          <w:rFonts w:ascii="黑体" w:eastAsia="黑体" w:hAnsi="黑体"/>
        </w:rPr>
        <w:t xml:space="preserve"> latex speci</w:t>
      </w:r>
      <w:r w:rsidRPr="001D2EB6">
        <w:rPr>
          <w:rFonts w:ascii="黑体" w:eastAsia="黑体" w:hAnsi="黑体" w:hint="eastAsia"/>
        </w:rPr>
        <w:t>fi</w:t>
      </w:r>
      <w:r w:rsidRPr="001D2EB6">
        <w:rPr>
          <w:rFonts w:ascii="黑体" w:eastAsia="黑体" w:hAnsi="黑体"/>
        </w:rPr>
        <w:t>c gravity</w:t>
      </w:r>
    </w:p>
    <w:p w14:paraId="43F1D8FA" w14:textId="77777777" w:rsidR="00C645D3" w:rsidRDefault="00C07B1A" w:rsidP="00C645D3">
      <w:pPr>
        <w:pStyle w:val="affffffffffff7"/>
        <w:ind w:firstLineChars="200" w:firstLine="420"/>
        <w:rPr>
          <w:rFonts w:ascii="宋体" w:eastAsia="宋体" w:hAnsi="宋体"/>
        </w:rPr>
      </w:pPr>
      <w:r w:rsidRPr="001D2EB6">
        <w:rPr>
          <w:rFonts w:ascii="宋体" w:eastAsia="宋体" w:hAnsi="宋体" w:hint="eastAsia"/>
        </w:rPr>
        <w:t>&lt;</w:t>
      </w:r>
      <w:r>
        <w:rPr>
          <w:rFonts w:ascii="宋体" w:eastAsia="宋体" w:hAnsi="宋体" w:hint="eastAsia"/>
        </w:rPr>
        <w:t>天然</w:t>
      </w:r>
      <w:r w:rsidRPr="001D2EB6">
        <w:rPr>
          <w:rFonts w:ascii="宋体" w:eastAsia="宋体" w:hAnsi="宋体"/>
        </w:rPr>
        <w:t>胶乳</w:t>
      </w:r>
      <w:r w:rsidRPr="001D2EB6">
        <w:rPr>
          <w:rFonts w:ascii="宋体" w:eastAsia="宋体" w:hAnsi="宋体" w:hint="eastAsia"/>
        </w:rPr>
        <w:t>&gt;</w:t>
      </w:r>
      <w:r w:rsidR="00C645D3" w:rsidRPr="001D2EB6">
        <w:rPr>
          <w:rFonts w:eastAsia="宋体"/>
        </w:rPr>
        <w:t>胶乳在一定温度</w:t>
      </w:r>
      <w:r w:rsidR="00C645D3" w:rsidRPr="001D2EB6">
        <w:rPr>
          <w:rFonts w:ascii="宋体" w:eastAsia="宋体" w:hAnsi="宋体"/>
        </w:rPr>
        <w:t>下的质量与同体积的4℃蒸馏水的质量之比。</w:t>
      </w:r>
    </w:p>
    <w:p w14:paraId="301DC4D7" w14:textId="77777777" w:rsidR="009856FA" w:rsidRPr="009856FA" w:rsidRDefault="009856FA" w:rsidP="009856FA">
      <w:pPr>
        <w:pStyle w:val="afffffffffff9"/>
        <w:ind w:left="420" w:hangingChars="200" w:hanging="420"/>
        <w:rPr>
          <w:rFonts w:ascii="黑体" w:eastAsia="黑体" w:hAnsi="黑体"/>
        </w:rPr>
      </w:pPr>
      <w:r w:rsidRPr="009856FA">
        <w:rPr>
          <w:rFonts w:ascii="黑体" w:eastAsia="黑体" w:hAnsi="黑体"/>
        </w:rPr>
        <w:lastRenderedPageBreak/>
        <w:br/>
      </w:r>
      <w:r>
        <w:rPr>
          <w:rFonts w:ascii="黑体" w:eastAsia="黑体" w:hAnsi="黑体" w:hint="eastAsia"/>
        </w:rPr>
        <w:t>胶乳</w:t>
      </w:r>
      <w:r w:rsidRPr="001D2EB6">
        <w:rPr>
          <w:rFonts w:ascii="黑体" w:eastAsia="黑体" w:hAnsi="黑体" w:hint="eastAsia"/>
        </w:rPr>
        <w:t>相对密度计</w:t>
      </w:r>
      <w:r w:rsidRPr="001D2EB6">
        <w:rPr>
          <w:rFonts w:ascii="黑体" w:eastAsia="黑体" w:hAnsi="黑体"/>
        </w:rPr>
        <w:t xml:space="preserve"> </w:t>
      </w:r>
      <w:r w:rsidRPr="001D2EB6">
        <w:rPr>
          <w:rFonts w:ascii="黑体" w:eastAsia="黑体" w:hAnsi="黑体" w:hint="eastAsia"/>
        </w:rPr>
        <w:t xml:space="preserve"> </w:t>
      </w:r>
      <w:proofErr w:type="spellStart"/>
      <w:r w:rsidRPr="001D2EB6">
        <w:rPr>
          <w:rFonts w:ascii="黑体" w:eastAsia="黑体" w:hAnsi="黑体"/>
        </w:rPr>
        <w:t>latexomete</w:t>
      </w:r>
      <w:r>
        <w:rPr>
          <w:rFonts w:ascii="黑体" w:eastAsia="黑体" w:hAnsi="黑体" w:hint="eastAsia"/>
        </w:rPr>
        <w:t>r</w:t>
      </w:r>
      <w:proofErr w:type="spellEnd"/>
    </w:p>
    <w:p w14:paraId="011533AB" w14:textId="77777777" w:rsidR="00C645D3" w:rsidRPr="001D2EB6" w:rsidRDefault="00C07B1A" w:rsidP="00C645D3">
      <w:pPr>
        <w:pStyle w:val="affffffffffff7"/>
        <w:ind w:firstLineChars="200" w:firstLine="420"/>
        <w:rPr>
          <w:rFonts w:eastAsia="宋体"/>
        </w:rPr>
      </w:pPr>
      <w:r w:rsidRPr="001D2EB6">
        <w:rPr>
          <w:rFonts w:ascii="宋体" w:eastAsia="宋体" w:hAnsi="宋体" w:hint="eastAsia"/>
        </w:rPr>
        <w:t>&lt;</w:t>
      </w:r>
      <w:r>
        <w:rPr>
          <w:rFonts w:ascii="宋体" w:eastAsia="宋体" w:hAnsi="宋体" w:hint="eastAsia"/>
        </w:rPr>
        <w:t>天然</w:t>
      </w:r>
      <w:r w:rsidRPr="001D2EB6">
        <w:rPr>
          <w:rFonts w:ascii="宋体" w:eastAsia="宋体" w:hAnsi="宋体"/>
        </w:rPr>
        <w:t>胶乳</w:t>
      </w:r>
      <w:r w:rsidRPr="001D2EB6">
        <w:rPr>
          <w:rFonts w:ascii="宋体" w:eastAsia="宋体" w:hAnsi="宋体" w:hint="eastAsia"/>
        </w:rPr>
        <w:t>&gt;</w:t>
      </w:r>
      <w:r w:rsidR="00C645D3" w:rsidRPr="001D2EB6">
        <w:rPr>
          <w:rFonts w:eastAsia="宋体"/>
        </w:rPr>
        <w:t>测定胶乳干胶含量的专用相对密度计。</w:t>
      </w:r>
    </w:p>
    <w:p w14:paraId="256BC625" w14:textId="77777777" w:rsidR="00C645D3" w:rsidRPr="003322B2" w:rsidRDefault="00C645D3" w:rsidP="00C645D3">
      <w:pPr>
        <w:pStyle w:val="afffffffffff9"/>
        <w:ind w:left="420" w:hangingChars="200" w:hanging="420"/>
        <w:rPr>
          <w:rFonts w:ascii="黑体" w:eastAsia="黑体" w:hAnsi="黑体"/>
        </w:rPr>
      </w:pPr>
      <w:r w:rsidRPr="001D2EB6">
        <w:rPr>
          <w:rFonts w:ascii="黑体" w:eastAsia="黑体" w:hAnsi="黑体"/>
        </w:rPr>
        <w:br/>
      </w:r>
      <w:r w:rsidRPr="003322B2">
        <w:rPr>
          <w:rFonts w:ascii="黑体" w:eastAsia="黑体" w:hAnsi="黑体" w:hint="eastAsia"/>
        </w:rPr>
        <w:t xml:space="preserve">蛋白质含量 </w:t>
      </w:r>
      <w:r w:rsidRPr="003322B2">
        <w:rPr>
          <w:rFonts w:ascii="黑体" w:eastAsia="黑体" w:hAnsi="黑体"/>
        </w:rPr>
        <w:t xml:space="preserve"> protein content</w:t>
      </w:r>
    </w:p>
    <w:p w14:paraId="329D3490" w14:textId="77777777" w:rsidR="00C645D3" w:rsidRPr="001D2EB6" w:rsidRDefault="00C07B1A" w:rsidP="00C645D3">
      <w:pPr>
        <w:pStyle w:val="affffffffffff7"/>
        <w:ind w:firstLineChars="200" w:firstLine="420"/>
        <w:rPr>
          <w:rFonts w:eastAsia="宋体"/>
        </w:rPr>
      </w:pPr>
      <w:r w:rsidRPr="001D2EB6">
        <w:rPr>
          <w:rFonts w:ascii="宋体" w:eastAsia="宋体" w:hAnsi="宋体" w:hint="eastAsia"/>
        </w:rPr>
        <w:t>&lt;</w:t>
      </w:r>
      <w:r>
        <w:rPr>
          <w:rFonts w:ascii="宋体" w:eastAsia="宋体" w:hAnsi="宋体" w:hint="eastAsia"/>
        </w:rPr>
        <w:t>天然</w:t>
      </w:r>
      <w:r w:rsidRPr="001D2EB6">
        <w:rPr>
          <w:rFonts w:ascii="宋体" w:eastAsia="宋体" w:hAnsi="宋体"/>
        </w:rPr>
        <w:t>胶乳</w:t>
      </w:r>
      <w:r w:rsidRPr="001D2EB6">
        <w:rPr>
          <w:rFonts w:ascii="宋体" w:eastAsia="宋体" w:hAnsi="宋体" w:hint="eastAsia"/>
        </w:rPr>
        <w:t>&gt;</w:t>
      </w:r>
      <w:r w:rsidR="00C645D3" w:rsidRPr="001D2EB6">
        <w:rPr>
          <w:rFonts w:eastAsia="宋体"/>
        </w:rPr>
        <w:t>胶乳中含有的蛋白质占总固体</w:t>
      </w:r>
      <w:r w:rsidR="00C645D3" w:rsidRPr="001D2EB6">
        <w:rPr>
          <w:rFonts w:eastAsia="宋体" w:hint="eastAsia"/>
        </w:rPr>
        <w:t>质</w:t>
      </w:r>
      <w:r w:rsidR="00C645D3" w:rsidRPr="001D2EB6">
        <w:rPr>
          <w:rFonts w:eastAsia="宋体"/>
        </w:rPr>
        <w:t>量的百分数。</w:t>
      </w:r>
    </w:p>
    <w:p w14:paraId="53F6435A" w14:textId="77777777" w:rsidR="00C645D3" w:rsidRPr="003322B2" w:rsidRDefault="00C645D3" w:rsidP="00C645D3">
      <w:pPr>
        <w:pStyle w:val="afffffffffff9"/>
        <w:ind w:left="420" w:hangingChars="200" w:hanging="420"/>
        <w:rPr>
          <w:rFonts w:ascii="黑体" w:eastAsia="黑体" w:hAnsi="黑体"/>
        </w:rPr>
      </w:pPr>
      <w:r w:rsidRPr="001D2EB6">
        <w:rPr>
          <w:rFonts w:ascii="黑体" w:eastAsia="黑体" w:hAnsi="黑体"/>
        </w:rPr>
        <w:br/>
      </w:r>
      <w:proofErr w:type="gramStart"/>
      <w:r w:rsidRPr="003322B2">
        <w:rPr>
          <w:rFonts w:ascii="黑体" w:eastAsia="黑体" w:hAnsi="黑体" w:hint="eastAsia"/>
        </w:rPr>
        <w:t>预硫化</w:t>
      </w:r>
      <w:proofErr w:type="gramEnd"/>
      <w:r w:rsidRPr="003322B2">
        <w:rPr>
          <w:rFonts w:ascii="黑体" w:eastAsia="黑体" w:hAnsi="黑体" w:hint="eastAsia"/>
        </w:rPr>
        <w:t>松弛模数</w:t>
      </w:r>
      <w:r w:rsidRPr="003322B2">
        <w:rPr>
          <w:rFonts w:ascii="黑体" w:eastAsia="黑体" w:hAnsi="黑体"/>
        </w:rPr>
        <w:t xml:space="preserve"> </w:t>
      </w:r>
      <w:r w:rsidRPr="003322B2">
        <w:rPr>
          <w:rFonts w:ascii="黑体" w:eastAsia="黑体" w:hAnsi="黑体" w:hint="eastAsia"/>
        </w:rPr>
        <w:t xml:space="preserve"> </w:t>
      </w:r>
      <w:proofErr w:type="spellStart"/>
      <w:r w:rsidRPr="003322B2">
        <w:rPr>
          <w:rFonts w:ascii="黑体" w:eastAsia="黑体" w:hAnsi="黑体"/>
        </w:rPr>
        <w:t>prevulcanizate</w:t>
      </w:r>
      <w:proofErr w:type="spellEnd"/>
      <w:r w:rsidRPr="003322B2">
        <w:rPr>
          <w:rFonts w:ascii="黑体" w:eastAsia="黑体" w:hAnsi="黑体"/>
        </w:rPr>
        <w:t xml:space="preserve"> relaxed modulus</w:t>
      </w:r>
    </w:p>
    <w:p w14:paraId="2982BD62" w14:textId="77777777" w:rsidR="00C645D3" w:rsidRPr="001D2EB6" w:rsidRDefault="00C645D3" w:rsidP="00C645D3">
      <w:pPr>
        <w:pStyle w:val="affffffffffff7"/>
        <w:ind w:firstLineChars="200" w:firstLine="420"/>
        <w:rPr>
          <w:rFonts w:eastAsia="宋体"/>
        </w:rPr>
      </w:pPr>
      <w:r w:rsidRPr="001D2EB6">
        <w:rPr>
          <w:rFonts w:eastAsia="宋体"/>
        </w:rPr>
        <w:t>将干燥的硫化胶乳薄膜卷成环状后测得</w:t>
      </w:r>
      <w:r w:rsidRPr="001D2EB6">
        <w:rPr>
          <w:rFonts w:ascii="宋体" w:eastAsia="宋体" w:hAnsi="宋体"/>
        </w:rPr>
        <w:t>的100%</w:t>
      </w:r>
      <w:proofErr w:type="gramStart"/>
      <w:r w:rsidRPr="001D2EB6">
        <w:rPr>
          <w:rFonts w:ascii="宋体" w:eastAsia="宋体" w:hAnsi="宋体"/>
        </w:rPr>
        <w:t>定伸强度</w:t>
      </w:r>
      <w:proofErr w:type="gramEnd"/>
      <w:r w:rsidRPr="001D2EB6">
        <w:rPr>
          <w:rFonts w:ascii="宋体" w:eastAsia="宋体" w:hAnsi="宋体"/>
        </w:rPr>
        <w:t>。</w:t>
      </w:r>
    </w:p>
    <w:p w14:paraId="17A82721" w14:textId="77777777" w:rsidR="00C645D3" w:rsidRPr="003322B2" w:rsidRDefault="00C645D3" w:rsidP="00C645D3">
      <w:pPr>
        <w:pStyle w:val="afffffffffff9"/>
        <w:ind w:left="420" w:hangingChars="200" w:hanging="420"/>
        <w:rPr>
          <w:rFonts w:ascii="黑体" w:eastAsia="黑体" w:hAnsi="黑体"/>
        </w:rPr>
      </w:pPr>
      <w:r w:rsidRPr="001D2EB6">
        <w:rPr>
          <w:rFonts w:ascii="黑体" w:eastAsia="黑体" w:hAnsi="黑体"/>
        </w:rPr>
        <w:br/>
      </w:r>
      <w:proofErr w:type="gramStart"/>
      <w:r w:rsidRPr="003322B2">
        <w:rPr>
          <w:rFonts w:ascii="黑体" w:eastAsia="黑体" w:hAnsi="黑体" w:hint="eastAsia"/>
        </w:rPr>
        <w:t>氯仿值</w:t>
      </w:r>
      <w:proofErr w:type="gramEnd"/>
      <w:r w:rsidRPr="003322B2">
        <w:rPr>
          <w:rFonts w:ascii="黑体" w:eastAsia="黑体" w:hAnsi="黑体"/>
        </w:rPr>
        <w:t xml:space="preserve"> </w:t>
      </w:r>
      <w:r w:rsidRPr="003322B2">
        <w:rPr>
          <w:rFonts w:ascii="黑体" w:eastAsia="黑体" w:hAnsi="黑体" w:hint="eastAsia"/>
        </w:rPr>
        <w:t xml:space="preserve"> </w:t>
      </w:r>
      <w:r w:rsidRPr="003322B2">
        <w:rPr>
          <w:rFonts w:ascii="黑体" w:eastAsia="黑体" w:hAnsi="黑体"/>
        </w:rPr>
        <w:t>chloroform number</w:t>
      </w:r>
    </w:p>
    <w:p w14:paraId="28F1DE41" w14:textId="77777777" w:rsidR="00C645D3" w:rsidRPr="001D2EB6" w:rsidRDefault="00C07B1A" w:rsidP="00C645D3">
      <w:pPr>
        <w:pStyle w:val="affffffffffff7"/>
        <w:ind w:firstLineChars="200" w:firstLine="420"/>
        <w:rPr>
          <w:rFonts w:eastAsia="宋体"/>
        </w:rPr>
      </w:pPr>
      <w:r w:rsidRPr="001D2EB6">
        <w:rPr>
          <w:rFonts w:ascii="宋体" w:eastAsia="宋体" w:hAnsi="宋体" w:hint="eastAsia"/>
        </w:rPr>
        <w:t>&lt;</w:t>
      </w:r>
      <w:r>
        <w:rPr>
          <w:rFonts w:ascii="宋体" w:eastAsia="宋体" w:hAnsi="宋体" w:hint="eastAsia"/>
        </w:rPr>
        <w:t>天然</w:t>
      </w:r>
      <w:r w:rsidRPr="001D2EB6">
        <w:rPr>
          <w:rFonts w:ascii="宋体" w:eastAsia="宋体" w:hAnsi="宋体"/>
        </w:rPr>
        <w:t>胶乳</w:t>
      </w:r>
      <w:r w:rsidRPr="001D2EB6">
        <w:rPr>
          <w:rFonts w:ascii="宋体" w:eastAsia="宋体" w:hAnsi="宋体" w:hint="eastAsia"/>
        </w:rPr>
        <w:t>&gt;</w:t>
      </w:r>
      <w:r w:rsidR="00C645D3" w:rsidRPr="001D2EB6">
        <w:rPr>
          <w:rFonts w:eastAsia="宋体"/>
        </w:rPr>
        <w:t>用氯仿测得的胶乳</w:t>
      </w:r>
      <w:r w:rsidR="00C645D3" w:rsidRPr="001D2EB6">
        <w:rPr>
          <w:rFonts w:eastAsia="宋体" w:hint="eastAsia"/>
        </w:rPr>
        <w:t>的硫</w:t>
      </w:r>
      <w:r w:rsidR="00C645D3" w:rsidRPr="001D2EB6">
        <w:rPr>
          <w:rFonts w:eastAsia="宋体"/>
        </w:rPr>
        <w:t>化程度。</w:t>
      </w:r>
    </w:p>
    <w:p w14:paraId="61E81F1B" w14:textId="77777777" w:rsidR="00C645D3" w:rsidRPr="003322B2" w:rsidRDefault="00C645D3" w:rsidP="00C645D3">
      <w:pPr>
        <w:pStyle w:val="afffffffffff9"/>
        <w:ind w:left="420" w:hangingChars="200" w:hanging="420"/>
        <w:rPr>
          <w:rFonts w:ascii="黑体" w:eastAsia="黑体" w:hAnsi="黑体"/>
        </w:rPr>
      </w:pPr>
      <w:r w:rsidRPr="001D2EB6">
        <w:rPr>
          <w:rFonts w:ascii="黑体" w:eastAsia="黑体" w:hAnsi="黑体"/>
        </w:rPr>
        <w:br/>
      </w:r>
      <w:r w:rsidRPr="003322B2">
        <w:rPr>
          <w:rFonts w:ascii="黑体" w:eastAsia="黑体" w:hAnsi="黑体" w:hint="eastAsia"/>
        </w:rPr>
        <w:t xml:space="preserve">溶胀百分率 </w:t>
      </w:r>
      <w:r w:rsidRPr="003322B2">
        <w:rPr>
          <w:rFonts w:ascii="黑体" w:eastAsia="黑体" w:hAnsi="黑体"/>
        </w:rPr>
        <w:t xml:space="preserve"> percentage swell</w:t>
      </w:r>
    </w:p>
    <w:p w14:paraId="20FE3131" w14:textId="77777777" w:rsidR="00C645D3" w:rsidRDefault="00C645D3" w:rsidP="00C645D3">
      <w:pPr>
        <w:pStyle w:val="affffffffffff7"/>
        <w:ind w:firstLineChars="200" w:firstLine="420"/>
        <w:rPr>
          <w:rFonts w:ascii="宋体" w:eastAsia="宋体" w:hAnsi="宋体"/>
        </w:rPr>
      </w:pPr>
      <w:r w:rsidRPr="001D2EB6">
        <w:rPr>
          <w:rFonts w:eastAsia="宋体"/>
        </w:rPr>
        <w:t>将快速制备的</w:t>
      </w:r>
      <w:proofErr w:type="gramStart"/>
      <w:r w:rsidRPr="001D2EB6">
        <w:rPr>
          <w:rFonts w:eastAsia="宋体"/>
        </w:rPr>
        <w:t>硫化胶薄膜</w:t>
      </w:r>
      <w:proofErr w:type="gramEnd"/>
      <w:r w:rsidRPr="001D2EB6">
        <w:rPr>
          <w:rFonts w:eastAsia="宋体"/>
        </w:rPr>
        <w:t>圆形试片置于甲苯</w:t>
      </w:r>
      <w:r w:rsidRPr="001D2EB6">
        <w:rPr>
          <w:rFonts w:ascii="宋体" w:eastAsia="宋体" w:hAnsi="宋体"/>
        </w:rPr>
        <w:t>中溶胀，10 min后试片直径增加值与原直径的百分比。</w:t>
      </w:r>
    </w:p>
    <w:p w14:paraId="52B1EB3C" w14:textId="77777777" w:rsidR="00361E49" w:rsidRPr="00361E49" w:rsidRDefault="00361E49" w:rsidP="00361E49">
      <w:pPr>
        <w:pStyle w:val="afffffffffff9"/>
        <w:ind w:left="420" w:hangingChars="200" w:hanging="420"/>
        <w:rPr>
          <w:rFonts w:ascii="黑体" w:eastAsia="黑体" w:hAnsi="黑体"/>
        </w:rPr>
      </w:pPr>
      <w:r w:rsidRPr="00361E49">
        <w:rPr>
          <w:rFonts w:ascii="黑体" w:eastAsia="黑体" w:hAnsi="黑体"/>
        </w:rPr>
        <w:br/>
      </w:r>
      <w:r>
        <w:rPr>
          <w:rFonts w:ascii="黑体" w:eastAsia="黑体" w:hAnsi="黑体" w:hint="eastAsia"/>
        </w:rPr>
        <w:t xml:space="preserve">溶胀  </w:t>
      </w:r>
      <w:r w:rsidRPr="003322B2">
        <w:rPr>
          <w:rFonts w:ascii="黑体" w:eastAsia="黑体" w:hAnsi="黑体"/>
        </w:rPr>
        <w:t>swelling</w:t>
      </w:r>
    </w:p>
    <w:p w14:paraId="0E9A2CC0" w14:textId="77777777" w:rsidR="00C645D3" w:rsidRPr="001D2EB6" w:rsidRDefault="00C645D3" w:rsidP="00C645D3">
      <w:pPr>
        <w:pStyle w:val="affffffffffff7"/>
        <w:ind w:firstLineChars="200" w:firstLine="420"/>
        <w:rPr>
          <w:rFonts w:eastAsia="宋体"/>
        </w:rPr>
      </w:pPr>
      <w:r w:rsidRPr="001D2EB6">
        <w:rPr>
          <w:rFonts w:eastAsia="宋体"/>
        </w:rPr>
        <w:t>浸泡在液体或暴露于蒸汽中的试样的体积增大</w:t>
      </w:r>
      <w:r w:rsidRPr="001D2EB6">
        <w:rPr>
          <w:rFonts w:eastAsia="宋体" w:hint="eastAsia"/>
        </w:rPr>
        <w:t>（的现象或过程）</w:t>
      </w:r>
      <w:r w:rsidRPr="001D2EB6">
        <w:rPr>
          <w:rFonts w:eastAsia="宋体"/>
        </w:rPr>
        <w:t>。</w:t>
      </w:r>
    </w:p>
    <w:p w14:paraId="4BB36DF5"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 xml:space="preserve">电导率 </w:t>
      </w:r>
      <w:r w:rsidRPr="001D2EB6">
        <w:rPr>
          <w:rFonts w:ascii="黑体" w:eastAsia="黑体" w:hAnsi="黑体"/>
        </w:rPr>
        <w:t xml:space="preserve"> conductivity</w:t>
      </w:r>
    </w:p>
    <w:p w14:paraId="3D8E304A"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在面积为1cm</w:t>
      </w:r>
      <w:r w:rsidRPr="001D2EB6">
        <w:rPr>
          <w:rFonts w:ascii="宋体" w:eastAsia="宋体" w:hAnsi="宋体"/>
          <w:vertAlign w:val="superscript"/>
        </w:rPr>
        <w:t>2</w:t>
      </w:r>
      <w:r w:rsidRPr="001D2EB6">
        <w:rPr>
          <w:rFonts w:ascii="宋体" w:eastAsia="宋体" w:hAnsi="宋体"/>
        </w:rPr>
        <w:t>，相距1cm的两电极间所包含1cm</w:t>
      </w:r>
      <w:r w:rsidRPr="001D2EB6">
        <w:rPr>
          <w:rFonts w:ascii="宋体" w:eastAsia="宋体" w:hAnsi="宋体"/>
          <w:vertAlign w:val="superscript"/>
        </w:rPr>
        <w:t>3</w:t>
      </w:r>
      <w:r w:rsidRPr="001D2EB6">
        <w:rPr>
          <w:rFonts w:ascii="宋体" w:eastAsia="宋体" w:hAnsi="宋体"/>
        </w:rPr>
        <w:t>胶乳的电导。</w:t>
      </w:r>
    </w:p>
    <w:p w14:paraId="12DF4A06"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 xml:space="preserve">生化颜色检验 </w:t>
      </w:r>
      <w:r w:rsidRPr="001D2EB6">
        <w:rPr>
          <w:rFonts w:ascii="黑体" w:eastAsia="黑体" w:hAnsi="黑体"/>
        </w:rPr>
        <w:t xml:space="preserve"> biochemistry </w:t>
      </w:r>
      <w:proofErr w:type="spellStart"/>
      <w:r w:rsidRPr="001D2EB6">
        <w:rPr>
          <w:rFonts w:ascii="黑体" w:eastAsia="黑体" w:hAnsi="黑体"/>
        </w:rPr>
        <w:t>colour</w:t>
      </w:r>
      <w:proofErr w:type="spellEnd"/>
      <w:r w:rsidRPr="001D2EB6">
        <w:rPr>
          <w:rFonts w:ascii="黑体" w:eastAsia="黑体" w:hAnsi="黑体"/>
        </w:rPr>
        <w:t xml:space="preserve"> test</w:t>
      </w:r>
    </w:p>
    <w:p w14:paraId="1B277211" w14:textId="77777777" w:rsidR="00C645D3" w:rsidRPr="001D2EB6" w:rsidRDefault="00C645D3" w:rsidP="00C645D3">
      <w:pPr>
        <w:pStyle w:val="affffffffffff7"/>
        <w:ind w:firstLineChars="200" w:firstLine="420"/>
        <w:rPr>
          <w:rFonts w:eastAsia="宋体"/>
        </w:rPr>
      </w:pPr>
      <w:r w:rsidRPr="001D2EB6">
        <w:rPr>
          <w:rFonts w:eastAsia="宋体"/>
        </w:rPr>
        <w:t>以苦味酸与胶乳反应的颜色，快速检验氨胶乳质量的方法。</w:t>
      </w:r>
    </w:p>
    <w:p w14:paraId="534FBE42"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 xml:space="preserve">透气性 </w:t>
      </w:r>
      <w:r w:rsidRPr="001D2EB6">
        <w:rPr>
          <w:rFonts w:ascii="黑体" w:eastAsia="黑体" w:hAnsi="黑体"/>
        </w:rPr>
        <w:t xml:space="preserve"> gas permeability</w:t>
      </w:r>
    </w:p>
    <w:p w14:paraId="3542B9C7" w14:textId="77777777" w:rsidR="00C645D3" w:rsidRPr="001D2EB6" w:rsidRDefault="00C645D3" w:rsidP="00C645D3">
      <w:pPr>
        <w:pStyle w:val="affffffffffff7"/>
        <w:ind w:firstLineChars="200" w:firstLine="420"/>
        <w:rPr>
          <w:rFonts w:eastAsia="宋体"/>
        </w:rPr>
      </w:pPr>
      <w:r w:rsidRPr="001D2EB6">
        <w:rPr>
          <w:rFonts w:eastAsia="宋体" w:hint="eastAsia"/>
        </w:rPr>
        <w:t>（</w:t>
      </w:r>
      <w:proofErr w:type="gramStart"/>
      <w:r w:rsidRPr="001D2EB6">
        <w:rPr>
          <w:rFonts w:eastAsia="宋体" w:hint="eastAsia"/>
        </w:rPr>
        <w:t>一些薄</w:t>
      </w:r>
      <w:proofErr w:type="gramEnd"/>
      <w:r w:rsidRPr="001D2EB6">
        <w:rPr>
          <w:rFonts w:eastAsia="宋体" w:hint="eastAsia"/>
        </w:rPr>
        <w:t>形）</w:t>
      </w:r>
      <w:r w:rsidRPr="001D2EB6">
        <w:rPr>
          <w:rFonts w:eastAsia="宋体"/>
        </w:rPr>
        <w:t>乳胶制品在一定条件下透过气体的程度。</w:t>
      </w:r>
    </w:p>
    <w:p w14:paraId="5BDDCBED" w14:textId="77777777" w:rsidR="0057343B" w:rsidRPr="003F41EB" w:rsidRDefault="0057343B" w:rsidP="0057343B">
      <w:pPr>
        <w:pStyle w:val="afffffffffff9"/>
        <w:ind w:left="420" w:hangingChars="200" w:hanging="420"/>
        <w:rPr>
          <w:rFonts w:ascii="黑体" w:eastAsia="黑体" w:hAnsi="黑体"/>
        </w:rPr>
      </w:pPr>
      <w:r>
        <w:rPr>
          <w:rFonts w:ascii="黑体" w:eastAsia="黑体" w:hAnsi="黑体"/>
        </w:rPr>
        <w:br w:type="textWrapping" w:clear="all"/>
      </w:r>
      <w:r w:rsidRPr="003F41EB">
        <w:rPr>
          <w:rFonts w:ascii="黑体" w:eastAsia="黑体" w:hAnsi="黑体" w:hint="eastAsia"/>
          <w:szCs w:val="21"/>
        </w:rPr>
        <w:t>气密性  gas impermeability</w:t>
      </w:r>
    </w:p>
    <w:p w14:paraId="66E52B9F" w14:textId="77777777" w:rsidR="0057343B" w:rsidRPr="0057343B" w:rsidRDefault="0057343B" w:rsidP="0057343B">
      <w:pPr>
        <w:pStyle w:val="afffff"/>
      </w:pPr>
      <w:r w:rsidRPr="00781C7F">
        <w:rPr>
          <w:rFonts w:hint="eastAsia"/>
        </w:rPr>
        <w:t>阻隔已存在气体外泄的能力。</w:t>
      </w:r>
    </w:p>
    <w:p w14:paraId="00C75B84" w14:textId="77777777" w:rsidR="0057343B" w:rsidRPr="003F41EB" w:rsidRDefault="0057343B" w:rsidP="00BF355F">
      <w:pPr>
        <w:pStyle w:val="afffffffffff9"/>
        <w:adjustRightInd w:val="0"/>
        <w:snapToGrid w:val="0"/>
        <w:ind w:left="420" w:hangingChars="200" w:hanging="420"/>
        <w:rPr>
          <w:rFonts w:ascii="黑体" w:eastAsia="黑体" w:hAnsi="黑体"/>
        </w:rPr>
      </w:pPr>
      <w:r>
        <w:rPr>
          <w:rFonts w:ascii="黑体" w:eastAsia="黑体" w:hAnsi="黑体"/>
        </w:rPr>
        <w:br w:type="textWrapping" w:clear="all"/>
      </w:r>
      <w:r w:rsidRPr="003F41EB">
        <w:rPr>
          <w:rFonts w:ascii="黑体" w:eastAsia="黑体" w:hAnsi="黑体" w:hint="eastAsia"/>
          <w:szCs w:val="21"/>
        </w:rPr>
        <w:t>抗蠕变性  creep resistance</w:t>
      </w:r>
    </w:p>
    <w:p w14:paraId="7B0E87E1" w14:textId="77777777" w:rsidR="0057343B" w:rsidRPr="0057343B" w:rsidRDefault="0057343B" w:rsidP="00BF355F">
      <w:pPr>
        <w:snapToGrid w:val="0"/>
        <w:spacing w:line="240" w:lineRule="auto"/>
        <w:ind w:firstLineChars="150" w:firstLine="315"/>
      </w:pPr>
      <w:r>
        <w:rPr>
          <w:rFonts w:hint="eastAsia"/>
        </w:rPr>
        <w:t xml:space="preserve"> </w:t>
      </w:r>
      <w:r w:rsidRPr="00781C7F">
        <w:rPr>
          <w:rFonts w:hint="eastAsia"/>
        </w:rPr>
        <w:t>材料在恒载下（外界载荷不变）的情况下，变形程度随时间增加的现象。蠕变反映的是材料在载荷下的流变性质，即受载后的流动；对于橡胶和其他高分子材料而言反映了其内在的粘弹性。</w:t>
      </w:r>
    </w:p>
    <w:p w14:paraId="777FB407" w14:textId="77777777" w:rsidR="00502F60" w:rsidRPr="0057343B" w:rsidRDefault="0057343B" w:rsidP="00BF355F">
      <w:pPr>
        <w:pStyle w:val="afffffffffff9"/>
        <w:adjustRightInd w:val="0"/>
        <w:snapToGrid w:val="0"/>
        <w:ind w:left="420" w:hangingChars="200" w:hanging="420"/>
        <w:rPr>
          <w:rFonts w:ascii="黑体" w:eastAsia="黑体" w:hAnsi="黑体"/>
        </w:rPr>
      </w:pPr>
      <w:r>
        <w:rPr>
          <w:rFonts w:ascii="黑体" w:eastAsia="黑体" w:hAnsi="黑体"/>
        </w:rPr>
        <w:br w:type="textWrapping" w:clear="all"/>
      </w:r>
      <w:r w:rsidR="00502F60" w:rsidRPr="0057343B">
        <w:rPr>
          <w:rFonts w:ascii="黑体" w:eastAsia="黑体" w:hAnsi="黑体" w:hint="eastAsia"/>
          <w:szCs w:val="21"/>
        </w:rPr>
        <w:t xml:space="preserve">耐晒性 </w:t>
      </w:r>
      <w:r w:rsidR="003F41EB">
        <w:rPr>
          <w:rFonts w:ascii="黑体" w:eastAsia="黑体" w:hAnsi="黑体" w:hint="eastAsia"/>
          <w:szCs w:val="21"/>
        </w:rPr>
        <w:t xml:space="preserve"> </w:t>
      </w:r>
      <w:r w:rsidR="00502F60" w:rsidRPr="0057343B">
        <w:rPr>
          <w:rFonts w:ascii="黑体" w:eastAsia="黑体" w:hAnsi="黑体" w:hint="eastAsia"/>
          <w:szCs w:val="21"/>
        </w:rPr>
        <w:t xml:space="preserve">light fastness </w:t>
      </w:r>
    </w:p>
    <w:p w14:paraId="792A6E7F" w14:textId="77777777" w:rsidR="00502F60" w:rsidRPr="00502F60" w:rsidRDefault="00502F60" w:rsidP="00BF355F">
      <w:pPr>
        <w:tabs>
          <w:tab w:val="left" w:pos="2422"/>
        </w:tabs>
        <w:snapToGrid w:val="0"/>
        <w:spacing w:line="240" w:lineRule="auto"/>
        <w:jc w:val="left"/>
      </w:pPr>
      <w:r w:rsidRPr="00781C7F">
        <w:rPr>
          <w:rFonts w:hint="eastAsia"/>
          <w:b/>
        </w:rPr>
        <w:t xml:space="preserve">    </w:t>
      </w:r>
      <w:proofErr w:type="gramStart"/>
      <w:r w:rsidRPr="00781C7F">
        <w:rPr>
          <w:rFonts w:hint="eastAsia"/>
        </w:rPr>
        <w:t>抵抗因</w:t>
      </w:r>
      <w:proofErr w:type="gramEnd"/>
      <w:r w:rsidRPr="00781C7F">
        <w:rPr>
          <w:rFonts w:hint="eastAsia"/>
        </w:rPr>
        <w:t>光线照射而引起的颜色变化的能力。</w:t>
      </w:r>
    </w:p>
    <w:p w14:paraId="6BDDE503" w14:textId="77777777" w:rsidR="00783610" w:rsidRPr="00B0514B" w:rsidRDefault="00783610" w:rsidP="00783610">
      <w:pPr>
        <w:pStyle w:val="afffffffffff9"/>
        <w:ind w:left="420" w:hangingChars="200" w:hanging="420"/>
        <w:rPr>
          <w:rFonts w:ascii="黑体" w:eastAsia="黑体" w:hAnsi="黑体"/>
        </w:rPr>
      </w:pPr>
      <w:r>
        <w:rPr>
          <w:rFonts w:ascii="黑体" w:eastAsia="黑体" w:hAnsi="黑体"/>
        </w:rPr>
        <w:br w:type="textWrapping" w:clear="all"/>
      </w:r>
      <w:r w:rsidRPr="00B0514B">
        <w:rPr>
          <w:rFonts w:ascii="黑体" w:eastAsia="黑体" w:hAnsi="黑体" w:hint="eastAsia"/>
          <w:szCs w:val="21"/>
        </w:rPr>
        <w:t>耐屈挠性能  flexing resistance</w:t>
      </w:r>
    </w:p>
    <w:p w14:paraId="3AA78D11" w14:textId="77777777" w:rsidR="00783610" w:rsidRPr="00783610" w:rsidRDefault="00783610" w:rsidP="00783610">
      <w:pPr>
        <w:pStyle w:val="afffff"/>
      </w:pPr>
      <w:r w:rsidRPr="00781C7F">
        <w:rPr>
          <w:rFonts w:hint="eastAsia"/>
        </w:rPr>
        <w:t>表示材料或制品</w:t>
      </w:r>
      <w:proofErr w:type="gramStart"/>
      <w:r w:rsidRPr="00781C7F">
        <w:rPr>
          <w:rFonts w:hint="eastAsia"/>
        </w:rPr>
        <w:t>抵抗因受反复</w:t>
      </w:r>
      <w:proofErr w:type="gramEnd"/>
      <w:r w:rsidRPr="00781C7F">
        <w:rPr>
          <w:rFonts w:hint="eastAsia"/>
        </w:rPr>
        <w:t>屈挠作用而引起的物性下降直至破坏。在橡胶耐屈挠试验中，通常用试片经受反复屈挠的次数同表面龟裂的出现以及割口增长的速度来表示橡胶的耐屈挠性好坏。</w:t>
      </w:r>
    </w:p>
    <w:p w14:paraId="48DB8B15" w14:textId="77777777" w:rsidR="00C645D3" w:rsidRPr="00197BFA" w:rsidRDefault="00C645D3" w:rsidP="00C645D3">
      <w:pPr>
        <w:pStyle w:val="afffffffffff9"/>
        <w:ind w:left="420" w:hangingChars="200" w:hanging="420"/>
        <w:rPr>
          <w:rFonts w:ascii="黑体" w:eastAsia="黑体" w:hAnsi="黑体"/>
        </w:rPr>
      </w:pPr>
      <w:r w:rsidRPr="001D2EB6">
        <w:rPr>
          <w:rFonts w:ascii="黑体" w:eastAsia="黑体" w:hAnsi="黑体"/>
        </w:rPr>
        <w:br/>
      </w:r>
      <w:r w:rsidRPr="00197BFA">
        <w:rPr>
          <w:rFonts w:ascii="黑体" w:eastAsia="黑体" w:hAnsi="黑体" w:hint="eastAsia"/>
        </w:rPr>
        <w:t>透水性</w:t>
      </w:r>
      <w:r w:rsidRPr="00197BFA">
        <w:rPr>
          <w:rFonts w:ascii="黑体" w:eastAsia="黑体" w:hAnsi="黑体"/>
        </w:rPr>
        <w:t xml:space="preserve">  water permeability</w:t>
      </w:r>
    </w:p>
    <w:p w14:paraId="29739087" w14:textId="77777777" w:rsidR="00C645D3" w:rsidRPr="001D2EB6" w:rsidRDefault="00C645D3" w:rsidP="00C645D3">
      <w:pPr>
        <w:pStyle w:val="affffffffffff7"/>
        <w:ind w:firstLineChars="200" w:firstLine="420"/>
        <w:rPr>
          <w:rFonts w:eastAsia="宋体"/>
        </w:rPr>
      </w:pPr>
      <w:r w:rsidRPr="001D2EB6">
        <w:rPr>
          <w:rFonts w:eastAsia="宋体"/>
        </w:rPr>
        <w:lastRenderedPageBreak/>
        <w:t>胶乳制品在一定条件下透水的程度。</w:t>
      </w:r>
    </w:p>
    <w:p w14:paraId="517C5419" w14:textId="77777777" w:rsidR="00C645D3" w:rsidRPr="00197BFA" w:rsidRDefault="00C645D3" w:rsidP="00C645D3">
      <w:pPr>
        <w:pStyle w:val="afffffffffff9"/>
        <w:ind w:left="420" w:hangingChars="200" w:hanging="420"/>
        <w:rPr>
          <w:rFonts w:ascii="黑体" w:eastAsia="黑体" w:hAnsi="黑体"/>
        </w:rPr>
      </w:pPr>
      <w:r w:rsidRPr="001D2EB6">
        <w:rPr>
          <w:rFonts w:ascii="黑体" w:eastAsia="黑体" w:hAnsi="黑体"/>
        </w:rPr>
        <w:br/>
      </w:r>
      <w:proofErr w:type="gramStart"/>
      <w:r w:rsidRPr="00197BFA">
        <w:rPr>
          <w:rFonts w:ascii="黑体" w:eastAsia="黑体" w:hAnsi="黑体" w:hint="eastAsia"/>
        </w:rPr>
        <w:t>电检查</w:t>
      </w:r>
      <w:proofErr w:type="gramEnd"/>
      <w:r w:rsidRPr="00197BFA">
        <w:rPr>
          <w:rFonts w:ascii="黑体" w:eastAsia="黑体" w:hAnsi="黑体"/>
        </w:rPr>
        <w:t xml:space="preserve">  electrical resistance testing</w:t>
      </w:r>
    </w:p>
    <w:p w14:paraId="29B320BE" w14:textId="77777777" w:rsidR="00C645D3" w:rsidRPr="001D2EB6" w:rsidRDefault="00C645D3" w:rsidP="00C645D3">
      <w:pPr>
        <w:pStyle w:val="affffffffffff7"/>
        <w:ind w:firstLineChars="200" w:firstLine="420"/>
        <w:rPr>
          <w:rFonts w:eastAsia="宋体"/>
        </w:rPr>
      </w:pPr>
      <w:r w:rsidRPr="001D2EB6">
        <w:rPr>
          <w:rFonts w:eastAsia="宋体"/>
        </w:rPr>
        <w:t>利用导电的原理进行胶乳薄膜制品漏气孔眼的检查。</w:t>
      </w:r>
    </w:p>
    <w:p w14:paraId="57FBF4CF" w14:textId="77777777" w:rsidR="00251890" w:rsidRPr="00313B03" w:rsidRDefault="00B17898" w:rsidP="00313B03">
      <w:pPr>
        <w:pStyle w:val="afffffffffff9"/>
        <w:ind w:left="420" w:hangingChars="200" w:hanging="420"/>
        <w:rPr>
          <w:rFonts w:ascii="黑体" w:eastAsia="黑体" w:hAnsi="黑体"/>
          <w:b/>
        </w:rPr>
      </w:pPr>
      <w:r w:rsidRPr="00313B03">
        <w:rPr>
          <w:rFonts w:ascii="黑体" w:eastAsia="黑体" w:hAnsi="黑体"/>
        </w:rPr>
        <w:br/>
      </w:r>
      <w:r w:rsidRPr="00313B03">
        <w:rPr>
          <w:rFonts w:ascii="黑体" w:eastAsia="黑体" w:hAnsi="黑体" w:hint="eastAsia"/>
        </w:rPr>
        <w:t>针孔</w:t>
      </w:r>
      <w:r w:rsidRPr="00313B03">
        <w:rPr>
          <w:rFonts w:ascii="黑体" w:eastAsia="黑体" w:hAnsi="黑体"/>
        </w:rPr>
        <w:t xml:space="preserve">  pinhole</w:t>
      </w:r>
    </w:p>
    <w:p w14:paraId="77EB9697" w14:textId="77777777" w:rsidR="00C645D3" w:rsidRPr="001D2EB6" w:rsidRDefault="00C645D3" w:rsidP="00C645D3">
      <w:pPr>
        <w:pStyle w:val="affffffffffff7"/>
        <w:ind w:firstLineChars="200" w:firstLine="420"/>
        <w:rPr>
          <w:rFonts w:eastAsia="宋体"/>
        </w:rPr>
      </w:pPr>
      <w:r w:rsidRPr="001D2EB6">
        <w:rPr>
          <w:rFonts w:eastAsia="宋体"/>
        </w:rPr>
        <w:t>材料表面直径很小的空。</w:t>
      </w:r>
    </w:p>
    <w:p w14:paraId="23FD268D" w14:textId="77777777" w:rsidR="00C645D3" w:rsidRPr="001D2EB6" w:rsidRDefault="00C645D3" w:rsidP="00A45079">
      <w:pPr>
        <w:pStyle w:val="afff6"/>
        <w:ind w:firstLine="52"/>
      </w:pPr>
      <w:r w:rsidRPr="001D2EB6">
        <w:t>胶膜上的针孔一般呈穿透状。</w:t>
      </w:r>
    </w:p>
    <w:p w14:paraId="41BCC743" w14:textId="77777777" w:rsidR="00C645D3" w:rsidRPr="00197BFA" w:rsidRDefault="00C645D3" w:rsidP="00C645D3">
      <w:pPr>
        <w:pStyle w:val="afffffffffff9"/>
        <w:ind w:left="420" w:hangingChars="200" w:hanging="420"/>
        <w:rPr>
          <w:rFonts w:ascii="黑体" w:eastAsia="黑体" w:hAnsi="黑体"/>
        </w:rPr>
      </w:pPr>
      <w:r w:rsidRPr="001D2EB6">
        <w:rPr>
          <w:rFonts w:ascii="黑体" w:eastAsia="黑体" w:hAnsi="黑体"/>
        </w:rPr>
        <w:br/>
      </w:r>
      <w:r w:rsidRPr="00197BFA">
        <w:rPr>
          <w:rFonts w:ascii="黑体" w:eastAsia="黑体" w:hAnsi="黑体" w:hint="eastAsia"/>
        </w:rPr>
        <w:t>试样</w:t>
      </w:r>
      <w:r w:rsidRPr="00197BFA">
        <w:rPr>
          <w:rFonts w:ascii="黑体" w:eastAsia="黑体" w:hAnsi="黑体"/>
        </w:rPr>
        <w:t xml:space="preserve"> </w:t>
      </w:r>
      <w:r w:rsidRPr="00197BFA">
        <w:rPr>
          <w:rFonts w:ascii="黑体" w:eastAsia="黑体" w:hAnsi="黑体" w:hint="eastAsia"/>
        </w:rPr>
        <w:t xml:space="preserve"> </w:t>
      </w:r>
      <w:r w:rsidRPr="00197BFA">
        <w:rPr>
          <w:rFonts w:ascii="黑体" w:eastAsia="黑体" w:hAnsi="黑体"/>
        </w:rPr>
        <w:t>test piece</w:t>
      </w:r>
    </w:p>
    <w:p w14:paraId="02353F98" w14:textId="77777777" w:rsidR="00C645D3" w:rsidRPr="001D2EB6" w:rsidRDefault="00C645D3" w:rsidP="00C645D3">
      <w:pPr>
        <w:pStyle w:val="affffffffffff7"/>
        <w:ind w:firstLineChars="200" w:firstLine="420"/>
        <w:rPr>
          <w:rFonts w:eastAsia="宋体"/>
        </w:rPr>
      </w:pPr>
      <w:r w:rsidRPr="001D2EB6">
        <w:rPr>
          <w:rFonts w:eastAsia="宋体"/>
        </w:rPr>
        <w:t>制备的具有合适形状和尺寸的，用于试验的材料。</w:t>
      </w:r>
    </w:p>
    <w:p w14:paraId="4FD54D0F" w14:textId="77777777" w:rsidR="00C645D3" w:rsidRPr="001D2EB6" w:rsidRDefault="00C645D3" w:rsidP="00A45079">
      <w:pPr>
        <w:pStyle w:val="afff6"/>
        <w:ind w:firstLine="52"/>
      </w:pPr>
      <w:r w:rsidRPr="001D2EB6">
        <w:t>在美国，一般</w:t>
      </w:r>
      <w:r w:rsidRPr="001D2EB6">
        <w:rPr>
          <w:rFonts w:hint="eastAsia"/>
        </w:rPr>
        <w:t>采</w:t>
      </w:r>
      <w:r w:rsidRPr="001D2EB6">
        <w:t>用单词</w:t>
      </w:r>
      <w:r w:rsidRPr="001D2EB6">
        <w:t>“</w:t>
      </w:r>
      <w:r w:rsidRPr="001D2EB6">
        <w:t>specimen</w:t>
      </w:r>
      <w:r w:rsidRPr="001D2EB6">
        <w:t>”</w:t>
      </w:r>
      <w:r w:rsidRPr="001D2EB6">
        <w:t>表示</w:t>
      </w:r>
      <w:r w:rsidRPr="001D2EB6">
        <w:t>“</w:t>
      </w:r>
      <w:r w:rsidRPr="001D2EB6">
        <w:t>试样</w:t>
      </w:r>
      <w:r w:rsidRPr="001D2EB6">
        <w:t>”</w:t>
      </w:r>
      <w:r w:rsidRPr="001D2EB6">
        <w:t>。</w:t>
      </w:r>
    </w:p>
    <w:p w14:paraId="44FA240C"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 xml:space="preserve">玻璃化转变 </w:t>
      </w:r>
      <w:r w:rsidRPr="001D2EB6">
        <w:rPr>
          <w:rFonts w:ascii="黑体" w:eastAsia="黑体" w:hAnsi="黑体"/>
        </w:rPr>
        <w:t xml:space="preserve"> glass transition</w:t>
      </w:r>
    </w:p>
    <w:p w14:paraId="4B45CAE8"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材料由粘流态或橡胶态转变为脆性的玻璃态的可逆物理变化。</w:t>
      </w:r>
    </w:p>
    <w:p w14:paraId="4F860B5C" w14:textId="77777777" w:rsidR="00C645D3" w:rsidRPr="001D2EB6" w:rsidRDefault="00C645D3" w:rsidP="00313B03">
      <w:pPr>
        <w:pStyle w:val="afffffffffffa"/>
        <w:ind w:left="420" w:hangingChars="200" w:hanging="420"/>
        <w:rPr>
          <w:rFonts w:ascii="黑体" w:eastAsia="黑体" w:hAnsi="黑体"/>
          <w:b w:val="0"/>
        </w:rPr>
      </w:pPr>
      <w:r w:rsidRPr="001D2EB6">
        <w:rPr>
          <w:rFonts w:ascii="黑体" w:eastAsia="黑体" w:hAnsi="黑体"/>
          <w:b w:val="0"/>
        </w:rPr>
        <w:br/>
      </w:r>
      <w:r w:rsidRPr="001D2EB6">
        <w:rPr>
          <w:rFonts w:ascii="黑体" w:eastAsia="黑体" w:hAnsi="黑体" w:hint="eastAsia"/>
          <w:b w:val="0"/>
        </w:rPr>
        <w:t xml:space="preserve">玻璃化温度  </w:t>
      </w:r>
      <w:r w:rsidRPr="001D2EB6">
        <w:rPr>
          <w:rFonts w:ascii="黑体" w:eastAsia="黑体" w:hAnsi="黑体"/>
          <w:b w:val="0"/>
        </w:rPr>
        <w:t>glass transition temperature</w:t>
      </w:r>
    </w:p>
    <w:p w14:paraId="646EA388"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材料由粘流态或橡胶态转变为脆性的玻璃态时的</w:t>
      </w:r>
      <w:r w:rsidRPr="001D2EB6">
        <w:rPr>
          <w:rFonts w:ascii="宋体" w:eastAsia="宋体" w:hAnsi="宋体"/>
        </w:rPr>
        <w:t>温度。</w:t>
      </w:r>
    </w:p>
    <w:p w14:paraId="038493D1" w14:textId="77777777" w:rsidR="00C645D3" w:rsidRPr="00197BFA" w:rsidRDefault="00C645D3" w:rsidP="00C645D3">
      <w:pPr>
        <w:pStyle w:val="afffffffffff9"/>
        <w:ind w:left="420" w:hangingChars="200" w:hanging="420"/>
        <w:rPr>
          <w:rFonts w:ascii="黑体" w:eastAsia="黑体" w:hAnsi="黑体"/>
        </w:rPr>
      </w:pPr>
      <w:r w:rsidRPr="001D2EB6">
        <w:rPr>
          <w:rFonts w:ascii="黑体" w:eastAsia="黑体" w:hAnsi="黑体"/>
        </w:rPr>
        <w:br/>
      </w:r>
      <w:r w:rsidRPr="00197BFA">
        <w:rPr>
          <w:rFonts w:ascii="黑体" w:eastAsia="黑体" w:hAnsi="黑体" w:hint="eastAsia"/>
        </w:rPr>
        <w:t xml:space="preserve">应力 </w:t>
      </w:r>
      <w:r w:rsidRPr="00197BFA">
        <w:rPr>
          <w:rFonts w:ascii="黑体" w:eastAsia="黑体" w:hAnsi="黑体"/>
        </w:rPr>
        <w:t xml:space="preserve"> stress</w:t>
      </w:r>
    </w:p>
    <w:p w14:paraId="102772A0" w14:textId="77777777" w:rsidR="00C645D3" w:rsidRPr="001D2EB6" w:rsidRDefault="00C645D3" w:rsidP="00C645D3">
      <w:pPr>
        <w:pStyle w:val="affffffffffff7"/>
        <w:ind w:firstLineChars="200" w:firstLine="420"/>
        <w:rPr>
          <w:rFonts w:eastAsia="宋体"/>
        </w:rPr>
      </w:pPr>
      <w:r w:rsidRPr="001D2EB6">
        <w:rPr>
          <w:rFonts w:eastAsia="宋体"/>
        </w:rPr>
        <w:t>通过物体的一点作用于给定平面的内力（或力的分量）在该点上的强度。</w:t>
      </w:r>
    </w:p>
    <w:p w14:paraId="5465125B" w14:textId="77777777" w:rsidR="00C645D3" w:rsidRPr="001D2EB6" w:rsidRDefault="00C645D3" w:rsidP="00A45079">
      <w:pPr>
        <w:pStyle w:val="afff6"/>
        <w:ind w:firstLine="52"/>
      </w:pPr>
      <w:r w:rsidRPr="001D2EB6">
        <w:t>应力</w:t>
      </w:r>
      <w:r w:rsidRPr="001D2EB6">
        <w:rPr>
          <w:rFonts w:hint="eastAsia"/>
        </w:rPr>
        <w:t>以</w:t>
      </w:r>
      <w:r w:rsidRPr="001D2EB6">
        <w:t>单位面积力表示，</w:t>
      </w:r>
      <w:r w:rsidRPr="001D2EB6">
        <w:rPr>
          <w:rFonts w:hint="eastAsia"/>
        </w:rPr>
        <w:t>在进行</w:t>
      </w:r>
      <w:r w:rsidRPr="001D2EB6">
        <w:t>拉伸、压缩或剪切试验时，应力根据试样相应断面的原尺寸</w:t>
      </w:r>
      <w:r w:rsidRPr="001D2EB6">
        <w:rPr>
          <w:rFonts w:hint="eastAsia"/>
        </w:rPr>
        <w:t>进行</w:t>
      </w:r>
      <w:r w:rsidRPr="001D2EB6">
        <w:t>计算。</w:t>
      </w:r>
    </w:p>
    <w:p w14:paraId="447E09AC" w14:textId="77777777" w:rsidR="00C645D3" w:rsidRPr="00197BFA" w:rsidRDefault="00C645D3" w:rsidP="00C645D3">
      <w:pPr>
        <w:pStyle w:val="afffffffffff9"/>
        <w:ind w:left="420" w:hangingChars="200" w:hanging="420"/>
        <w:rPr>
          <w:rFonts w:ascii="黑体" w:eastAsia="黑体" w:hAnsi="黑体"/>
        </w:rPr>
      </w:pPr>
      <w:r w:rsidRPr="001D2EB6">
        <w:rPr>
          <w:rFonts w:ascii="黑体" w:eastAsia="黑体" w:hAnsi="黑体"/>
        </w:rPr>
        <w:br/>
      </w:r>
      <w:proofErr w:type="gramStart"/>
      <w:r w:rsidRPr="00197BFA">
        <w:rPr>
          <w:rFonts w:ascii="黑体" w:eastAsia="黑体" w:hAnsi="黑体" w:hint="eastAsia"/>
        </w:rPr>
        <w:t>定伸应力</w:t>
      </w:r>
      <w:proofErr w:type="gramEnd"/>
      <w:r w:rsidRPr="00197BFA">
        <w:rPr>
          <w:rFonts w:ascii="黑体" w:eastAsia="黑体" w:hAnsi="黑体" w:hint="eastAsia"/>
        </w:rPr>
        <w:t xml:space="preserve">  </w:t>
      </w:r>
      <w:r w:rsidRPr="00197BFA">
        <w:rPr>
          <w:rFonts w:ascii="黑体" w:eastAsia="黑体" w:hAnsi="黑体"/>
        </w:rPr>
        <w:t>tensile stress at given elongation</w:t>
      </w:r>
    </w:p>
    <w:p w14:paraId="3245D271"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将试样的有效部分拉伸倒给定伸长</w:t>
      </w:r>
      <w:r w:rsidRPr="001D2EB6">
        <w:rPr>
          <w:rFonts w:ascii="宋体" w:eastAsia="宋体" w:hAnsi="宋体" w:hint="eastAsia"/>
        </w:rPr>
        <w:t>率</w:t>
      </w:r>
      <w:r w:rsidRPr="001D2EB6">
        <w:rPr>
          <w:rFonts w:ascii="宋体" w:eastAsia="宋体" w:hAnsi="宋体"/>
        </w:rPr>
        <w:t>所需的应力。</w:t>
      </w:r>
    </w:p>
    <w:p w14:paraId="3BA7136A" w14:textId="77777777" w:rsidR="00C645D3" w:rsidRPr="00197BFA" w:rsidRDefault="00C645D3" w:rsidP="00C645D3">
      <w:pPr>
        <w:pStyle w:val="afffffffffff9"/>
        <w:ind w:left="420" w:hangingChars="200" w:hanging="420"/>
        <w:rPr>
          <w:rFonts w:ascii="黑体" w:eastAsia="黑体" w:hAnsi="黑体"/>
        </w:rPr>
      </w:pPr>
      <w:r w:rsidRPr="001D2EB6">
        <w:rPr>
          <w:rFonts w:ascii="黑体" w:eastAsia="黑体" w:hAnsi="黑体"/>
        </w:rPr>
        <w:br/>
      </w:r>
      <w:r w:rsidRPr="00197BFA">
        <w:rPr>
          <w:rFonts w:ascii="黑体" w:eastAsia="黑体" w:hAnsi="黑体" w:hint="eastAsia"/>
        </w:rPr>
        <w:t>应变</w:t>
      </w:r>
      <w:r w:rsidRPr="00197BFA">
        <w:rPr>
          <w:rFonts w:ascii="黑体" w:eastAsia="黑体" w:hAnsi="黑体"/>
        </w:rPr>
        <w:t xml:space="preserve"> </w:t>
      </w:r>
      <w:r w:rsidRPr="00197BFA">
        <w:rPr>
          <w:rFonts w:ascii="黑体" w:eastAsia="黑体" w:hAnsi="黑体" w:hint="eastAsia"/>
        </w:rPr>
        <w:t xml:space="preserve"> </w:t>
      </w:r>
      <w:r w:rsidRPr="00197BFA">
        <w:rPr>
          <w:rFonts w:ascii="黑体" w:eastAsia="黑体" w:hAnsi="黑体"/>
        </w:rPr>
        <w:t>strain</w:t>
      </w:r>
    </w:p>
    <w:p w14:paraId="13A0A599" w14:textId="77777777" w:rsidR="00C645D3" w:rsidRPr="001D2EB6" w:rsidRDefault="00C645D3" w:rsidP="00C645D3">
      <w:pPr>
        <w:pStyle w:val="affffffffffff7"/>
        <w:ind w:firstLineChars="200" w:firstLine="420"/>
        <w:rPr>
          <w:rFonts w:eastAsia="宋体"/>
        </w:rPr>
      </w:pPr>
      <w:r w:rsidRPr="001D2EB6">
        <w:rPr>
          <w:rFonts w:eastAsia="宋体"/>
        </w:rPr>
        <w:t>由于力的作用，物质尺寸相对于原尺寸的变化。</w:t>
      </w:r>
    </w:p>
    <w:p w14:paraId="14FD9B21" w14:textId="77777777" w:rsidR="00C645D3" w:rsidRPr="00197BFA" w:rsidRDefault="00C645D3" w:rsidP="00C645D3">
      <w:pPr>
        <w:pStyle w:val="afffffffffff9"/>
        <w:ind w:left="420" w:hangingChars="200" w:hanging="420"/>
        <w:rPr>
          <w:rFonts w:ascii="黑体" w:eastAsia="黑体" w:hAnsi="黑体"/>
        </w:rPr>
      </w:pPr>
      <w:r w:rsidRPr="001D2EB6">
        <w:rPr>
          <w:rFonts w:ascii="黑体" w:eastAsia="黑体" w:hAnsi="黑体"/>
        </w:rPr>
        <w:br/>
      </w:r>
      <w:r w:rsidRPr="00197BFA">
        <w:rPr>
          <w:rFonts w:ascii="黑体" w:eastAsia="黑体" w:hAnsi="黑体" w:hint="eastAsia"/>
        </w:rPr>
        <w:t>应力松弛</w:t>
      </w:r>
      <w:r w:rsidRPr="00197BFA">
        <w:rPr>
          <w:rFonts w:ascii="黑体" w:eastAsia="黑体" w:hAnsi="黑体"/>
        </w:rPr>
        <w:t xml:space="preserve">  stress relaxation</w:t>
      </w:r>
    </w:p>
    <w:p w14:paraId="6034EB79"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在恒定应变下，应力随时间逐渐衰减</w:t>
      </w:r>
      <w:r w:rsidRPr="001D2EB6">
        <w:rPr>
          <w:rFonts w:ascii="宋体" w:eastAsia="宋体" w:hAnsi="宋体" w:hint="eastAsia"/>
        </w:rPr>
        <w:t>（</w:t>
      </w:r>
      <w:r w:rsidRPr="001D2EB6">
        <w:rPr>
          <w:rFonts w:ascii="宋体" w:eastAsia="宋体" w:hAnsi="宋体"/>
        </w:rPr>
        <w:t>的现象</w:t>
      </w:r>
      <w:r w:rsidRPr="001D2EB6">
        <w:rPr>
          <w:rFonts w:ascii="宋体" w:eastAsia="宋体" w:hAnsi="宋体" w:hint="eastAsia"/>
        </w:rPr>
        <w:t>）</w:t>
      </w:r>
      <w:r w:rsidRPr="001D2EB6">
        <w:rPr>
          <w:rFonts w:ascii="宋体" w:eastAsia="宋体" w:hAnsi="宋体"/>
        </w:rPr>
        <w:t>。</w:t>
      </w:r>
    </w:p>
    <w:p w14:paraId="693A5A6B" w14:textId="77777777" w:rsidR="00C645D3" w:rsidRPr="00197BFA" w:rsidRDefault="00C645D3" w:rsidP="00C645D3">
      <w:pPr>
        <w:pStyle w:val="afffffffffff9"/>
        <w:ind w:left="420" w:hangingChars="200" w:hanging="420"/>
        <w:rPr>
          <w:rFonts w:ascii="黑体" w:eastAsia="黑体" w:hAnsi="黑体"/>
        </w:rPr>
      </w:pPr>
      <w:r w:rsidRPr="001D2EB6">
        <w:rPr>
          <w:rFonts w:ascii="黑体" w:eastAsia="黑体" w:hAnsi="黑体"/>
        </w:rPr>
        <w:br/>
      </w:r>
      <w:r w:rsidRPr="00197BFA">
        <w:rPr>
          <w:rFonts w:ascii="黑体" w:eastAsia="黑体" w:hAnsi="黑体" w:hint="eastAsia"/>
        </w:rPr>
        <w:t>拉伸强度</w:t>
      </w:r>
      <w:r w:rsidR="00B0514B" w:rsidRPr="00197BFA">
        <w:rPr>
          <w:rFonts w:ascii="黑体" w:eastAsia="黑体" w:hAnsi="黑体" w:hint="eastAsia"/>
        </w:rPr>
        <w:t xml:space="preserve"> </w:t>
      </w:r>
      <w:r w:rsidRPr="00197BFA">
        <w:rPr>
          <w:rFonts w:ascii="黑体" w:eastAsia="黑体" w:hAnsi="黑体"/>
        </w:rPr>
        <w:t xml:space="preserve"> tensile strength</w:t>
      </w:r>
    </w:p>
    <w:p w14:paraId="7EABB66D"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将试样扯断期间所施加的最大拉伸应力。</w:t>
      </w:r>
    </w:p>
    <w:p w14:paraId="1C826198" w14:textId="77777777" w:rsidR="00C645D3" w:rsidRPr="00197BFA" w:rsidRDefault="00C645D3" w:rsidP="00C645D3">
      <w:pPr>
        <w:pStyle w:val="afffffffffff9"/>
        <w:ind w:left="420" w:hangingChars="200" w:hanging="420"/>
        <w:rPr>
          <w:rFonts w:ascii="黑体" w:eastAsia="黑体" w:hAnsi="黑体"/>
        </w:rPr>
      </w:pPr>
      <w:r w:rsidRPr="001D2EB6">
        <w:rPr>
          <w:rFonts w:ascii="黑体" w:eastAsia="黑体" w:hAnsi="黑体"/>
        </w:rPr>
        <w:br/>
      </w:r>
      <w:r w:rsidRPr="00197BFA">
        <w:rPr>
          <w:rFonts w:ascii="黑体" w:eastAsia="黑体" w:hAnsi="黑体" w:hint="eastAsia"/>
        </w:rPr>
        <w:t>拉伸应力</w:t>
      </w:r>
      <w:r w:rsidRPr="00197BFA">
        <w:rPr>
          <w:rFonts w:ascii="黑体" w:eastAsia="黑体" w:hAnsi="黑体"/>
        </w:rPr>
        <w:t xml:space="preserve"> </w:t>
      </w:r>
      <w:r w:rsidRPr="00197BFA">
        <w:rPr>
          <w:rFonts w:ascii="黑体" w:eastAsia="黑体" w:hAnsi="黑体" w:hint="eastAsia"/>
        </w:rPr>
        <w:t xml:space="preserve"> </w:t>
      </w:r>
      <w:r w:rsidRPr="00197BFA">
        <w:rPr>
          <w:rFonts w:ascii="黑体" w:eastAsia="黑体" w:hAnsi="黑体"/>
        </w:rPr>
        <w:t>tensile stress</w:t>
      </w:r>
    </w:p>
    <w:p w14:paraId="50E6D092" w14:textId="77777777" w:rsidR="00C645D3" w:rsidRPr="001D2EB6" w:rsidRDefault="00C645D3" w:rsidP="00C645D3">
      <w:pPr>
        <w:pStyle w:val="affffffffffff7"/>
        <w:ind w:firstLineChars="200" w:firstLine="420"/>
        <w:rPr>
          <w:rFonts w:eastAsia="宋体"/>
        </w:rPr>
      </w:pPr>
      <w:r w:rsidRPr="001D2EB6">
        <w:rPr>
          <w:rFonts w:eastAsia="宋体"/>
        </w:rPr>
        <w:t>拉伸试样所施加的应力。</w:t>
      </w:r>
    </w:p>
    <w:p w14:paraId="41DC4E66" w14:textId="77777777" w:rsidR="00C645D3" w:rsidRPr="00175AD7" w:rsidRDefault="00C645D3" w:rsidP="00537455">
      <w:pPr>
        <w:pStyle w:val="afff6"/>
        <w:ind w:firstLine="52"/>
      </w:pPr>
      <w:r w:rsidRPr="00175AD7">
        <w:t>通过施加的力除以原始断面面积计算</w:t>
      </w:r>
      <w:r w:rsidRPr="00175AD7">
        <w:rPr>
          <w:rFonts w:hint="eastAsia"/>
        </w:rPr>
        <w:t>拉伸应力</w:t>
      </w:r>
      <w:r w:rsidRPr="00175AD7">
        <w:t>。</w:t>
      </w:r>
    </w:p>
    <w:p w14:paraId="3BB88555" w14:textId="77777777" w:rsidR="00ED321E" w:rsidRPr="00197BFA" w:rsidRDefault="00ED321E" w:rsidP="00ED321E">
      <w:pPr>
        <w:pStyle w:val="afffffffffff9"/>
        <w:ind w:left="420" w:hangingChars="200" w:hanging="420"/>
        <w:rPr>
          <w:rFonts w:ascii="黑体" w:eastAsia="黑体" w:hAnsi="黑体"/>
        </w:rPr>
      </w:pPr>
      <w:r>
        <w:rPr>
          <w:rFonts w:ascii="黑体" w:eastAsia="黑体" w:hAnsi="黑体"/>
        </w:rPr>
        <w:br w:type="textWrapping" w:clear="all"/>
      </w:r>
      <w:r w:rsidRPr="00197BFA">
        <w:rPr>
          <w:rFonts w:ascii="黑体" w:eastAsia="黑体" w:hAnsi="黑体" w:hint="eastAsia"/>
          <w:szCs w:val="21"/>
        </w:rPr>
        <w:t>应力-应变曲线  stress-strain curve</w:t>
      </w:r>
    </w:p>
    <w:p w14:paraId="30DFE565" w14:textId="77777777" w:rsidR="00ED321E" w:rsidRPr="00ED321E" w:rsidRDefault="00ED321E" w:rsidP="00ED321E">
      <w:pPr>
        <w:pStyle w:val="afffff"/>
      </w:pPr>
      <w:r w:rsidRPr="00781C7F">
        <w:rPr>
          <w:rFonts w:hint="eastAsia"/>
        </w:rPr>
        <w:t>曲线的横坐标是应变，纵坐标是外加的应力。曲线的形状反应材料在外力作用下发生的脆性、塑性、屈服、断裂等各种形变过程。</w:t>
      </w:r>
    </w:p>
    <w:p w14:paraId="18703387" w14:textId="77777777" w:rsidR="00C645D3" w:rsidRPr="00197BFA" w:rsidRDefault="00C645D3" w:rsidP="00C645D3">
      <w:pPr>
        <w:pStyle w:val="afffffffffff9"/>
        <w:ind w:left="420" w:hangingChars="200" w:hanging="420"/>
        <w:rPr>
          <w:rFonts w:ascii="黑体" w:eastAsia="黑体" w:hAnsi="黑体"/>
        </w:rPr>
      </w:pPr>
      <w:r w:rsidRPr="001D2EB6">
        <w:rPr>
          <w:rFonts w:ascii="黑体" w:eastAsia="黑体" w:hAnsi="黑体"/>
        </w:rPr>
        <w:br/>
      </w:r>
      <w:r w:rsidRPr="00197BFA">
        <w:rPr>
          <w:rFonts w:ascii="黑体" w:eastAsia="黑体" w:hAnsi="黑体" w:hint="eastAsia"/>
        </w:rPr>
        <w:t>拉伸永久变形</w:t>
      </w:r>
      <w:r w:rsidRPr="00197BFA">
        <w:rPr>
          <w:rFonts w:ascii="黑体" w:eastAsia="黑体" w:hAnsi="黑体"/>
        </w:rPr>
        <w:t xml:space="preserve"> </w:t>
      </w:r>
      <w:r w:rsidRPr="00197BFA">
        <w:rPr>
          <w:rFonts w:ascii="黑体" w:eastAsia="黑体" w:hAnsi="黑体" w:hint="eastAsia"/>
        </w:rPr>
        <w:t xml:space="preserve"> </w:t>
      </w:r>
      <w:r w:rsidRPr="00197BFA">
        <w:rPr>
          <w:rFonts w:ascii="黑体" w:eastAsia="黑体" w:hAnsi="黑体"/>
        </w:rPr>
        <w:t>tension set</w:t>
      </w:r>
    </w:p>
    <w:p w14:paraId="237581BC"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lastRenderedPageBreak/>
        <w:t>试样经过拉伸并自由回缩后剩余的伸长。</w:t>
      </w:r>
    </w:p>
    <w:p w14:paraId="6DFECBE8" w14:textId="77777777" w:rsidR="00C645D3" w:rsidRPr="00197BFA" w:rsidRDefault="00C645D3" w:rsidP="00C645D3">
      <w:pPr>
        <w:pStyle w:val="afffffffffff9"/>
        <w:ind w:left="420" w:hangingChars="200" w:hanging="420"/>
        <w:rPr>
          <w:rFonts w:ascii="黑体" w:eastAsia="黑体" w:hAnsi="黑体"/>
        </w:rPr>
      </w:pPr>
      <w:r w:rsidRPr="001D2EB6">
        <w:rPr>
          <w:rFonts w:ascii="黑体" w:eastAsia="黑体" w:hAnsi="黑体"/>
        </w:rPr>
        <w:br/>
      </w:r>
      <w:r w:rsidRPr="00197BFA">
        <w:rPr>
          <w:rFonts w:ascii="黑体" w:eastAsia="黑体" w:hAnsi="黑体" w:hint="eastAsia"/>
        </w:rPr>
        <w:t xml:space="preserve">拉伸疲劳  </w:t>
      </w:r>
      <w:r w:rsidRPr="00197BFA">
        <w:rPr>
          <w:rFonts w:ascii="黑体" w:eastAsia="黑体" w:hAnsi="黑体"/>
        </w:rPr>
        <w:t>tension fatigue</w:t>
      </w:r>
    </w:p>
    <w:p w14:paraId="62E16F7A" w14:textId="77777777" w:rsidR="00C645D3" w:rsidRPr="001D2EB6" w:rsidRDefault="00C645D3" w:rsidP="00C645D3">
      <w:pPr>
        <w:pStyle w:val="affffffffffff7"/>
        <w:ind w:firstLineChars="200" w:firstLine="420"/>
        <w:rPr>
          <w:rFonts w:eastAsia="宋体"/>
        </w:rPr>
      </w:pPr>
      <w:r w:rsidRPr="001D2EB6">
        <w:rPr>
          <w:rFonts w:eastAsia="宋体"/>
        </w:rPr>
        <w:t>在承受反复拉伸应力的试样或制品中通过裂纹增长而引发破裂的过程。</w:t>
      </w:r>
    </w:p>
    <w:p w14:paraId="7D7E803F" w14:textId="77777777" w:rsidR="00C645D3" w:rsidRPr="00197BFA" w:rsidRDefault="00C645D3" w:rsidP="00C645D3">
      <w:pPr>
        <w:pStyle w:val="afffffffffff9"/>
        <w:ind w:left="420" w:hangingChars="200" w:hanging="420"/>
        <w:rPr>
          <w:rFonts w:ascii="黑体" w:eastAsia="黑体" w:hAnsi="黑体"/>
        </w:rPr>
      </w:pPr>
      <w:r w:rsidRPr="001D2EB6">
        <w:rPr>
          <w:rFonts w:ascii="黑体" w:eastAsia="黑体" w:hAnsi="黑体"/>
        </w:rPr>
        <w:br/>
      </w:r>
      <w:r w:rsidRPr="00197BFA">
        <w:rPr>
          <w:rFonts w:ascii="黑体" w:eastAsia="黑体" w:hAnsi="黑体" w:hint="eastAsia"/>
        </w:rPr>
        <w:t xml:space="preserve">扯断伸长率 </w:t>
      </w:r>
      <w:r w:rsidRPr="00197BFA">
        <w:rPr>
          <w:rFonts w:ascii="黑体" w:eastAsia="黑体" w:hAnsi="黑体"/>
        </w:rPr>
        <w:t xml:space="preserve"> elongation a</w:t>
      </w:r>
      <w:r w:rsidRPr="00197BFA">
        <w:rPr>
          <w:rFonts w:ascii="黑体" w:eastAsia="黑体" w:hAnsi="黑体" w:hint="eastAsia"/>
        </w:rPr>
        <w:t>t</w:t>
      </w:r>
      <w:r w:rsidRPr="00197BFA">
        <w:rPr>
          <w:rFonts w:ascii="黑体" w:eastAsia="黑体" w:hAnsi="黑体"/>
        </w:rPr>
        <w:t xml:space="preserve"> break</w:t>
      </w:r>
      <w:r w:rsidRPr="00197BFA">
        <w:rPr>
          <w:rFonts w:ascii="黑体" w:eastAsia="黑体" w:hAnsi="黑体" w:hint="eastAsia"/>
        </w:rPr>
        <w:t>，</w:t>
      </w:r>
      <w:proofErr w:type="spellStart"/>
      <w:r w:rsidRPr="00197BFA">
        <w:rPr>
          <w:rFonts w:ascii="黑体" w:eastAsia="黑体" w:hAnsi="黑体"/>
        </w:rPr>
        <w:t>ultra elongation</w:t>
      </w:r>
      <w:proofErr w:type="spellEnd"/>
    </w:p>
    <w:p w14:paraId="790AE46C"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试样扯断时的百分比伸长率。</w:t>
      </w:r>
    </w:p>
    <w:p w14:paraId="31EA0709" w14:textId="77777777" w:rsidR="00C645D3" w:rsidRPr="00197BFA" w:rsidRDefault="00C645D3" w:rsidP="00C645D3">
      <w:pPr>
        <w:pStyle w:val="afffffffffff9"/>
        <w:ind w:left="420" w:hangingChars="200" w:hanging="420"/>
        <w:rPr>
          <w:rFonts w:ascii="黑体" w:eastAsia="黑体" w:hAnsi="黑体"/>
        </w:rPr>
      </w:pPr>
      <w:r w:rsidRPr="001D2EB6">
        <w:rPr>
          <w:rFonts w:ascii="黑体" w:eastAsia="黑体" w:hAnsi="黑体"/>
        </w:rPr>
        <w:br/>
      </w:r>
      <w:r w:rsidRPr="00197BFA">
        <w:rPr>
          <w:rFonts w:ascii="黑体" w:eastAsia="黑体" w:hAnsi="黑体" w:hint="eastAsia"/>
        </w:rPr>
        <w:t>永久变形</w:t>
      </w:r>
      <w:r w:rsidRPr="00197BFA">
        <w:rPr>
          <w:rFonts w:ascii="黑体" w:eastAsia="黑体" w:hAnsi="黑体"/>
        </w:rPr>
        <w:t xml:space="preserve"> （permanent）set</w:t>
      </w:r>
    </w:p>
    <w:p w14:paraId="7A1CAB39" w14:textId="77777777" w:rsidR="00C645D3" w:rsidRPr="001D2EB6" w:rsidRDefault="00C645D3" w:rsidP="00C645D3">
      <w:pPr>
        <w:pStyle w:val="affffffffffff7"/>
        <w:ind w:firstLineChars="200" w:firstLine="420"/>
        <w:rPr>
          <w:rFonts w:eastAsia="宋体"/>
        </w:rPr>
      </w:pPr>
      <w:r w:rsidRPr="001D2EB6">
        <w:rPr>
          <w:rFonts w:eastAsia="宋体"/>
        </w:rPr>
        <w:t>完全释放产生变形的压力后，（材料所）剩余的变形。</w:t>
      </w:r>
    </w:p>
    <w:p w14:paraId="38E1AA6F" w14:textId="77777777" w:rsidR="00C645D3" w:rsidRPr="00197BFA" w:rsidRDefault="00C645D3" w:rsidP="00C645D3">
      <w:pPr>
        <w:pStyle w:val="afffffffffff9"/>
        <w:ind w:left="420" w:hangingChars="200" w:hanging="420"/>
        <w:rPr>
          <w:rFonts w:ascii="黑体" w:eastAsia="黑体" w:hAnsi="黑体"/>
        </w:rPr>
      </w:pPr>
      <w:r w:rsidRPr="001D2EB6">
        <w:rPr>
          <w:rFonts w:ascii="黑体" w:eastAsia="黑体" w:hAnsi="黑体"/>
        </w:rPr>
        <w:br/>
      </w:r>
      <w:r w:rsidRPr="00197BFA">
        <w:rPr>
          <w:rFonts w:ascii="黑体" w:eastAsia="黑体" w:hAnsi="黑体" w:hint="eastAsia"/>
        </w:rPr>
        <w:t xml:space="preserve">扯断永久变形 </w:t>
      </w:r>
      <w:r w:rsidRPr="00197BFA">
        <w:rPr>
          <w:rFonts w:ascii="黑体" w:eastAsia="黑体" w:hAnsi="黑体"/>
        </w:rPr>
        <w:t xml:space="preserve"> set at break</w:t>
      </w:r>
      <w:r w:rsidRPr="00197BFA">
        <w:rPr>
          <w:rFonts w:ascii="黑体" w:eastAsia="黑体" w:hAnsi="黑体" w:hint="eastAsia"/>
        </w:rPr>
        <w:t>，set after break</w:t>
      </w:r>
    </w:p>
    <w:p w14:paraId="44544090" w14:textId="77777777" w:rsidR="00C645D3" w:rsidRPr="001D2EB6" w:rsidRDefault="00C645D3" w:rsidP="00C645D3">
      <w:pPr>
        <w:ind w:firstLineChars="200" w:firstLine="420"/>
        <w:rPr>
          <w:rFonts w:ascii="宋体" w:hAnsi="宋体"/>
        </w:rPr>
      </w:pPr>
      <w:r w:rsidRPr="001D2EB6">
        <w:rPr>
          <w:rFonts w:ascii="宋体" w:hAnsi="宋体"/>
        </w:rPr>
        <w:t>试样拉伸至断裂后的永久变形。</w:t>
      </w:r>
    </w:p>
    <w:p w14:paraId="6F3D9ECA" w14:textId="77777777" w:rsidR="00C645D3" w:rsidRPr="00197BFA" w:rsidRDefault="00C645D3" w:rsidP="00C645D3">
      <w:pPr>
        <w:pStyle w:val="afffffffffff9"/>
        <w:ind w:left="420" w:hangingChars="200" w:hanging="420"/>
        <w:rPr>
          <w:rFonts w:ascii="黑体" w:eastAsia="黑体" w:hAnsi="黑体"/>
        </w:rPr>
      </w:pPr>
      <w:r w:rsidRPr="001D2EB6">
        <w:rPr>
          <w:rFonts w:ascii="黑体" w:eastAsia="黑体" w:hAnsi="黑体"/>
        </w:rPr>
        <w:br/>
      </w:r>
      <w:r w:rsidRPr="00197BFA">
        <w:rPr>
          <w:rFonts w:ascii="黑体" w:eastAsia="黑体" w:hAnsi="黑体" w:hint="eastAsia"/>
        </w:rPr>
        <w:t>压缩永久变形</w:t>
      </w:r>
      <w:r w:rsidR="00197BFA">
        <w:rPr>
          <w:rFonts w:ascii="黑体" w:eastAsia="黑体" w:hAnsi="黑体" w:hint="eastAsia"/>
        </w:rPr>
        <w:t xml:space="preserve"> </w:t>
      </w:r>
      <w:r w:rsidRPr="00197BFA">
        <w:rPr>
          <w:rFonts w:ascii="黑体" w:eastAsia="黑体" w:hAnsi="黑体"/>
        </w:rPr>
        <w:t xml:space="preserve"> compression set</w:t>
      </w:r>
    </w:p>
    <w:p w14:paraId="2A019A5A"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将产生压缩变形的外力完全释放以后</w:t>
      </w:r>
      <w:r w:rsidRPr="001D2EB6">
        <w:rPr>
          <w:rFonts w:ascii="宋体" w:eastAsia="宋体" w:hAnsi="宋体" w:hint="eastAsia"/>
        </w:rPr>
        <w:t>，（材料）</w:t>
      </w:r>
      <w:r w:rsidRPr="001D2EB6">
        <w:rPr>
          <w:rFonts w:ascii="宋体" w:eastAsia="宋体" w:hAnsi="宋体"/>
        </w:rPr>
        <w:t>所剩余的变形。</w:t>
      </w:r>
    </w:p>
    <w:p w14:paraId="1A8B48FD" w14:textId="77777777" w:rsidR="00C645D3" w:rsidRPr="00B0514B" w:rsidRDefault="00C645D3" w:rsidP="00477943">
      <w:pPr>
        <w:pStyle w:val="a5"/>
        <w:numPr>
          <w:ilvl w:val="0"/>
          <w:numId w:val="40"/>
        </w:numPr>
        <w:ind w:hanging="385"/>
      </w:pPr>
      <w:r w:rsidRPr="00B0514B">
        <w:rPr>
          <w:rFonts w:hint="eastAsia"/>
        </w:rPr>
        <w:t>对于密实橡胶，在规定条件下测定的压缩永久变形，一般采用原始变形的百分比表示。</w:t>
      </w:r>
    </w:p>
    <w:p w14:paraId="6C7BC0AA" w14:textId="77777777" w:rsidR="00C645D3" w:rsidRPr="00B0514B" w:rsidRDefault="00C645D3" w:rsidP="00537455">
      <w:pPr>
        <w:pStyle w:val="a5"/>
        <w:ind w:hanging="385"/>
      </w:pPr>
      <w:r w:rsidRPr="00B0514B">
        <w:rPr>
          <w:rFonts w:hint="eastAsia"/>
        </w:rPr>
        <w:t>对于多孔材料，在规定条件下测定的压缩永久变形，一般采用原始厚度的百分比表示。</w:t>
      </w:r>
    </w:p>
    <w:p w14:paraId="629B20C8" w14:textId="77777777" w:rsidR="00C645D3" w:rsidRPr="00A213CD"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定负荷伸长</w:t>
      </w:r>
      <w:r w:rsidRPr="001D2EB6">
        <w:rPr>
          <w:rFonts w:ascii="黑体" w:eastAsia="黑体" w:hAnsi="黑体"/>
        </w:rPr>
        <w:t xml:space="preserve">  </w:t>
      </w:r>
      <w:r w:rsidRPr="00A213CD">
        <w:rPr>
          <w:rFonts w:ascii="黑体" w:eastAsia="黑体" w:hAnsi="黑体"/>
        </w:rPr>
        <w:t>T. C. strain</w:t>
      </w:r>
    </w:p>
    <w:p w14:paraId="74458F91" w14:textId="77777777" w:rsidR="00C645D3" w:rsidRPr="001D2EB6" w:rsidRDefault="00C645D3" w:rsidP="00C645D3">
      <w:pPr>
        <w:pStyle w:val="affffffffffff7"/>
        <w:ind w:firstLineChars="200" w:firstLine="420"/>
        <w:rPr>
          <w:rFonts w:eastAsia="宋体"/>
        </w:rPr>
      </w:pPr>
      <w:r w:rsidRPr="001D2EB6">
        <w:rPr>
          <w:rFonts w:eastAsia="宋体"/>
        </w:rPr>
        <w:t>试样在一定负荷下，所增加的长度与原长度的百分比。</w:t>
      </w:r>
    </w:p>
    <w:p w14:paraId="2BA191A2" w14:textId="77777777" w:rsidR="00C645D3" w:rsidRPr="00967753" w:rsidRDefault="00C645D3" w:rsidP="00C645D3">
      <w:pPr>
        <w:pStyle w:val="afffffffffff9"/>
        <w:ind w:left="420" w:hangingChars="200" w:hanging="420"/>
        <w:rPr>
          <w:rFonts w:ascii="黑体" w:eastAsia="黑体" w:hAnsi="黑体"/>
        </w:rPr>
      </w:pPr>
      <w:r w:rsidRPr="001D2EB6">
        <w:rPr>
          <w:rFonts w:ascii="黑体" w:eastAsia="黑体" w:hAnsi="黑体"/>
        </w:rPr>
        <w:br/>
      </w:r>
      <w:r w:rsidRPr="00967753">
        <w:rPr>
          <w:rFonts w:ascii="黑体" w:eastAsia="黑体" w:hAnsi="黑体" w:hint="eastAsia"/>
        </w:rPr>
        <w:t>抗冲击性能</w:t>
      </w:r>
      <w:r w:rsidRPr="00967753">
        <w:rPr>
          <w:rFonts w:ascii="黑体" w:eastAsia="黑体" w:hAnsi="黑体"/>
        </w:rPr>
        <w:t xml:space="preserve"> </w:t>
      </w:r>
      <w:r w:rsidRPr="00967753">
        <w:rPr>
          <w:rFonts w:ascii="黑体" w:eastAsia="黑体" w:hAnsi="黑体" w:hint="eastAsia"/>
        </w:rPr>
        <w:t xml:space="preserve"> </w:t>
      </w:r>
      <w:r w:rsidRPr="00967753">
        <w:rPr>
          <w:rFonts w:ascii="黑体" w:eastAsia="黑体" w:hAnsi="黑体"/>
        </w:rPr>
        <w:t>impact resistance</w:t>
      </w:r>
    </w:p>
    <w:p w14:paraId="705CB350"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（材料）耐冲击力破碎的性能。</w:t>
      </w:r>
    </w:p>
    <w:p w14:paraId="2F57FE7F"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proofErr w:type="gramStart"/>
      <w:r w:rsidRPr="001D2EB6">
        <w:rPr>
          <w:rFonts w:ascii="黑体" w:eastAsia="黑体" w:hAnsi="黑体" w:hint="eastAsia"/>
        </w:rPr>
        <w:t>抗张积</w:t>
      </w:r>
      <w:proofErr w:type="gramEnd"/>
      <w:r w:rsidRPr="001D2EB6">
        <w:rPr>
          <w:rFonts w:ascii="黑体" w:eastAsia="黑体" w:hAnsi="黑体" w:hint="eastAsia"/>
        </w:rPr>
        <w:t xml:space="preserve"> </w:t>
      </w:r>
      <w:r w:rsidRPr="001D2EB6">
        <w:rPr>
          <w:rFonts w:ascii="黑体" w:eastAsia="黑体" w:hAnsi="黑体"/>
        </w:rPr>
        <w:t xml:space="preserve"> tensile product</w:t>
      </w:r>
    </w:p>
    <w:p w14:paraId="5DCB207B" w14:textId="77777777" w:rsidR="00C645D3" w:rsidRPr="001D2EB6" w:rsidRDefault="00C645D3" w:rsidP="00C645D3">
      <w:pPr>
        <w:pStyle w:val="affffffffffff7"/>
        <w:ind w:firstLineChars="200" w:firstLine="420"/>
        <w:rPr>
          <w:rFonts w:eastAsia="宋体"/>
        </w:rPr>
      </w:pPr>
      <w:r w:rsidRPr="001D2EB6">
        <w:rPr>
          <w:rFonts w:eastAsia="宋体"/>
        </w:rPr>
        <w:t>试样拉伸强度与扯断伸长率的乘积。</w:t>
      </w:r>
    </w:p>
    <w:p w14:paraId="54AA006C"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百分比伸长率  percent elongation</w:t>
      </w:r>
    </w:p>
    <w:p w14:paraId="18DF2519"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试样或试样中截面均匀的规定部分的伸长，以原始长度的百分数表示。</w:t>
      </w:r>
    </w:p>
    <w:p w14:paraId="439EFF35"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回缩</w:t>
      </w:r>
      <w:r w:rsidRPr="001D2EB6">
        <w:rPr>
          <w:rFonts w:ascii="黑体" w:eastAsia="黑体" w:hAnsi="黑体"/>
        </w:rPr>
        <w:t xml:space="preserve"> </w:t>
      </w:r>
      <w:r w:rsidRPr="001D2EB6">
        <w:rPr>
          <w:rFonts w:ascii="黑体" w:eastAsia="黑体" w:hAnsi="黑体" w:hint="eastAsia"/>
        </w:rPr>
        <w:t xml:space="preserve"> </w:t>
      </w:r>
      <w:r w:rsidRPr="001D2EB6">
        <w:rPr>
          <w:rFonts w:ascii="黑体" w:eastAsia="黑体" w:hAnsi="黑体"/>
        </w:rPr>
        <w:t>nerve</w:t>
      </w:r>
    </w:p>
    <w:p w14:paraId="45B166E6"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生橡胶或</w:t>
      </w:r>
      <w:proofErr w:type="gramStart"/>
      <w:r w:rsidRPr="001D2EB6">
        <w:rPr>
          <w:rFonts w:ascii="宋体" w:eastAsia="宋体" w:hAnsi="宋体"/>
        </w:rPr>
        <w:t>未硫化胶</w:t>
      </w:r>
      <w:proofErr w:type="gramEnd"/>
      <w:r w:rsidRPr="001D2EB6">
        <w:rPr>
          <w:rFonts w:ascii="宋体" w:eastAsia="宋体" w:hAnsi="宋体"/>
        </w:rPr>
        <w:t>对变形的弹性抵抗。</w:t>
      </w:r>
    </w:p>
    <w:p w14:paraId="41C56CCE" w14:textId="77777777" w:rsidR="008F62CA" w:rsidRPr="008F62CA" w:rsidRDefault="00C645D3" w:rsidP="00A45079">
      <w:pPr>
        <w:pStyle w:val="afff6"/>
        <w:ind w:firstLine="52"/>
      </w:pPr>
      <w:r w:rsidRPr="001D2EB6">
        <w:t>回缩通常影响压延胶片厚度、挤出胶尺寸及表面特性。</w:t>
      </w:r>
    </w:p>
    <w:p w14:paraId="4DEC0037" w14:textId="77777777" w:rsidR="008F62CA" w:rsidRPr="008F62CA" w:rsidRDefault="008F62CA" w:rsidP="00BF355F">
      <w:pPr>
        <w:pStyle w:val="afffffffffff9"/>
        <w:adjustRightInd w:val="0"/>
        <w:snapToGrid w:val="0"/>
        <w:ind w:left="420" w:hangingChars="200" w:hanging="420"/>
        <w:rPr>
          <w:rFonts w:ascii="黑体" w:eastAsia="黑体" w:hAnsi="黑体"/>
        </w:rPr>
      </w:pPr>
      <w:r>
        <w:rPr>
          <w:rFonts w:ascii="黑体" w:eastAsia="黑体" w:hAnsi="黑体"/>
        </w:rPr>
        <w:br w:type="textWrapping" w:clear="all"/>
      </w:r>
      <w:r w:rsidRPr="008F62CA">
        <w:rPr>
          <w:rFonts w:ascii="黑体" w:eastAsia="黑体" w:hAnsi="黑体" w:hint="eastAsia"/>
          <w:szCs w:val="21"/>
        </w:rPr>
        <w:t xml:space="preserve">回弹 </w:t>
      </w:r>
      <w:r w:rsidR="00B0514B">
        <w:rPr>
          <w:rFonts w:ascii="黑体" w:eastAsia="黑体" w:hAnsi="黑体" w:hint="eastAsia"/>
          <w:szCs w:val="21"/>
        </w:rPr>
        <w:t xml:space="preserve"> </w:t>
      </w:r>
      <w:r w:rsidRPr="008F62CA">
        <w:rPr>
          <w:rFonts w:ascii="黑体" w:eastAsia="黑体" w:hAnsi="黑体" w:hint="eastAsia"/>
          <w:szCs w:val="21"/>
        </w:rPr>
        <w:t xml:space="preserve">resilience </w:t>
      </w:r>
    </w:p>
    <w:p w14:paraId="71D10E9A" w14:textId="77777777" w:rsidR="00436EA7" w:rsidRDefault="008F62CA" w:rsidP="00BF355F">
      <w:pPr>
        <w:tabs>
          <w:tab w:val="left" w:pos="2422"/>
        </w:tabs>
        <w:snapToGrid w:val="0"/>
        <w:spacing w:line="240" w:lineRule="auto"/>
        <w:jc w:val="left"/>
        <w:rPr>
          <w:rFonts w:ascii="黑体" w:eastAsia="黑体" w:hAnsi="黑体"/>
        </w:rPr>
      </w:pPr>
      <w:r w:rsidRPr="00781C7F">
        <w:rPr>
          <w:rFonts w:hint="eastAsia"/>
          <w:b/>
        </w:rPr>
        <w:t xml:space="preserve">    </w:t>
      </w:r>
      <w:r w:rsidRPr="00781C7F">
        <w:rPr>
          <w:rFonts w:hint="eastAsia"/>
        </w:rPr>
        <w:t>变形试件快速（或瞬时）完全恢复时的能量输出与能量输入的比率。</w:t>
      </w:r>
    </w:p>
    <w:p w14:paraId="7C2A14DD" w14:textId="77777777" w:rsidR="00436EA7" w:rsidRPr="00436EA7" w:rsidRDefault="00436EA7" w:rsidP="00BF355F">
      <w:pPr>
        <w:pStyle w:val="afffffffffff9"/>
        <w:adjustRightInd w:val="0"/>
        <w:snapToGrid w:val="0"/>
        <w:ind w:left="420" w:hangingChars="200" w:hanging="420"/>
        <w:rPr>
          <w:rFonts w:ascii="黑体" w:eastAsia="黑体" w:hAnsi="黑体"/>
        </w:rPr>
      </w:pPr>
      <w:r>
        <w:rPr>
          <w:rFonts w:ascii="黑体" w:eastAsia="黑体" w:hAnsi="黑体"/>
        </w:rPr>
        <w:br w:type="textWrapping" w:clear="all"/>
      </w:r>
      <w:r w:rsidRPr="00436EA7">
        <w:rPr>
          <w:rFonts w:ascii="黑体" w:eastAsia="黑体" w:hAnsi="黑体" w:hint="eastAsia"/>
          <w:szCs w:val="21"/>
        </w:rPr>
        <w:t xml:space="preserve">形状记忆 </w:t>
      </w:r>
      <w:r w:rsidR="00967753">
        <w:rPr>
          <w:rFonts w:ascii="黑体" w:eastAsia="黑体" w:hAnsi="黑体" w:hint="eastAsia"/>
          <w:szCs w:val="21"/>
        </w:rPr>
        <w:t xml:space="preserve"> </w:t>
      </w:r>
      <w:r w:rsidRPr="00436EA7">
        <w:rPr>
          <w:rFonts w:ascii="黑体" w:eastAsia="黑体" w:hAnsi="黑体" w:hint="eastAsia"/>
          <w:szCs w:val="21"/>
        </w:rPr>
        <w:t>shape memory</w:t>
      </w:r>
    </w:p>
    <w:p w14:paraId="756F6A47" w14:textId="77777777" w:rsidR="00436EA7" w:rsidRPr="00436EA7" w:rsidRDefault="00436EA7" w:rsidP="00BF355F">
      <w:pPr>
        <w:tabs>
          <w:tab w:val="left" w:pos="2422"/>
        </w:tabs>
        <w:snapToGrid w:val="0"/>
        <w:spacing w:line="240" w:lineRule="auto"/>
        <w:jc w:val="left"/>
      </w:pPr>
      <w:r w:rsidRPr="00781C7F">
        <w:rPr>
          <w:rFonts w:hint="eastAsia"/>
          <w:b/>
        </w:rPr>
        <w:t xml:space="preserve">    </w:t>
      </w:r>
      <w:r w:rsidRPr="00781C7F">
        <w:rPr>
          <w:rFonts w:hint="eastAsia"/>
        </w:rPr>
        <w:t>橡胶在变形后恢复到原来的尺寸和形状的能力。</w:t>
      </w:r>
    </w:p>
    <w:p w14:paraId="4E4D19B5"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压延效应</w:t>
      </w:r>
      <w:r w:rsidRPr="001D2EB6">
        <w:rPr>
          <w:rFonts w:ascii="黑体" w:eastAsia="黑体" w:hAnsi="黑体"/>
        </w:rPr>
        <w:t xml:space="preserve"> </w:t>
      </w:r>
      <w:r w:rsidRPr="001D2EB6">
        <w:rPr>
          <w:rFonts w:ascii="黑体" w:eastAsia="黑体" w:hAnsi="黑体" w:hint="eastAsia"/>
        </w:rPr>
        <w:t xml:space="preserve"> </w:t>
      </w:r>
      <w:r w:rsidRPr="001D2EB6">
        <w:rPr>
          <w:rFonts w:ascii="黑体" w:eastAsia="黑体" w:hAnsi="黑体"/>
        </w:rPr>
        <w:t>grain</w:t>
      </w:r>
    </w:p>
    <w:p w14:paraId="7EE00E97"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单向性</w:t>
      </w:r>
    </w:p>
    <w:p w14:paraId="749CAEE3"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lastRenderedPageBreak/>
        <w:t>由橡胶和（或）填料粒子的单向取向导致的材料各向异性现象。</w:t>
      </w:r>
    </w:p>
    <w:p w14:paraId="39EE3A5E" w14:textId="77777777" w:rsidR="00C645D3" w:rsidRPr="00967753" w:rsidRDefault="00C645D3" w:rsidP="00C645D3">
      <w:pPr>
        <w:pStyle w:val="afffffffffff9"/>
        <w:ind w:left="420" w:hangingChars="200" w:hanging="420"/>
        <w:rPr>
          <w:rFonts w:ascii="黑体" w:eastAsia="黑体" w:hAnsi="黑体"/>
        </w:rPr>
      </w:pPr>
      <w:r w:rsidRPr="001D2EB6">
        <w:rPr>
          <w:rFonts w:ascii="黑体" w:eastAsia="黑体" w:hAnsi="黑体"/>
        </w:rPr>
        <w:br/>
      </w:r>
      <w:r w:rsidRPr="00967753">
        <w:rPr>
          <w:rFonts w:ascii="黑体" w:eastAsia="黑体" w:hAnsi="黑体" w:hint="eastAsia"/>
        </w:rPr>
        <w:t>疲劳破坏</w:t>
      </w:r>
      <w:r w:rsidRPr="00967753">
        <w:rPr>
          <w:rFonts w:ascii="黑体" w:eastAsia="黑体" w:hAnsi="黑体"/>
        </w:rPr>
        <w:t xml:space="preserve"> </w:t>
      </w:r>
      <w:r w:rsidRPr="00967753">
        <w:rPr>
          <w:rFonts w:ascii="黑体" w:eastAsia="黑体" w:hAnsi="黑体" w:hint="eastAsia"/>
        </w:rPr>
        <w:t xml:space="preserve"> </w:t>
      </w:r>
      <w:r w:rsidRPr="00967753">
        <w:rPr>
          <w:rFonts w:ascii="黑体" w:eastAsia="黑体" w:hAnsi="黑体"/>
        </w:rPr>
        <w:t>fatigue breakdown</w:t>
      </w:r>
    </w:p>
    <w:p w14:paraId="03420464"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试样或产品因周期性变形而导致的性能下降。</w:t>
      </w:r>
    </w:p>
    <w:p w14:paraId="16AF1472" w14:textId="77777777" w:rsidR="00C645D3" w:rsidRPr="001D2EB6" w:rsidRDefault="00C645D3" w:rsidP="00A45079">
      <w:pPr>
        <w:pStyle w:val="afff6"/>
        <w:ind w:firstLine="52"/>
      </w:pPr>
      <w:r w:rsidRPr="001D2EB6">
        <w:t>环境因素如温度、氧、臭氧和活性液体</w:t>
      </w:r>
      <w:r w:rsidRPr="001D2EB6">
        <w:rPr>
          <w:rFonts w:hint="eastAsia"/>
        </w:rPr>
        <w:t>对</w:t>
      </w:r>
      <w:r w:rsidRPr="001D2EB6">
        <w:t>性能下降的速率</w:t>
      </w:r>
      <w:r w:rsidRPr="001D2EB6">
        <w:rPr>
          <w:rFonts w:hint="eastAsia"/>
        </w:rPr>
        <w:t>有直接影响</w:t>
      </w:r>
      <w:r w:rsidRPr="001D2EB6">
        <w:t>。</w:t>
      </w:r>
    </w:p>
    <w:p w14:paraId="55B02205"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疲劳寿命</w:t>
      </w:r>
      <w:r w:rsidRPr="001D2EB6">
        <w:t>（动态）</w:t>
      </w:r>
      <w:r w:rsidR="00967753">
        <w:rPr>
          <w:rFonts w:hint="eastAsia"/>
        </w:rPr>
        <w:t xml:space="preserve"> </w:t>
      </w:r>
      <w:r w:rsidRPr="001D2EB6">
        <w:rPr>
          <w:rFonts w:hint="eastAsia"/>
        </w:rPr>
        <w:t xml:space="preserve"> </w:t>
      </w:r>
      <w:r w:rsidRPr="001D2EB6">
        <w:rPr>
          <w:rFonts w:ascii="黑体" w:eastAsia="黑体" w:hAnsi="黑体"/>
        </w:rPr>
        <w:t>fatigue life</w:t>
      </w:r>
      <w:r w:rsidRPr="001D2EB6">
        <w:t xml:space="preserve"> (dynamic)</w:t>
      </w:r>
    </w:p>
    <w:p w14:paraId="61160B08"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使</w:t>
      </w:r>
      <w:r w:rsidRPr="001D2EB6">
        <w:rPr>
          <w:rFonts w:ascii="宋体" w:eastAsia="宋体" w:hAnsi="宋体"/>
        </w:rPr>
        <w:t>在一组规定条件下变形的试样或产品产生规定的疲劳破坏程度所需的变形次数。</w:t>
      </w:r>
    </w:p>
    <w:p w14:paraId="25B21D5B"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 xml:space="preserve">屈挠试验机 </w:t>
      </w:r>
      <w:r w:rsidRPr="001D2EB6">
        <w:rPr>
          <w:rFonts w:ascii="黑体" w:eastAsia="黑体" w:hAnsi="黑体"/>
        </w:rPr>
        <w:t xml:space="preserve"> </w:t>
      </w:r>
      <w:proofErr w:type="spellStart"/>
      <w:r w:rsidRPr="001D2EB6">
        <w:rPr>
          <w:rFonts w:ascii="黑体" w:eastAsia="黑体" w:hAnsi="黑体"/>
        </w:rPr>
        <w:t>flexometer</w:t>
      </w:r>
      <w:proofErr w:type="spellEnd"/>
    </w:p>
    <w:p w14:paraId="3D1CF1AB"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可使试样经受带有弯曲运动的压缩、拉伸、剪切及其任何组合的循环形变的</w:t>
      </w:r>
      <w:r w:rsidRPr="001D2EB6">
        <w:rPr>
          <w:rFonts w:ascii="宋体" w:eastAsia="宋体" w:hAnsi="宋体" w:hint="eastAsia"/>
        </w:rPr>
        <w:t>设备</w:t>
      </w:r>
      <w:r w:rsidRPr="001D2EB6">
        <w:rPr>
          <w:rFonts w:ascii="宋体" w:eastAsia="宋体" w:hAnsi="宋体"/>
        </w:rPr>
        <w:t>。</w:t>
      </w:r>
    </w:p>
    <w:p w14:paraId="1A6FFD26" w14:textId="77777777" w:rsidR="00C645D3" w:rsidRPr="001D2EB6" w:rsidRDefault="00C645D3" w:rsidP="00A45079">
      <w:pPr>
        <w:pStyle w:val="afff6"/>
        <w:ind w:firstLine="52"/>
      </w:pPr>
      <w:r w:rsidRPr="001D2EB6">
        <w:rPr>
          <w:rFonts w:hint="eastAsia"/>
        </w:rPr>
        <w:t>在一些国家本术语仅适用于测量温度升高和/或热积累效应的设备。</w:t>
      </w:r>
    </w:p>
    <w:p w14:paraId="554F4DFB"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 xml:space="preserve">屈挠寿命 </w:t>
      </w:r>
      <w:r w:rsidRPr="001D2EB6">
        <w:rPr>
          <w:rFonts w:ascii="黑体" w:eastAsia="黑体" w:hAnsi="黑体"/>
        </w:rPr>
        <w:t xml:space="preserve"> flex life</w:t>
      </w:r>
    </w:p>
    <w:p w14:paraId="5E6F7258"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使试样以规定方式屈挠而达到规定的破坏程度所需的往复次数。</w:t>
      </w:r>
    </w:p>
    <w:p w14:paraId="748283D7" w14:textId="77777777" w:rsidR="00C645D3" w:rsidRPr="003A6161" w:rsidRDefault="00C645D3" w:rsidP="00C645D3">
      <w:pPr>
        <w:pStyle w:val="afffffffffff9"/>
        <w:ind w:left="420" w:hangingChars="200" w:hanging="420"/>
        <w:rPr>
          <w:rFonts w:ascii="黑体" w:eastAsia="黑体" w:hAnsi="黑体"/>
        </w:rPr>
      </w:pPr>
      <w:r w:rsidRPr="001D2EB6">
        <w:rPr>
          <w:rFonts w:ascii="黑体" w:eastAsia="黑体" w:hAnsi="黑体"/>
        </w:rPr>
        <w:br/>
      </w:r>
      <w:r w:rsidRPr="003A6161">
        <w:rPr>
          <w:rFonts w:ascii="黑体" w:eastAsia="黑体" w:hAnsi="黑体" w:hint="eastAsia"/>
        </w:rPr>
        <w:t xml:space="preserve">撕裂 </w:t>
      </w:r>
      <w:r w:rsidRPr="003A6161">
        <w:rPr>
          <w:rFonts w:ascii="黑体" w:eastAsia="黑体" w:hAnsi="黑体"/>
        </w:rPr>
        <w:t xml:space="preserve"> tear</w:t>
      </w:r>
    </w:p>
    <w:p w14:paraId="4E08C232"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由于在切口、锐利棱角或局部变形处高应力集中引起的橡胶机械性破裂。</w:t>
      </w:r>
    </w:p>
    <w:p w14:paraId="410ED201" w14:textId="77777777" w:rsidR="00C645D3" w:rsidRPr="003A6161" w:rsidRDefault="00C645D3" w:rsidP="00C645D3">
      <w:pPr>
        <w:pStyle w:val="afffffffffff9"/>
        <w:ind w:left="420" w:hangingChars="200" w:hanging="420"/>
        <w:rPr>
          <w:rFonts w:ascii="黑体" w:eastAsia="黑体" w:hAnsi="黑体"/>
        </w:rPr>
      </w:pPr>
      <w:r w:rsidRPr="001D2EB6">
        <w:rPr>
          <w:rFonts w:ascii="黑体" w:eastAsia="黑体" w:hAnsi="黑体"/>
        </w:rPr>
        <w:br/>
      </w:r>
      <w:r w:rsidRPr="003A6161">
        <w:rPr>
          <w:rFonts w:ascii="黑体" w:eastAsia="黑体" w:hAnsi="黑体" w:hint="eastAsia"/>
        </w:rPr>
        <w:t>撕裂强度</w:t>
      </w:r>
      <w:r w:rsidRPr="003A6161">
        <w:rPr>
          <w:rFonts w:ascii="黑体" w:eastAsia="黑体" w:hAnsi="黑体"/>
        </w:rPr>
        <w:t xml:space="preserve"> </w:t>
      </w:r>
      <w:r w:rsidRPr="003A6161">
        <w:rPr>
          <w:rFonts w:ascii="黑体" w:eastAsia="黑体" w:hAnsi="黑体" w:hint="eastAsia"/>
        </w:rPr>
        <w:t xml:space="preserve"> </w:t>
      </w:r>
      <w:r w:rsidRPr="003A6161">
        <w:rPr>
          <w:rFonts w:ascii="黑体" w:eastAsia="黑体" w:hAnsi="黑体"/>
        </w:rPr>
        <w:t>tear strength</w:t>
      </w:r>
    </w:p>
    <w:p w14:paraId="709B4208" w14:textId="77777777" w:rsidR="00C645D3" w:rsidRPr="001D2EB6" w:rsidRDefault="00C645D3" w:rsidP="00C645D3">
      <w:pPr>
        <w:pStyle w:val="affffffffffff7"/>
        <w:ind w:firstLineChars="200" w:firstLine="420"/>
        <w:rPr>
          <w:rFonts w:ascii="宋体" w:eastAsia="宋体" w:hAnsi="宋体"/>
        </w:rPr>
      </w:pPr>
      <w:proofErr w:type="gramStart"/>
      <w:r w:rsidRPr="001D2EB6">
        <w:rPr>
          <w:rFonts w:ascii="宋体" w:eastAsia="宋体" w:hAnsi="宋体"/>
        </w:rPr>
        <w:t>沿基本</w:t>
      </w:r>
      <w:proofErr w:type="gramEnd"/>
      <w:r w:rsidRPr="001D2EB6">
        <w:rPr>
          <w:rFonts w:ascii="宋体" w:eastAsia="宋体" w:hAnsi="宋体"/>
        </w:rPr>
        <w:t>平行于试样主轴方向撕裂规定试样所需的力。</w:t>
      </w:r>
    </w:p>
    <w:p w14:paraId="0F412CAA"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 xml:space="preserve">蠕变 </w:t>
      </w:r>
      <w:r w:rsidRPr="001D2EB6">
        <w:rPr>
          <w:rFonts w:ascii="黑体" w:eastAsia="黑体" w:hAnsi="黑体"/>
        </w:rPr>
        <w:t xml:space="preserve"> creep </w:t>
      </w:r>
      <w:r w:rsidRPr="001D2EB6">
        <w:t xml:space="preserve"> </w:t>
      </w:r>
    </w:p>
    <w:p w14:paraId="525B1DB2" w14:textId="77777777" w:rsidR="00C645D3" w:rsidRDefault="00C645D3" w:rsidP="00C645D3">
      <w:pPr>
        <w:pStyle w:val="affffffffffff7"/>
        <w:ind w:firstLineChars="200" w:firstLine="420"/>
        <w:rPr>
          <w:rFonts w:ascii="宋体" w:eastAsia="宋体" w:hAnsi="宋体"/>
        </w:rPr>
      </w:pPr>
      <w:r w:rsidRPr="001D2EB6">
        <w:rPr>
          <w:rFonts w:ascii="宋体" w:eastAsia="宋体" w:hAnsi="宋体" w:hint="eastAsia"/>
        </w:rPr>
        <w:t>因施加应力而产生的</w:t>
      </w:r>
      <w:r w:rsidRPr="001D2EB6">
        <w:rPr>
          <w:rFonts w:ascii="宋体" w:eastAsia="宋体" w:hAnsi="宋体"/>
        </w:rPr>
        <w:t>应变随时间</w:t>
      </w:r>
      <w:r w:rsidRPr="001D2EB6">
        <w:rPr>
          <w:rFonts w:ascii="宋体" w:eastAsia="宋体" w:hAnsi="宋体" w:hint="eastAsia"/>
        </w:rPr>
        <w:t>的</w:t>
      </w:r>
      <w:r w:rsidRPr="001D2EB6">
        <w:rPr>
          <w:rFonts w:ascii="宋体" w:eastAsia="宋体" w:hAnsi="宋体"/>
        </w:rPr>
        <w:t>增</w:t>
      </w:r>
      <w:r w:rsidRPr="001D2EB6">
        <w:rPr>
          <w:rFonts w:ascii="宋体" w:eastAsia="宋体" w:hAnsi="宋体" w:hint="eastAsia"/>
        </w:rPr>
        <w:t>大</w:t>
      </w:r>
      <w:r w:rsidRPr="001D2EB6">
        <w:rPr>
          <w:rFonts w:ascii="宋体" w:eastAsia="宋体" w:hAnsi="宋体"/>
        </w:rPr>
        <w:t>。</w:t>
      </w:r>
    </w:p>
    <w:p w14:paraId="0C8F0863" w14:textId="77777777" w:rsidR="00751340" w:rsidRPr="003A6161" w:rsidRDefault="00751340" w:rsidP="00751340">
      <w:pPr>
        <w:pStyle w:val="afffffffffff9"/>
        <w:ind w:left="420" w:hangingChars="200" w:hanging="420"/>
        <w:rPr>
          <w:rFonts w:ascii="黑体" w:eastAsia="黑体" w:hAnsi="黑体"/>
        </w:rPr>
      </w:pPr>
      <w:r w:rsidRPr="001D2EB6">
        <w:rPr>
          <w:rFonts w:ascii="黑体" w:eastAsia="黑体" w:hAnsi="黑体"/>
        </w:rPr>
        <w:br/>
      </w:r>
      <w:r w:rsidRPr="003A6161">
        <w:rPr>
          <w:rFonts w:ascii="黑体" w:eastAsia="黑体" w:hAnsi="黑体" w:hint="eastAsia"/>
        </w:rPr>
        <w:t>阻尼</w:t>
      </w:r>
      <w:r w:rsidRPr="003A6161">
        <w:rPr>
          <w:rFonts w:ascii="黑体" w:eastAsia="黑体" w:hAnsi="黑体"/>
        </w:rPr>
        <w:t xml:space="preserve"> </w:t>
      </w:r>
      <w:r w:rsidRPr="003A6161">
        <w:rPr>
          <w:rFonts w:ascii="黑体" w:eastAsia="黑体" w:hAnsi="黑体" w:hint="eastAsia"/>
        </w:rPr>
        <w:t xml:space="preserve"> </w:t>
      </w:r>
      <w:r w:rsidRPr="003A6161">
        <w:rPr>
          <w:rFonts w:ascii="黑体" w:eastAsia="黑体" w:hAnsi="黑体" w:hint="eastAsia"/>
          <w:szCs w:val="21"/>
        </w:rPr>
        <w:t>damping</w:t>
      </w:r>
    </w:p>
    <w:p w14:paraId="664185D2" w14:textId="77777777" w:rsidR="00751340" w:rsidRPr="001D2EB6" w:rsidRDefault="00751340" w:rsidP="00751340">
      <w:pPr>
        <w:pStyle w:val="affffffffffff7"/>
        <w:ind w:firstLineChars="200" w:firstLine="420"/>
        <w:rPr>
          <w:rFonts w:ascii="宋体" w:eastAsia="宋体" w:hAnsi="宋体"/>
        </w:rPr>
      </w:pPr>
      <w:r w:rsidRPr="00751340">
        <w:rPr>
          <w:rFonts w:ascii="宋体" w:eastAsia="宋体" w:hAnsi="宋体" w:hint="eastAsia"/>
        </w:rPr>
        <w:t>指摇荡系统或振动系统受到阻滞使能量随时间而耗散的物理现象</w:t>
      </w:r>
      <w:r w:rsidRPr="001D2EB6">
        <w:rPr>
          <w:rFonts w:ascii="宋体" w:eastAsia="宋体" w:hAnsi="宋体"/>
        </w:rPr>
        <w:t>。</w:t>
      </w:r>
    </w:p>
    <w:p w14:paraId="7AB7AA8B" w14:textId="77777777" w:rsidR="00751340" w:rsidRPr="003A6161" w:rsidRDefault="00751340" w:rsidP="00751340">
      <w:pPr>
        <w:pStyle w:val="afffffffffff9"/>
        <w:ind w:left="420" w:hangingChars="200" w:hanging="420"/>
        <w:rPr>
          <w:rFonts w:ascii="黑体" w:eastAsia="黑体" w:hAnsi="黑体"/>
        </w:rPr>
      </w:pPr>
      <w:r w:rsidRPr="001D2EB6">
        <w:rPr>
          <w:rFonts w:ascii="黑体" w:eastAsia="黑体" w:hAnsi="黑体"/>
        </w:rPr>
        <w:br/>
      </w:r>
      <w:r w:rsidRPr="003A6161">
        <w:rPr>
          <w:rFonts w:ascii="黑体" w:eastAsia="黑体" w:hAnsi="黑体" w:hint="eastAsia"/>
          <w:szCs w:val="21"/>
        </w:rPr>
        <w:t xml:space="preserve">阻尼常数 </w:t>
      </w:r>
      <w:r w:rsidRPr="003A6161">
        <w:rPr>
          <w:rFonts w:ascii="黑体" w:eastAsia="黑体" w:hAnsi="黑体"/>
        </w:rPr>
        <w:t xml:space="preserve"> </w:t>
      </w:r>
      <w:r w:rsidRPr="003A6161">
        <w:rPr>
          <w:rFonts w:ascii="黑体" w:eastAsia="黑体" w:hAnsi="黑体" w:hint="eastAsia"/>
          <w:szCs w:val="21"/>
        </w:rPr>
        <w:t>damping constant</w:t>
      </w:r>
    </w:p>
    <w:p w14:paraId="73168DDB" w14:textId="77777777" w:rsidR="00D4707F" w:rsidRPr="00D4707F" w:rsidRDefault="00751340" w:rsidP="00751340">
      <w:pPr>
        <w:pStyle w:val="affffffffffff7"/>
        <w:ind w:firstLineChars="200" w:firstLine="420"/>
      </w:pPr>
      <w:r w:rsidRPr="00D56457">
        <w:rPr>
          <w:rFonts w:ascii="宋体" w:eastAsia="宋体" w:hAnsi="宋体" w:hint="eastAsia"/>
        </w:rPr>
        <w:t>与形变相交（成90</w:t>
      </w:r>
      <w:r w:rsidRPr="00D56457">
        <w:rPr>
          <w:rFonts w:ascii="宋体" w:eastAsia="宋体" w:hAnsi="宋体" w:hint="eastAsia"/>
          <w:vertAlign w:val="superscript"/>
        </w:rPr>
        <w:t>o</w:t>
      </w:r>
      <w:r w:rsidR="00D87E43">
        <w:rPr>
          <w:rFonts w:ascii="宋体" w:eastAsia="宋体" w:hAnsi="宋体" w:hint="eastAsia"/>
        </w:rPr>
        <w:t>角</w:t>
      </w:r>
      <w:r w:rsidRPr="00D56457">
        <w:rPr>
          <w:rFonts w:ascii="宋体" w:eastAsia="宋体" w:hAnsi="宋体" w:hint="eastAsia"/>
        </w:rPr>
        <w:t>）方向上的应力分量除以形变速率</w:t>
      </w:r>
      <w:r w:rsidRPr="00D56457">
        <w:rPr>
          <w:rFonts w:ascii="宋体" w:eastAsia="宋体" w:hAnsi="宋体"/>
        </w:rPr>
        <w:t>。</w:t>
      </w:r>
    </w:p>
    <w:p w14:paraId="434CF209" w14:textId="77777777" w:rsidR="00B04F76" w:rsidRPr="003A6161" w:rsidRDefault="00B04F76" w:rsidP="00BF355F">
      <w:pPr>
        <w:pStyle w:val="afffffffffff9"/>
        <w:adjustRightInd w:val="0"/>
        <w:snapToGrid w:val="0"/>
        <w:ind w:left="420" w:hangingChars="200" w:hanging="420"/>
        <w:rPr>
          <w:rFonts w:ascii="黑体" w:eastAsia="黑体" w:hAnsi="黑体"/>
        </w:rPr>
      </w:pPr>
      <w:r>
        <w:rPr>
          <w:rFonts w:ascii="黑体" w:eastAsia="黑体" w:hAnsi="黑体"/>
        </w:rPr>
        <w:br w:type="textWrapping" w:clear="all"/>
      </w:r>
      <w:r w:rsidRPr="003A6161">
        <w:rPr>
          <w:rFonts w:ascii="黑体" w:eastAsia="黑体" w:hAnsi="黑体" w:hint="eastAsia"/>
          <w:szCs w:val="21"/>
        </w:rPr>
        <w:t>阻尼因子 damping factor</w:t>
      </w:r>
    </w:p>
    <w:p w14:paraId="79EE1743" w14:textId="77777777" w:rsidR="00751340" w:rsidRPr="00D56457" w:rsidRDefault="00B04F76" w:rsidP="00751340">
      <w:pPr>
        <w:snapToGrid w:val="0"/>
        <w:spacing w:line="240" w:lineRule="auto"/>
        <w:ind w:firstLine="408"/>
      </w:pPr>
      <w:r w:rsidRPr="00D56457">
        <w:rPr>
          <w:rFonts w:hint="eastAsia"/>
        </w:rPr>
        <w:t>损耗因子</w:t>
      </w:r>
    </w:p>
    <w:p w14:paraId="3DFF56EE" w14:textId="77777777" w:rsidR="00751340" w:rsidRPr="00D56457" w:rsidRDefault="00751340" w:rsidP="00751340">
      <w:pPr>
        <w:snapToGrid w:val="0"/>
        <w:spacing w:line="240" w:lineRule="auto"/>
        <w:ind w:firstLine="408"/>
      </w:pPr>
      <w:r w:rsidRPr="00D56457">
        <w:rPr>
          <w:rFonts w:hint="eastAsia"/>
        </w:rPr>
        <w:t>损耗因数</w:t>
      </w:r>
    </w:p>
    <w:p w14:paraId="07B6D064" w14:textId="77777777" w:rsidR="00B04F76" w:rsidRPr="00B04F76" w:rsidRDefault="00B04F76" w:rsidP="00751340">
      <w:pPr>
        <w:snapToGrid w:val="0"/>
        <w:spacing w:line="240" w:lineRule="auto"/>
        <w:ind w:firstLine="408"/>
      </w:pPr>
      <w:r w:rsidRPr="00D56457">
        <w:rPr>
          <w:rFonts w:hint="eastAsia"/>
        </w:rPr>
        <w:t>每周期耗散能量与在一周期内的最大贮能之比。</w:t>
      </w:r>
    </w:p>
    <w:p w14:paraId="0B653D56" w14:textId="77777777" w:rsidR="008F131A" w:rsidRPr="002F2650" w:rsidRDefault="008F131A" w:rsidP="00BF355F">
      <w:pPr>
        <w:pStyle w:val="afffffffffff9"/>
        <w:adjustRightInd w:val="0"/>
        <w:snapToGrid w:val="0"/>
        <w:ind w:left="420" w:hangingChars="200" w:hanging="420"/>
        <w:rPr>
          <w:rFonts w:ascii="黑体" w:eastAsia="黑体" w:hAnsi="黑体"/>
        </w:rPr>
      </w:pPr>
      <w:r>
        <w:rPr>
          <w:rFonts w:ascii="黑体" w:eastAsia="黑体" w:hAnsi="黑体"/>
        </w:rPr>
        <w:br w:type="textWrapping" w:clear="all"/>
      </w:r>
      <w:r w:rsidRPr="002F2650">
        <w:rPr>
          <w:rFonts w:ascii="黑体" w:eastAsia="黑体" w:hAnsi="黑体" w:hint="eastAsia"/>
          <w:szCs w:val="21"/>
        </w:rPr>
        <w:t>剪切强度</w:t>
      </w:r>
      <w:r w:rsidR="002F2650" w:rsidRPr="002F2650">
        <w:rPr>
          <w:rFonts w:ascii="黑体" w:eastAsia="黑体" w:hAnsi="黑体" w:hint="eastAsia"/>
          <w:szCs w:val="21"/>
        </w:rPr>
        <w:t xml:space="preserve"> </w:t>
      </w:r>
      <w:r w:rsidRPr="002F2650">
        <w:rPr>
          <w:rFonts w:ascii="黑体" w:eastAsia="黑体" w:hAnsi="黑体" w:hint="eastAsia"/>
          <w:szCs w:val="21"/>
        </w:rPr>
        <w:t xml:space="preserve"> shear strength</w:t>
      </w:r>
    </w:p>
    <w:p w14:paraId="45EEB7C7" w14:textId="77777777" w:rsidR="008F131A" w:rsidRPr="008F131A" w:rsidRDefault="008F131A" w:rsidP="00BF355F">
      <w:pPr>
        <w:tabs>
          <w:tab w:val="left" w:pos="2422"/>
        </w:tabs>
        <w:snapToGrid w:val="0"/>
        <w:spacing w:line="240" w:lineRule="auto"/>
        <w:jc w:val="left"/>
      </w:pPr>
      <w:r w:rsidRPr="00781C7F">
        <w:rPr>
          <w:rFonts w:hint="eastAsia"/>
        </w:rPr>
        <w:t xml:space="preserve">    </w:t>
      </w:r>
      <w:r w:rsidRPr="00781C7F">
        <w:rPr>
          <w:rFonts w:hint="eastAsia"/>
        </w:rPr>
        <w:t>橡胶材料处于断裂点时抵抗剪切力的能力。</w:t>
      </w:r>
    </w:p>
    <w:p w14:paraId="720D1539" w14:textId="77777777" w:rsidR="008F131A" w:rsidRPr="002F2650" w:rsidRDefault="008F131A" w:rsidP="00BF355F">
      <w:pPr>
        <w:pStyle w:val="afffffffffff9"/>
        <w:adjustRightInd w:val="0"/>
        <w:snapToGrid w:val="0"/>
        <w:ind w:left="420" w:hangingChars="200" w:hanging="420"/>
        <w:rPr>
          <w:rFonts w:ascii="黑体" w:eastAsia="黑体" w:hAnsi="黑体"/>
        </w:rPr>
      </w:pPr>
      <w:r>
        <w:rPr>
          <w:rFonts w:ascii="黑体" w:eastAsia="黑体" w:hAnsi="黑体"/>
        </w:rPr>
        <w:br w:type="textWrapping" w:clear="all"/>
      </w:r>
      <w:r w:rsidRPr="002F2650">
        <w:rPr>
          <w:rFonts w:ascii="黑体" w:eastAsia="黑体" w:hAnsi="黑体" w:hint="eastAsia"/>
          <w:szCs w:val="21"/>
        </w:rPr>
        <w:t xml:space="preserve">剪切应力 </w:t>
      </w:r>
      <w:r w:rsidR="002F2650">
        <w:rPr>
          <w:rFonts w:ascii="黑体" w:eastAsia="黑体" w:hAnsi="黑体" w:hint="eastAsia"/>
          <w:szCs w:val="21"/>
        </w:rPr>
        <w:t xml:space="preserve"> </w:t>
      </w:r>
      <w:r w:rsidRPr="002F2650">
        <w:rPr>
          <w:rFonts w:ascii="黑体" w:eastAsia="黑体" w:hAnsi="黑体" w:hint="eastAsia"/>
          <w:szCs w:val="21"/>
        </w:rPr>
        <w:t>shear stress</w:t>
      </w:r>
    </w:p>
    <w:p w14:paraId="7AF413EE" w14:textId="77777777" w:rsidR="008F131A" w:rsidRPr="008F131A" w:rsidRDefault="008F131A" w:rsidP="00BF355F">
      <w:pPr>
        <w:tabs>
          <w:tab w:val="left" w:pos="2422"/>
        </w:tabs>
        <w:snapToGrid w:val="0"/>
        <w:spacing w:line="240" w:lineRule="auto"/>
        <w:jc w:val="left"/>
      </w:pPr>
      <w:r w:rsidRPr="00781C7F">
        <w:rPr>
          <w:rFonts w:hint="eastAsia"/>
          <w:b/>
        </w:rPr>
        <w:t xml:space="preserve">   </w:t>
      </w:r>
      <w:r w:rsidRPr="00781C7F">
        <w:rPr>
          <w:rFonts w:hint="eastAsia"/>
        </w:rPr>
        <w:t xml:space="preserve"> </w:t>
      </w:r>
      <w:r w:rsidRPr="00781C7F">
        <w:rPr>
          <w:rFonts w:hint="eastAsia"/>
        </w:rPr>
        <w:t>作用于物体或表面上的外力，施加平行于横截面的应力矢量分量；倾向于产生剪切的应力。</w:t>
      </w:r>
    </w:p>
    <w:p w14:paraId="00AD84C8" w14:textId="77777777" w:rsidR="00C645D3" w:rsidRPr="002F2650" w:rsidRDefault="00C645D3" w:rsidP="002F2650">
      <w:pPr>
        <w:pStyle w:val="afffffffffff9"/>
        <w:ind w:left="424" w:hangingChars="202" w:hanging="424"/>
      </w:pPr>
      <w:r w:rsidRPr="002F2650">
        <w:rPr>
          <w:rFonts w:ascii="黑体" w:eastAsia="黑体" w:hAnsi="黑体"/>
        </w:rPr>
        <w:br/>
      </w:r>
      <w:r w:rsidRPr="002F2650">
        <w:rPr>
          <w:rFonts w:ascii="黑体" w:eastAsia="黑体" w:hAnsi="黑体" w:hint="eastAsia"/>
        </w:rPr>
        <w:t>损耗剪切模量</w:t>
      </w:r>
      <w:r w:rsidRPr="002F2650">
        <w:rPr>
          <w:rFonts w:ascii="黑体" w:eastAsia="黑体" w:hAnsi="黑体"/>
        </w:rPr>
        <w:t xml:space="preserve"> </w:t>
      </w:r>
      <w:r w:rsidR="002F2650" w:rsidRPr="002F2650">
        <w:rPr>
          <w:rFonts w:ascii="黑体" w:eastAsia="黑体" w:hAnsi="黑体" w:hint="eastAsia"/>
        </w:rPr>
        <w:t xml:space="preserve"> </w:t>
      </w:r>
      <w:r w:rsidRPr="002F2650">
        <w:rPr>
          <w:rFonts w:ascii="黑体" w:eastAsia="黑体" w:hAnsi="黑体"/>
        </w:rPr>
        <w:t>loss shear modulus</w:t>
      </w:r>
      <w:r w:rsidRPr="002F2650">
        <w:rPr>
          <w:rFonts w:ascii="黑体" w:eastAsia="黑体" w:hAnsi="黑体" w:hint="eastAsia"/>
        </w:rPr>
        <w:t>，</w:t>
      </w:r>
      <w:r w:rsidRPr="002F2650">
        <w:rPr>
          <w:rFonts w:ascii="黑体" w:eastAsia="黑体" w:hAnsi="黑体"/>
        </w:rPr>
        <w:t>G</w:t>
      </w:r>
      <w:r w:rsidRPr="002F2650">
        <w:rPr>
          <w:rFonts w:ascii="黑体" w:eastAsia="黑体" w:hAnsi="黑体" w:hint="eastAsia"/>
        </w:rPr>
        <w:sym w:font="Symbol" w:char="F0B2"/>
      </w:r>
    </w:p>
    <w:p w14:paraId="1BCB8EC0"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超前剪切应变相</w:t>
      </w:r>
      <w:r w:rsidRPr="001D2EB6">
        <w:rPr>
          <w:rFonts w:ascii="宋体" w:eastAsia="宋体" w:hAnsi="宋体" w:hint="eastAsia"/>
        </w:rPr>
        <w:t>位</w:t>
      </w:r>
      <w:r w:rsidRPr="001D2EB6">
        <w:rPr>
          <w:rFonts w:ascii="宋体" w:eastAsia="宋体" w:hAnsi="宋体"/>
        </w:rPr>
        <w:t>90</w:t>
      </w:r>
      <w:r w:rsidRPr="001D2EB6">
        <w:rPr>
          <w:rFonts w:ascii="宋体" w:eastAsia="宋体" w:hAnsi="宋体"/>
          <w:vertAlign w:val="superscript"/>
        </w:rPr>
        <w:t>0</w:t>
      </w:r>
      <w:r w:rsidRPr="001D2EB6">
        <w:rPr>
          <w:rFonts w:ascii="宋体" w:eastAsia="宋体" w:hAnsi="宋体"/>
        </w:rPr>
        <w:t>的剪切应力分量与剪切应变之比。</w:t>
      </w:r>
    </w:p>
    <w:p w14:paraId="6B302807"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lastRenderedPageBreak/>
        <w:br/>
      </w:r>
      <w:r w:rsidRPr="001D2EB6">
        <w:rPr>
          <w:rFonts w:ascii="黑体" w:eastAsia="黑体" w:hAnsi="黑体" w:hint="eastAsia"/>
        </w:rPr>
        <w:t>损耗杨氏模量</w:t>
      </w:r>
      <w:r w:rsidRPr="001D2EB6">
        <w:rPr>
          <w:rFonts w:ascii="黑体" w:eastAsia="黑体" w:hAnsi="黑体"/>
        </w:rPr>
        <w:t xml:space="preserve"> </w:t>
      </w:r>
      <w:r w:rsidRPr="001D2EB6">
        <w:rPr>
          <w:rFonts w:ascii="黑体" w:eastAsia="黑体" w:hAnsi="黑体" w:hint="eastAsia"/>
        </w:rPr>
        <w:t xml:space="preserve"> </w:t>
      </w:r>
      <w:r w:rsidRPr="001D2EB6">
        <w:rPr>
          <w:rFonts w:ascii="黑体" w:eastAsia="黑体" w:hAnsi="黑体"/>
        </w:rPr>
        <w:t>loss Young</w:t>
      </w:r>
      <w:proofErr w:type="gramStart"/>
      <w:r w:rsidRPr="001D2EB6">
        <w:rPr>
          <w:rFonts w:ascii="黑体" w:eastAsia="黑体" w:hAnsi="黑体"/>
        </w:rPr>
        <w:t>’</w:t>
      </w:r>
      <w:proofErr w:type="gramEnd"/>
      <w:r w:rsidRPr="001D2EB6">
        <w:rPr>
          <w:rFonts w:ascii="黑体" w:eastAsia="黑体" w:hAnsi="黑体"/>
        </w:rPr>
        <w:t>s modulus</w:t>
      </w:r>
      <w:r w:rsidRPr="001D2EB6">
        <w:rPr>
          <w:rFonts w:ascii="黑体" w:eastAsia="黑体" w:hAnsi="黑体" w:hint="eastAsia"/>
        </w:rPr>
        <w:t>，</w:t>
      </w:r>
      <w:r w:rsidRPr="001D2EB6">
        <w:rPr>
          <w:rFonts w:ascii="黑体" w:eastAsia="黑体" w:hAnsi="黑体"/>
        </w:rPr>
        <w:t>E</w:t>
      </w:r>
      <w:r w:rsidRPr="001D2EB6">
        <w:rPr>
          <w:rFonts w:ascii="黑体" w:eastAsia="黑体" w:hAnsi="黑体" w:hint="eastAsia"/>
        </w:rPr>
        <w:sym w:font="Symbol" w:char="F0B2"/>
      </w:r>
    </w:p>
    <w:p w14:paraId="317C7670" w14:textId="77777777" w:rsidR="00C645D3" w:rsidRPr="001D2EB6" w:rsidRDefault="00C645D3" w:rsidP="00C645D3">
      <w:pPr>
        <w:pStyle w:val="affffffffffff7"/>
        <w:ind w:firstLineChars="200" w:firstLine="420"/>
        <w:rPr>
          <w:rFonts w:eastAsia="宋体"/>
        </w:rPr>
      </w:pPr>
      <w:r w:rsidRPr="001D2EB6">
        <w:rPr>
          <w:rFonts w:eastAsia="宋体"/>
        </w:rPr>
        <w:t>超前法向应变相</w:t>
      </w:r>
      <w:r w:rsidRPr="001D2EB6">
        <w:rPr>
          <w:rFonts w:eastAsia="宋体" w:hint="eastAsia"/>
        </w:rPr>
        <w:t>位</w:t>
      </w:r>
      <w:r w:rsidRPr="001D2EB6">
        <w:rPr>
          <w:rFonts w:eastAsia="宋体"/>
        </w:rPr>
        <w:t>90</w:t>
      </w:r>
      <w:r w:rsidRPr="001D2EB6">
        <w:rPr>
          <w:rFonts w:eastAsia="宋体"/>
          <w:vertAlign w:val="superscript"/>
        </w:rPr>
        <w:t>0</w:t>
      </w:r>
      <w:r w:rsidRPr="001D2EB6">
        <w:rPr>
          <w:rFonts w:eastAsia="宋体"/>
        </w:rPr>
        <w:t>的发向应力分量与法向应变之比。</w:t>
      </w:r>
    </w:p>
    <w:p w14:paraId="0ED8797D"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 xml:space="preserve">弹性剪切模量  </w:t>
      </w:r>
      <w:r w:rsidRPr="001D2EB6">
        <w:rPr>
          <w:rFonts w:ascii="黑体" w:eastAsia="黑体" w:hAnsi="黑体"/>
        </w:rPr>
        <w:t>elastic shear modulus</w:t>
      </w:r>
      <w:r w:rsidRPr="001D2EB6">
        <w:rPr>
          <w:rFonts w:ascii="黑体" w:eastAsia="黑体" w:hAnsi="黑体" w:hint="eastAsia"/>
        </w:rPr>
        <w:t>，</w:t>
      </w:r>
      <w:r w:rsidRPr="001D2EB6">
        <w:rPr>
          <w:rFonts w:ascii="黑体" w:eastAsia="黑体" w:hAnsi="黑体"/>
        </w:rPr>
        <w:t>G</w:t>
      </w:r>
      <w:r w:rsidRPr="001D2EB6">
        <w:rPr>
          <w:rFonts w:ascii="黑体" w:eastAsia="黑体" w:hAnsi="黑体" w:hint="eastAsia"/>
        </w:rPr>
        <w:sym w:font="Symbol" w:char="F0A2"/>
      </w:r>
    </w:p>
    <w:p w14:paraId="21B958E0" w14:textId="77777777" w:rsidR="00C645D3" w:rsidRPr="00BF355F" w:rsidRDefault="00C645D3" w:rsidP="00C645D3">
      <w:pPr>
        <w:pStyle w:val="affffffffffff7"/>
        <w:ind w:firstLineChars="200" w:firstLine="420"/>
        <w:rPr>
          <w:rFonts w:ascii="宋体" w:eastAsia="宋体" w:hAnsi="宋体"/>
        </w:rPr>
      </w:pPr>
      <w:r w:rsidRPr="00BF355F">
        <w:rPr>
          <w:rFonts w:ascii="宋体" w:eastAsia="宋体" w:hAnsi="宋体" w:hint="eastAsia"/>
        </w:rPr>
        <w:t xml:space="preserve">贮存剪切模量  </w:t>
      </w:r>
      <w:r w:rsidRPr="00BF355F">
        <w:rPr>
          <w:rFonts w:ascii="宋体" w:eastAsia="宋体" w:hAnsi="宋体"/>
        </w:rPr>
        <w:t xml:space="preserve">storage shear modulus </w:t>
      </w:r>
      <w:r w:rsidR="007B111F" w:rsidRPr="00BF355F">
        <w:rPr>
          <w:rFonts w:ascii="宋体" w:eastAsia="宋体" w:hAnsi="宋体" w:hint="eastAsia"/>
        </w:rPr>
        <w:t>，</w:t>
      </w:r>
      <w:r w:rsidRPr="00BF355F">
        <w:rPr>
          <w:rFonts w:ascii="宋体" w:eastAsia="宋体" w:hAnsi="宋体" w:hint="eastAsia"/>
        </w:rPr>
        <w:t>G</w:t>
      </w:r>
      <w:r w:rsidRPr="00BF355F">
        <w:rPr>
          <w:rFonts w:ascii="宋体" w:eastAsia="宋体" w:hAnsi="宋体" w:hint="eastAsia"/>
        </w:rPr>
        <w:sym w:font="Symbol" w:char="F0A2"/>
      </w:r>
    </w:p>
    <w:p w14:paraId="5E934025"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同相位的剪切应力分量与剪切应变之比。</w:t>
      </w:r>
    </w:p>
    <w:p w14:paraId="5210C32D"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 xml:space="preserve">弹性杨氏模量 </w:t>
      </w:r>
      <w:r w:rsidRPr="001D2EB6">
        <w:rPr>
          <w:rFonts w:ascii="黑体" w:eastAsia="黑体" w:hAnsi="黑体"/>
        </w:rPr>
        <w:t xml:space="preserve"> elastic Young</w:t>
      </w:r>
      <w:proofErr w:type="gramStart"/>
      <w:r w:rsidRPr="001D2EB6">
        <w:rPr>
          <w:rFonts w:ascii="黑体" w:eastAsia="黑体" w:hAnsi="黑体"/>
        </w:rPr>
        <w:t>’</w:t>
      </w:r>
      <w:proofErr w:type="gramEnd"/>
      <w:r w:rsidRPr="001D2EB6">
        <w:rPr>
          <w:rFonts w:ascii="黑体" w:eastAsia="黑体" w:hAnsi="黑体"/>
        </w:rPr>
        <w:t>s modulus</w:t>
      </w:r>
      <w:r w:rsidRPr="001D2EB6">
        <w:rPr>
          <w:rFonts w:ascii="黑体" w:eastAsia="黑体" w:hAnsi="黑体" w:hint="eastAsia"/>
        </w:rPr>
        <w:t>，</w:t>
      </w:r>
      <w:r w:rsidRPr="001D2EB6">
        <w:rPr>
          <w:rFonts w:ascii="黑体" w:eastAsia="黑体" w:hAnsi="黑体"/>
        </w:rPr>
        <w:t>E</w:t>
      </w:r>
      <w:r w:rsidRPr="001D2EB6">
        <w:rPr>
          <w:rFonts w:ascii="黑体" w:eastAsia="黑体" w:hAnsi="黑体" w:hint="eastAsia"/>
        </w:rPr>
        <w:sym w:font="Symbol" w:char="F0A2"/>
      </w:r>
    </w:p>
    <w:p w14:paraId="681C793A" w14:textId="77777777" w:rsidR="00C645D3" w:rsidRPr="00CE1F60" w:rsidRDefault="00C645D3" w:rsidP="00CE1F60">
      <w:pPr>
        <w:pStyle w:val="affffffffffff7"/>
        <w:ind w:firstLineChars="200" w:firstLine="420"/>
        <w:rPr>
          <w:rFonts w:ascii="宋体" w:eastAsia="宋体" w:hAnsi="宋体"/>
        </w:rPr>
      </w:pPr>
      <w:r w:rsidRPr="00CE1F60">
        <w:rPr>
          <w:rFonts w:ascii="宋体" w:eastAsia="宋体" w:hAnsi="宋体" w:hint="eastAsia"/>
        </w:rPr>
        <w:t xml:space="preserve">贮存杨氏模量  </w:t>
      </w:r>
      <w:r w:rsidRPr="00CE1F60">
        <w:rPr>
          <w:rFonts w:ascii="宋体" w:eastAsia="宋体" w:hAnsi="宋体"/>
        </w:rPr>
        <w:t>storage Young</w:t>
      </w:r>
      <w:proofErr w:type="gramStart"/>
      <w:r w:rsidRPr="00CE1F60">
        <w:rPr>
          <w:rFonts w:ascii="宋体" w:eastAsia="宋体" w:hAnsi="宋体"/>
        </w:rPr>
        <w:t>’</w:t>
      </w:r>
      <w:proofErr w:type="gramEnd"/>
      <w:r w:rsidRPr="00CE1F60">
        <w:rPr>
          <w:rFonts w:ascii="宋体" w:eastAsia="宋体" w:hAnsi="宋体"/>
        </w:rPr>
        <w:t xml:space="preserve">s modulus </w:t>
      </w:r>
      <w:r w:rsidR="00FA33D0" w:rsidRPr="00CE1F60">
        <w:rPr>
          <w:rFonts w:ascii="宋体" w:eastAsia="宋体" w:hAnsi="宋体" w:hint="eastAsia"/>
        </w:rPr>
        <w:t>，</w:t>
      </w:r>
      <w:r w:rsidRPr="00CE1F60">
        <w:rPr>
          <w:rFonts w:ascii="宋体" w:eastAsia="宋体" w:hAnsi="宋体" w:hint="eastAsia"/>
        </w:rPr>
        <w:t>E</w:t>
      </w:r>
      <w:r w:rsidRPr="00CE1F60">
        <w:rPr>
          <w:rFonts w:ascii="宋体" w:eastAsia="宋体" w:hAnsi="宋体" w:hint="eastAsia"/>
        </w:rPr>
        <w:sym w:font="Symbol" w:char="F0A2"/>
      </w:r>
    </w:p>
    <w:p w14:paraId="276384C8" w14:textId="77777777" w:rsidR="00C645D3" w:rsidRPr="001D2EB6" w:rsidRDefault="00C645D3" w:rsidP="00C645D3">
      <w:pPr>
        <w:ind w:firstLineChars="200" w:firstLine="420"/>
      </w:pPr>
      <w:r w:rsidRPr="001D2EB6">
        <w:t>同相位法向应力分量与法向应变之比。</w:t>
      </w:r>
    </w:p>
    <w:p w14:paraId="2FE9B6E9" w14:textId="77777777" w:rsidR="00FA33D0" w:rsidRPr="001D2EB6" w:rsidRDefault="00C645D3" w:rsidP="00FA33D0">
      <w:pPr>
        <w:pStyle w:val="afffffffffff9"/>
        <w:ind w:left="420" w:hangingChars="200" w:hanging="420"/>
      </w:pPr>
      <w:r w:rsidRPr="001D2EB6">
        <w:rPr>
          <w:rFonts w:ascii="黑体" w:eastAsia="黑体" w:hAnsi="黑体"/>
        </w:rPr>
        <w:br/>
      </w:r>
      <w:r w:rsidRPr="001D2EB6">
        <w:rPr>
          <w:rFonts w:ascii="黑体" w:eastAsia="黑体" w:hAnsi="黑体" w:hint="eastAsia"/>
        </w:rPr>
        <w:t>对数衰减率</w:t>
      </w:r>
      <w:r w:rsidRPr="001D2EB6">
        <w:rPr>
          <w:rFonts w:ascii="黑体" w:eastAsia="黑体" w:hAnsi="黑体"/>
        </w:rPr>
        <w:t xml:space="preserve">  logarithmic decrement</w:t>
      </w:r>
      <w:r w:rsidRPr="001D2EB6">
        <w:rPr>
          <w:rFonts w:ascii="黑体" w:eastAsia="黑体" w:hAnsi="黑体" w:hint="eastAsia"/>
        </w:rPr>
        <w:t>，</w:t>
      </w:r>
      <w:r w:rsidRPr="001D2EB6">
        <w:rPr>
          <w:rFonts w:ascii="黑体" w:eastAsia="黑体" w:hAnsi="黑体"/>
        </w:rPr>
        <w:t>Λ</w:t>
      </w:r>
      <w:r w:rsidRPr="001D2EB6">
        <w:t xml:space="preserve">  </w:t>
      </w:r>
    </w:p>
    <w:p w14:paraId="341AE2B6" w14:textId="77777777" w:rsidR="00C645D3" w:rsidRPr="001D2EB6" w:rsidRDefault="00C645D3" w:rsidP="00FA33D0">
      <w:pPr>
        <w:pStyle w:val="afffffffffff9"/>
        <w:numPr>
          <w:ilvl w:val="0"/>
          <w:numId w:val="0"/>
        </w:numPr>
        <w:ind w:left="420"/>
      </w:pPr>
      <w:r w:rsidRPr="001D2EB6">
        <w:t>阻尼振动中同侧两个相邻振幅之比的自然对数。</w:t>
      </w:r>
    </w:p>
    <w:p w14:paraId="06782056"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 xml:space="preserve">复数剪切模量 </w:t>
      </w:r>
      <w:r w:rsidRPr="001D2EB6">
        <w:rPr>
          <w:rFonts w:ascii="黑体" w:eastAsia="黑体" w:hAnsi="黑体"/>
        </w:rPr>
        <w:t xml:space="preserve"> com</w:t>
      </w:r>
      <w:r w:rsidRPr="001D2EB6">
        <w:rPr>
          <w:rFonts w:ascii="黑体" w:eastAsia="黑体" w:hAnsi="黑体" w:hint="eastAsia"/>
        </w:rPr>
        <w:t>p</w:t>
      </w:r>
      <w:r w:rsidRPr="001D2EB6">
        <w:rPr>
          <w:rFonts w:ascii="黑体" w:eastAsia="黑体" w:hAnsi="黑体"/>
        </w:rPr>
        <w:t>lex shear modulus</w:t>
      </w:r>
      <w:r w:rsidRPr="001D2EB6">
        <w:rPr>
          <w:rFonts w:ascii="黑体" w:eastAsia="黑体" w:hAnsi="黑体" w:hint="eastAsia"/>
        </w:rPr>
        <w:t>，</w:t>
      </w:r>
      <w:r w:rsidRPr="001D2EB6">
        <w:rPr>
          <w:rFonts w:ascii="黑体" w:eastAsia="黑体" w:hAnsi="黑体"/>
        </w:rPr>
        <w:t>G</w:t>
      </w:r>
      <w:r w:rsidRPr="001D2EB6">
        <w:rPr>
          <w:rFonts w:ascii="黑体" w:eastAsia="黑体" w:hAnsi="黑体"/>
          <w:vertAlign w:val="superscript"/>
        </w:rPr>
        <w:t>*</w:t>
      </w:r>
    </w:p>
    <w:p w14:paraId="497D29E8"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剪切应力与剪切应变之比，其中每一项都可以用复数表示。</w:t>
      </w:r>
    </w:p>
    <w:p w14:paraId="61BD78A1"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复数杨氏模量</w:t>
      </w:r>
      <w:r w:rsidRPr="001D2EB6">
        <w:rPr>
          <w:rFonts w:ascii="黑体" w:eastAsia="黑体" w:hAnsi="黑体"/>
        </w:rPr>
        <w:t xml:space="preserve">  com</w:t>
      </w:r>
      <w:r w:rsidRPr="001D2EB6">
        <w:rPr>
          <w:rFonts w:ascii="黑体" w:eastAsia="黑体" w:hAnsi="黑体" w:hint="eastAsia"/>
        </w:rPr>
        <w:t>p</w:t>
      </w:r>
      <w:r w:rsidRPr="001D2EB6">
        <w:rPr>
          <w:rFonts w:ascii="黑体" w:eastAsia="黑体" w:hAnsi="黑体"/>
        </w:rPr>
        <w:t>lex Yo</w:t>
      </w:r>
      <w:r w:rsidR="00AB338B" w:rsidRPr="001D2EB6">
        <w:rPr>
          <w:rFonts w:ascii="黑体" w:eastAsia="黑体" w:hAnsi="黑体" w:hint="eastAsia"/>
        </w:rPr>
        <w:t>u</w:t>
      </w:r>
      <w:r w:rsidRPr="001D2EB6">
        <w:rPr>
          <w:rFonts w:ascii="黑体" w:eastAsia="黑体" w:hAnsi="黑体"/>
        </w:rPr>
        <w:t>ng</w:t>
      </w:r>
      <w:proofErr w:type="gramStart"/>
      <w:r w:rsidRPr="001D2EB6">
        <w:rPr>
          <w:rFonts w:ascii="黑体" w:eastAsia="黑体" w:hAnsi="黑体"/>
        </w:rPr>
        <w:t>’</w:t>
      </w:r>
      <w:proofErr w:type="gramEnd"/>
      <w:r w:rsidRPr="001D2EB6">
        <w:rPr>
          <w:rFonts w:ascii="黑体" w:eastAsia="黑体" w:hAnsi="黑体"/>
        </w:rPr>
        <w:t>s modulus</w:t>
      </w:r>
      <w:r w:rsidRPr="001D2EB6">
        <w:rPr>
          <w:rFonts w:ascii="黑体" w:eastAsia="黑体" w:hAnsi="黑体" w:hint="eastAsia"/>
        </w:rPr>
        <w:t>，</w:t>
      </w:r>
      <w:r w:rsidRPr="001D2EB6">
        <w:rPr>
          <w:rFonts w:ascii="黑体" w:eastAsia="黑体" w:hAnsi="黑体"/>
        </w:rPr>
        <w:t>E</w:t>
      </w:r>
      <w:r w:rsidRPr="001D2EB6">
        <w:rPr>
          <w:rFonts w:ascii="黑体" w:eastAsia="黑体" w:hAnsi="黑体"/>
          <w:vertAlign w:val="superscript"/>
        </w:rPr>
        <w:t>*</w:t>
      </w:r>
      <w:r w:rsidRPr="001D2EB6">
        <w:rPr>
          <w:rFonts w:ascii="黑体" w:eastAsia="黑体" w:hAnsi="黑体"/>
        </w:rPr>
        <w:t xml:space="preserve"> </w:t>
      </w:r>
      <w:r w:rsidRPr="001D2EB6">
        <w:t xml:space="preserve"> </w:t>
      </w:r>
    </w:p>
    <w:p w14:paraId="3CC9A00A" w14:textId="77777777" w:rsidR="00C645D3" w:rsidRPr="001D2EB6" w:rsidRDefault="00C645D3" w:rsidP="00C645D3">
      <w:pPr>
        <w:pStyle w:val="affffffffffff7"/>
        <w:ind w:firstLineChars="200" w:firstLine="420"/>
        <w:rPr>
          <w:rFonts w:eastAsia="宋体"/>
        </w:rPr>
      </w:pPr>
      <w:r w:rsidRPr="001D2EB6">
        <w:rPr>
          <w:rFonts w:eastAsia="宋体"/>
        </w:rPr>
        <w:t>法向应力与法向应变之比，其中每一项都可以用复数表示。</w:t>
      </w:r>
    </w:p>
    <w:p w14:paraId="1E0D7A86" w14:textId="77777777" w:rsidR="003F13E6" w:rsidRPr="00E22722" w:rsidRDefault="00FC3653" w:rsidP="00FC3653">
      <w:pPr>
        <w:pStyle w:val="afffffffffff9"/>
        <w:ind w:left="420" w:hangingChars="200" w:hanging="420"/>
        <w:rPr>
          <w:rFonts w:ascii="黑体" w:eastAsia="黑体" w:hAnsi="黑体"/>
        </w:rPr>
      </w:pPr>
      <w:r>
        <w:rPr>
          <w:rFonts w:ascii="黑体" w:eastAsia="黑体" w:hAnsi="黑体"/>
        </w:rPr>
        <w:br w:type="textWrapping" w:clear="all"/>
      </w:r>
      <w:r w:rsidR="003F13E6" w:rsidRPr="00E22722">
        <w:rPr>
          <w:rFonts w:ascii="黑体" w:eastAsia="黑体" w:hAnsi="黑体" w:hint="eastAsia"/>
          <w:szCs w:val="21"/>
        </w:rPr>
        <w:t>容积密度</w:t>
      </w:r>
      <w:r w:rsidR="0009020A" w:rsidRPr="00E22722">
        <w:rPr>
          <w:rFonts w:ascii="黑体" w:eastAsia="黑体" w:hAnsi="黑体" w:hint="eastAsia"/>
          <w:szCs w:val="21"/>
        </w:rPr>
        <w:t xml:space="preserve"> </w:t>
      </w:r>
      <w:r w:rsidR="003F13E6" w:rsidRPr="00E22722">
        <w:rPr>
          <w:rFonts w:ascii="黑体" w:eastAsia="黑体" w:hAnsi="黑体" w:hint="eastAsia"/>
          <w:szCs w:val="21"/>
        </w:rPr>
        <w:t xml:space="preserve"> bulk density</w:t>
      </w:r>
    </w:p>
    <w:p w14:paraId="062226D2" w14:textId="77777777" w:rsidR="003F13E6" w:rsidRPr="003F13E6" w:rsidRDefault="003F13E6" w:rsidP="003F13E6">
      <w:pPr>
        <w:pStyle w:val="afffffffffff9"/>
        <w:numPr>
          <w:ilvl w:val="0"/>
          <w:numId w:val="0"/>
        </w:numPr>
        <w:ind w:left="420"/>
        <w:rPr>
          <w:rFonts w:ascii="黑体" w:eastAsia="黑体" w:hAnsi="黑体"/>
        </w:rPr>
      </w:pPr>
      <w:r w:rsidRPr="00781C7F">
        <w:rPr>
          <w:rFonts w:hint="eastAsia"/>
        </w:rPr>
        <w:t>一种材料每单位体积的质量，包括所存在的任何空空间。</w:t>
      </w:r>
    </w:p>
    <w:p w14:paraId="67380C58" w14:textId="77777777" w:rsidR="00FC3653" w:rsidRPr="008420BB" w:rsidRDefault="003F13E6" w:rsidP="008420BB">
      <w:pPr>
        <w:pStyle w:val="afffffffffff9"/>
        <w:ind w:left="420" w:hangingChars="200" w:hanging="420"/>
        <w:rPr>
          <w:rFonts w:ascii="黑体" w:eastAsia="黑体" w:hAnsi="黑体"/>
        </w:rPr>
      </w:pPr>
      <w:r>
        <w:rPr>
          <w:rFonts w:hint="eastAsia"/>
        </w:rPr>
        <w:t xml:space="preserve">  </w:t>
      </w:r>
      <w:r w:rsidR="008420BB">
        <w:br w:type="textWrapping" w:clear="all"/>
      </w:r>
      <w:r w:rsidR="00FC3653" w:rsidRPr="008420BB">
        <w:rPr>
          <w:rFonts w:ascii="黑体" w:eastAsia="黑体" w:hAnsi="黑体" w:hint="eastAsia"/>
        </w:rPr>
        <w:t>弹性体相容性指数</w:t>
      </w:r>
      <w:r w:rsidR="008420BB" w:rsidRPr="008420BB">
        <w:rPr>
          <w:rFonts w:ascii="黑体" w:eastAsia="黑体" w:hAnsi="黑体" w:hint="eastAsia"/>
        </w:rPr>
        <w:t xml:space="preserve"> </w:t>
      </w:r>
      <w:r w:rsidR="00FC3653" w:rsidRPr="008420BB">
        <w:rPr>
          <w:rFonts w:ascii="黑体" w:eastAsia="黑体" w:hAnsi="黑体" w:hint="eastAsia"/>
        </w:rPr>
        <w:t>elastomer compatibility index</w:t>
      </w:r>
      <w:r w:rsidR="00FC3653" w:rsidRPr="008420BB">
        <w:rPr>
          <w:rFonts w:hint="eastAsia"/>
          <w:szCs w:val="21"/>
        </w:rPr>
        <w:t xml:space="preserve">，ECI </w:t>
      </w:r>
    </w:p>
    <w:p w14:paraId="6C3E85CD" w14:textId="77777777" w:rsidR="004F4BEB" w:rsidRDefault="004F4BEB" w:rsidP="004F4BEB">
      <w:pPr>
        <w:pStyle w:val="afffffffffff9"/>
        <w:numPr>
          <w:ilvl w:val="0"/>
          <w:numId w:val="0"/>
        </w:numPr>
        <w:ind w:firstLineChars="202" w:firstLine="424"/>
      </w:pPr>
      <w:r>
        <w:rPr>
          <w:rFonts w:hint="eastAsia"/>
        </w:rPr>
        <w:t>将适当的标准弹性体的标准试样在规定的试验条件下置于某种确定的液体中浸泡后,测定的体积变化、硬度变化、拉伸强度变化率和拉断伸长率变化率。</w:t>
      </w:r>
    </w:p>
    <w:p w14:paraId="359FF0A6" w14:textId="77777777" w:rsidR="004F4BEB" w:rsidRPr="004F4BEB" w:rsidRDefault="004F4BEB" w:rsidP="004F4BEB">
      <w:pPr>
        <w:pStyle w:val="afffffffffff9"/>
        <w:numPr>
          <w:ilvl w:val="0"/>
          <w:numId w:val="0"/>
        </w:numPr>
        <w:ind w:firstLineChars="202" w:firstLine="364"/>
        <w:rPr>
          <w:rFonts w:ascii="仿宋_GB2312" w:eastAsia="仿宋_GB2312"/>
        </w:rPr>
      </w:pPr>
      <w:r w:rsidRPr="004F4BEB">
        <w:rPr>
          <w:rFonts w:ascii="仿宋_GB2312" w:eastAsia="仿宋_GB2312" w:hint="eastAsia"/>
          <w:sz w:val="18"/>
        </w:rPr>
        <w:t>[</w:t>
      </w:r>
      <w:r w:rsidR="00C07B1A">
        <w:rPr>
          <w:rFonts w:ascii="仿宋_GB2312" w:eastAsia="仿宋_GB2312" w:hint="eastAsia"/>
          <w:sz w:val="18"/>
        </w:rPr>
        <w:t>来源：</w:t>
      </w:r>
      <w:r w:rsidRPr="004F4BEB">
        <w:rPr>
          <w:rFonts w:ascii="仿宋_GB2312" w:eastAsia="仿宋_GB2312" w:hint="eastAsia"/>
          <w:sz w:val="18"/>
        </w:rPr>
        <w:t>GB/T 28607-2012，</w:t>
      </w:r>
      <w:r w:rsidR="00C07B1A">
        <w:rPr>
          <w:rFonts w:ascii="仿宋_GB2312" w:eastAsia="仿宋_GB2312" w:hint="eastAsia"/>
          <w:sz w:val="18"/>
        </w:rPr>
        <w:t>3.3</w:t>
      </w:r>
      <w:r w:rsidRPr="004F4BEB">
        <w:rPr>
          <w:rFonts w:ascii="仿宋_GB2312" w:eastAsia="仿宋_GB2312" w:hint="eastAsia"/>
          <w:sz w:val="18"/>
        </w:rPr>
        <w:t xml:space="preserve">] </w:t>
      </w:r>
    </w:p>
    <w:p w14:paraId="53DFEECA" w14:textId="77777777" w:rsidR="00C645D3" w:rsidRPr="001D2EB6" w:rsidRDefault="00C645D3" w:rsidP="004F4BEB">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硬度</w:t>
      </w:r>
      <w:r w:rsidRPr="001D2EB6">
        <w:rPr>
          <w:rFonts w:ascii="黑体" w:eastAsia="黑体" w:hAnsi="黑体"/>
        </w:rPr>
        <w:t xml:space="preserve"> </w:t>
      </w:r>
      <w:r w:rsidRPr="001D2EB6">
        <w:rPr>
          <w:rFonts w:ascii="黑体" w:eastAsia="黑体" w:hAnsi="黑体" w:hint="eastAsia"/>
        </w:rPr>
        <w:t xml:space="preserve"> </w:t>
      </w:r>
      <w:r w:rsidRPr="001D2EB6">
        <w:rPr>
          <w:rFonts w:ascii="黑体" w:eastAsia="黑体" w:hAnsi="黑体"/>
        </w:rPr>
        <w:t>hardness</w:t>
      </w:r>
    </w:p>
    <w:p w14:paraId="50D89718" w14:textId="77777777" w:rsidR="00C645D3" w:rsidRPr="001D2EB6" w:rsidRDefault="00C645D3" w:rsidP="00C645D3">
      <w:pPr>
        <w:pStyle w:val="affffffffffff7"/>
        <w:ind w:firstLineChars="200" w:firstLine="420"/>
        <w:rPr>
          <w:rFonts w:eastAsia="宋体"/>
        </w:rPr>
      </w:pPr>
      <w:r w:rsidRPr="001D2EB6">
        <w:rPr>
          <w:rFonts w:eastAsia="宋体"/>
        </w:rPr>
        <w:t>（材料的）抗压入性能。</w:t>
      </w:r>
    </w:p>
    <w:p w14:paraId="20295A26" w14:textId="77777777" w:rsidR="00C645D3" w:rsidRPr="008824B2" w:rsidRDefault="00C645D3" w:rsidP="009F00E0">
      <w:pPr>
        <w:pStyle w:val="afffffffffff9"/>
        <w:ind w:left="0"/>
        <w:rPr>
          <w:rFonts w:ascii="黑体"/>
        </w:rPr>
      </w:pPr>
      <w:r w:rsidRPr="008824B2">
        <w:rPr>
          <w:rFonts w:ascii="黑体" w:eastAsia="黑体" w:hAnsi="黑体"/>
        </w:rPr>
        <w:br/>
      </w:r>
      <w:r w:rsidR="009F00E0">
        <w:rPr>
          <w:rFonts w:ascii="黑体" w:eastAsia="黑体" w:hAnsi="黑体" w:hint="eastAsia"/>
        </w:rPr>
        <w:t xml:space="preserve">    </w:t>
      </w:r>
      <w:r w:rsidRPr="008824B2">
        <w:rPr>
          <w:rFonts w:ascii="黑体" w:eastAsia="黑体" w:hAnsi="黑体" w:hint="eastAsia"/>
        </w:rPr>
        <w:t>国际橡胶硬度</w:t>
      </w:r>
      <w:r w:rsidRPr="008824B2">
        <w:rPr>
          <w:rFonts w:ascii="黑体" w:eastAsia="黑体" w:hAnsi="黑体"/>
        </w:rPr>
        <w:t>International Rubber Hardness Degree</w:t>
      </w:r>
      <w:r w:rsidRPr="008824B2">
        <w:rPr>
          <w:rFonts w:ascii="黑体" w:eastAsia="黑体" w:hAnsi="黑体" w:hint="eastAsia"/>
        </w:rPr>
        <w:t>，</w:t>
      </w:r>
      <w:r w:rsidRPr="008824B2">
        <w:rPr>
          <w:rFonts w:ascii="黑体" w:eastAsia="黑体" w:hAnsi="黑体"/>
        </w:rPr>
        <w:t>IRHD</w:t>
      </w:r>
    </w:p>
    <w:p w14:paraId="6D7422E4" w14:textId="77777777" w:rsidR="00C645D3" w:rsidRPr="001D2EB6" w:rsidRDefault="00C645D3" w:rsidP="00C645D3">
      <w:pPr>
        <w:pStyle w:val="affffffffffff7"/>
        <w:ind w:firstLineChars="200" w:firstLine="420"/>
        <w:rPr>
          <w:rFonts w:eastAsia="宋体"/>
        </w:rPr>
      </w:pPr>
      <w:r w:rsidRPr="001D2EB6">
        <w:rPr>
          <w:rFonts w:eastAsia="宋体"/>
        </w:rPr>
        <w:t>硬度的度量，其值由在规定的条件下从给定压头对试样的压入深度</w:t>
      </w:r>
      <w:r w:rsidRPr="001D2EB6">
        <w:rPr>
          <w:rFonts w:eastAsia="宋体" w:hint="eastAsia"/>
        </w:rPr>
        <w:t>进行计算</w:t>
      </w:r>
      <w:r w:rsidRPr="001D2EB6">
        <w:rPr>
          <w:rFonts w:eastAsia="宋体"/>
        </w:rPr>
        <w:t>。</w:t>
      </w:r>
    </w:p>
    <w:p w14:paraId="1B6B82C9" w14:textId="77777777" w:rsidR="00C645D3" w:rsidRPr="001D2EB6" w:rsidRDefault="00C645D3" w:rsidP="00A45079">
      <w:pPr>
        <w:pStyle w:val="afff6"/>
        <w:ind w:firstLine="52"/>
      </w:pPr>
      <w:r w:rsidRPr="001D2EB6">
        <w:t>IRHD的标度是：0度表示材料未显示可测量的抗压入性，100度表示材料未显示出可测量的压入。该标度在GB/T 6031-</w:t>
      </w:r>
      <w:r w:rsidRPr="001D2EB6">
        <w:rPr>
          <w:rFonts w:hint="eastAsia"/>
        </w:rPr>
        <w:t>2017</w:t>
      </w:r>
      <w:r w:rsidRPr="001D2EB6">
        <w:t>，硫化橡胶或热塑性橡胶硬度的测定（10～100IRHD）（</w:t>
      </w:r>
      <w:proofErr w:type="spellStart"/>
      <w:r w:rsidRPr="001D2EB6">
        <w:t>idt</w:t>
      </w:r>
      <w:proofErr w:type="spellEnd"/>
      <w:r w:rsidRPr="001D2EB6">
        <w:t xml:space="preserve"> ISO 48:</w:t>
      </w:r>
      <w:r w:rsidRPr="001D2EB6">
        <w:rPr>
          <w:rFonts w:hint="eastAsia"/>
        </w:rPr>
        <w:t>2010</w:t>
      </w:r>
      <w:r w:rsidRPr="001D2EB6">
        <w:t>）中作了充分的描述。</w:t>
      </w:r>
    </w:p>
    <w:p w14:paraId="06851989"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 xml:space="preserve">硬度计 </w:t>
      </w:r>
      <w:r w:rsidRPr="00251890">
        <w:rPr>
          <w:rFonts w:ascii="黑体" w:eastAsia="黑体" w:hAnsi="黑体"/>
        </w:rPr>
        <w:t xml:space="preserve"> durometer</w:t>
      </w:r>
    </w:p>
    <w:p w14:paraId="3B315F4E" w14:textId="77777777" w:rsidR="00C645D3" w:rsidRPr="001D2EB6" w:rsidRDefault="00C645D3" w:rsidP="00C645D3">
      <w:pPr>
        <w:pStyle w:val="affffffffffff7"/>
        <w:ind w:firstLineChars="200" w:firstLine="420"/>
        <w:rPr>
          <w:rFonts w:eastAsia="宋体"/>
        </w:rPr>
      </w:pPr>
      <w:r w:rsidRPr="001D2EB6">
        <w:rPr>
          <w:rFonts w:eastAsia="宋体"/>
        </w:rPr>
        <w:t>测量橡胶压痕硬度的</w:t>
      </w:r>
      <w:r w:rsidRPr="001D2EB6">
        <w:rPr>
          <w:rFonts w:eastAsia="宋体" w:hint="eastAsia"/>
        </w:rPr>
        <w:t>仪器</w:t>
      </w:r>
      <w:r w:rsidRPr="001D2EB6">
        <w:rPr>
          <w:rFonts w:eastAsia="宋体"/>
        </w:rPr>
        <w:t>。</w:t>
      </w:r>
    </w:p>
    <w:p w14:paraId="70221890" w14:textId="77777777" w:rsidR="00C645D3" w:rsidRPr="00E22722" w:rsidRDefault="00C645D3" w:rsidP="00C645D3">
      <w:pPr>
        <w:pStyle w:val="afffffffffff9"/>
        <w:ind w:left="420" w:hangingChars="200" w:hanging="420"/>
        <w:rPr>
          <w:rFonts w:ascii="黑体" w:eastAsia="黑体" w:hAnsi="黑体"/>
        </w:rPr>
      </w:pPr>
      <w:r w:rsidRPr="001D2EB6">
        <w:rPr>
          <w:rFonts w:ascii="黑体" w:eastAsia="黑体" w:hAnsi="黑体"/>
        </w:rPr>
        <w:br/>
      </w:r>
      <w:r w:rsidRPr="00E22722">
        <w:rPr>
          <w:rFonts w:ascii="黑体" w:eastAsia="黑体" w:hAnsi="黑体" w:hint="eastAsia"/>
        </w:rPr>
        <w:t xml:space="preserve">滞后  </w:t>
      </w:r>
      <w:r w:rsidRPr="00E22722">
        <w:rPr>
          <w:rFonts w:ascii="黑体" w:eastAsia="黑体" w:hAnsi="黑体"/>
        </w:rPr>
        <w:t>hyster</w:t>
      </w:r>
      <w:r w:rsidRPr="00E22722">
        <w:rPr>
          <w:rFonts w:ascii="黑体" w:eastAsia="黑体" w:hAnsi="黑体" w:hint="eastAsia"/>
        </w:rPr>
        <w:t>es</w:t>
      </w:r>
      <w:r w:rsidRPr="00E22722">
        <w:rPr>
          <w:rFonts w:ascii="黑体" w:eastAsia="黑体" w:hAnsi="黑体"/>
        </w:rPr>
        <w:t>is</w:t>
      </w:r>
    </w:p>
    <w:p w14:paraId="6715355C" w14:textId="77777777" w:rsidR="00C645D3" w:rsidRPr="001D2EB6" w:rsidRDefault="00C645D3" w:rsidP="00C645D3">
      <w:pPr>
        <w:pStyle w:val="affffffffffff7"/>
        <w:ind w:firstLineChars="200" w:firstLine="420"/>
        <w:rPr>
          <w:rFonts w:eastAsia="宋体"/>
        </w:rPr>
      </w:pPr>
      <w:r w:rsidRPr="001D2EB6">
        <w:rPr>
          <w:rFonts w:eastAsia="宋体"/>
        </w:rPr>
        <w:t>反映一个完整的变形</w:t>
      </w:r>
      <w:r w:rsidRPr="001D2EB6">
        <w:rPr>
          <w:rFonts w:eastAsia="宋体"/>
        </w:rPr>
        <w:t>-</w:t>
      </w:r>
      <w:r w:rsidRPr="001D2EB6">
        <w:rPr>
          <w:rFonts w:eastAsia="宋体"/>
        </w:rPr>
        <w:t>松弛的循环步骤能量损耗的现象。</w:t>
      </w:r>
    </w:p>
    <w:p w14:paraId="33ACFDBD"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lastRenderedPageBreak/>
        <w:br/>
      </w:r>
      <w:r w:rsidRPr="00251890">
        <w:rPr>
          <w:rFonts w:ascii="黑体" w:eastAsia="黑体" w:hAnsi="黑体" w:hint="eastAsia"/>
        </w:rPr>
        <w:t>滞后损失</w:t>
      </w:r>
      <w:r w:rsidRPr="00251890">
        <w:rPr>
          <w:rFonts w:ascii="黑体" w:eastAsia="黑体" w:hAnsi="黑体"/>
        </w:rPr>
        <w:t xml:space="preserve">  hysteresis loss</w:t>
      </w:r>
    </w:p>
    <w:p w14:paraId="0E8F040B"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在</w:t>
      </w:r>
      <w:proofErr w:type="gramStart"/>
      <w:r w:rsidRPr="001D2EB6">
        <w:rPr>
          <w:rFonts w:ascii="宋体" w:eastAsia="宋体" w:hAnsi="宋体"/>
        </w:rPr>
        <w:t>一</w:t>
      </w:r>
      <w:proofErr w:type="gramEnd"/>
      <w:r w:rsidRPr="001D2EB6">
        <w:rPr>
          <w:rFonts w:ascii="宋体" w:eastAsia="宋体" w:hAnsi="宋体"/>
        </w:rPr>
        <w:t>完整的变形-松弛的循环步骤机械能量的损耗，通常表现为温度的升高。</w:t>
      </w:r>
    </w:p>
    <w:p w14:paraId="1F9ADF4F"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稳定性</w:t>
      </w:r>
      <w:r w:rsidRPr="001D2EB6">
        <w:rPr>
          <w:rFonts w:ascii="黑体" w:eastAsia="黑体" w:hAnsi="黑体"/>
        </w:rPr>
        <w:t xml:space="preserve">  stability</w:t>
      </w:r>
    </w:p>
    <w:p w14:paraId="13758DDA" w14:textId="77777777" w:rsidR="00C645D3" w:rsidRPr="001D2EB6" w:rsidRDefault="00C645D3" w:rsidP="00C645D3">
      <w:pPr>
        <w:pStyle w:val="affffffffffff7"/>
        <w:ind w:firstLineChars="200" w:firstLine="420"/>
        <w:rPr>
          <w:rFonts w:eastAsia="宋体"/>
        </w:rPr>
      </w:pPr>
      <w:r w:rsidRPr="001D2EB6">
        <w:rPr>
          <w:rFonts w:eastAsia="宋体" w:hint="eastAsia"/>
        </w:rPr>
        <w:t>&lt;</w:t>
      </w:r>
      <w:r w:rsidRPr="001D2EB6">
        <w:rPr>
          <w:rFonts w:ascii="宋体" w:eastAsia="宋体" w:hAnsi="宋体" w:hint="eastAsia"/>
        </w:rPr>
        <w:t>干胶</w:t>
      </w:r>
      <w:r w:rsidRPr="001D2EB6">
        <w:rPr>
          <w:rFonts w:eastAsia="宋体" w:hint="eastAsia"/>
        </w:rPr>
        <w:t>&gt;</w:t>
      </w:r>
      <w:r w:rsidRPr="001D2EB6">
        <w:rPr>
          <w:rFonts w:eastAsia="宋体" w:hint="eastAsia"/>
        </w:rPr>
        <w:t>生胶及橡胶制品抵抗热、光、氧、臭氧等因素的作用的能力</w:t>
      </w:r>
      <w:r w:rsidRPr="001D2EB6">
        <w:rPr>
          <w:rFonts w:eastAsia="宋体"/>
        </w:rPr>
        <w:t>。</w:t>
      </w:r>
    </w:p>
    <w:p w14:paraId="1FCFA7DC"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热稳定性</w:t>
      </w:r>
      <w:r w:rsidRPr="001D2EB6">
        <w:rPr>
          <w:rFonts w:ascii="黑体" w:eastAsia="黑体" w:hAnsi="黑体"/>
        </w:rPr>
        <w:t xml:space="preserve">  thermal stability</w:t>
      </w:r>
    </w:p>
    <w:p w14:paraId="7C675738" w14:textId="77777777" w:rsidR="00C645D3" w:rsidRPr="001D2EB6" w:rsidRDefault="00C645D3" w:rsidP="00C645D3">
      <w:pPr>
        <w:pStyle w:val="affffffffffff7"/>
        <w:ind w:firstLineChars="200" w:firstLine="420"/>
        <w:rPr>
          <w:rFonts w:eastAsia="宋体"/>
        </w:rPr>
      </w:pPr>
      <w:r w:rsidRPr="001D2EB6">
        <w:rPr>
          <w:rFonts w:eastAsia="宋体"/>
        </w:rPr>
        <w:t>材料抗热老化（降解）的性能。</w:t>
      </w:r>
    </w:p>
    <w:p w14:paraId="2389F74E" w14:textId="77777777" w:rsidR="00C645D3" w:rsidRPr="001D2EB6" w:rsidRDefault="00C645D3" w:rsidP="00A45079">
      <w:pPr>
        <w:pStyle w:val="afff6"/>
        <w:ind w:firstLine="52"/>
      </w:pPr>
      <w:r w:rsidRPr="001D2EB6">
        <w:t>在一些文献中，常常将</w:t>
      </w:r>
      <w:r w:rsidRPr="001D2EB6">
        <w:rPr>
          <w:rFonts w:hint="eastAsia"/>
        </w:rPr>
        <w:t>“热稳定性”</w:t>
      </w:r>
      <w:r w:rsidRPr="001D2EB6">
        <w:t>用作</w:t>
      </w:r>
      <w:r w:rsidRPr="001D2EB6">
        <w:rPr>
          <w:rFonts w:hint="eastAsia"/>
        </w:rPr>
        <w:t>“</w:t>
      </w:r>
      <w:r w:rsidRPr="001D2EB6">
        <w:t>热稳定度</w:t>
      </w:r>
      <w:r w:rsidRPr="001D2EB6">
        <w:rPr>
          <w:rFonts w:hint="eastAsia"/>
        </w:rPr>
        <w:t>”</w:t>
      </w:r>
      <w:r w:rsidRPr="001D2EB6">
        <w:t>的同义词（见热稳定度的定义）。</w:t>
      </w:r>
    </w:p>
    <w:p w14:paraId="7EE13DD4"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老化</w:t>
      </w:r>
      <w:r w:rsidRPr="001D2EB6">
        <w:t xml:space="preserve">（结果） (the effect of) </w:t>
      </w:r>
      <w:r w:rsidRPr="001D2EB6">
        <w:rPr>
          <w:rFonts w:ascii="黑体" w:eastAsia="黑体" w:hAnsi="黑体"/>
        </w:rPr>
        <w:t>aging</w:t>
      </w:r>
    </w:p>
    <w:p w14:paraId="220DEDB2"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材料在一定条件下曝露一定时间后，</w:t>
      </w:r>
      <w:r w:rsidRPr="001D2EB6">
        <w:rPr>
          <w:rFonts w:ascii="宋体" w:eastAsia="宋体" w:hAnsi="宋体" w:hint="eastAsia"/>
        </w:rPr>
        <w:t>其</w:t>
      </w:r>
      <w:r w:rsidRPr="001D2EB6">
        <w:rPr>
          <w:rFonts w:ascii="宋体" w:eastAsia="宋体" w:hAnsi="宋体"/>
        </w:rPr>
        <w:t>性能的不可逆改变。</w:t>
      </w:r>
    </w:p>
    <w:p w14:paraId="0B648CED" w14:textId="77777777" w:rsidR="00C645D3" w:rsidRPr="00FC4B5C" w:rsidRDefault="0001641A" w:rsidP="00C645D3">
      <w:pPr>
        <w:pStyle w:val="afffffffffff9"/>
        <w:ind w:left="420" w:hangingChars="200" w:hanging="420"/>
        <w:rPr>
          <w:rFonts w:ascii="黑体" w:eastAsia="黑体" w:hAnsi="黑体"/>
          <w:color w:val="000000" w:themeColor="text1"/>
        </w:rPr>
      </w:pPr>
      <w:r w:rsidRPr="001D2EB6">
        <w:rPr>
          <w:rFonts w:ascii="黑体" w:eastAsia="黑体" w:hAnsi="黑体"/>
          <w:color w:val="FF0000"/>
        </w:rPr>
        <w:br/>
      </w:r>
      <w:r w:rsidRPr="00FC4B5C">
        <w:rPr>
          <w:rFonts w:ascii="黑体" w:eastAsia="黑体" w:hAnsi="黑体" w:hint="eastAsia"/>
          <w:color w:val="000000" w:themeColor="text1"/>
        </w:rPr>
        <w:t>老化</w:t>
      </w:r>
      <w:r w:rsidRPr="00FC4B5C">
        <w:rPr>
          <w:rFonts w:hint="eastAsia"/>
          <w:color w:val="000000" w:themeColor="text1"/>
        </w:rPr>
        <w:t>（行为）</w:t>
      </w:r>
      <w:r w:rsidRPr="00FC4B5C">
        <w:rPr>
          <w:color w:val="000000" w:themeColor="text1"/>
        </w:rPr>
        <w:t xml:space="preserve"> (the act of)</w:t>
      </w:r>
      <w:r w:rsidRPr="00FC4B5C">
        <w:rPr>
          <w:rFonts w:ascii="黑体" w:eastAsia="黑体" w:hAnsi="黑体"/>
          <w:color w:val="000000" w:themeColor="text1"/>
        </w:rPr>
        <w:t xml:space="preserve"> aging</w:t>
      </w:r>
    </w:p>
    <w:p w14:paraId="2B7F099C" w14:textId="77777777" w:rsidR="00C645D3" w:rsidRPr="00FC4B5C" w:rsidRDefault="0001641A" w:rsidP="00C645D3">
      <w:pPr>
        <w:pStyle w:val="affffffffffff7"/>
        <w:ind w:firstLineChars="200" w:firstLine="420"/>
        <w:rPr>
          <w:rFonts w:eastAsia="宋体"/>
          <w:color w:val="000000" w:themeColor="text1"/>
        </w:rPr>
      </w:pPr>
      <w:r w:rsidRPr="00FC4B5C">
        <w:rPr>
          <w:rFonts w:eastAsia="宋体" w:hint="eastAsia"/>
          <w:color w:val="000000" w:themeColor="text1"/>
        </w:rPr>
        <w:t>将材料在一种环境下曝露一段时间。</w:t>
      </w:r>
    </w:p>
    <w:p w14:paraId="43A07146" w14:textId="77777777" w:rsidR="00251890" w:rsidRDefault="00B17898" w:rsidP="000664BD">
      <w:pPr>
        <w:pStyle w:val="afffffffffff9"/>
        <w:ind w:left="422" w:hangingChars="200" w:hanging="422"/>
        <w:rPr>
          <w:rFonts w:ascii="黑体" w:eastAsia="黑体" w:hAnsi="黑体"/>
        </w:rPr>
      </w:pPr>
      <w:r>
        <w:rPr>
          <w:rFonts w:ascii="黑体" w:eastAsia="黑体" w:hAnsi="黑体"/>
          <w:b/>
        </w:rPr>
        <w:br w:type="textWrapping" w:clear="all"/>
      </w:r>
      <w:r w:rsidR="00251890" w:rsidRPr="00251890">
        <w:rPr>
          <w:rFonts w:ascii="黑体" w:eastAsia="黑体" w:hAnsi="黑体" w:hint="eastAsia"/>
        </w:rPr>
        <w:t xml:space="preserve">化学抗臭氧化剂  chemical antiozonant </w:t>
      </w:r>
    </w:p>
    <w:p w14:paraId="7D266ED5" w14:textId="77777777" w:rsidR="0037491B" w:rsidRPr="00781C7F" w:rsidRDefault="0037491B" w:rsidP="008824B2">
      <w:pPr>
        <w:tabs>
          <w:tab w:val="left" w:pos="2422"/>
        </w:tabs>
        <w:snapToGrid w:val="0"/>
        <w:spacing w:line="240" w:lineRule="auto"/>
        <w:jc w:val="left"/>
      </w:pPr>
      <w:r w:rsidRPr="00781C7F">
        <w:rPr>
          <w:rFonts w:hint="eastAsia"/>
          <w:b/>
        </w:rPr>
        <w:t xml:space="preserve">    </w:t>
      </w:r>
      <w:r w:rsidRPr="00781C7F">
        <w:rPr>
          <w:rFonts w:hint="eastAsia"/>
        </w:rPr>
        <w:t>能在橡胶表面通过化学反应产生抗臭氧能力的</w:t>
      </w:r>
      <w:r w:rsidR="00BC7DBB">
        <w:rPr>
          <w:rFonts w:hint="eastAsia"/>
        </w:rPr>
        <w:t>配合剂</w:t>
      </w:r>
      <w:r w:rsidRPr="00D145E1">
        <w:rPr>
          <w:rFonts w:hint="eastAsia"/>
        </w:rPr>
        <w:t>。</w:t>
      </w:r>
    </w:p>
    <w:p w14:paraId="4676CA81"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老化系数</w:t>
      </w:r>
      <w:r w:rsidRPr="00251890">
        <w:rPr>
          <w:rFonts w:ascii="黑体" w:eastAsia="黑体" w:hAnsi="黑体"/>
        </w:rPr>
        <w:t xml:space="preserve">  aging coefficient</w:t>
      </w:r>
    </w:p>
    <w:p w14:paraId="56438AB5" w14:textId="77777777" w:rsidR="00C645D3" w:rsidRPr="001D2EB6" w:rsidRDefault="00C645D3" w:rsidP="00C645D3">
      <w:pPr>
        <w:pStyle w:val="affffffffffff7"/>
        <w:ind w:firstLineChars="200" w:firstLine="420"/>
        <w:rPr>
          <w:rFonts w:eastAsia="宋体"/>
        </w:rPr>
      </w:pPr>
      <w:r w:rsidRPr="001D2EB6">
        <w:rPr>
          <w:rFonts w:eastAsia="宋体"/>
        </w:rPr>
        <w:t>待测样品的试</w:t>
      </w:r>
      <w:r w:rsidRPr="001D2EB6">
        <w:rPr>
          <w:rFonts w:eastAsia="宋体" w:hint="eastAsia"/>
        </w:rPr>
        <w:t>样</w:t>
      </w:r>
      <w:r w:rsidRPr="001D2EB6">
        <w:rPr>
          <w:rFonts w:eastAsia="宋体"/>
        </w:rPr>
        <w:t>老化后与老化前同一物理机械性能的比值。</w:t>
      </w:r>
    </w:p>
    <w:p w14:paraId="782D2568"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 xml:space="preserve">环境调节 </w:t>
      </w:r>
      <w:r w:rsidRPr="00251890">
        <w:rPr>
          <w:rFonts w:ascii="黑体" w:eastAsia="黑体" w:hAnsi="黑体"/>
        </w:rPr>
        <w:t xml:space="preserve"> environmental conditioning</w:t>
      </w:r>
    </w:p>
    <w:p w14:paraId="7700F6F2" w14:textId="77777777" w:rsidR="00C645D3" w:rsidRPr="001D2EB6" w:rsidRDefault="00C645D3" w:rsidP="00C645D3">
      <w:pPr>
        <w:pStyle w:val="affffffffffff7"/>
        <w:ind w:firstLineChars="200" w:firstLine="420"/>
        <w:rPr>
          <w:rFonts w:eastAsia="宋体"/>
        </w:rPr>
      </w:pPr>
      <w:r w:rsidRPr="001D2EB6">
        <w:rPr>
          <w:rFonts w:eastAsia="宋体"/>
        </w:rPr>
        <w:t>在规定条件如温度和湿度下，将试样或材料贮存</w:t>
      </w:r>
      <w:proofErr w:type="gramStart"/>
      <w:r w:rsidRPr="001D2EB6">
        <w:rPr>
          <w:rFonts w:eastAsia="宋体"/>
        </w:rPr>
        <w:t>一</w:t>
      </w:r>
      <w:proofErr w:type="gramEnd"/>
      <w:r w:rsidRPr="001D2EB6">
        <w:rPr>
          <w:rFonts w:eastAsia="宋体"/>
        </w:rPr>
        <w:t>规定时间。</w:t>
      </w:r>
    </w:p>
    <w:p w14:paraId="7B0E9EF7"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 xml:space="preserve">自然老化 </w:t>
      </w:r>
      <w:r w:rsidRPr="00251890">
        <w:rPr>
          <w:rFonts w:ascii="黑体" w:eastAsia="黑体" w:hAnsi="黑体"/>
        </w:rPr>
        <w:t xml:space="preserve"> natural aging</w:t>
      </w:r>
    </w:p>
    <w:p w14:paraId="7AF57013" w14:textId="77777777" w:rsidR="00C645D3" w:rsidRPr="001D2EB6" w:rsidRDefault="00C645D3" w:rsidP="00C645D3">
      <w:pPr>
        <w:pStyle w:val="affffffffffff7"/>
        <w:ind w:firstLineChars="200" w:firstLine="420"/>
        <w:rPr>
          <w:rFonts w:eastAsia="宋体"/>
        </w:rPr>
      </w:pPr>
      <w:r w:rsidRPr="001D2EB6">
        <w:rPr>
          <w:rFonts w:eastAsia="宋体"/>
        </w:rPr>
        <w:t>（材料或产品）在使用条件下的老化。</w:t>
      </w:r>
    </w:p>
    <w:p w14:paraId="34D97CF8" w14:textId="77777777" w:rsidR="00C645D3" w:rsidRPr="001D2EB6" w:rsidRDefault="00C645D3" w:rsidP="00E22722">
      <w:pPr>
        <w:pStyle w:val="affffffffffff7"/>
        <w:ind w:firstLineChars="233" w:firstLine="421"/>
        <w:rPr>
          <w:rFonts w:eastAsia="宋体"/>
          <w:sz w:val="18"/>
          <w:szCs w:val="18"/>
        </w:rPr>
      </w:pPr>
      <w:r w:rsidRPr="00E22722">
        <w:rPr>
          <w:rFonts w:eastAsia="宋体"/>
          <w:b/>
          <w:sz w:val="18"/>
          <w:szCs w:val="18"/>
        </w:rPr>
        <w:t>注</w:t>
      </w:r>
      <w:r w:rsidRPr="001D2EB6">
        <w:rPr>
          <w:rFonts w:eastAsia="宋体"/>
          <w:sz w:val="18"/>
          <w:szCs w:val="18"/>
        </w:rPr>
        <w:t>：自然老化发生在室内外，而术语</w:t>
      </w:r>
      <w:r w:rsidRPr="001D2EB6">
        <w:rPr>
          <w:rFonts w:eastAsia="宋体"/>
          <w:sz w:val="18"/>
          <w:szCs w:val="18"/>
        </w:rPr>
        <w:t>“</w:t>
      </w:r>
      <w:r w:rsidRPr="001D2EB6">
        <w:rPr>
          <w:rFonts w:eastAsia="宋体"/>
          <w:sz w:val="18"/>
          <w:szCs w:val="18"/>
        </w:rPr>
        <w:t>天候老化</w:t>
      </w:r>
      <w:r w:rsidRPr="001D2EB6">
        <w:rPr>
          <w:rFonts w:eastAsia="宋体"/>
          <w:sz w:val="18"/>
          <w:szCs w:val="18"/>
        </w:rPr>
        <w:t>”</w:t>
      </w:r>
      <w:r w:rsidRPr="001D2EB6">
        <w:rPr>
          <w:rFonts w:eastAsia="宋体"/>
          <w:sz w:val="18"/>
          <w:szCs w:val="18"/>
        </w:rPr>
        <w:t>主要表示暴露于室外的老化。</w:t>
      </w:r>
    </w:p>
    <w:p w14:paraId="169BF782"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天候老化（作用）</w:t>
      </w:r>
      <w:r w:rsidRPr="00251890">
        <w:rPr>
          <w:rFonts w:ascii="黑体" w:eastAsia="黑体" w:hAnsi="黑体"/>
        </w:rPr>
        <w:t xml:space="preserve">  weather aging</w:t>
      </w:r>
    </w:p>
    <w:p w14:paraId="7872FFA7" w14:textId="77777777" w:rsidR="00C645D3" w:rsidRPr="001D2EB6" w:rsidRDefault="00C645D3" w:rsidP="00C645D3">
      <w:pPr>
        <w:pStyle w:val="affffffffffff7"/>
        <w:ind w:firstLineChars="200" w:firstLine="420"/>
        <w:rPr>
          <w:rFonts w:eastAsia="宋体"/>
        </w:rPr>
      </w:pPr>
      <w:r w:rsidRPr="001D2EB6">
        <w:rPr>
          <w:rFonts w:eastAsia="宋体"/>
        </w:rPr>
        <w:t>室外环境（例如日光、臭氧、氧、温度、湿度）对材料的综合不利影响。</w:t>
      </w:r>
    </w:p>
    <w:p w14:paraId="6EC6AA2B" w14:textId="77777777" w:rsidR="00251890" w:rsidRDefault="00251890" w:rsidP="000664BD">
      <w:pPr>
        <w:pStyle w:val="afffffffffff9"/>
        <w:ind w:left="420" w:hangingChars="200" w:hanging="420"/>
      </w:pPr>
      <w:r w:rsidRPr="00251890">
        <w:rPr>
          <w:rFonts w:ascii="黑体" w:eastAsia="黑体" w:hAnsi="黑体"/>
        </w:rPr>
        <w:br/>
      </w:r>
      <w:r w:rsidRPr="00251890">
        <w:rPr>
          <w:rFonts w:ascii="黑体" w:eastAsia="黑体" w:hAnsi="黑体" w:hint="eastAsia"/>
        </w:rPr>
        <w:t>人工天候老化</w:t>
      </w:r>
      <w:r w:rsidR="00B17898">
        <w:rPr>
          <w:rFonts w:hint="eastAsia"/>
        </w:rPr>
        <w:t xml:space="preserve"> </w:t>
      </w:r>
      <w:r w:rsidR="00B17898">
        <w:t xml:space="preserve"> artificial weathering</w:t>
      </w:r>
    </w:p>
    <w:p w14:paraId="567B213D" w14:textId="77777777" w:rsidR="00C645D3" w:rsidRPr="001D2EB6" w:rsidRDefault="00C645D3" w:rsidP="00C645D3">
      <w:pPr>
        <w:pStyle w:val="affffffffffff7"/>
        <w:ind w:firstLineChars="200" w:firstLine="420"/>
        <w:rPr>
          <w:rFonts w:eastAsia="宋体"/>
        </w:rPr>
      </w:pPr>
      <w:r w:rsidRPr="001D2EB6">
        <w:rPr>
          <w:rFonts w:eastAsia="宋体"/>
        </w:rPr>
        <w:t>将材料曝露在（某种）实验室条件下</w:t>
      </w:r>
      <w:r w:rsidRPr="001D2EB6">
        <w:rPr>
          <w:rFonts w:eastAsia="宋体" w:hint="eastAsia"/>
        </w:rPr>
        <w:t>，</w:t>
      </w:r>
      <w:r w:rsidRPr="001D2EB6">
        <w:rPr>
          <w:rFonts w:eastAsia="宋体"/>
        </w:rPr>
        <w:t>以加快（达到）自然天候老化效果。</w:t>
      </w:r>
    </w:p>
    <w:p w14:paraId="4CB71779" w14:textId="77777777" w:rsidR="00C645D3" w:rsidRPr="009F00E0" w:rsidRDefault="009F00E0" w:rsidP="009F00E0">
      <w:pPr>
        <w:pStyle w:val="afff6"/>
        <w:numPr>
          <w:ilvl w:val="0"/>
          <w:numId w:val="0"/>
        </w:numPr>
        <w:ind w:left="426"/>
        <w:rPr>
          <w:rFonts w:ascii="仿宋_GB2312" w:eastAsia="仿宋_GB2312"/>
        </w:rPr>
      </w:pPr>
      <w:r w:rsidRPr="009F00E0">
        <w:rPr>
          <w:rFonts w:ascii="仿宋_GB2312" w:eastAsia="仿宋_GB2312" w:hint="eastAsia"/>
        </w:rPr>
        <w:t>[</w:t>
      </w:r>
      <w:r w:rsidR="00C07B1A">
        <w:rPr>
          <w:rFonts w:ascii="仿宋_GB2312" w:eastAsia="仿宋_GB2312" w:hint="eastAsia"/>
        </w:rPr>
        <w:t>来源：</w:t>
      </w:r>
      <w:r w:rsidR="00C645D3" w:rsidRPr="009F00E0">
        <w:rPr>
          <w:rFonts w:ascii="仿宋_GB2312" w:eastAsia="仿宋_GB2312" w:hint="eastAsia"/>
        </w:rPr>
        <w:t>GB/T 9881-2008，</w:t>
      </w:r>
      <w:r w:rsidR="00C07B1A">
        <w:rPr>
          <w:rFonts w:ascii="仿宋_GB2312" w:eastAsia="仿宋_GB2312" w:hint="eastAsia"/>
        </w:rPr>
        <w:t>2.30，</w:t>
      </w:r>
      <w:r w:rsidRPr="009F00E0">
        <w:rPr>
          <w:rFonts w:ascii="仿宋_GB2312" w:eastAsia="仿宋_GB2312" w:hint="eastAsia"/>
        </w:rPr>
        <w:t>做了适当修改]</w:t>
      </w:r>
    </w:p>
    <w:p w14:paraId="270C4F88"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箱式热空气老化</w:t>
      </w:r>
      <w:r w:rsidRPr="00251890">
        <w:rPr>
          <w:rFonts w:ascii="黑体" w:eastAsia="黑体" w:hAnsi="黑体"/>
        </w:rPr>
        <w:t xml:space="preserve">  air oven aging</w:t>
      </w:r>
    </w:p>
    <w:p w14:paraId="1E53CE54" w14:textId="77777777" w:rsidR="00C645D3" w:rsidRPr="001D2EB6" w:rsidRDefault="00C645D3" w:rsidP="00C645D3">
      <w:pPr>
        <w:pStyle w:val="Char1"/>
        <w:ind w:firstLineChars="192" w:firstLine="403"/>
      </w:pPr>
      <w:r w:rsidRPr="001D2EB6">
        <w:t>在高温、常压和</w:t>
      </w:r>
      <w:r w:rsidRPr="001D2EB6">
        <w:rPr>
          <w:rFonts w:hint="eastAsia"/>
        </w:rPr>
        <w:t>无</w:t>
      </w:r>
      <w:r w:rsidRPr="001D2EB6">
        <w:t>光</w:t>
      </w:r>
      <w:r w:rsidRPr="001D2EB6">
        <w:rPr>
          <w:rFonts w:hint="eastAsia"/>
        </w:rPr>
        <w:t>照</w:t>
      </w:r>
      <w:r w:rsidRPr="001D2EB6">
        <w:t>条件下，于密闭系统循环空气中进行的老化过程。</w:t>
      </w:r>
    </w:p>
    <w:p w14:paraId="101F2FA8"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贮存老化</w:t>
      </w:r>
      <w:r w:rsidRPr="00251890">
        <w:rPr>
          <w:rFonts w:ascii="黑体" w:eastAsia="黑体" w:hAnsi="黑体"/>
        </w:rPr>
        <w:t xml:space="preserve">  shelf aging</w:t>
      </w:r>
    </w:p>
    <w:p w14:paraId="1773E9EB" w14:textId="77777777" w:rsidR="00C645D3" w:rsidRPr="001D2EB6" w:rsidRDefault="00C645D3" w:rsidP="00C645D3">
      <w:pPr>
        <w:pStyle w:val="affffffffffff7"/>
        <w:ind w:firstLineChars="200" w:firstLine="420"/>
        <w:rPr>
          <w:rFonts w:eastAsia="宋体"/>
        </w:rPr>
      </w:pPr>
      <w:r w:rsidRPr="001D2EB6">
        <w:rPr>
          <w:rFonts w:eastAsia="宋体"/>
        </w:rPr>
        <w:t>（材料或产品）从生产到最终使用这一贮存期间发生的老化。</w:t>
      </w:r>
    </w:p>
    <w:p w14:paraId="54E1A473"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lastRenderedPageBreak/>
        <w:br/>
      </w:r>
      <w:r w:rsidRPr="00251890">
        <w:rPr>
          <w:rFonts w:ascii="黑体" w:eastAsia="黑体" w:hAnsi="黑体" w:hint="eastAsia"/>
        </w:rPr>
        <w:t>贮存寿命</w:t>
      </w:r>
      <w:r w:rsidRPr="00251890">
        <w:rPr>
          <w:rFonts w:ascii="黑体" w:eastAsia="黑体" w:hAnsi="黑体"/>
        </w:rPr>
        <w:t xml:space="preserve">  storage life, shelf life</w:t>
      </w:r>
    </w:p>
    <w:p w14:paraId="6F6EC5F0" w14:textId="77777777" w:rsidR="00C645D3" w:rsidRPr="001D2EB6" w:rsidRDefault="00C645D3" w:rsidP="00C645D3">
      <w:pPr>
        <w:pStyle w:val="affffffffffff7"/>
        <w:ind w:firstLineChars="200" w:firstLine="420"/>
        <w:rPr>
          <w:rFonts w:eastAsia="宋体"/>
        </w:rPr>
      </w:pPr>
      <w:r w:rsidRPr="001D2EB6">
        <w:rPr>
          <w:rFonts w:eastAsia="宋体"/>
        </w:rPr>
        <w:t>材料或产品生产好以后，在规定条件下存放，</w:t>
      </w:r>
      <w:r w:rsidRPr="001D2EB6">
        <w:rPr>
          <w:rFonts w:eastAsia="宋体" w:hint="eastAsia"/>
        </w:rPr>
        <w:t>仍能</w:t>
      </w:r>
      <w:r w:rsidRPr="001D2EB6">
        <w:rPr>
          <w:rFonts w:eastAsia="宋体"/>
        </w:rPr>
        <w:t>保持其规定性能的期限。</w:t>
      </w:r>
    </w:p>
    <w:p w14:paraId="07AC7330"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贮存硬化</w:t>
      </w:r>
      <w:r w:rsidRPr="00251890">
        <w:rPr>
          <w:rFonts w:ascii="黑体" w:eastAsia="黑体" w:hAnsi="黑体"/>
        </w:rPr>
        <w:t xml:space="preserve">  storage hardening  </w:t>
      </w:r>
    </w:p>
    <w:p w14:paraId="7DCBBA99" w14:textId="77777777" w:rsidR="00C645D3" w:rsidRPr="001D2EB6" w:rsidRDefault="00C645D3" w:rsidP="00C645D3">
      <w:pPr>
        <w:pStyle w:val="affffffffffff7"/>
        <w:ind w:firstLineChars="200" w:firstLine="420"/>
        <w:rPr>
          <w:rFonts w:eastAsia="宋体"/>
        </w:rPr>
      </w:pPr>
      <w:r w:rsidRPr="001D2EB6">
        <w:rPr>
          <w:rFonts w:eastAsia="宋体"/>
        </w:rPr>
        <w:t>生</w:t>
      </w:r>
      <w:r w:rsidRPr="001D2EB6">
        <w:rPr>
          <w:rFonts w:eastAsia="宋体" w:hint="eastAsia"/>
        </w:rPr>
        <w:t>橡胶或未硫化橡</w:t>
      </w:r>
      <w:r w:rsidRPr="001D2EB6">
        <w:rPr>
          <w:rFonts w:eastAsia="宋体"/>
        </w:rPr>
        <w:t>胶在贮存过程中粘度</w:t>
      </w:r>
      <w:r w:rsidRPr="001D2EB6">
        <w:rPr>
          <w:rFonts w:eastAsia="宋体" w:hint="eastAsia"/>
        </w:rPr>
        <w:t>的</w:t>
      </w:r>
      <w:r w:rsidRPr="001D2EB6">
        <w:rPr>
          <w:rFonts w:eastAsia="宋体"/>
        </w:rPr>
        <w:t>增加。</w:t>
      </w:r>
    </w:p>
    <w:p w14:paraId="0BC26856" w14:textId="77777777" w:rsidR="00C645D3" w:rsidRPr="001D2EB6" w:rsidRDefault="00C645D3" w:rsidP="00A45079">
      <w:pPr>
        <w:pStyle w:val="afff6"/>
        <w:ind w:firstLine="52"/>
      </w:pPr>
      <w:r w:rsidRPr="001D2EB6">
        <w:t>与低温结晶不同，热处理对贮存硬化的影响是不可逆的。</w:t>
      </w:r>
    </w:p>
    <w:p w14:paraId="3C295C52"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加速老化</w:t>
      </w:r>
      <w:r w:rsidRPr="00251890">
        <w:rPr>
          <w:rFonts w:ascii="黑体" w:eastAsia="黑体" w:hAnsi="黑体"/>
        </w:rPr>
        <w:t xml:space="preserve">  accelerated aging</w:t>
      </w:r>
    </w:p>
    <w:p w14:paraId="19C78EA8"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在某一实验条件下进行的老化，</w:t>
      </w:r>
      <w:r w:rsidRPr="001D2EB6">
        <w:rPr>
          <w:rFonts w:ascii="宋体" w:eastAsia="宋体" w:hAnsi="宋体" w:hint="eastAsia"/>
        </w:rPr>
        <w:t>从而</w:t>
      </w:r>
      <w:r w:rsidRPr="001D2EB6">
        <w:rPr>
          <w:rFonts w:ascii="宋体" w:eastAsia="宋体" w:hAnsi="宋体"/>
        </w:rPr>
        <w:t>在较短的时间内达到自然老化的效果。</w:t>
      </w:r>
    </w:p>
    <w:p w14:paraId="17B886D8" w14:textId="77777777" w:rsidR="00C645D3" w:rsidRDefault="00C645D3" w:rsidP="00477943">
      <w:pPr>
        <w:pStyle w:val="a5"/>
        <w:numPr>
          <w:ilvl w:val="0"/>
          <w:numId w:val="45"/>
        </w:numPr>
      </w:pPr>
      <w:r w:rsidRPr="001D2EB6">
        <w:t>通常会采用升高温度，有时同时提高空气或氧气的压力，提高湿度以及/或改变其他条件，以提高降解率。</w:t>
      </w:r>
    </w:p>
    <w:p w14:paraId="1D19CEB5" w14:textId="77777777" w:rsidR="009F00E0" w:rsidRPr="009F00E0" w:rsidRDefault="009F00E0" w:rsidP="009F00E0">
      <w:pPr>
        <w:pStyle w:val="a5"/>
        <w:numPr>
          <w:ilvl w:val="0"/>
          <w:numId w:val="0"/>
        </w:numPr>
        <w:ind w:leftChars="67" w:left="141" w:firstLineChars="157" w:firstLine="283"/>
      </w:pPr>
      <w:r w:rsidRPr="009F00E0">
        <w:rPr>
          <w:rFonts w:ascii="仿宋_GB2312" w:eastAsia="仿宋_GB2312" w:hint="eastAsia"/>
        </w:rPr>
        <w:t>[</w:t>
      </w:r>
      <w:r w:rsidR="00C07B1A">
        <w:rPr>
          <w:rFonts w:ascii="仿宋_GB2312" w:eastAsia="仿宋_GB2312" w:hint="eastAsia"/>
        </w:rPr>
        <w:t>来源：</w:t>
      </w:r>
      <w:r w:rsidRPr="009F00E0">
        <w:rPr>
          <w:rFonts w:ascii="仿宋_GB2312" w:eastAsia="仿宋_GB2312" w:hint="eastAsia"/>
        </w:rPr>
        <w:t>GB/T 9881-2008，</w:t>
      </w:r>
      <w:r w:rsidR="00C07B1A">
        <w:rPr>
          <w:rFonts w:ascii="仿宋_GB2312" w:eastAsia="仿宋_GB2312" w:hint="eastAsia"/>
        </w:rPr>
        <w:t>2.4</w:t>
      </w:r>
      <w:r w:rsidR="003B7BFD">
        <w:rPr>
          <w:rFonts w:ascii="仿宋_GB2312" w:eastAsia="仿宋_GB2312" w:hint="eastAsia"/>
        </w:rPr>
        <w:t>，有</w:t>
      </w:r>
      <w:r w:rsidRPr="009F00E0">
        <w:rPr>
          <w:rFonts w:ascii="仿宋_GB2312" w:eastAsia="仿宋_GB2312" w:hint="eastAsia"/>
        </w:rPr>
        <w:t>修改]</w:t>
      </w:r>
    </w:p>
    <w:p w14:paraId="021BBF1D" w14:textId="77777777" w:rsidR="00251890" w:rsidRPr="00251890" w:rsidRDefault="00251890" w:rsidP="00251890">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加速贮存硬化试验</w:t>
      </w:r>
      <w:r w:rsidRPr="00251890">
        <w:rPr>
          <w:rFonts w:ascii="黑体" w:eastAsia="黑体" w:hAnsi="黑体"/>
        </w:rPr>
        <w:t xml:space="preserve">  accelerated storage hardening test</w:t>
      </w:r>
    </w:p>
    <w:p w14:paraId="7D7F6857" w14:textId="77777777" w:rsidR="00C645D3" w:rsidRPr="001D2EB6" w:rsidRDefault="00C645D3" w:rsidP="00C645D3">
      <w:pPr>
        <w:pStyle w:val="affffffffffff7"/>
        <w:ind w:firstLineChars="200" w:firstLine="420"/>
        <w:rPr>
          <w:rFonts w:eastAsia="宋体"/>
        </w:rPr>
      </w:pPr>
      <w:r w:rsidRPr="001D2EB6">
        <w:rPr>
          <w:rFonts w:eastAsia="宋体"/>
        </w:rPr>
        <w:t>将生胶试片放于装有五氧化二磷的密闭容器中，在常压和</w:t>
      </w:r>
      <w:r w:rsidRPr="001D2EB6">
        <w:rPr>
          <w:rFonts w:eastAsia="宋体"/>
        </w:rPr>
        <w:t>60</w:t>
      </w:r>
      <w:r w:rsidRPr="001D2EB6">
        <w:rPr>
          <w:rFonts w:ascii="宋体" w:eastAsia="宋体" w:hAnsi="宋体"/>
        </w:rPr>
        <w:t>℃</w:t>
      </w:r>
      <w:r w:rsidRPr="001D2EB6">
        <w:rPr>
          <w:rFonts w:eastAsia="宋体"/>
        </w:rPr>
        <w:t>下贮存</w:t>
      </w:r>
      <w:r w:rsidRPr="001D2EB6">
        <w:rPr>
          <w:rFonts w:eastAsia="宋体" w:hint="eastAsia"/>
        </w:rPr>
        <w:t>一定时间，加速橡胶脱水交联，从而在较短的时间内达到自然贮存硬化的效果</w:t>
      </w:r>
      <w:r w:rsidRPr="001D2EB6">
        <w:rPr>
          <w:rFonts w:eastAsia="宋体"/>
        </w:rPr>
        <w:t>。</w:t>
      </w:r>
    </w:p>
    <w:p w14:paraId="1BD2C347"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 xml:space="preserve">热降解 </w:t>
      </w:r>
      <w:r w:rsidRPr="001D2EB6">
        <w:rPr>
          <w:rFonts w:ascii="黑体" w:eastAsia="黑体" w:hAnsi="黑体"/>
        </w:rPr>
        <w:t xml:space="preserve"> thermal degradation</w:t>
      </w:r>
    </w:p>
    <w:p w14:paraId="7F9A33F6" w14:textId="77777777" w:rsidR="00C645D3" w:rsidRPr="001D2EB6" w:rsidRDefault="00C645D3" w:rsidP="00C645D3">
      <w:pPr>
        <w:pStyle w:val="affffffffffff7"/>
        <w:ind w:firstLineChars="200" w:firstLine="420"/>
        <w:rPr>
          <w:rFonts w:eastAsia="宋体"/>
        </w:rPr>
      </w:pPr>
      <w:r w:rsidRPr="001D2EB6">
        <w:rPr>
          <w:rFonts w:eastAsia="宋体"/>
        </w:rPr>
        <w:t>由于外部供热或内部生热导致的温度升高而造成的降解。</w:t>
      </w:r>
    </w:p>
    <w:p w14:paraId="59C854E9"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 xml:space="preserve">微裂 </w:t>
      </w:r>
      <w:r w:rsidRPr="001D2EB6">
        <w:rPr>
          <w:rFonts w:ascii="黑体" w:eastAsia="黑体" w:hAnsi="黑体"/>
        </w:rPr>
        <w:t xml:space="preserve"> cracking</w:t>
      </w:r>
    </w:p>
    <w:p w14:paraId="756E41E3"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通常因光降解作用而在橡胶表面形成无规则的浅裂纹。</w:t>
      </w:r>
    </w:p>
    <w:p w14:paraId="21E29A1A" w14:textId="77777777" w:rsidR="00C645D3" w:rsidRPr="001D2EB6" w:rsidRDefault="00C645D3" w:rsidP="00A45079">
      <w:pPr>
        <w:pStyle w:val="afff6"/>
        <w:ind w:firstLine="52"/>
      </w:pPr>
      <w:r w:rsidRPr="001D2EB6">
        <w:t>与臭氧龟裂不同，微裂与橡胶中存在的拉伸应变无关。</w:t>
      </w:r>
    </w:p>
    <w:p w14:paraId="0D3E9C02"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臭氧龟裂</w:t>
      </w:r>
      <w:r w:rsidR="009651A9">
        <w:rPr>
          <w:rFonts w:ascii="黑体" w:eastAsia="黑体" w:hAnsi="黑体" w:hint="eastAsia"/>
        </w:rPr>
        <w:t xml:space="preserve"> </w:t>
      </w:r>
      <w:r w:rsidRPr="001D2EB6">
        <w:rPr>
          <w:rFonts w:ascii="黑体" w:eastAsia="黑体" w:hAnsi="黑体"/>
        </w:rPr>
        <w:t xml:space="preserve"> ozone cracking</w:t>
      </w:r>
    </w:p>
    <w:p w14:paraId="35F3B3EC" w14:textId="77777777" w:rsidR="00C645D3" w:rsidRPr="001D2EB6" w:rsidRDefault="00C645D3" w:rsidP="00C645D3">
      <w:pPr>
        <w:pStyle w:val="affffffffffff7"/>
        <w:ind w:firstLineChars="200" w:firstLine="420"/>
        <w:rPr>
          <w:rFonts w:eastAsia="宋体"/>
        </w:rPr>
      </w:pPr>
      <w:r w:rsidRPr="001D2EB6">
        <w:rPr>
          <w:rFonts w:eastAsia="宋体"/>
        </w:rPr>
        <w:t>在拉伸应变下橡胶表面因臭氧作用而形成裂纹。</w:t>
      </w:r>
    </w:p>
    <w:p w14:paraId="614A2B3D" w14:textId="77777777" w:rsidR="00C645D3" w:rsidRPr="001D2EB6" w:rsidRDefault="00C645D3" w:rsidP="00A45079">
      <w:pPr>
        <w:pStyle w:val="afff6"/>
        <w:ind w:firstLine="52"/>
      </w:pPr>
      <w:r w:rsidRPr="001D2EB6">
        <w:t>臭氧龟裂垂直于拉伸应变的方向，主链不饱和的橡胶通常会发生臭氧龟裂。</w:t>
      </w:r>
    </w:p>
    <w:p w14:paraId="7569C070"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临界应变（静态臭氧试验）</w:t>
      </w:r>
      <w:r w:rsidRPr="00251890">
        <w:rPr>
          <w:rFonts w:ascii="黑体" w:eastAsia="黑体" w:hAnsi="黑体"/>
        </w:rPr>
        <w:t xml:space="preserve"> threshold strain</w:t>
      </w:r>
    </w:p>
    <w:p w14:paraId="75087D7F" w14:textId="77777777" w:rsidR="00C645D3" w:rsidRPr="001D2EB6" w:rsidRDefault="00C645D3" w:rsidP="00C645D3">
      <w:pPr>
        <w:pStyle w:val="affffffffffff7"/>
        <w:ind w:firstLineChars="200" w:firstLine="420"/>
        <w:rPr>
          <w:rFonts w:eastAsia="宋体"/>
        </w:rPr>
      </w:pPr>
      <w:r w:rsidRPr="001D2EB6">
        <w:rPr>
          <w:rFonts w:eastAsia="宋体"/>
        </w:rPr>
        <w:t>橡胶在一定温度下暴露于给定臭氧浓度的空气中，经过一定时间后，在其表面不发生臭氧龟裂的最高拉伸应变。</w:t>
      </w:r>
    </w:p>
    <w:p w14:paraId="61C3783B"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粉化</w:t>
      </w:r>
      <w:r w:rsidRPr="001D2EB6">
        <w:rPr>
          <w:rFonts w:ascii="黑体" w:eastAsia="黑体" w:hAnsi="黑体"/>
        </w:rPr>
        <w:t xml:space="preserve"> </w:t>
      </w:r>
      <w:r w:rsidRPr="001D2EB6">
        <w:rPr>
          <w:rFonts w:ascii="黑体" w:eastAsia="黑体" w:hAnsi="黑体" w:hint="eastAsia"/>
        </w:rPr>
        <w:t xml:space="preserve"> </w:t>
      </w:r>
      <w:r w:rsidRPr="001D2EB6">
        <w:rPr>
          <w:rFonts w:ascii="黑体" w:eastAsia="黑体" w:hAnsi="黑体"/>
        </w:rPr>
        <w:t>chalking</w:t>
      </w:r>
    </w:p>
    <w:p w14:paraId="22E85C75" w14:textId="77777777" w:rsidR="00C645D3" w:rsidRPr="001D2EB6" w:rsidRDefault="00C645D3" w:rsidP="00C645D3">
      <w:pPr>
        <w:pStyle w:val="affffffffffff7"/>
        <w:ind w:firstLineChars="200" w:firstLine="420"/>
        <w:rPr>
          <w:rFonts w:eastAsia="宋体"/>
        </w:rPr>
      </w:pPr>
      <w:r w:rsidRPr="001D2EB6">
        <w:rPr>
          <w:rFonts w:eastAsia="宋体"/>
        </w:rPr>
        <w:t>因表面降解而在橡胶表面形成粉状残渣。</w:t>
      </w:r>
    </w:p>
    <w:p w14:paraId="472FB2FE"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模拟试验</w:t>
      </w:r>
      <w:r w:rsidRPr="001D2EB6">
        <w:rPr>
          <w:rFonts w:ascii="黑体" w:eastAsia="黑体" w:hAnsi="黑体"/>
        </w:rPr>
        <w:t xml:space="preserve"> </w:t>
      </w:r>
      <w:r w:rsidRPr="001D2EB6">
        <w:rPr>
          <w:rFonts w:ascii="黑体" w:eastAsia="黑体" w:hAnsi="黑体" w:hint="eastAsia"/>
        </w:rPr>
        <w:t xml:space="preserve"> </w:t>
      </w:r>
      <w:r w:rsidRPr="001D2EB6">
        <w:rPr>
          <w:rFonts w:ascii="黑体" w:eastAsia="黑体" w:hAnsi="黑体"/>
        </w:rPr>
        <w:t>imitating test</w:t>
      </w:r>
    </w:p>
    <w:p w14:paraId="0BF2A6D9" w14:textId="77777777" w:rsidR="00C645D3" w:rsidRPr="001D2EB6" w:rsidRDefault="00C645D3" w:rsidP="00C645D3">
      <w:pPr>
        <w:pStyle w:val="affffffffffff7"/>
        <w:ind w:firstLineChars="200" w:firstLine="420"/>
        <w:rPr>
          <w:rFonts w:eastAsia="宋体"/>
        </w:rPr>
      </w:pPr>
      <w:r w:rsidRPr="001D2EB6">
        <w:rPr>
          <w:rFonts w:eastAsia="宋体"/>
        </w:rPr>
        <w:t>模仿试</w:t>
      </w:r>
      <w:proofErr w:type="gramStart"/>
      <w:r w:rsidRPr="001D2EB6">
        <w:rPr>
          <w:rFonts w:eastAsia="宋体"/>
        </w:rPr>
        <w:t>片实际</w:t>
      </w:r>
      <w:proofErr w:type="gramEnd"/>
      <w:r w:rsidRPr="001D2EB6">
        <w:rPr>
          <w:rFonts w:eastAsia="宋体"/>
        </w:rPr>
        <w:t>使用情况进行的试验。</w:t>
      </w:r>
    </w:p>
    <w:p w14:paraId="76F78DDF"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 xml:space="preserve">马林斯效应  </w:t>
      </w:r>
      <w:r w:rsidRPr="001D2EB6">
        <w:rPr>
          <w:rFonts w:ascii="黑体" w:eastAsia="黑体" w:hAnsi="黑体"/>
        </w:rPr>
        <w:t>Mullins effect</w:t>
      </w:r>
    </w:p>
    <w:p w14:paraId="120AA950"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因早期的变形和回复导致</w:t>
      </w:r>
      <w:proofErr w:type="gramStart"/>
      <w:r w:rsidRPr="001D2EB6">
        <w:rPr>
          <w:rFonts w:ascii="宋体" w:eastAsia="宋体" w:hAnsi="宋体"/>
        </w:rPr>
        <w:t>硫化胶弹性模量</w:t>
      </w:r>
      <w:proofErr w:type="gramEnd"/>
      <w:r w:rsidRPr="001D2EB6">
        <w:rPr>
          <w:rFonts w:ascii="宋体" w:eastAsia="宋体" w:hAnsi="宋体"/>
        </w:rPr>
        <w:t>降低。</w:t>
      </w:r>
    </w:p>
    <w:p w14:paraId="3E0E1AEF"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脆性温度</w:t>
      </w:r>
      <w:r w:rsidRPr="001D2EB6">
        <w:rPr>
          <w:rFonts w:ascii="黑体" w:eastAsia="黑体" w:hAnsi="黑体"/>
        </w:rPr>
        <w:t xml:space="preserve"> </w:t>
      </w:r>
      <w:r w:rsidRPr="001D2EB6">
        <w:rPr>
          <w:rFonts w:ascii="黑体" w:eastAsia="黑体" w:hAnsi="黑体" w:hint="eastAsia"/>
        </w:rPr>
        <w:t xml:space="preserve"> </w:t>
      </w:r>
      <w:r w:rsidRPr="001D2EB6">
        <w:rPr>
          <w:rFonts w:ascii="黑体" w:eastAsia="黑体" w:hAnsi="黑体"/>
        </w:rPr>
        <w:t>brittleness temperature</w:t>
      </w:r>
    </w:p>
    <w:p w14:paraId="3E2C177E" w14:textId="77777777" w:rsidR="00C645D3" w:rsidRPr="001D2EB6" w:rsidRDefault="00C645D3" w:rsidP="00C645D3">
      <w:pPr>
        <w:pStyle w:val="affffffffffff7"/>
        <w:ind w:firstLineChars="200" w:firstLine="420"/>
        <w:rPr>
          <w:rFonts w:eastAsia="宋体"/>
        </w:rPr>
      </w:pPr>
      <w:r w:rsidRPr="001D2EB6">
        <w:rPr>
          <w:rFonts w:eastAsia="宋体"/>
        </w:rPr>
        <w:t>试样经低温冷冻一定时间后，</w:t>
      </w:r>
      <w:r w:rsidRPr="001D2EB6">
        <w:rPr>
          <w:rFonts w:eastAsia="宋体" w:hint="eastAsia"/>
        </w:rPr>
        <w:t>在规定</w:t>
      </w:r>
      <w:r w:rsidRPr="001D2EB6">
        <w:rPr>
          <w:rFonts w:eastAsia="宋体"/>
        </w:rPr>
        <w:t>的冲击</w:t>
      </w:r>
      <w:r w:rsidRPr="001D2EB6">
        <w:rPr>
          <w:rFonts w:eastAsia="宋体" w:hint="eastAsia"/>
        </w:rPr>
        <w:t>应力作用下</w:t>
      </w:r>
      <w:r w:rsidRPr="001D2EB6">
        <w:rPr>
          <w:rFonts w:eastAsia="宋体"/>
        </w:rPr>
        <w:t>，开始断裂的最高温度。</w:t>
      </w:r>
    </w:p>
    <w:p w14:paraId="3C8E205B"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lastRenderedPageBreak/>
        <w:br/>
      </w:r>
      <w:r w:rsidRPr="001D2EB6">
        <w:rPr>
          <w:rFonts w:ascii="黑体" w:eastAsia="黑体" w:hAnsi="黑体" w:hint="eastAsia"/>
        </w:rPr>
        <w:t>磨耗</w:t>
      </w:r>
      <w:r w:rsidRPr="001D2EB6">
        <w:rPr>
          <w:rFonts w:ascii="黑体" w:eastAsia="黑体" w:hAnsi="黑体"/>
        </w:rPr>
        <w:t xml:space="preserve"> </w:t>
      </w:r>
      <w:r w:rsidRPr="001D2EB6">
        <w:rPr>
          <w:rFonts w:ascii="黑体" w:eastAsia="黑体" w:hAnsi="黑体" w:hint="eastAsia"/>
        </w:rPr>
        <w:t xml:space="preserve"> </w:t>
      </w:r>
      <w:r w:rsidRPr="001D2EB6">
        <w:rPr>
          <w:rFonts w:ascii="黑体" w:eastAsia="黑体" w:hAnsi="黑体"/>
        </w:rPr>
        <w:t>abrasion</w:t>
      </w:r>
    </w:p>
    <w:p w14:paraId="337C05E5"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由于摩擦力作</w:t>
      </w:r>
      <w:proofErr w:type="gramStart"/>
      <w:r w:rsidRPr="001D2EB6">
        <w:rPr>
          <w:rFonts w:ascii="宋体" w:eastAsia="宋体" w:hAnsi="宋体"/>
        </w:rPr>
        <w:t>用引起</w:t>
      </w:r>
      <w:proofErr w:type="gramEnd"/>
      <w:r w:rsidRPr="001D2EB6">
        <w:rPr>
          <w:rFonts w:ascii="宋体" w:eastAsia="宋体" w:hAnsi="宋体"/>
        </w:rPr>
        <w:t>材料表面(物质)的损失。</w:t>
      </w:r>
    </w:p>
    <w:p w14:paraId="37FAFCEE"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耐磨性</w:t>
      </w:r>
      <w:r w:rsidRPr="001D2EB6">
        <w:rPr>
          <w:rFonts w:ascii="黑体" w:eastAsia="黑体" w:hAnsi="黑体"/>
        </w:rPr>
        <w:t xml:space="preserve"> </w:t>
      </w:r>
      <w:r w:rsidRPr="001D2EB6">
        <w:rPr>
          <w:rFonts w:ascii="黑体" w:eastAsia="黑体" w:hAnsi="黑体" w:hint="eastAsia"/>
        </w:rPr>
        <w:t xml:space="preserve"> </w:t>
      </w:r>
      <w:r w:rsidRPr="001D2EB6">
        <w:rPr>
          <w:rFonts w:ascii="黑体" w:eastAsia="黑体" w:hAnsi="黑体"/>
        </w:rPr>
        <w:t>abrasion resistance</w:t>
      </w:r>
    </w:p>
    <w:p w14:paraId="32C60F07" w14:textId="77777777" w:rsidR="00C645D3" w:rsidRPr="001D2EB6" w:rsidRDefault="00C645D3" w:rsidP="00C645D3">
      <w:pPr>
        <w:pStyle w:val="affffffffffff7"/>
        <w:ind w:firstLineChars="200" w:firstLine="420"/>
        <w:rPr>
          <w:rFonts w:ascii="宋体" w:eastAsia="宋体" w:hAnsi="宋体"/>
        </w:rPr>
      </w:pPr>
      <w:proofErr w:type="gramStart"/>
      <w:r w:rsidRPr="001D2EB6">
        <w:rPr>
          <w:rFonts w:ascii="宋体" w:eastAsia="宋体" w:hAnsi="宋体"/>
        </w:rPr>
        <w:t>抵抗因</w:t>
      </w:r>
      <w:proofErr w:type="gramEnd"/>
      <w:r w:rsidRPr="001D2EB6">
        <w:rPr>
          <w:rFonts w:ascii="宋体" w:eastAsia="宋体" w:hAnsi="宋体"/>
        </w:rPr>
        <w:t>机械作用</w:t>
      </w:r>
      <w:r w:rsidRPr="001D2EB6">
        <w:rPr>
          <w:rFonts w:ascii="宋体" w:eastAsia="宋体" w:hAnsi="宋体" w:hint="eastAsia"/>
        </w:rPr>
        <w:t>使材料表面</w:t>
      </w:r>
      <w:r w:rsidRPr="001D2EB6">
        <w:rPr>
          <w:rFonts w:ascii="宋体" w:eastAsia="宋体" w:hAnsi="宋体"/>
        </w:rPr>
        <w:t>产生</w:t>
      </w:r>
      <w:r w:rsidRPr="001D2EB6">
        <w:rPr>
          <w:rFonts w:ascii="宋体" w:eastAsia="宋体" w:hAnsi="宋体" w:hint="eastAsia"/>
        </w:rPr>
        <w:t>磨损的性能</w:t>
      </w:r>
      <w:r w:rsidRPr="001D2EB6">
        <w:rPr>
          <w:rFonts w:ascii="宋体" w:eastAsia="宋体" w:hAnsi="宋体"/>
        </w:rPr>
        <w:t>。</w:t>
      </w:r>
    </w:p>
    <w:p w14:paraId="733B4DD7" w14:textId="77777777" w:rsidR="00C645D3" w:rsidRPr="001D2EB6" w:rsidRDefault="00C645D3" w:rsidP="00A45079">
      <w:pPr>
        <w:pStyle w:val="afff6"/>
        <w:ind w:firstLine="52"/>
      </w:pPr>
      <w:r w:rsidRPr="001D2EB6">
        <w:t>耐磨耗用耐磨指数表示。</w:t>
      </w:r>
    </w:p>
    <w:p w14:paraId="45262A31"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 xml:space="preserve">耐磨指数 </w:t>
      </w:r>
      <w:r w:rsidR="00B36DF3">
        <w:rPr>
          <w:rFonts w:ascii="黑体" w:eastAsia="黑体" w:hAnsi="黑体" w:hint="eastAsia"/>
        </w:rPr>
        <w:t xml:space="preserve"> </w:t>
      </w:r>
      <w:r w:rsidRPr="001D2EB6">
        <w:rPr>
          <w:rFonts w:ascii="黑体" w:eastAsia="黑体" w:hAnsi="黑体" w:hint="eastAsia"/>
        </w:rPr>
        <w:t>abrasion resistance index</w:t>
      </w:r>
    </w:p>
    <w:p w14:paraId="642D61A8"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在相同的规定条件下</w:t>
      </w:r>
      <w:r w:rsidRPr="001D2EB6">
        <w:rPr>
          <w:rFonts w:ascii="宋体" w:eastAsia="宋体" w:hAnsi="宋体" w:hint="eastAsia"/>
        </w:rPr>
        <w:t>测定的</w:t>
      </w:r>
      <w:r w:rsidR="003B7BFD" w:rsidRPr="001D2EB6">
        <w:rPr>
          <w:rFonts w:ascii="宋体" w:eastAsia="宋体" w:hAnsi="宋体"/>
        </w:rPr>
        <w:t>橡胶</w:t>
      </w:r>
      <w:r w:rsidRPr="001D2EB6">
        <w:rPr>
          <w:rFonts w:ascii="宋体" w:eastAsia="宋体" w:hAnsi="宋体"/>
        </w:rPr>
        <w:t>标准</w:t>
      </w:r>
      <w:r w:rsidR="003B7BFD">
        <w:rPr>
          <w:rFonts w:ascii="宋体" w:eastAsia="宋体" w:hAnsi="宋体" w:hint="eastAsia"/>
        </w:rPr>
        <w:t>样品</w:t>
      </w:r>
      <w:r w:rsidRPr="001D2EB6">
        <w:rPr>
          <w:rFonts w:ascii="宋体" w:eastAsia="宋体" w:hAnsi="宋体"/>
        </w:rPr>
        <w:t>与</w:t>
      </w:r>
      <w:r w:rsidRPr="001D2EB6">
        <w:rPr>
          <w:rFonts w:ascii="宋体" w:eastAsia="宋体" w:hAnsi="宋体" w:hint="eastAsia"/>
        </w:rPr>
        <w:t>试验</w:t>
      </w:r>
      <w:r w:rsidRPr="001D2EB6">
        <w:rPr>
          <w:rFonts w:ascii="宋体" w:eastAsia="宋体" w:hAnsi="宋体"/>
        </w:rPr>
        <w:t>橡胶</w:t>
      </w:r>
      <w:r w:rsidRPr="001D2EB6">
        <w:rPr>
          <w:rFonts w:ascii="宋体" w:eastAsia="宋体" w:hAnsi="宋体" w:hint="eastAsia"/>
        </w:rPr>
        <w:t>的体积损失之比，用</w:t>
      </w:r>
      <w:r w:rsidRPr="001D2EB6">
        <w:rPr>
          <w:rFonts w:ascii="宋体" w:eastAsia="宋体" w:hAnsi="宋体"/>
        </w:rPr>
        <w:t>百分</w:t>
      </w:r>
      <w:r w:rsidRPr="001D2EB6">
        <w:rPr>
          <w:rFonts w:ascii="宋体" w:eastAsia="宋体" w:hAnsi="宋体" w:hint="eastAsia"/>
        </w:rPr>
        <w:t>数表示</w:t>
      </w:r>
      <w:r w:rsidRPr="001D2EB6">
        <w:rPr>
          <w:rFonts w:ascii="宋体" w:eastAsia="宋体" w:hAnsi="宋体"/>
        </w:rPr>
        <w:t>。</w:t>
      </w:r>
    </w:p>
    <w:p w14:paraId="3C084B4A"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耐溶剂性</w:t>
      </w:r>
      <w:r w:rsidRPr="001D2EB6">
        <w:rPr>
          <w:rFonts w:ascii="黑体" w:eastAsia="黑体" w:hAnsi="黑体"/>
        </w:rPr>
        <w:t xml:space="preserve">  solvent resistance</w:t>
      </w:r>
    </w:p>
    <w:p w14:paraId="253D26E2" w14:textId="77777777" w:rsidR="00C645D3" w:rsidRPr="001D2EB6" w:rsidRDefault="00C645D3" w:rsidP="00C645D3">
      <w:pPr>
        <w:pStyle w:val="affffffffffff7"/>
        <w:ind w:firstLineChars="200" w:firstLine="420"/>
        <w:rPr>
          <w:rFonts w:eastAsia="宋体"/>
        </w:rPr>
      </w:pPr>
      <w:r w:rsidRPr="001D2EB6">
        <w:rPr>
          <w:rFonts w:eastAsia="宋体" w:hint="eastAsia"/>
        </w:rPr>
        <w:t>橡胶</w:t>
      </w:r>
      <w:r w:rsidRPr="001D2EB6">
        <w:rPr>
          <w:rFonts w:eastAsia="宋体"/>
        </w:rPr>
        <w:t>制品与溶剂接触时抵抗体积变化和物理性能下降的能力。</w:t>
      </w:r>
    </w:p>
    <w:p w14:paraId="36096D24" w14:textId="77777777" w:rsidR="00251890" w:rsidRPr="00E2306A" w:rsidRDefault="00B17898" w:rsidP="00E2306A">
      <w:pPr>
        <w:pStyle w:val="afffffffffff9"/>
        <w:ind w:left="420" w:hangingChars="200" w:hanging="420"/>
        <w:rPr>
          <w:rFonts w:ascii="黑体" w:eastAsia="黑体" w:hAnsi="黑体"/>
          <w:b/>
        </w:rPr>
      </w:pPr>
      <w:r w:rsidRPr="00E2306A">
        <w:rPr>
          <w:rFonts w:ascii="黑体" w:eastAsia="黑体" w:hAnsi="黑体"/>
        </w:rPr>
        <w:br/>
      </w:r>
      <w:r w:rsidRPr="00E2306A">
        <w:rPr>
          <w:rFonts w:ascii="黑体" w:eastAsia="黑体" w:hAnsi="黑体" w:hint="eastAsia"/>
        </w:rPr>
        <w:t>耐油性</w:t>
      </w:r>
      <w:r w:rsidRPr="00E2306A">
        <w:rPr>
          <w:rFonts w:ascii="黑体" w:eastAsia="黑体" w:hAnsi="黑体"/>
        </w:rPr>
        <w:t xml:space="preserve">  oil resistance</w:t>
      </w:r>
    </w:p>
    <w:p w14:paraId="22ACCB08" w14:textId="77777777" w:rsidR="00C645D3" w:rsidRPr="001D2EB6" w:rsidRDefault="00C645D3" w:rsidP="00C645D3">
      <w:pPr>
        <w:pStyle w:val="affffffffffff7"/>
        <w:ind w:firstLineChars="200" w:firstLine="420"/>
        <w:rPr>
          <w:rFonts w:eastAsia="宋体"/>
        </w:rPr>
      </w:pPr>
      <w:r w:rsidRPr="001D2EB6">
        <w:rPr>
          <w:rFonts w:eastAsia="宋体" w:hint="eastAsia"/>
        </w:rPr>
        <w:t>橡胶</w:t>
      </w:r>
      <w:r w:rsidRPr="001D2EB6">
        <w:rPr>
          <w:rFonts w:eastAsia="宋体"/>
        </w:rPr>
        <w:t>制品与油接触时抵抗体积变化和物理性能下降的能力。</w:t>
      </w:r>
    </w:p>
    <w:p w14:paraId="59F5BA49"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粘弹性</w:t>
      </w:r>
      <w:r w:rsidRPr="001D2EB6">
        <w:rPr>
          <w:rFonts w:ascii="黑体" w:eastAsia="黑体" w:hAnsi="黑体"/>
        </w:rPr>
        <w:t xml:space="preserve"> </w:t>
      </w:r>
      <w:r w:rsidRPr="001D2EB6">
        <w:rPr>
          <w:rFonts w:ascii="黑体" w:eastAsia="黑体" w:hAnsi="黑体" w:hint="eastAsia"/>
        </w:rPr>
        <w:t xml:space="preserve"> </w:t>
      </w:r>
      <w:r w:rsidRPr="001D2EB6">
        <w:rPr>
          <w:rFonts w:ascii="黑体" w:eastAsia="黑体" w:hAnsi="黑体"/>
        </w:rPr>
        <w:t>viscoelasticity</w:t>
      </w:r>
    </w:p>
    <w:p w14:paraId="42F86E31" w14:textId="77777777" w:rsidR="00C645D3" w:rsidRPr="001D2EB6" w:rsidRDefault="00C645D3" w:rsidP="00C645D3">
      <w:pPr>
        <w:pStyle w:val="affffffffffff7"/>
        <w:ind w:firstLineChars="200" w:firstLine="420"/>
        <w:rPr>
          <w:rFonts w:eastAsia="宋体"/>
        </w:rPr>
      </w:pPr>
      <w:r w:rsidRPr="001D2EB6">
        <w:rPr>
          <w:rFonts w:eastAsia="宋体"/>
        </w:rPr>
        <w:t>材料</w:t>
      </w:r>
      <w:r w:rsidRPr="001D2EB6">
        <w:rPr>
          <w:rFonts w:eastAsia="宋体" w:hint="eastAsia"/>
        </w:rPr>
        <w:t>的</w:t>
      </w:r>
      <w:r w:rsidRPr="001D2EB6">
        <w:rPr>
          <w:rFonts w:eastAsia="宋体"/>
        </w:rPr>
        <w:t>粘性和弹性变形特性的组合，</w:t>
      </w:r>
      <w:r w:rsidRPr="001D2EB6">
        <w:rPr>
          <w:rFonts w:eastAsia="宋体" w:hint="eastAsia"/>
        </w:rPr>
        <w:t>每</w:t>
      </w:r>
      <w:r w:rsidRPr="001D2EB6">
        <w:rPr>
          <w:rFonts w:eastAsia="宋体"/>
        </w:rPr>
        <w:t>种特性的相对影响取决于时间、温度、应力和应变速率。</w:t>
      </w:r>
    </w:p>
    <w:p w14:paraId="4FA82850"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热弹性</w:t>
      </w:r>
      <w:r w:rsidRPr="001D2EB6">
        <w:rPr>
          <w:rFonts w:ascii="黑体" w:eastAsia="黑体" w:hAnsi="黑体"/>
        </w:rPr>
        <w:t xml:space="preserve"> </w:t>
      </w:r>
      <w:r w:rsidRPr="001D2EB6">
        <w:rPr>
          <w:rFonts w:ascii="黑体" w:eastAsia="黑体" w:hAnsi="黑体" w:hint="eastAsia"/>
        </w:rPr>
        <w:t xml:space="preserve"> </w:t>
      </w:r>
      <w:proofErr w:type="spellStart"/>
      <w:r w:rsidRPr="001D2EB6">
        <w:rPr>
          <w:rFonts w:ascii="黑体" w:eastAsia="黑体" w:hAnsi="黑体"/>
        </w:rPr>
        <w:t>thermoelasticity</w:t>
      </w:r>
      <w:proofErr w:type="spellEnd"/>
    </w:p>
    <w:p w14:paraId="011F6F17" w14:textId="77777777" w:rsidR="00C645D3" w:rsidRPr="001D2EB6" w:rsidRDefault="00C645D3" w:rsidP="00C645D3">
      <w:pPr>
        <w:pStyle w:val="affffffffffff7"/>
        <w:ind w:firstLineChars="200" w:firstLine="420"/>
        <w:rPr>
          <w:rFonts w:eastAsia="宋体"/>
        </w:rPr>
      </w:pPr>
      <w:r w:rsidRPr="001D2EB6">
        <w:rPr>
          <w:rFonts w:eastAsia="宋体"/>
        </w:rPr>
        <w:t>由于温度升高而产生的</w:t>
      </w:r>
      <w:proofErr w:type="gramStart"/>
      <w:r w:rsidRPr="001D2EB6">
        <w:rPr>
          <w:rFonts w:eastAsia="宋体"/>
        </w:rPr>
        <w:t>象</w:t>
      </w:r>
      <w:proofErr w:type="gramEnd"/>
      <w:r w:rsidRPr="001D2EB6">
        <w:rPr>
          <w:rFonts w:eastAsia="宋体"/>
        </w:rPr>
        <w:t>橡胶一样的弹性。</w:t>
      </w:r>
    </w:p>
    <w:p w14:paraId="2DF579A8"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 xml:space="preserve">生热 </w:t>
      </w:r>
      <w:r w:rsidRPr="001D2EB6">
        <w:rPr>
          <w:rFonts w:ascii="黑体" w:eastAsia="黑体" w:hAnsi="黑体"/>
        </w:rPr>
        <w:t xml:space="preserve"> heat build-up</w:t>
      </w:r>
    </w:p>
    <w:p w14:paraId="3D48F3A1"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热积累</w:t>
      </w:r>
    </w:p>
    <w:p w14:paraId="32B74569"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由于滞后作用，在材料内部产生的导致温度升高的热能积累。</w:t>
      </w:r>
    </w:p>
    <w:p w14:paraId="3BEEAE1A"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探头粘着性</w:t>
      </w:r>
      <w:r w:rsidRPr="001D2EB6">
        <w:rPr>
          <w:rFonts w:ascii="黑体" w:eastAsia="黑体" w:hAnsi="黑体"/>
        </w:rPr>
        <w:t xml:space="preserve">  probe tack</w:t>
      </w:r>
    </w:p>
    <w:p w14:paraId="4E99F6EF" w14:textId="77777777" w:rsidR="00C645D3" w:rsidRPr="001D2EB6" w:rsidRDefault="00C645D3" w:rsidP="00C645D3">
      <w:pPr>
        <w:pStyle w:val="affffffffffff7"/>
        <w:ind w:firstLineChars="200" w:firstLine="420"/>
        <w:rPr>
          <w:rFonts w:eastAsia="宋体"/>
        </w:rPr>
      </w:pPr>
      <w:r w:rsidRPr="001D2EB6">
        <w:rPr>
          <w:rFonts w:eastAsia="宋体"/>
        </w:rPr>
        <w:t>在一定条件下，使互相接触的锯齿形探头与干胶膜彼此</w:t>
      </w:r>
      <w:proofErr w:type="gramStart"/>
      <w:r w:rsidRPr="001D2EB6">
        <w:rPr>
          <w:rFonts w:eastAsia="宋体"/>
        </w:rPr>
        <w:t>分开始</w:t>
      </w:r>
      <w:proofErr w:type="gramEnd"/>
      <w:r w:rsidRPr="001D2EB6">
        <w:rPr>
          <w:rFonts w:eastAsia="宋体"/>
        </w:rPr>
        <w:t>时所需的作用力。</w:t>
      </w:r>
    </w:p>
    <w:p w14:paraId="03A3005A"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 xml:space="preserve">粘合 </w:t>
      </w:r>
      <w:r w:rsidRPr="001D2EB6">
        <w:rPr>
          <w:rFonts w:ascii="黑体" w:eastAsia="黑体" w:hAnsi="黑体"/>
        </w:rPr>
        <w:t xml:space="preserve"> adhesion</w:t>
      </w:r>
    </w:p>
    <w:p w14:paraId="1F5121CA" w14:textId="77777777" w:rsidR="00C645D3" w:rsidRPr="001D2EB6" w:rsidRDefault="00C645D3" w:rsidP="00C645D3">
      <w:pPr>
        <w:pStyle w:val="affffffffffff7"/>
        <w:ind w:firstLineChars="200" w:firstLine="420"/>
        <w:rPr>
          <w:rFonts w:eastAsia="宋体"/>
        </w:rPr>
      </w:pPr>
      <w:r w:rsidRPr="001D2EB6">
        <w:rPr>
          <w:rFonts w:eastAsia="宋体"/>
        </w:rPr>
        <w:t>两个表面通过化学或物理作用，或者既有化学作用又有物理作用而结合在一起的一种状态。</w:t>
      </w:r>
    </w:p>
    <w:p w14:paraId="0689F27E" w14:textId="77777777" w:rsidR="00251890" w:rsidRPr="00251890" w:rsidRDefault="00251890" w:rsidP="000664BD">
      <w:pPr>
        <w:pStyle w:val="afffffffffff9"/>
        <w:ind w:left="420" w:hangingChars="200" w:hanging="420"/>
        <w:rPr>
          <w:rFonts w:ascii="黑体" w:eastAsia="黑体" w:hAnsi="黑体"/>
          <w:b/>
        </w:rPr>
      </w:pPr>
      <w:r w:rsidRPr="00251890">
        <w:rPr>
          <w:rFonts w:ascii="黑体" w:eastAsia="黑体" w:hAnsi="黑体"/>
        </w:rPr>
        <w:br/>
      </w:r>
      <w:r w:rsidRPr="00251890">
        <w:rPr>
          <w:rFonts w:ascii="黑体" w:eastAsia="黑体" w:hAnsi="黑体" w:hint="eastAsia"/>
        </w:rPr>
        <w:t>粘合强度</w:t>
      </w:r>
      <w:r w:rsidRPr="00251890">
        <w:rPr>
          <w:rFonts w:ascii="黑体" w:eastAsia="黑体" w:hAnsi="黑体"/>
        </w:rPr>
        <w:t xml:space="preserve">  adhesion strength</w:t>
      </w:r>
    </w:p>
    <w:p w14:paraId="75287069"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使试样或产品在</w:t>
      </w:r>
      <w:r w:rsidRPr="001D2EB6">
        <w:rPr>
          <w:rFonts w:ascii="宋体" w:eastAsia="宋体" w:hAnsi="宋体" w:hint="eastAsia"/>
        </w:rPr>
        <w:t>粘</w:t>
      </w:r>
      <w:r w:rsidRPr="001D2EB6">
        <w:rPr>
          <w:rFonts w:ascii="宋体" w:eastAsia="宋体" w:hAnsi="宋体"/>
        </w:rPr>
        <w:t>接界面处</w:t>
      </w:r>
      <w:r w:rsidRPr="001D2EB6">
        <w:rPr>
          <w:rFonts w:ascii="宋体" w:eastAsia="宋体" w:hAnsi="宋体" w:hint="eastAsia"/>
        </w:rPr>
        <w:t>进行</w:t>
      </w:r>
      <w:r w:rsidRPr="001D2EB6">
        <w:rPr>
          <w:rFonts w:ascii="宋体" w:eastAsia="宋体" w:hAnsi="宋体"/>
        </w:rPr>
        <w:t>分离所需的力。</w:t>
      </w:r>
    </w:p>
    <w:p w14:paraId="2B6D6588" w14:textId="77777777" w:rsidR="00C645D3" w:rsidRPr="001D2EB6" w:rsidRDefault="00C645D3" w:rsidP="00C645D3">
      <w:pPr>
        <w:pStyle w:val="afff0"/>
        <w:spacing w:before="312" w:after="312"/>
      </w:pPr>
      <w:bookmarkStart w:id="80" w:name="_Toc98757033"/>
      <w:bookmarkStart w:id="81" w:name="_Toc108098953"/>
      <w:bookmarkStart w:id="82" w:name="_Toc108107364"/>
      <w:r w:rsidRPr="001D2EB6">
        <w:rPr>
          <w:rFonts w:hint="eastAsia"/>
        </w:rPr>
        <w:t>配合剂</w:t>
      </w:r>
      <w:bookmarkEnd w:id="80"/>
      <w:bookmarkEnd w:id="81"/>
      <w:bookmarkEnd w:id="82"/>
      <w:r w:rsidRPr="001D2EB6">
        <w:rPr>
          <w:rFonts w:hint="eastAsia"/>
        </w:rPr>
        <w:t xml:space="preserve"> </w:t>
      </w:r>
    </w:p>
    <w:p w14:paraId="1EDCCFC6" w14:textId="77777777" w:rsidR="00C645D3" w:rsidRPr="001D2EB6" w:rsidRDefault="00C645D3" w:rsidP="00C645D3">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加工助剂  processing aid</w:t>
      </w:r>
    </w:p>
    <w:p w14:paraId="181BAFB5"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改善橡胶混炼胶或胶料加工性能的配合剂。</w:t>
      </w:r>
    </w:p>
    <w:p w14:paraId="79305EE2" w14:textId="77777777" w:rsidR="00FB0BE4" w:rsidRPr="00FB0BE4" w:rsidRDefault="00FB0BE4" w:rsidP="00FB0BE4">
      <w:pPr>
        <w:pStyle w:val="afffffffffff9"/>
        <w:ind w:left="420" w:hangingChars="200" w:hanging="420"/>
        <w:rPr>
          <w:rFonts w:ascii="黑体" w:eastAsia="黑体" w:hAnsi="黑体"/>
        </w:rPr>
      </w:pPr>
      <w:r w:rsidRPr="00FB0BE4">
        <w:rPr>
          <w:rFonts w:ascii="黑体" w:eastAsia="黑体" w:hAnsi="黑体"/>
        </w:rPr>
        <w:br/>
      </w:r>
      <w:r w:rsidRPr="00FB0BE4">
        <w:rPr>
          <w:rFonts w:ascii="黑体" w:eastAsia="黑体" w:hAnsi="黑体" w:hint="eastAsia"/>
        </w:rPr>
        <w:t>增塑剂</w:t>
      </w:r>
      <w:r w:rsidRPr="00FB0BE4">
        <w:rPr>
          <w:rFonts w:ascii="黑体" w:eastAsia="黑体" w:hAnsi="黑体"/>
        </w:rPr>
        <w:t xml:space="preserve">  plasticizer</w:t>
      </w:r>
    </w:p>
    <w:p w14:paraId="4FB503C7"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lastRenderedPageBreak/>
        <w:t>用于提高（特别是低温下）橡胶或橡胶制品柔软性的配合剂。</w:t>
      </w:r>
    </w:p>
    <w:p w14:paraId="6E5ED6E9" w14:textId="77777777" w:rsidR="00FB0BE4" w:rsidRPr="00FB0BE4" w:rsidRDefault="00FB0BE4" w:rsidP="004C7B24">
      <w:pPr>
        <w:pStyle w:val="afffffffffff9"/>
        <w:ind w:left="420" w:hangingChars="200" w:hanging="420"/>
        <w:rPr>
          <w:rFonts w:ascii="黑体" w:eastAsia="黑体" w:hAnsi="黑体"/>
        </w:rPr>
      </w:pPr>
      <w:r w:rsidRPr="00FB0BE4">
        <w:rPr>
          <w:rFonts w:ascii="黑体" w:eastAsia="黑体" w:hAnsi="黑体"/>
        </w:rPr>
        <w:br/>
      </w:r>
      <w:r w:rsidRPr="00FB0BE4">
        <w:rPr>
          <w:rFonts w:ascii="黑体" w:eastAsia="黑体" w:hAnsi="黑体" w:hint="eastAsia"/>
        </w:rPr>
        <w:t>软化剂</w:t>
      </w:r>
      <w:r w:rsidRPr="00FB0BE4">
        <w:rPr>
          <w:rFonts w:ascii="黑体" w:eastAsia="黑体" w:hAnsi="黑体"/>
        </w:rPr>
        <w:t xml:space="preserve">  softener</w:t>
      </w:r>
    </w:p>
    <w:p w14:paraId="47679EE2" w14:textId="77777777" w:rsidR="00C645D3" w:rsidRPr="001D2EB6" w:rsidRDefault="00C645D3" w:rsidP="00C645D3">
      <w:pPr>
        <w:ind w:firstLineChars="200" w:firstLine="420"/>
        <w:rPr>
          <w:rFonts w:ascii="宋体" w:hAnsi="宋体"/>
        </w:rPr>
      </w:pPr>
      <w:r w:rsidRPr="001D2EB6">
        <w:rPr>
          <w:rFonts w:ascii="宋体" w:hAnsi="宋体" w:hint="eastAsia"/>
        </w:rPr>
        <w:t>物理增塑剂</w:t>
      </w:r>
    </w:p>
    <w:p w14:paraId="6D470FDA" w14:textId="77777777" w:rsidR="00C645D3" w:rsidRPr="001D2EB6" w:rsidRDefault="00C645D3" w:rsidP="00C645D3">
      <w:pPr>
        <w:ind w:firstLineChars="200" w:firstLine="420"/>
        <w:rPr>
          <w:rFonts w:ascii="宋体" w:hAnsi="宋体"/>
        </w:rPr>
      </w:pPr>
      <w:r w:rsidRPr="001D2EB6">
        <w:rPr>
          <w:rFonts w:ascii="宋体" w:hAnsi="宋体"/>
        </w:rPr>
        <w:t>为降低胶料</w:t>
      </w:r>
      <w:proofErr w:type="gramStart"/>
      <w:r w:rsidRPr="001D2EB6">
        <w:rPr>
          <w:rFonts w:ascii="宋体" w:hAnsi="宋体"/>
        </w:rPr>
        <w:t>的挺性或硫化胶的</w:t>
      </w:r>
      <w:proofErr w:type="gramEnd"/>
      <w:r w:rsidRPr="001D2EB6">
        <w:rPr>
          <w:rFonts w:ascii="宋体" w:hAnsi="宋体"/>
        </w:rPr>
        <w:t>硬度而是用的小剂量配合剂。</w:t>
      </w:r>
    </w:p>
    <w:p w14:paraId="5A381089" w14:textId="77777777" w:rsidR="00DF67E1" w:rsidRDefault="00FB0BE4" w:rsidP="004C7B24">
      <w:pPr>
        <w:pStyle w:val="afffffffffff9"/>
        <w:ind w:left="420" w:hangingChars="200" w:hanging="420"/>
        <w:rPr>
          <w:rFonts w:ascii="黑体" w:eastAsia="黑体" w:hAnsi="黑体"/>
        </w:rPr>
      </w:pPr>
      <w:r w:rsidRPr="00FB0BE4">
        <w:rPr>
          <w:rFonts w:ascii="黑体" w:eastAsia="黑体" w:hAnsi="黑体"/>
        </w:rPr>
        <w:br/>
      </w:r>
      <w:r w:rsidRPr="00FB0BE4">
        <w:rPr>
          <w:rFonts w:ascii="黑体" w:eastAsia="黑体" w:hAnsi="黑体" w:hint="eastAsia"/>
        </w:rPr>
        <w:t>塑解剂</w:t>
      </w:r>
      <w:r w:rsidRPr="00FB0BE4">
        <w:rPr>
          <w:rFonts w:ascii="黑体" w:eastAsia="黑体" w:hAnsi="黑体"/>
        </w:rPr>
        <w:t xml:space="preserve">  </w:t>
      </w:r>
      <w:proofErr w:type="spellStart"/>
      <w:r w:rsidRPr="00FB0BE4">
        <w:rPr>
          <w:rFonts w:ascii="黑体" w:eastAsia="黑体" w:hAnsi="黑体"/>
        </w:rPr>
        <w:t>peptizer</w:t>
      </w:r>
      <w:proofErr w:type="spellEnd"/>
    </w:p>
    <w:p w14:paraId="33DF38CE"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化学增塑剂</w:t>
      </w:r>
    </w:p>
    <w:p w14:paraId="1592F2EE"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在机械和/</w:t>
      </w:r>
      <w:r w:rsidRPr="001D2EB6">
        <w:rPr>
          <w:rFonts w:ascii="宋体" w:eastAsia="宋体" w:hAnsi="宋体" w:hint="eastAsia"/>
        </w:rPr>
        <w:t>或</w:t>
      </w:r>
      <w:r w:rsidRPr="001D2EB6">
        <w:rPr>
          <w:rFonts w:ascii="宋体" w:eastAsia="宋体" w:hAnsi="宋体"/>
        </w:rPr>
        <w:t>热作用下，通过化学作用加速橡胶软化的小剂量配合剂。</w:t>
      </w:r>
    </w:p>
    <w:p w14:paraId="417E61DD" w14:textId="77777777" w:rsidR="00422E55" w:rsidRDefault="00251890" w:rsidP="000664BD">
      <w:pPr>
        <w:pStyle w:val="afffffffffff9"/>
        <w:ind w:left="420" w:hangingChars="200" w:hanging="420"/>
        <w:rPr>
          <w:rFonts w:ascii="黑体" w:eastAsia="黑体" w:hAnsi="黑体"/>
        </w:rPr>
      </w:pPr>
      <w:r w:rsidRPr="00251890">
        <w:rPr>
          <w:rFonts w:ascii="黑体" w:eastAsia="黑体" w:hAnsi="黑体"/>
        </w:rPr>
        <w:br/>
      </w:r>
      <w:r w:rsidRPr="00251890">
        <w:rPr>
          <w:rFonts w:ascii="黑体" w:eastAsia="黑体" w:hAnsi="黑体" w:hint="eastAsia"/>
        </w:rPr>
        <w:t>操作油</w:t>
      </w:r>
      <w:r w:rsidRPr="00251890">
        <w:rPr>
          <w:rFonts w:ascii="黑体" w:eastAsia="黑体" w:hAnsi="黑体"/>
        </w:rPr>
        <w:t xml:space="preserve">  processing oil</w:t>
      </w:r>
    </w:p>
    <w:p w14:paraId="287D271D"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从石油等资源提炼的烃类油，主要用作增量剂或加工助剂。</w:t>
      </w:r>
    </w:p>
    <w:p w14:paraId="6452567B" w14:textId="77777777" w:rsidR="00FB0BE4" w:rsidRPr="00FB0BE4" w:rsidRDefault="00FB0BE4" w:rsidP="00FB0BE4">
      <w:pPr>
        <w:pStyle w:val="afffffffffff9"/>
        <w:ind w:left="420" w:hangingChars="200" w:hanging="420"/>
        <w:rPr>
          <w:rFonts w:ascii="黑体" w:eastAsia="黑体" w:hAnsi="黑体"/>
        </w:rPr>
      </w:pPr>
      <w:r w:rsidRPr="00FB0BE4">
        <w:rPr>
          <w:rFonts w:ascii="黑体" w:eastAsia="黑体" w:hAnsi="黑体"/>
        </w:rPr>
        <w:br/>
      </w:r>
      <w:r w:rsidRPr="00FB0BE4">
        <w:rPr>
          <w:rFonts w:ascii="黑体" w:eastAsia="黑体" w:hAnsi="黑体" w:hint="eastAsia"/>
        </w:rPr>
        <w:t>石蜡油</w:t>
      </w:r>
      <w:r w:rsidRPr="00FB0BE4">
        <w:rPr>
          <w:rFonts w:ascii="黑体" w:eastAsia="黑体" w:hAnsi="黑体"/>
        </w:rPr>
        <w:t xml:space="preserve">  paraffinic oil</w:t>
      </w:r>
    </w:p>
    <w:p w14:paraId="45CC8972" w14:textId="77777777" w:rsidR="00C645D3" w:rsidRPr="001D2EB6" w:rsidRDefault="00C645D3" w:rsidP="00C645D3">
      <w:pPr>
        <w:pStyle w:val="affffffffffff7"/>
        <w:ind w:firstLineChars="200" w:firstLine="420"/>
        <w:rPr>
          <w:rFonts w:eastAsia="宋体"/>
        </w:rPr>
      </w:pPr>
      <w:r w:rsidRPr="001D2EB6">
        <w:rPr>
          <w:rFonts w:eastAsia="宋体"/>
        </w:rPr>
        <w:t>大部或全部由直链烷烃构成的烃类操作油。</w:t>
      </w:r>
    </w:p>
    <w:p w14:paraId="52C1AF4F" w14:textId="77777777" w:rsidR="00FB0BE4" w:rsidRPr="00FB0BE4" w:rsidRDefault="00FB0BE4" w:rsidP="00FB0BE4">
      <w:pPr>
        <w:pStyle w:val="afffffffffff9"/>
        <w:ind w:left="420" w:hangingChars="200" w:hanging="420"/>
        <w:rPr>
          <w:rFonts w:ascii="黑体" w:eastAsia="黑体" w:hAnsi="黑体"/>
        </w:rPr>
      </w:pPr>
      <w:r w:rsidRPr="00FB0BE4">
        <w:rPr>
          <w:rFonts w:ascii="黑体" w:eastAsia="黑体" w:hAnsi="黑体"/>
        </w:rPr>
        <w:br/>
      </w:r>
      <w:r w:rsidRPr="00FB0BE4">
        <w:rPr>
          <w:rFonts w:ascii="黑体" w:eastAsia="黑体" w:hAnsi="黑体" w:hint="eastAsia"/>
        </w:rPr>
        <w:t>芳香油</w:t>
      </w:r>
      <w:r w:rsidRPr="00FB0BE4">
        <w:rPr>
          <w:rFonts w:ascii="黑体" w:eastAsia="黑体" w:hAnsi="黑体"/>
        </w:rPr>
        <w:t xml:space="preserve">  aromatic oil</w:t>
      </w:r>
    </w:p>
    <w:p w14:paraId="6B6F3BD1" w14:textId="77777777" w:rsidR="00C645D3" w:rsidRPr="001D2EB6" w:rsidRDefault="00C645D3" w:rsidP="00C645D3">
      <w:pPr>
        <w:pStyle w:val="affffffffffff7"/>
        <w:ind w:firstLineChars="200" w:firstLine="420"/>
        <w:rPr>
          <w:rFonts w:eastAsia="宋体"/>
        </w:rPr>
      </w:pPr>
      <w:r w:rsidRPr="001D2EB6">
        <w:rPr>
          <w:rFonts w:eastAsia="宋体"/>
        </w:rPr>
        <w:t>至少含有</w:t>
      </w:r>
      <w:r w:rsidRPr="00750434">
        <w:rPr>
          <w:rFonts w:ascii="宋体" w:eastAsia="宋体" w:hAnsi="宋体"/>
        </w:rPr>
        <w:t>35%</w:t>
      </w:r>
      <w:r w:rsidRPr="001D2EB6">
        <w:rPr>
          <w:rFonts w:eastAsia="宋体"/>
        </w:rPr>
        <w:t>（质量分数）芳香烃的烃类操作油。</w:t>
      </w:r>
    </w:p>
    <w:p w14:paraId="2556C421" w14:textId="77777777" w:rsidR="00C645D3" w:rsidRPr="00DF06CB" w:rsidRDefault="00C645D3" w:rsidP="00C645D3">
      <w:pPr>
        <w:pStyle w:val="afffffffffff9"/>
        <w:ind w:left="420" w:hangingChars="200" w:hanging="420"/>
        <w:rPr>
          <w:rFonts w:ascii="黑体" w:eastAsia="黑体" w:hAnsi="黑体"/>
        </w:rPr>
      </w:pPr>
      <w:r w:rsidRPr="001D2EB6">
        <w:rPr>
          <w:rFonts w:ascii="黑体" w:eastAsia="黑体" w:hAnsi="黑体"/>
        </w:rPr>
        <w:br/>
      </w:r>
      <w:r w:rsidRPr="00DF06CB">
        <w:rPr>
          <w:rFonts w:ascii="黑体" w:eastAsia="黑体" w:hAnsi="黑体" w:hint="eastAsia"/>
        </w:rPr>
        <w:t>配合剂  compounding ingredient</w:t>
      </w:r>
    </w:p>
    <w:p w14:paraId="0CAEDB91"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加到橡胶或胶乳中形成胶料或配合胶乳的物质。</w:t>
      </w:r>
    </w:p>
    <w:p w14:paraId="2B29F848" w14:textId="77777777" w:rsidR="00C645D3" w:rsidRPr="001D2EB6" w:rsidRDefault="00C645D3" w:rsidP="00A45079">
      <w:pPr>
        <w:pStyle w:val="afff6"/>
        <w:ind w:firstLine="52"/>
      </w:pPr>
      <w:r w:rsidRPr="001D2EB6">
        <w:rPr>
          <w:rFonts w:hint="eastAsia"/>
        </w:rPr>
        <w:t>配合剂的作用包括</w:t>
      </w:r>
      <w:r w:rsidRPr="001D2EB6">
        <w:t>改进胶乳、橡胶的工艺性能和使用性能或降低制品</w:t>
      </w:r>
      <w:r w:rsidRPr="001D2EB6">
        <w:rPr>
          <w:rFonts w:hint="eastAsia"/>
        </w:rPr>
        <w:t>的</w:t>
      </w:r>
      <w:r w:rsidRPr="001D2EB6">
        <w:t>生产成本。</w:t>
      </w:r>
    </w:p>
    <w:p w14:paraId="0426BB40" w14:textId="77777777" w:rsidR="00FB0BE4" w:rsidRPr="00FB0BE4" w:rsidRDefault="00C645D3" w:rsidP="00FB0BE4">
      <w:pPr>
        <w:pStyle w:val="afffffffffff9"/>
        <w:ind w:left="420" w:hangingChars="200" w:hanging="420"/>
        <w:rPr>
          <w:rFonts w:ascii="黑体" w:eastAsia="黑体" w:hAnsi="黑体"/>
        </w:rPr>
      </w:pPr>
      <w:r w:rsidRPr="004E4905">
        <w:rPr>
          <w:rFonts w:ascii="黑体" w:eastAsia="黑体" w:hAnsi="黑体"/>
        </w:rPr>
        <w:br/>
      </w:r>
      <w:r w:rsidRPr="004E4905">
        <w:rPr>
          <w:rFonts w:ascii="黑体" w:eastAsia="黑体" w:hAnsi="黑体" w:hint="eastAsia"/>
        </w:rPr>
        <w:t xml:space="preserve">硫化剂  </w:t>
      </w:r>
      <w:r w:rsidR="00BD0942" w:rsidRPr="004E4905">
        <w:rPr>
          <w:rFonts w:ascii="黑体" w:eastAsia="黑体" w:hAnsi="黑体" w:hint="eastAsia"/>
        </w:rPr>
        <w:t>v</w:t>
      </w:r>
      <w:r w:rsidRPr="004E4905">
        <w:rPr>
          <w:rFonts w:ascii="黑体" w:eastAsia="黑体" w:hAnsi="黑体"/>
        </w:rPr>
        <w:t>ulcan</w:t>
      </w:r>
      <w:r w:rsidRPr="004E4905">
        <w:rPr>
          <w:rFonts w:ascii="黑体" w:eastAsia="黑体" w:hAnsi="黑体" w:hint="eastAsia"/>
        </w:rPr>
        <w:t xml:space="preserve">izing agent, curing agent, </w:t>
      </w:r>
      <w:proofErr w:type="spellStart"/>
      <w:r w:rsidRPr="004E4905">
        <w:rPr>
          <w:rFonts w:ascii="黑体" w:eastAsia="黑体" w:hAnsi="黑体" w:hint="eastAsia"/>
        </w:rPr>
        <w:t>curitive</w:t>
      </w:r>
      <w:proofErr w:type="spellEnd"/>
    </w:p>
    <w:p w14:paraId="5CEA389A"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在橡胶</w:t>
      </w:r>
      <w:r w:rsidRPr="001D2EB6">
        <w:rPr>
          <w:rFonts w:ascii="宋体" w:eastAsia="宋体" w:hAnsi="宋体" w:hint="eastAsia"/>
        </w:rPr>
        <w:t>中</w:t>
      </w:r>
      <w:r w:rsidRPr="001D2EB6">
        <w:rPr>
          <w:rFonts w:ascii="宋体" w:eastAsia="宋体" w:hAnsi="宋体"/>
        </w:rPr>
        <w:t>产生交联的配合剂。</w:t>
      </w:r>
    </w:p>
    <w:p w14:paraId="208A482F" w14:textId="77777777" w:rsidR="00FB0BE4" w:rsidRPr="004C7B24" w:rsidRDefault="00C645D3" w:rsidP="004C7B24">
      <w:pPr>
        <w:pStyle w:val="afffffffffff9"/>
        <w:ind w:left="420" w:hangingChars="200" w:hanging="420"/>
        <w:rPr>
          <w:rFonts w:ascii="黑体" w:eastAsia="黑体" w:hAnsi="黑体"/>
        </w:rPr>
      </w:pPr>
      <w:r w:rsidRPr="004C7B24">
        <w:rPr>
          <w:rFonts w:ascii="黑体" w:eastAsia="黑体" w:hAnsi="黑体"/>
        </w:rPr>
        <w:br/>
      </w:r>
      <w:r w:rsidRPr="004C7B24">
        <w:rPr>
          <w:rFonts w:ascii="黑体" w:eastAsia="黑体" w:hAnsi="黑体" w:hint="eastAsia"/>
        </w:rPr>
        <w:t>促进剂  accel</w:t>
      </w:r>
      <w:r w:rsidR="00F87B85" w:rsidRPr="004C7B24">
        <w:rPr>
          <w:rFonts w:ascii="黑体" w:eastAsia="黑体" w:hAnsi="黑体" w:hint="eastAsia"/>
        </w:rPr>
        <w:t>e</w:t>
      </w:r>
      <w:r w:rsidRPr="004C7B24">
        <w:rPr>
          <w:rFonts w:ascii="黑体" w:eastAsia="黑体" w:hAnsi="黑体" w:hint="eastAsia"/>
        </w:rPr>
        <w:t>rator</w:t>
      </w:r>
    </w:p>
    <w:p w14:paraId="73FFFD8D"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与硫化剂配合使用，以提高硫化速率和/或改善</w:t>
      </w:r>
      <w:proofErr w:type="gramStart"/>
      <w:r w:rsidRPr="001D2EB6">
        <w:rPr>
          <w:rFonts w:ascii="宋体" w:eastAsia="宋体" w:hAnsi="宋体"/>
        </w:rPr>
        <w:t>硫化胶的</w:t>
      </w:r>
      <w:proofErr w:type="gramEnd"/>
      <w:r w:rsidRPr="001D2EB6">
        <w:rPr>
          <w:rFonts w:ascii="宋体" w:eastAsia="宋体" w:hAnsi="宋体" w:hint="eastAsia"/>
        </w:rPr>
        <w:t>物理</w:t>
      </w:r>
      <w:r w:rsidRPr="001D2EB6">
        <w:rPr>
          <w:rFonts w:ascii="宋体" w:eastAsia="宋体" w:hAnsi="宋体"/>
        </w:rPr>
        <w:t>性能的小剂量配合剂。</w:t>
      </w:r>
    </w:p>
    <w:p w14:paraId="3EAEF931" w14:textId="77777777" w:rsidR="00FB0BE4" w:rsidRPr="00FB0BE4" w:rsidRDefault="00FB0BE4" w:rsidP="00FB0BE4">
      <w:pPr>
        <w:pStyle w:val="afffffffffff9"/>
        <w:ind w:left="420" w:hangingChars="200" w:hanging="420"/>
        <w:rPr>
          <w:rFonts w:ascii="黑体" w:eastAsia="黑体" w:hAnsi="黑体"/>
        </w:rPr>
      </w:pPr>
      <w:r w:rsidRPr="00FB0BE4">
        <w:rPr>
          <w:rFonts w:ascii="黑体" w:eastAsia="黑体" w:hAnsi="黑体"/>
        </w:rPr>
        <w:br/>
      </w:r>
      <w:r w:rsidRPr="00FB0BE4">
        <w:rPr>
          <w:rFonts w:ascii="黑体" w:eastAsia="黑体" w:hAnsi="黑体" w:hint="eastAsia"/>
        </w:rPr>
        <w:t>主促进剂</w:t>
      </w:r>
      <w:r w:rsidRPr="00FB0BE4">
        <w:rPr>
          <w:rFonts w:ascii="黑体" w:eastAsia="黑体" w:hAnsi="黑体"/>
        </w:rPr>
        <w:t xml:space="preserve">  </w:t>
      </w:r>
      <w:proofErr w:type="spellStart"/>
      <w:r w:rsidRPr="00FB0BE4">
        <w:rPr>
          <w:rFonts w:ascii="黑体" w:eastAsia="黑体" w:hAnsi="黑体"/>
        </w:rPr>
        <w:t>prelimary</w:t>
      </w:r>
      <w:proofErr w:type="spellEnd"/>
      <w:r w:rsidRPr="00FB0BE4">
        <w:rPr>
          <w:rFonts w:ascii="黑体" w:eastAsia="黑体" w:hAnsi="黑体"/>
        </w:rPr>
        <w:t xml:space="preserve"> accelerator</w:t>
      </w:r>
    </w:p>
    <w:p w14:paraId="599AA717"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用于硫化体系的基本促进剂。</w:t>
      </w:r>
    </w:p>
    <w:p w14:paraId="1D08F27A" w14:textId="77777777" w:rsidR="00FB0BE4" w:rsidRPr="00FB0BE4" w:rsidRDefault="00FB0BE4" w:rsidP="00FB0BE4">
      <w:pPr>
        <w:pStyle w:val="afffffffffff9"/>
        <w:ind w:left="420" w:hangingChars="200" w:hanging="420"/>
        <w:rPr>
          <w:rFonts w:ascii="黑体" w:eastAsia="黑体" w:hAnsi="黑体"/>
        </w:rPr>
      </w:pPr>
      <w:r w:rsidRPr="00FB0BE4">
        <w:rPr>
          <w:rFonts w:ascii="黑体" w:eastAsia="黑体" w:hAnsi="黑体"/>
        </w:rPr>
        <w:br/>
      </w:r>
      <w:r w:rsidRPr="00FB0BE4">
        <w:rPr>
          <w:rFonts w:ascii="黑体" w:eastAsia="黑体" w:hAnsi="黑体" w:hint="eastAsia"/>
        </w:rPr>
        <w:t>超速促进剂</w:t>
      </w:r>
      <w:r w:rsidRPr="00FB0BE4">
        <w:rPr>
          <w:rFonts w:ascii="黑体" w:eastAsia="黑体" w:hAnsi="黑体"/>
        </w:rPr>
        <w:t xml:space="preserve">  </w:t>
      </w:r>
      <w:proofErr w:type="spellStart"/>
      <w:r w:rsidRPr="00FB0BE4">
        <w:rPr>
          <w:rFonts w:ascii="黑体" w:eastAsia="黑体" w:hAnsi="黑体"/>
        </w:rPr>
        <w:t>ultra accelerator</w:t>
      </w:r>
      <w:proofErr w:type="spellEnd"/>
    </w:p>
    <w:p w14:paraId="7B4AF2FB" w14:textId="77777777" w:rsidR="00C645D3" w:rsidRPr="001D2EB6" w:rsidRDefault="00C645D3" w:rsidP="00C645D3">
      <w:pPr>
        <w:pStyle w:val="affffffffffff7"/>
        <w:ind w:firstLineChars="200" w:firstLine="420"/>
        <w:rPr>
          <w:rFonts w:eastAsia="宋体"/>
        </w:rPr>
      </w:pPr>
      <w:r w:rsidRPr="001D2EB6">
        <w:rPr>
          <w:rFonts w:eastAsia="宋体"/>
        </w:rPr>
        <w:t>快速硫化用的高活性促进剂，常用于低温硫化。</w:t>
      </w:r>
    </w:p>
    <w:p w14:paraId="05587E06" w14:textId="77777777" w:rsidR="00FB0BE4" w:rsidRPr="00FB0BE4" w:rsidRDefault="00FB0BE4" w:rsidP="00FB0BE4">
      <w:pPr>
        <w:pStyle w:val="afffffffffff9"/>
        <w:ind w:left="420" w:hangingChars="200" w:hanging="420"/>
        <w:rPr>
          <w:rFonts w:ascii="黑体" w:eastAsia="黑体" w:hAnsi="黑体"/>
        </w:rPr>
      </w:pPr>
      <w:r w:rsidRPr="00FB0BE4">
        <w:rPr>
          <w:rFonts w:ascii="黑体" w:eastAsia="黑体" w:hAnsi="黑体"/>
        </w:rPr>
        <w:br/>
      </w:r>
      <w:r w:rsidRPr="00FB0BE4">
        <w:rPr>
          <w:rFonts w:ascii="黑体" w:eastAsia="黑体" w:hAnsi="黑体" w:hint="eastAsia"/>
        </w:rPr>
        <w:t>第二促进剂</w:t>
      </w:r>
      <w:r w:rsidRPr="00FB0BE4">
        <w:rPr>
          <w:rFonts w:ascii="黑体" w:eastAsia="黑体" w:hAnsi="黑体"/>
        </w:rPr>
        <w:t xml:space="preserve">  secondary accelerator</w:t>
      </w:r>
    </w:p>
    <w:p w14:paraId="2EE762F4"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 xml:space="preserve">助促进剂 </w:t>
      </w:r>
      <w:r w:rsidRPr="001D2EB6">
        <w:rPr>
          <w:rFonts w:ascii="宋体" w:eastAsia="宋体" w:hAnsi="宋体"/>
        </w:rPr>
        <w:t xml:space="preserve"> booster </w:t>
      </w:r>
    </w:p>
    <w:p w14:paraId="7DCBFC02"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为了得到最佳硫化速率和</w:t>
      </w:r>
      <w:proofErr w:type="gramStart"/>
      <w:r w:rsidRPr="001D2EB6">
        <w:rPr>
          <w:rFonts w:ascii="宋体" w:eastAsia="宋体" w:hAnsi="宋体"/>
        </w:rPr>
        <w:t>硫化</w:t>
      </w:r>
      <w:proofErr w:type="gramEnd"/>
      <w:r w:rsidRPr="001D2EB6">
        <w:rPr>
          <w:rFonts w:ascii="宋体" w:eastAsia="宋体" w:hAnsi="宋体"/>
        </w:rPr>
        <w:t>胶性能而与</w:t>
      </w:r>
      <w:r w:rsidRPr="001D2EB6">
        <w:rPr>
          <w:rFonts w:ascii="宋体" w:eastAsia="宋体" w:hAnsi="宋体" w:hint="eastAsia"/>
        </w:rPr>
        <w:t>主</w:t>
      </w:r>
      <w:r w:rsidRPr="001D2EB6">
        <w:rPr>
          <w:rFonts w:ascii="宋体" w:eastAsia="宋体" w:hAnsi="宋体"/>
        </w:rPr>
        <w:t>促进剂配合使用的一种小剂量促进剂。</w:t>
      </w:r>
    </w:p>
    <w:p w14:paraId="158FE2F9" w14:textId="77777777" w:rsidR="00C645D3" w:rsidRPr="001D2EB6" w:rsidRDefault="00C645D3" w:rsidP="00A45079">
      <w:pPr>
        <w:pStyle w:val="afff6"/>
        <w:ind w:firstLine="52"/>
      </w:pPr>
      <w:r w:rsidRPr="001D2EB6">
        <w:rPr>
          <w:rFonts w:hint="eastAsia"/>
        </w:rPr>
        <w:t>有些文献将</w:t>
      </w:r>
      <w:r w:rsidRPr="001D2EB6">
        <w:t>活性剂</w:t>
      </w:r>
      <w:r w:rsidRPr="001D2EB6">
        <w:rPr>
          <w:rFonts w:hint="eastAsia"/>
        </w:rPr>
        <w:t>（</w:t>
      </w:r>
      <w:r w:rsidRPr="001D2EB6">
        <w:t>activator</w:t>
      </w:r>
      <w:r w:rsidRPr="001D2EB6">
        <w:rPr>
          <w:rFonts w:hint="eastAsia"/>
        </w:rPr>
        <w:t>）</w:t>
      </w:r>
      <w:r w:rsidRPr="001D2EB6">
        <w:t xml:space="preserve"> </w:t>
      </w:r>
      <w:r w:rsidRPr="001D2EB6">
        <w:rPr>
          <w:rFonts w:hint="eastAsia"/>
        </w:rPr>
        <w:t>称为助促进剂。</w:t>
      </w:r>
    </w:p>
    <w:p w14:paraId="4C0322E1" w14:textId="77777777" w:rsidR="00FB0BE4" w:rsidRPr="00FB0BE4" w:rsidRDefault="00FB0BE4" w:rsidP="004C7B24">
      <w:pPr>
        <w:pStyle w:val="afffffffffff9"/>
        <w:ind w:left="420" w:hangingChars="200" w:hanging="420"/>
        <w:rPr>
          <w:rFonts w:ascii="黑体" w:eastAsia="黑体" w:hAnsi="黑体"/>
        </w:rPr>
      </w:pPr>
      <w:r w:rsidRPr="00FB0BE4">
        <w:rPr>
          <w:rFonts w:ascii="黑体" w:eastAsia="黑体" w:hAnsi="黑体"/>
        </w:rPr>
        <w:br/>
      </w:r>
      <w:r w:rsidRPr="00FB0BE4">
        <w:rPr>
          <w:rFonts w:ascii="黑体" w:eastAsia="黑体" w:hAnsi="黑体" w:hint="eastAsia"/>
        </w:rPr>
        <w:t>后效性促进剂</w:t>
      </w:r>
      <w:r w:rsidRPr="00FB0BE4">
        <w:rPr>
          <w:rFonts w:ascii="黑体" w:eastAsia="黑体" w:hAnsi="黑体"/>
        </w:rPr>
        <w:t xml:space="preserve">  delayed action accelerator</w:t>
      </w:r>
    </w:p>
    <w:p w14:paraId="2F5DE2F6"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在硫化温度下，可使前期无显著交联，而在后期形成快速交联的促进剂。</w:t>
      </w:r>
    </w:p>
    <w:p w14:paraId="3FD8CD4F" w14:textId="77777777" w:rsidR="00C645D3" w:rsidRPr="004C7B24" w:rsidRDefault="00C645D3" w:rsidP="004C7B24">
      <w:pPr>
        <w:pStyle w:val="afffffffffff9"/>
        <w:ind w:left="420" w:hangingChars="200" w:hanging="420"/>
        <w:rPr>
          <w:rFonts w:ascii="黑体" w:eastAsia="黑体" w:hAnsi="黑体"/>
          <w:b/>
        </w:rPr>
      </w:pPr>
      <w:r w:rsidRPr="004C7B24">
        <w:rPr>
          <w:rFonts w:ascii="黑体" w:eastAsia="黑体" w:hAnsi="黑体"/>
        </w:rPr>
        <w:lastRenderedPageBreak/>
        <w:br/>
      </w:r>
      <w:r w:rsidRPr="004C7B24">
        <w:rPr>
          <w:rFonts w:ascii="黑体" w:eastAsia="黑体" w:hAnsi="黑体" w:hint="eastAsia"/>
        </w:rPr>
        <w:t>活化剂  activator</w:t>
      </w:r>
    </w:p>
    <w:p w14:paraId="7B4936A6"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为了增加促进性效力而使用的小剂量配合剂。</w:t>
      </w:r>
    </w:p>
    <w:p w14:paraId="42C26E2C" w14:textId="77777777" w:rsidR="00FB0BE4" w:rsidRPr="00FB0BE4" w:rsidRDefault="00FB0BE4" w:rsidP="00FB0BE4">
      <w:pPr>
        <w:pStyle w:val="afffffffffff9"/>
        <w:ind w:left="420" w:hangingChars="200" w:hanging="420"/>
        <w:rPr>
          <w:rFonts w:ascii="黑体" w:eastAsia="黑体" w:hAnsi="黑体"/>
        </w:rPr>
      </w:pPr>
      <w:r w:rsidRPr="00FB0BE4">
        <w:rPr>
          <w:rFonts w:ascii="黑体" w:eastAsia="黑体" w:hAnsi="黑体"/>
        </w:rPr>
        <w:br/>
      </w:r>
      <w:r w:rsidRPr="00FB0BE4">
        <w:rPr>
          <w:rFonts w:ascii="黑体" w:eastAsia="黑体" w:hAnsi="黑体" w:hint="eastAsia"/>
        </w:rPr>
        <w:t>活性助剂</w:t>
      </w:r>
      <w:r w:rsidRPr="00FB0BE4">
        <w:rPr>
          <w:rFonts w:ascii="黑体" w:eastAsia="黑体" w:hAnsi="黑体"/>
        </w:rPr>
        <w:t xml:space="preserve">  coagent</w:t>
      </w:r>
    </w:p>
    <w:p w14:paraId="38096F2B"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橡胶小剂量配合剂，用于提高非硫化体系的交联效率或改进该体系性能。</w:t>
      </w:r>
    </w:p>
    <w:p w14:paraId="5CFA8EA6" w14:textId="77777777" w:rsidR="009F00E0" w:rsidRPr="00F126AC" w:rsidRDefault="00C645D3" w:rsidP="00477943">
      <w:pPr>
        <w:pStyle w:val="a5"/>
        <w:numPr>
          <w:ilvl w:val="0"/>
          <w:numId w:val="41"/>
        </w:numPr>
      </w:pPr>
      <w:r w:rsidRPr="00F126AC">
        <w:t>该术语通常等同于有机过氧化物改进硫化所使用的添加剂。</w:t>
      </w:r>
    </w:p>
    <w:p w14:paraId="133F61D4" w14:textId="77777777" w:rsidR="009F00E0" w:rsidRPr="001D2EB6" w:rsidRDefault="009F00E0" w:rsidP="009F00E0">
      <w:pPr>
        <w:pStyle w:val="a5"/>
        <w:numPr>
          <w:ilvl w:val="0"/>
          <w:numId w:val="0"/>
        </w:numPr>
        <w:ind w:leftChars="203" w:left="565" w:hangingChars="77" w:hanging="139"/>
      </w:pPr>
      <w:r w:rsidRPr="009F00E0">
        <w:rPr>
          <w:rFonts w:ascii="仿宋_GB2312" w:eastAsia="仿宋_GB2312" w:hint="eastAsia"/>
        </w:rPr>
        <w:t>[选自GB/T 9881-2008，</w:t>
      </w:r>
      <w:r w:rsidR="003B7BFD">
        <w:rPr>
          <w:rFonts w:ascii="仿宋_GB2312" w:eastAsia="仿宋_GB2312" w:hint="eastAsia"/>
        </w:rPr>
        <w:t>2.76，有</w:t>
      </w:r>
      <w:r w:rsidRPr="009F00E0">
        <w:rPr>
          <w:rFonts w:ascii="仿宋_GB2312" w:eastAsia="仿宋_GB2312" w:hint="eastAsia"/>
        </w:rPr>
        <w:t>修改]</w:t>
      </w:r>
    </w:p>
    <w:p w14:paraId="0198CE99" w14:textId="77777777" w:rsidR="00FB0BE4" w:rsidRPr="00FB0BE4" w:rsidRDefault="00FB0BE4" w:rsidP="00FB0BE4">
      <w:pPr>
        <w:pStyle w:val="afffffffffff9"/>
        <w:ind w:left="420" w:hangingChars="200" w:hanging="420"/>
        <w:rPr>
          <w:rFonts w:ascii="黑体" w:eastAsia="黑体" w:hAnsi="黑体"/>
        </w:rPr>
      </w:pPr>
      <w:r w:rsidRPr="00FB0BE4">
        <w:rPr>
          <w:rFonts w:ascii="黑体" w:eastAsia="黑体" w:hAnsi="黑体"/>
        </w:rPr>
        <w:br/>
      </w:r>
      <w:r w:rsidRPr="00FB0BE4">
        <w:rPr>
          <w:rFonts w:ascii="黑体" w:eastAsia="黑体" w:hAnsi="黑体" w:hint="eastAsia"/>
        </w:rPr>
        <w:t>活性氧化锌</w:t>
      </w:r>
      <w:r w:rsidRPr="00FB0BE4">
        <w:rPr>
          <w:rFonts w:ascii="黑体" w:eastAsia="黑体" w:hAnsi="黑体"/>
        </w:rPr>
        <w:t xml:space="preserve">  active zinc oxide</w:t>
      </w:r>
    </w:p>
    <w:p w14:paraId="5E3A691F" w14:textId="77777777" w:rsidR="00C645D3" w:rsidRPr="001D2EB6" w:rsidRDefault="00C645D3" w:rsidP="00C645D3">
      <w:pPr>
        <w:pStyle w:val="affffffffffff7"/>
        <w:ind w:firstLineChars="200" w:firstLine="420"/>
        <w:rPr>
          <w:rFonts w:eastAsia="宋体"/>
        </w:rPr>
      </w:pPr>
      <w:r w:rsidRPr="001D2EB6">
        <w:rPr>
          <w:rFonts w:eastAsia="宋体" w:hint="eastAsia"/>
        </w:rPr>
        <w:t>能</w:t>
      </w:r>
      <w:r w:rsidRPr="001D2EB6">
        <w:rPr>
          <w:rFonts w:eastAsia="宋体"/>
        </w:rPr>
        <w:t>促进</w:t>
      </w:r>
      <w:r w:rsidR="00467E83">
        <w:rPr>
          <w:rFonts w:eastAsia="宋体"/>
        </w:rPr>
        <w:t>硫磺</w:t>
      </w:r>
      <w:r w:rsidRPr="001D2EB6">
        <w:rPr>
          <w:rFonts w:eastAsia="宋体"/>
        </w:rPr>
        <w:t>硫化的一种细粒子</w:t>
      </w:r>
      <w:r w:rsidR="003B7BFD">
        <w:rPr>
          <w:rFonts w:eastAsia="宋体" w:hint="eastAsia"/>
        </w:rPr>
        <w:t>氧化锌</w:t>
      </w:r>
      <w:r w:rsidRPr="001D2EB6">
        <w:rPr>
          <w:rFonts w:eastAsia="宋体"/>
        </w:rPr>
        <w:t>活</w:t>
      </w:r>
      <w:r w:rsidRPr="001D2EB6">
        <w:rPr>
          <w:rFonts w:eastAsia="宋体" w:hint="eastAsia"/>
        </w:rPr>
        <w:t>化</w:t>
      </w:r>
      <w:r w:rsidRPr="001D2EB6">
        <w:rPr>
          <w:rFonts w:eastAsia="宋体"/>
        </w:rPr>
        <w:t>剂。</w:t>
      </w:r>
    </w:p>
    <w:p w14:paraId="01DFA42E" w14:textId="77777777" w:rsidR="00C645D3" w:rsidRPr="001D2EB6" w:rsidRDefault="009F00E0" w:rsidP="009F00E0">
      <w:pPr>
        <w:pStyle w:val="afff6"/>
        <w:numPr>
          <w:ilvl w:val="0"/>
          <w:numId w:val="0"/>
        </w:numPr>
        <w:ind w:left="426"/>
        <w:rPr>
          <w:rFonts w:hAnsi="宋体"/>
        </w:rPr>
      </w:pPr>
      <w:r w:rsidRPr="009F00E0">
        <w:rPr>
          <w:rFonts w:ascii="仿宋_GB2312" w:eastAsia="仿宋_GB2312" w:hint="eastAsia"/>
        </w:rPr>
        <w:t>[</w:t>
      </w:r>
      <w:r w:rsidR="003B7BFD">
        <w:rPr>
          <w:rFonts w:ascii="仿宋_GB2312" w:eastAsia="仿宋_GB2312" w:hint="eastAsia"/>
        </w:rPr>
        <w:t>来源：</w:t>
      </w:r>
      <w:r w:rsidRPr="009F00E0">
        <w:rPr>
          <w:rFonts w:ascii="仿宋_GB2312" w:eastAsia="仿宋_GB2312" w:hint="eastAsia"/>
        </w:rPr>
        <w:t>GB/T 9881-2008，</w:t>
      </w:r>
      <w:r w:rsidR="003B7BFD">
        <w:rPr>
          <w:rFonts w:ascii="仿宋_GB2312" w:eastAsia="仿宋_GB2312" w:hint="eastAsia"/>
        </w:rPr>
        <w:t>2.7，</w:t>
      </w:r>
      <w:r w:rsidRPr="009F00E0">
        <w:rPr>
          <w:rFonts w:ascii="仿宋_GB2312" w:eastAsia="仿宋_GB2312" w:hint="eastAsia"/>
        </w:rPr>
        <w:t>]</w:t>
      </w:r>
    </w:p>
    <w:p w14:paraId="7BAA3673" w14:textId="77777777" w:rsidR="00FB0BE4" w:rsidRPr="004C7B24" w:rsidRDefault="00C645D3" w:rsidP="004C7B24">
      <w:pPr>
        <w:pStyle w:val="afffffffffff9"/>
        <w:ind w:left="420" w:hangingChars="200" w:hanging="420"/>
        <w:rPr>
          <w:rFonts w:ascii="黑体" w:eastAsia="黑体" w:hAnsi="黑体"/>
        </w:rPr>
      </w:pPr>
      <w:r w:rsidRPr="004C7B24">
        <w:rPr>
          <w:rFonts w:ascii="黑体" w:eastAsia="黑体" w:hAnsi="黑体"/>
        </w:rPr>
        <w:br/>
      </w:r>
      <w:r w:rsidRPr="004C7B24">
        <w:rPr>
          <w:rFonts w:ascii="黑体" w:eastAsia="黑体" w:hAnsi="黑体" w:hint="eastAsia"/>
        </w:rPr>
        <w:t>防焦剂  retarder</w:t>
      </w:r>
    </w:p>
    <w:p w14:paraId="4BF7CD65"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迟延剂</w:t>
      </w:r>
    </w:p>
    <w:p w14:paraId="7C8F7095" w14:textId="77777777" w:rsidR="00C645D3" w:rsidRPr="001D2EB6" w:rsidRDefault="00C645D3" w:rsidP="00C645D3">
      <w:pPr>
        <w:pStyle w:val="affffffffffff7"/>
        <w:ind w:firstLineChars="200" w:firstLine="420"/>
        <w:rPr>
          <w:rFonts w:eastAsia="宋体"/>
        </w:rPr>
      </w:pPr>
      <w:r w:rsidRPr="001D2EB6">
        <w:rPr>
          <w:rFonts w:eastAsia="宋体"/>
        </w:rPr>
        <w:t>减少橡胶混炼胶过早流化倾向</w:t>
      </w:r>
      <w:r w:rsidRPr="001D2EB6">
        <w:rPr>
          <w:rFonts w:eastAsia="宋体" w:hint="eastAsia"/>
        </w:rPr>
        <w:t>所使用</w:t>
      </w:r>
      <w:r w:rsidRPr="001D2EB6">
        <w:rPr>
          <w:rFonts w:eastAsia="宋体"/>
        </w:rPr>
        <w:t>的配合剂。</w:t>
      </w:r>
    </w:p>
    <w:p w14:paraId="25DEFC9E" w14:textId="77777777" w:rsidR="00C645D3" w:rsidRPr="00750434" w:rsidRDefault="00C645D3" w:rsidP="00E2306A">
      <w:pPr>
        <w:pStyle w:val="afffffffffffa"/>
        <w:ind w:left="420" w:hangingChars="200" w:hanging="420"/>
        <w:rPr>
          <w:rFonts w:ascii="黑体" w:eastAsia="黑体" w:hAnsi="黑体"/>
          <w:b w:val="0"/>
        </w:rPr>
      </w:pPr>
      <w:r w:rsidRPr="001D2EB6">
        <w:rPr>
          <w:rFonts w:ascii="黑体" w:eastAsia="黑体" w:hAnsi="黑体"/>
          <w:b w:val="0"/>
        </w:rPr>
        <w:br/>
      </w:r>
      <w:proofErr w:type="gramStart"/>
      <w:r w:rsidRPr="00750434">
        <w:rPr>
          <w:rFonts w:ascii="黑体" w:eastAsia="黑体" w:hAnsi="黑体" w:hint="eastAsia"/>
          <w:b w:val="0"/>
        </w:rPr>
        <w:t>预硫化</w:t>
      </w:r>
      <w:proofErr w:type="gramEnd"/>
      <w:r w:rsidRPr="00750434">
        <w:rPr>
          <w:rFonts w:ascii="黑体" w:eastAsia="黑体" w:hAnsi="黑体" w:hint="eastAsia"/>
          <w:b w:val="0"/>
        </w:rPr>
        <w:t xml:space="preserve">抑制剂  </w:t>
      </w:r>
      <w:proofErr w:type="spellStart"/>
      <w:r w:rsidRPr="00750434">
        <w:rPr>
          <w:rFonts w:ascii="黑体" w:eastAsia="黑体" w:hAnsi="黑体" w:hint="eastAsia"/>
          <w:b w:val="0"/>
        </w:rPr>
        <w:t>prevulcanization</w:t>
      </w:r>
      <w:proofErr w:type="spellEnd"/>
      <w:r w:rsidRPr="00750434">
        <w:rPr>
          <w:rFonts w:ascii="黑体" w:eastAsia="黑体" w:hAnsi="黑体" w:hint="eastAsia"/>
          <w:b w:val="0"/>
        </w:rPr>
        <w:t xml:space="preserve"> inhibitor</w:t>
      </w:r>
    </w:p>
    <w:p w14:paraId="768DEFDE" w14:textId="77777777" w:rsidR="00C645D3" w:rsidRPr="001D2EB6" w:rsidRDefault="00C645D3" w:rsidP="00C645D3">
      <w:pPr>
        <w:pStyle w:val="affffffffffff7"/>
        <w:ind w:firstLineChars="200" w:firstLine="420"/>
        <w:rPr>
          <w:rFonts w:eastAsia="宋体"/>
        </w:rPr>
      </w:pPr>
      <w:r w:rsidRPr="001D2EB6">
        <w:rPr>
          <w:rFonts w:eastAsia="宋体"/>
        </w:rPr>
        <w:t>能延长混炼胶在加工和</w:t>
      </w:r>
      <w:proofErr w:type="gramStart"/>
      <w:r w:rsidRPr="001D2EB6">
        <w:rPr>
          <w:rFonts w:eastAsia="宋体"/>
        </w:rPr>
        <w:t>硫化</w:t>
      </w:r>
      <w:proofErr w:type="gramEnd"/>
      <w:r w:rsidRPr="001D2EB6">
        <w:rPr>
          <w:rFonts w:eastAsia="宋体"/>
        </w:rPr>
        <w:t>温度下无明显交联的时间，而在硫化温度下对硫化速率的影响可忽略的配合剂。</w:t>
      </w:r>
    </w:p>
    <w:p w14:paraId="3E3819E0" w14:textId="77777777" w:rsidR="00C645D3" w:rsidRPr="0045088A" w:rsidRDefault="00C645D3" w:rsidP="00467FB7">
      <w:pPr>
        <w:pStyle w:val="a5"/>
        <w:numPr>
          <w:ilvl w:val="0"/>
          <w:numId w:val="42"/>
        </w:numPr>
        <w:ind w:left="426" w:firstLine="0"/>
      </w:pPr>
      <w:proofErr w:type="gramStart"/>
      <w:r w:rsidRPr="0045088A">
        <w:t>预硫化</w:t>
      </w:r>
      <w:proofErr w:type="gramEnd"/>
      <w:r w:rsidRPr="0045088A">
        <w:t>抑制剂与</w:t>
      </w:r>
      <w:r w:rsidRPr="0045088A">
        <w:rPr>
          <w:rFonts w:hint="eastAsia"/>
        </w:rPr>
        <w:t>防焦剂</w:t>
      </w:r>
      <w:r w:rsidRPr="0045088A">
        <w:t>的不同之处在于，前者只延长交联开始之前的时间，而许多</w:t>
      </w:r>
      <w:r w:rsidRPr="0045088A">
        <w:rPr>
          <w:rFonts w:hint="eastAsia"/>
        </w:rPr>
        <w:t>防焦</w:t>
      </w:r>
      <w:r w:rsidRPr="0045088A">
        <w:t>剂则整个抑制硫化反应，因而降低硫化速率。</w:t>
      </w:r>
    </w:p>
    <w:p w14:paraId="09457487" w14:textId="77777777" w:rsidR="00C645D3" w:rsidRPr="0045088A" w:rsidRDefault="00C645D3" w:rsidP="00537455">
      <w:pPr>
        <w:pStyle w:val="a5"/>
        <w:ind w:hanging="385"/>
      </w:pPr>
      <w:r w:rsidRPr="0045088A">
        <w:rPr>
          <w:rFonts w:hint="eastAsia"/>
        </w:rPr>
        <w:t>有部分</w:t>
      </w:r>
      <w:r w:rsidRPr="0045088A">
        <w:t>文献将</w:t>
      </w:r>
      <w:proofErr w:type="spellStart"/>
      <w:r w:rsidRPr="0045088A">
        <w:t>prevulcan</w:t>
      </w:r>
      <w:r w:rsidRPr="0045088A">
        <w:rPr>
          <w:rFonts w:hint="eastAsia"/>
        </w:rPr>
        <w:t>i</w:t>
      </w:r>
      <w:r w:rsidRPr="0045088A">
        <w:t>zation</w:t>
      </w:r>
      <w:proofErr w:type="spellEnd"/>
      <w:r w:rsidRPr="0045088A">
        <w:t xml:space="preserve"> inhibitor称</w:t>
      </w:r>
      <w:r w:rsidRPr="0045088A">
        <w:rPr>
          <w:rFonts w:hint="eastAsia"/>
        </w:rPr>
        <w:t>作</w:t>
      </w:r>
      <w:r w:rsidRPr="0045088A">
        <w:t>防焦剂</w:t>
      </w:r>
      <w:r w:rsidRPr="0045088A">
        <w:rPr>
          <w:rFonts w:hint="eastAsia"/>
        </w:rPr>
        <w:t>。</w:t>
      </w:r>
    </w:p>
    <w:p w14:paraId="489423D4" w14:textId="77777777" w:rsidR="00DF67E1" w:rsidRPr="0098213B" w:rsidRDefault="00C645D3" w:rsidP="0098213B">
      <w:pPr>
        <w:pStyle w:val="afffffffffff9"/>
        <w:ind w:left="420" w:hangingChars="200" w:hanging="420"/>
        <w:rPr>
          <w:rFonts w:ascii="黑体" w:eastAsia="黑体" w:hAnsi="黑体"/>
          <w:b/>
        </w:rPr>
      </w:pPr>
      <w:r w:rsidRPr="0098213B">
        <w:rPr>
          <w:rFonts w:ascii="黑体" w:eastAsia="黑体" w:hAnsi="黑体"/>
        </w:rPr>
        <w:br/>
      </w:r>
      <w:r w:rsidRPr="0098213B">
        <w:rPr>
          <w:rFonts w:ascii="黑体" w:eastAsia="黑体" w:hAnsi="黑体" w:hint="eastAsia"/>
        </w:rPr>
        <w:t xml:space="preserve">抗降解剂  </w:t>
      </w:r>
      <w:proofErr w:type="spellStart"/>
      <w:r w:rsidRPr="0098213B">
        <w:rPr>
          <w:rFonts w:ascii="黑体" w:eastAsia="黑体" w:hAnsi="黑体" w:hint="eastAsia"/>
        </w:rPr>
        <w:t>antidegradant</w:t>
      </w:r>
      <w:proofErr w:type="spellEnd"/>
    </w:p>
    <w:p w14:paraId="762F4C1C" w14:textId="77777777" w:rsidR="00C645D3" w:rsidRPr="001D2EB6" w:rsidRDefault="00C645D3" w:rsidP="00C645D3">
      <w:pPr>
        <w:pStyle w:val="affffffffffff7"/>
        <w:ind w:firstLineChars="200" w:firstLine="420"/>
        <w:rPr>
          <w:rFonts w:eastAsia="宋体"/>
        </w:rPr>
      </w:pPr>
      <w:r w:rsidRPr="001D2EB6">
        <w:rPr>
          <w:rFonts w:eastAsia="宋体"/>
        </w:rPr>
        <w:t>用于延缓</w:t>
      </w:r>
      <w:r w:rsidRPr="001D2EB6">
        <w:rPr>
          <w:rFonts w:eastAsia="宋体" w:hint="eastAsia"/>
        </w:rPr>
        <w:t>材料</w:t>
      </w:r>
      <w:r w:rsidRPr="001D2EB6">
        <w:rPr>
          <w:rFonts w:eastAsia="宋体"/>
        </w:rPr>
        <w:t>老化</w:t>
      </w:r>
      <w:r w:rsidRPr="001D2EB6">
        <w:rPr>
          <w:rFonts w:eastAsia="宋体" w:hint="eastAsia"/>
        </w:rPr>
        <w:t>变质</w:t>
      </w:r>
      <w:r w:rsidRPr="001D2EB6">
        <w:rPr>
          <w:rFonts w:eastAsia="宋体"/>
        </w:rPr>
        <w:t>的配合剂。</w:t>
      </w:r>
    </w:p>
    <w:p w14:paraId="0F87D50C" w14:textId="77777777" w:rsidR="00C645D3" w:rsidRPr="0045088A" w:rsidRDefault="00C645D3" w:rsidP="00477943">
      <w:pPr>
        <w:pStyle w:val="a5"/>
        <w:numPr>
          <w:ilvl w:val="0"/>
          <w:numId w:val="44"/>
        </w:numPr>
      </w:pPr>
      <w:r w:rsidRPr="0045088A">
        <w:t>抗降解剂是某些添加剂如抗氧剂、抗臭氧剂、</w:t>
      </w:r>
      <w:proofErr w:type="gramStart"/>
      <w:r w:rsidRPr="0045088A">
        <w:t>蜡以及</w:t>
      </w:r>
      <w:proofErr w:type="gramEnd"/>
      <w:r w:rsidRPr="0045088A">
        <w:t>其它防护材料的总称。</w:t>
      </w:r>
    </w:p>
    <w:p w14:paraId="6904DF09" w14:textId="77777777" w:rsidR="00FB0BE4" w:rsidRPr="00FB0BE4" w:rsidRDefault="00FB0BE4" w:rsidP="00FB0BE4">
      <w:pPr>
        <w:pStyle w:val="afffffffffff9"/>
        <w:ind w:left="420" w:hangingChars="200" w:hanging="420"/>
        <w:rPr>
          <w:rFonts w:ascii="黑体" w:eastAsia="黑体" w:hAnsi="黑体"/>
        </w:rPr>
      </w:pPr>
      <w:r w:rsidRPr="00FB0BE4">
        <w:rPr>
          <w:rFonts w:ascii="黑体" w:eastAsia="黑体" w:hAnsi="黑体"/>
        </w:rPr>
        <w:br/>
      </w:r>
      <w:r w:rsidRPr="00FB0BE4">
        <w:rPr>
          <w:rFonts w:ascii="黑体" w:eastAsia="黑体" w:hAnsi="黑体" w:hint="eastAsia"/>
        </w:rPr>
        <w:t>抗氧剂</w:t>
      </w:r>
      <w:r w:rsidRPr="00FB0BE4">
        <w:rPr>
          <w:rFonts w:ascii="黑体" w:eastAsia="黑体" w:hAnsi="黑体"/>
        </w:rPr>
        <w:t xml:space="preserve">  antioxidant</w:t>
      </w:r>
    </w:p>
    <w:p w14:paraId="7AED4684" w14:textId="77777777" w:rsidR="00C645D3" w:rsidRPr="001D2EB6" w:rsidRDefault="00C645D3" w:rsidP="00C645D3">
      <w:pPr>
        <w:pStyle w:val="affffffffffff7"/>
        <w:ind w:firstLineChars="200" w:firstLine="420"/>
        <w:rPr>
          <w:rFonts w:eastAsia="宋体"/>
        </w:rPr>
      </w:pPr>
      <w:r w:rsidRPr="001D2EB6">
        <w:rPr>
          <w:rFonts w:eastAsia="宋体"/>
        </w:rPr>
        <w:t>用于延缓材料氧化变质的配合剂。</w:t>
      </w:r>
    </w:p>
    <w:p w14:paraId="7BB72585" w14:textId="77777777" w:rsidR="00FB0BE4" w:rsidRPr="00FB0BE4" w:rsidRDefault="00FB0BE4" w:rsidP="00FB0BE4">
      <w:pPr>
        <w:pStyle w:val="afffffffffff9"/>
        <w:ind w:left="420" w:hangingChars="200" w:hanging="420"/>
        <w:rPr>
          <w:rFonts w:ascii="黑体" w:eastAsia="黑体" w:hAnsi="黑体"/>
        </w:rPr>
      </w:pPr>
      <w:r w:rsidRPr="00FB0BE4">
        <w:rPr>
          <w:rFonts w:ascii="黑体" w:eastAsia="黑体" w:hAnsi="黑体"/>
        </w:rPr>
        <w:br/>
      </w:r>
      <w:r w:rsidRPr="00FB0BE4">
        <w:rPr>
          <w:rFonts w:ascii="黑体" w:eastAsia="黑体" w:hAnsi="黑体" w:hint="eastAsia"/>
        </w:rPr>
        <w:t>紫外线吸收剂</w:t>
      </w:r>
      <w:r w:rsidRPr="00FB0BE4">
        <w:rPr>
          <w:rFonts w:ascii="黑体" w:eastAsia="黑体" w:hAnsi="黑体"/>
        </w:rPr>
        <w:t xml:space="preserve">  UV absorber</w:t>
      </w:r>
    </w:p>
    <w:p w14:paraId="3C274AFD"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能吸收紫外线，从而能迟延阳光和/或其他光</w:t>
      </w:r>
      <w:r w:rsidRPr="001D2EB6">
        <w:rPr>
          <w:rFonts w:ascii="宋体" w:eastAsia="宋体" w:hAnsi="宋体" w:hint="eastAsia"/>
        </w:rPr>
        <w:t>源</w:t>
      </w:r>
      <w:r w:rsidRPr="001D2EB6">
        <w:rPr>
          <w:rFonts w:ascii="宋体" w:eastAsia="宋体" w:hAnsi="宋体"/>
        </w:rPr>
        <w:t>的紫外辐射引起（材料）变质的配合剂。</w:t>
      </w:r>
    </w:p>
    <w:p w14:paraId="4A74A680" w14:textId="77777777" w:rsidR="00FB0BE4" w:rsidRPr="00FB0BE4" w:rsidRDefault="00FB0BE4" w:rsidP="00FB0BE4">
      <w:pPr>
        <w:pStyle w:val="afffffffffff9"/>
        <w:ind w:left="420" w:hangingChars="200" w:hanging="420"/>
        <w:rPr>
          <w:rFonts w:ascii="黑体" w:eastAsia="黑体" w:hAnsi="黑体"/>
        </w:rPr>
      </w:pPr>
      <w:r w:rsidRPr="00FB0BE4">
        <w:rPr>
          <w:rFonts w:ascii="黑体" w:eastAsia="黑体" w:hAnsi="黑体"/>
        </w:rPr>
        <w:br/>
      </w:r>
      <w:r w:rsidRPr="00FB0BE4">
        <w:rPr>
          <w:rFonts w:ascii="黑体" w:eastAsia="黑体" w:hAnsi="黑体" w:hint="eastAsia"/>
        </w:rPr>
        <w:t>抗臭氧剂</w:t>
      </w:r>
      <w:r w:rsidRPr="00FB0BE4">
        <w:rPr>
          <w:rFonts w:ascii="黑体" w:eastAsia="黑体" w:hAnsi="黑体"/>
        </w:rPr>
        <w:t xml:space="preserve">  antiozonant</w:t>
      </w:r>
    </w:p>
    <w:p w14:paraId="78244720"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用于延缓因臭氧作用引起</w:t>
      </w:r>
      <w:r w:rsidRPr="001D2EB6">
        <w:rPr>
          <w:rFonts w:ascii="宋体" w:eastAsia="宋体" w:hAnsi="宋体" w:hint="eastAsia"/>
        </w:rPr>
        <w:t>（</w:t>
      </w:r>
      <w:r w:rsidRPr="001D2EB6">
        <w:rPr>
          <w:rFonts w:ascii="宋体" w:eastAsia="宋体" w:hAnsi="宋体"/>
        </w:rPr>
        <w:t>材料</w:t>
      </w:r>
      <w:r w:rsidRPr="001D2EB6">
        <w:rPr>
          <w:rFonts w:ascii="宋体" w:eastAsia="宋体" w:hAnsi="宋体" w:hint="eastAsia"/>
        </w:rPr>
        <w:t>）</w:t>
      </w:r>
      <w:r w:rsidRPr="001D2EB6">
        <w:rPr>
          <w:rFonts w:ascii="宋体" w:eastAsia="宋体" w:hAnsi="宋体"/>
        </w:rPr>
        <w:t>变质的配合剂。</w:t>
      </w:r>
    </w:p>
    <w:p w14:paraId="22C99388" w14:textId="77777777" w:rsidR="00DF67E1" w:rsidRDefault="00C645D3" w:rsidP="004C7B24">
      <w:pPr>
        <w:pStyle w:val="afffffffffff9"/>
        <w:ind w:left="420" w:hangingChars="200" w:hanging="420"/>
        <w:rPr>
          <w:rFonts w:ascii="黑体" w:eastAsia="黑体" w:hAnsi="黑体"/>
        </w:rPr>
      </w:pPr>
      <w:r w:rsidRPr="001D2EB6">
        <w:rPr>
          <w:rFonts w:ascii="黑体" w:eastAsia="黑体" w:hAnsi="黑体"/>
        </w:rPr>
        <w:br/>
      </w:r>
      <w:r w:rsidRPr="001D2EB6">
        <w:rPr>
          <w:rFonts w:ascii="黑体" w:eastAsia="黑体" w:hAnsi="黑体" w:hint="eastAsia"/>
        </w:rPr>
        <w:t>抗静电剂  antistatic agent</w:t>
      </w:r>
    </w:p>
    <w:p w14:paraId="2A2D9A74" w14:textId="77777777" w:rsidR="00C645D3" w:rsidRPr="001D2EB6" w:rsidRDefault="00C645D3" w:rsidP="00C645D3">
      <w:pPr>
        <w:pStyle w:val="affffffffffff7"/>
        <w:ind w:firstLineChars="200" w:firstLine="420"/>
        <w:rPr>
          <w:rFonts w:eastAsia="宋体"/>
        </w:rPr>
      </w:pPr>
      <w:r w:rsidRPr="001D2EB6">
        <w:rPr>
          <w:rFonts w:eastAsia="宋体" w:hint="eastAsia"/>
        </w:rPr>
        <w:t>防止</w:t>
      </w:r>
      <w:r w:rsidRPr="001D2EB6">
        <w:rPr>
          <w:rFonts w:eastAsia="宋体"/>
        </w:rPr>
        <w:t>在制品表面产生静电荷聚集倾向的物质。</w:t>
      </w:r>
    </w:p>
    <w:p w14:paraId="328B2A02" w14:textId="77777777" w:rsidR="00C645D3" w:rsidRPr="00EB3D3A" w:rsidRDefault="00C645D3" w:rsidP="00EB3D3A">
      <w:pPr>
        <w:pStyle w:val="afffffffffff9"/>
        <w:ind w:left="420" w:hangingChars="200" w:hanging="420"/>
        <w:rPr>
          <w:rFonts w:ascii="黑体" w:eastAsia="黑体" w:hAnsi="黑体"/>
          <w:b/>
        </w:rPr>
      </w:pPr>
      <w:r w:rsidRPr="00EB3D3A">
        <w:rPr>
          <w:rFonts w:ascii="黑体" w:eastAsia="黑体" w:hAnsi="黑体"/>
        </w:rPr>
        <w:br/>
      </w:r>
      <w:r w:rsidRPr="00EB3D3A">
        <w:rPr>
          <w:rFonts w:ascii="黑体" w:eastAsia="黑体" w:hAnsi="黑体" w:hint="eastAsia"/>
        </w:rPr>
        <w:t>抗屈挠龟裂剂  anti-flex-</w:t>
      </w:r>
      <w:proofErr w:type="spellStart"/>
      <w:r w:rsidRPr="00EB3D3A">
        <w:rPr>
          <w:rFonts w:ascii="黑体" w:eastAsia="黑体" w:hAnsi="黑体" w:hint="eastAsia"/>
        </w:rPr>
        <w:t>carcking</w:t>
      </w:r>
      <w:proofErr w:type="spellEnd"/>
      <w:r w:rsidRPr="00EB3D3A">
        <w:rPr>
          <w:rFonts w:ascii="黑体" w:eastAsia="黑体" w:hAnsi="黑体" w:hint="eastAsia"/>
        </w:rPr>
        <w:t xml:space="preserve"> agent</w:t>
      </w:r>
    </w:p>
    <w:p w14:paraId="1FD76EB6"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用于延缓因循环变形而</w:t>
      </w:r>
      <w:r w:rsidRPr="001D2EB6">
        <w:rPr>
          <w:rFonts w:ascii="宋体" w:eastAsia="宋体" w:hAnsi="宋体" w:hint="eastAsia"/>
        </w:rPr>
        <w:t>产生</w:t>
      </w:r>
      <w:r w:rsidRPr="001D2EB6">
        <w:rPr>
          <w:rFonts w:ascii="宋体" w:eastAsia="宋体" w:hAnsi="宋体"/>
        </w:rPr>
        <w:t>龟裂</w:t>
      </w:r>
      <w:r w:rsidRPr="001D2EB6">
        <w:rPr>
          <w:rFonts w:ascii="宋体" w:eastAsia="宋体" w:hAnsi="宋体" w:hint="eastAsia"/>
        </w:rPr>
        <w:t>（</w:t>
      </w:r>
      <w:r w:rsidRPr="001D2EB6">
        <w:rPr>
          <w:rFonts w:ascii="宋体" w:eastAsia="宋体" w:hAnsi="宋体"/>
        </w:rPr>
        <w:t>的配合剂</w:t>
      </w:r>
      <w:r w:rsidRPr="001D2EB6">
        <w:rPr>
          <w:rFonts w:ascii="宋体" w:eastAsia="宋体" w:hAnsi="宋体" w:hint="eastAsia"/>
        </w:rPr>
        <w:t>）</w:t>
      </w:r>
      <w:r w:rsidRPr="001D2EB6">
        <w:rPr>
          <w:rFonts w:ascii="宋体" w:eastAsia="宋体" w:hAnsi="宋体"/>
        </w:rPr>
        <w:t>。</w:t>
      </w:r>
    </w:p>
    <w:p w14:paraId="26BF09BF" w14:textId="77777777" w:rsidR="00C645D3" w:rsidRPr="00F13506" w:rsidRDefault="00C645D3" w:rsidP="00F13506">
      <w:pPr>
        <w:pStyle w:val="afffffffffff9"/>
        <w:ind w:left="420" w:hangingChars="200" w:hanging="420"/>
        <w:rPr>
          <w:rFonts w:ascii="黑体" w:eastAsia="黑体" w:hAnsi="黑体"/>
          <w:b/>
        </w:rPr>
      </w:pPr>
      <w:r w:rsidRPr="00F13506">
        <w:rPr>
          <w:rFonts w:ascii="黑体" w:eastAsia="黑体" w:hAnsi="黑体"/>
        </w:rPr>
        <w:br/>
      </w:r>
      <w:r w:rsidRPr="00F13506">
        <w:rPr>
          <w:rFonts w:ascii="黑体" w:eastAsia="黑体" w:hAnsi="黑体" w:hint="eastAsia"/>
        </w:rPr>
        <w:t>耐寒剂  anti-freezing agent</w:t>
      </w:r>
    </w:p>
    <w:p w14:paraId="09E59EC2" w14:textId="77777777" w:rsidR="00C645D3" w:rsidRPr="001D2EB6" w:rsidRDefault="003B7BFD" w:rsidP="00C645D3">
      <w:pPr>
        <w:pStyle w:val="affffffffffff7"/>
        <w:ind w:firstLineChars="200" w:firstLine="420"/>
        <w:rPr>
          <w:rFonts w:eastAsia="宋体"/>
        </w:rPr>
      </w:pPr>
      <w:r w:rsidRPr="001D2EB6">
        <w:rPr>
          <w:rFonts w:ascii="宋体" w:eastAsia="宋体" w:hAnsi="宋体" w:hint="eastAsia"/>
        </w:rPr>
        <w:lastRenderedPageBreak/>
        <w:t>&lt;</w:t>
      </w:r>
      <w:r>
        <w:rPr>
          <w:rFonts w:ascii="宋体" w:eastAsia="宋体" w:hAnsi="宋体" w:hint="eastAsia"/>
        </w:rPr>
        <w:t>天然</w:t>
      </w:r>
      <w:r w:rsidRPr="001D2EB6">
        <w:rPr>
          <w:rFonts w:ascii="宋体" w:eastAsia="宋体" w:hAnsi="宋体" w:hint="eastAsia"/>
        </w:rPr>
        <w:t>胶乳&gt;</w:t>
      </w:r>
      <w:r w:rsidR="00C645D3" w:rsidRPr="001D2EB6">
        <w:rPr>
          <w:rFonts w:eastAsia="宋体"/>
        </w:rPr>
        <w:t>能提高胶乳</w:t>
      </w:r>
      <w:r w:rsidR="00C645D3" w:rsidRPr="001D2EB6">
        <w:rPr>
          <w:rFonts w:eastAsia="宋体" w:hint="eastAsia"/>
        </w:rPr>
        <w:t>及乳胶制品</w:t>
      </w:r>
      <w:r w:rsidR="00C645D3" w:rsidRPr="001D2EB6">
        <w:rPr>
          <w:rFonts w:eastAsia="宋体"/>
        </w:rPr>
        <w:t>耐寒性能的</w:t>
      </w:r>
      <w:r w:rsidR="00C645D3" w:rsidRPr="001D2EB6">
        <w:rPr>
          <w:rFonts w:eastAsia="宋体" w:hint="eastAsia"/>
        </w:rPr>
        <w:t>配合剂</w:t>
      </w:r>
      <w:r w:rsidR="00C645D3" w:rsidRPr="001D2EB6">
        <w:rPr>
          <w:rFonts w:eastAsia="宋体"/>
        </w:rPr>
        <w:t>。</w:t>
      </w:r>
    </w:p>
    <w:p w14:paraId="49083F0F" w14:textId="77777777" w:rsidR="00C645D3" w:rsidRPr="00EB3D3A" w:rsidRDefault="00C645D3" w:rsidP="00EB3D3A">
      <w:pPr>
        <w:pStyle w:val="afffffffffff9"/>
        <w:ind w:left="420" w:hangingChars="200" w:hanging="420"/>
        <w:rPr>
          <w:rFonts w:ascii="黑体" w:eastAsia="黑体" w:hAnsi="黑体"/>
          <w:b/>
        </w:rPr>
      </w:pPr>
      <w:r w:rsidRPr="001D2EB6">
        <w:rPr>
          <w:rFonts w:ascii="黑体" w:eastAsia="黑体" w:hAnsi="黑体"/>
        </w:rPr>
        <w:br/>
      </w:r>
      <w:r w:rsidRPr="001D2EB6">
        <w:rPr>
          <w:rFonts w:ascii="黑体" w:eastAsia="黑体" w:hAnsi="黑体" w:hint="eastAsia"/>
        </w:rPr>
        <w:t>稳定剂  stabilizer</w:t>
      </w:r>
    </w:p>
    <w:p w14:paraId="5C680055" w14:textId="77777777" w:rsidR="00C645D3" w:rsidRPr="001D2EB6" w:rsidRDefault="00C645D3" w:rsidP="00C645D3">
      <w:pPr>
        <w:pStyle w:val="affffffffffff7"/>
        <w:ind w:firstLineChars="200" w:firstLine="420"/>
        <w:rPr>
          <w:rFonts w:eastAsia="宋体"/>
        </w:rPr>
      </w:pPr>
      <w:r w:rsidRPr="001D2EB6">
        <w:rPr>
          <w:rFonts w:ascii="黑体" w:hint="eastAsia"/>
        </w:rPr>
        <w:t>&lt;</w:t>
      </w:r>
      <w:r w:rsidRPr="001D2EB6">
        <w:rPr>
          <w:rFonts w:eastAsia="宋体"/>
        </w:rPr>
        <w:t>干胶</w:t>
      </w:r>
      <w:r w:rsidR="003B7BFD" w:rsidRPr="001D2EB6">
        <w:rPr>
          <w:rFonts w:ascii="宋体" w:eastAsia="宋体" w:hAnsi="宋体" w:hint="eastAsia"/>
        </w:rPr>
        <w:t>&gt;</w:t>
      </w:r>
      <w:r w:rsidRPr="001D2EB6">
        <w:rPr>
          <w:rFonts w:eastAsia="宋体"/>
        </w:rPr>
        <w:t>存在或加入生胶中的物质，能使生胶在干燥、加工及贮存过程中保持或基本保持其原始性能</w:t>
      </w:r>
      <w:r w:rsidRPr="001D2EB6">
        <w:rPr>
          <w:rFonts w:eastAsia="宋体" w:hint="eastAsia"/>
        </w:rPr>
        <w:t>不变</w:t>
      </w:r>
      <w:r w:rsidRPr="001D2EB6">
        <w:rPr>
          <w:rFonts w:eastAsia="宋体"/>
        </w:rPr>
        <w:t>。</w:t>
      </w:r>
    </w:p>
    <w:p w14:paraId="1CE1AD93" w14:textId="77777777" w:rsidR="00C645D3" w:rsidRPr="00D64C13" w:rsidRDefault="00C645D3" w:rsidP="00D64C13">
      <w:pPr>
        <w:pStyle w:val="afffffffffff9"/>
        <w:ind w:left="420" w:hangingChars="200" w:hanging="420"/>
        <w:rPr>
          <w:rFonts w:ascii="黑体" w:eastAsia="黑体" w:hAnsi="黑体"/>
          <w:b/>
        </w:rPr>
      </w:pPr>
      <w:r w:rsidRPr="00D64C13">
        <w:rPr>
          <w:rFonts w:ascii="黑体" w:eastAsia="黑体" w:hAnsi="黑体"/>
        </w:rPr>
        <w:br/>
      </w:r>
      <w:r w:rsidRPr="00D64C13">
        <w:rPr>
          <w:rFonts w:ascii="黑体" w:eastAsia="黑体" w:hAnsi="黑体" w:hint="eastAsia"/>
        </w:rPr>
        <w:t>稳定剂  stabilizer</w:t>
      </w:r>
    </w:p>
    <w:p w14:paraId="18CC9B13" w14:textId="77777777" w:rsidR="00C645D3" w:rsidRPr="001D2EB6" w:rsidRDefault="003B7BFD" w:rsidP="00C645D3">
      <w:pPr>
        <w:pStyle w:val="affffffffffff7"/>
        <w:ind w:firstLineChars="200" w:firstLine="420"/>
        <w:rPr>
          <w:rFonts w:ascii="宋体" w:eastAsia="宋体" w:hAnsi="宋体"/>
        </w:rPr>
      </w:pPr>
      <w:r w:rsidRPr="001D2EB6">
        <w:rPr>
          <w:rFonts w:ascii="宋体" w:eastAsia="宋体" w:hAnsi="宋体" w:hint="eastAsia"/>
        </w:rPr>
        <w:t>&lt;</w:t>
      </w:r>
      <w:r>
        <w:rPr>
          <w:rFonts w:ascii="宋体" w:eastAsia="宋体" w:hAnsi="宋体" w:hint="eastAsia"/>
        </w:rPr>
        <w:t>天然</w:t>
      </w:r>
      <w:r w:rsidRPr="001D2EB6">
        <w:rPr>
          <w:rFonts w:ascii="宋体" w:eastAsia="宋体" w:hAnsi="宋体" w:hint="eastAsia"/>
        </w:rPr>
        <w:t>胶乳&gt;</w:t>
      </w:r>
      <w:r w:rsidR="00C645D3" w:rsidRPr="001D2EB6">
        <w:rPr>
          <w:rFonts w:eastAsia="宋体"/>
        </w:rPr>
        <w:t>为了防止（特别是在配合和随后的加工过程中）橡胶粒子的附聚或凝固而混合到胶乳中的</w:t>
      </w:r>
      <w:r w:rsidR="00C645D3" w:rsidRPr="001D2EB6">
        <w:rPr>
          <w:rFonts w:ascii="宋体" w:eastAsia="宋体" w:hAnsi="宋体"/>
        </w:rPr>
        <w:t>物质。</w:t>
      </w:r>
    </w:p>
    <w:p w14:paraId="7C65E3FE" w14:textId="77777777" w:rsidR="00C645D3" w:rsidRPr="001D2EB6" w:rsidRDefault="00C645D3" w:rsidP="009F00E0">
      <w:pPr>
        <w:pStyle w:val="afff6"/>
        <w:ind w:firstLine="52"/>
      </w:pPr>
      <w:r w:rsidRPr="001D2EB6">
        <w:t>稳定</w:t>
      </w:r>
      <w:r w:rsidRPr="001D2EB6">
        <w:rPr>
          <w:rFonts w:hint="eastAsia"/>
        </w:rPr>
        <w:t>剂可以是天</w:t>
      </w:r>
      <w:r w:rsidRPr="001D2EB6">
        <w:t>然存在于胶乳中</w:t>
      </w:r>
      <w:r w:rsidRPr="001D2EB6">
        <w:rPr>
          <w:rFonts w:hint="eastAsia"/>
        </w:rPr>
        <w:t>（的物质）</w:t>
      </w:r>
      <w:r w:rsidRPr="001D2EB6">
        <w:t>。</w:t>
      </w:r>
    </w:p>
    <w:p w14:paraId="6BE87B09" w14:textId="77777777" w:rsidR="00C645D3" w:rsidRPr="0094386D" w:rsidRDefault="00C645D3" w:rsidP="00D64C13">
      <w:pPr>
        <w:pStyle w:val="afffffffffff9"/>
        <w:ind w:left="420" w:hangingChars="200" w:hanging="420"/>
        <w:rPr>
          <w:rFonts w:ascii="黑体" w:eastAsia="黑体" w:hAnsi="黑体"/>
          <w:b/>
        </w:rPr>
      </w:pPr>
      <w:r w:rsidRPr="0094386D">
        <w:rPr>
          <w:rFonts w:ascii="黑体" w:eastAsia="黑体" w:hAnsi="黑体"/>
        </w:rPr>
        <w:br/>
      </w:r>
      <w:r w:rsidRPr="0094386D">
        <w:rPr>
          <w:rFonts w:ascii="黑体" w:eastAsia="黑体" w:hAnsi="黑体" w:hint="eastAsia"/>
        </w:rPr>
        <w:t>乳化剂  emulsifying agent</w:t>
      </w:r>
    </w:p>
    <w:p w14:paraId="50C4FA89"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&lt;</w:t>
      </w:r>
      <w:r w:rsidR="003B7BFD">
        <w:rPr>
          <w:rFonts w:ascii="宋体" w:eastAsia="宋体" w:hAnsi="宋体" w:hint="eastAsia"/>
        </w:rPr>
        <w:t>天然</w:t>
      </w:r>
      <w:r w:rsidRPr="001D2EB6">
        <w:rPr>
          <w:rFonts w:ascii="宋体" w:eastAsia="宋体" w:hAnsi="宋体" w:hint="eastAsia"/>
        </w:rPr>
        <w:t>胶乳&gt;</w:t>
      </w:r>
      <w:r w:rsidRPr="001D2EB6">
        <w:rPr>
          <w:rFonts w:ascii="宋体" w:eastAsia="宋体" w:hAnsi="宋体"/>
        </w:rPr>
        <w:t>用于促进不混溶的液体配合剂悬浮在水中</w:t>
      </w:r>
      <w:r w:rsidRPr="001D2EB6">
        <w:rPr>
          <w:rFonts w:ascii="宋体" w:eastAsia="宋体" w:hAnsi="宋体" w:hint="eastAsia"/>
        </w:rPr>
        <w:t>（</w:t>
      </w:r>
      <w:r w:rsidRPr="001D2EB6">
        <w:rPr>
          <w:rFonts w:ascii="宋体" w:eastAsia="宋体" w:hAnsi="宋体"/>
        </w:rPr>
        <w:t>形成稳定乳浊液</w:t>
      </w:r>
      <w:r w:rsidRPr="001D2EB6">
        <w:rPr>
          <w:rFonts w:ascii="宋体" w:eastAsia="宋体" w:hAnsi="宋体" w:hint="eastAsia"/>
        </w:rPr>
        <w:t>）</w:t>
      </w:r>
      <w:r w:rsidRPr="001D2EB6">
        <w:rPr>
          <w:rFonts w:ascii="宋体" w:eastAsia="宋体" w:hAnsi="宋体"/>
        </w:rPr>
        <w:t>的表面活性剂。</w:t>
      </w:r>
    </w:p>
    <w:p w14:paraId="2FCC33C2" w14:textId="77777777" w:rsidR="00C645D3" w:rsidRPr="00DB6E9E" w:rsidRDefault="00C645D3" w:rsidP="00DB6E9E">
      <w:pPr>
        <w:pStyle w:val="afffffffffff9"/>
        <w:ind w:left="420" w:hangingChars="200" w:hanging="420"/>
        <w:rPr>
          <w:rFonts w:ascii="黑体" w:eastAsia="黑体" w:hAnsi="黑体"/>
          <w:b/>
        </w:rPr>
      </w:pPr>
      <w:r w:rsidRPr="00DB6E9E">
        <w:rPr>
          <w:rFonts w:ascii="黑体" w:eastAsia="黑体" w:hAnsi="黑体"/>
        </w:rPr>
        <w:br/>
      </w:r>
      <w:r w:rsidRPr="00DB6E9E">
        <w:rPr>
          <w:rFonts w:ascii="黑体" w:eastAsia="黑体" w:hAnsi="黑体" w:hint="eastAsia"/>
        </w:rPr>
        <w:t>湿润剂  wetting agent</w:t>
      </w:r>
    </w:p>
    <w:p w14:paraId="47EA7916" w14:textId="77777777" w:rsidR="00C645D3" w:rsidRPr="001D2EB6" w:rsidRDefault="00333AEF" w:rsidP="00C645D3">
      <w:pPr>
        <w:pStyle w:val="affffffffffff7"/>
        <w:ind w:firstLineChars="200" w:firstLine="420"/>
        <w:rPr>
          <w:rFonts w:ascii="宋体" w:eastAsia="宋体" w:hAnsi="宋体"/>
        </w:rPr>
      </w:pPr>
      <w:r w:rsidRPr="001D2EB6">
        <w:rPr>
          <w:rFonts w:ascii="宋体" w:eastAsia="宋体" w:hAnsi="宋体" w:hint="eastAsia"/>
        </w:rPr>
        <w:t>&lt;</w:t>
      </w:r>
      <w:r>
        <w:rPr>
          <w:rFonts w:ascii="宋体" w:eastAsia="宋体" w:hAnsi="宋体" w:hint="eastAsia"/>
        </w:rPr>
        <w:t>天然</w:t>
      </w:r>
      <w:r w:rsidRPr="001D2EB6">
        <w:rPr>
          <w:rFonts w:ascii="宋体" w:eastAsia="宋体" w:hAnsi="宋体" w:hint="eastAsia"/>
        </w:rPr>
        <w:t>胶乳&gt;</w:t>
      </w:r>
      <w:r w:rsidR="00C645D3" w:rsidRPr="001D2EB6">
        <w:rPr>
          <w:rFonts w:eastAsia="宋体"/>
        </w:rPr>
        <w:t>用于降低配合胶乳的表面张力，从而促进配合胶乳在（某些材料）表面上浸润</w:t>
      </w:r>
      <w:r w:rsidR="00C645D3" w:rsidRPr="001D2EB6">
        <w:rPr>
          <w:rFonts w:eastAsia="宋体" w:hint="eastAsia"/>
        </w:rPr>
        <w:t>和扩散的配</w:t>
      </w:r>
      <w:r w:rsidR="00C645D3" w:rsidRPr="001D2EB6">
        <w:rPr>
          <w:rFonts w:ascii="宋体" w:eastAsia="宋体" w:hAnsi="宋体" w:hint="eastAsia"/>
        </w:rPr>
        <w:t>合剂。</w:t>
      </w:r>
    </w:p>
    <w:p w14:paraId="09341225" w14:textId="77777777" w:rsidR="00FB0BE4" w:rsidRPr="00933D55" w:rsidRDefault="00C645D3" w:rsidP="00933D55">
      <w:pPr>
        <w:pStyle w:val="afffffffffff9"/>
        <w:ind w:left="420" w:hangingChars="200" w:hanging="420"/>
        <w:rPr>
          <w:rFonts w:ascii="黑体" w:eastAsia="黑体" w:hAnsi="黑体"/>
          <w:b/>
        </w:rPr>
      </w:pPr>
      <w:r w:rsidRPr="00933D55">
        <w:rPr>
          <w:rFonts w:ascii="黑体" w:eastAsia="黑体" w:hAnsi="黑体"/>
        </w:rPr>
        <w:br/>
      </w:r>
      <w:r w:rsidRPr="00933D55">
        <w:rPr>
          <w:rFonts w:ascii="黑体" w:eastAsia="黑体" w:hAnsi="黑体" w:hint="eastAsia"/>
        </w:rPr>
        <w:t>分散剂  dispersing agent</w:t>
      </w:r>
    </w:p>
    <w:p w14:paraId="2DA8BE0E" w14:textId="77777777" w:rsidR="00C645D3" w:rsidRPr="001D2EB6" w:rsidRDefault="00333AEF" w:rsidP="00C645D3">
      <w:pPr>
        <w:pStyle w:val="affffffffffff7"/>
        <w:ind w:firstLineChars="200" w:firstLine="420"/>
        <w:rPr>
          <w:rFonts w:eastAsia="宋体"/>
        </w:rPr>
      </w:pPr>
      <w:r w:rsidRPr="001D2EB6">
        <w:rPr>
          <w:rFonts w:ascii="宋体" w:eastAsia="宋体" w:hAnsi="宋体" w:hint="eastAsia"/>
        </w:rPr>
        <w:t>&lt;</w:t>
      </w:r>
      <w:r>
        <w:rPr>
          <w:rFonts w:ascii="宋体" w:eastAsia="宋体" w:hAnsi="宋体" w:hint="eastAsia"/>
        </w:rPr>
        <w:t>天然</w:t>
      </w:r>
      <w:r w:rsidRPr="001D2EB6">
        <w:rPr>
          <w:rFonts w:ascii="宋体" w:eastAsia="宋体" w:hAnsi="宋体" w:hint="eastAsia"/>
        </w:rPr>
        <w:t>胶乳&gt;</w:t>
      </w:r>
      <w:r w:rsidR="00C645D3" w:rsidRPr="001D2EB6">
        <w:rPr>
          <w:rFonts w:eastAsia="宋体"/>
        </w:rPr>
        <w:t>用于促进固体配合剂分散在水中的表面活性物质。</w:t>
      </w:r>
    </w:p>
    <w:p w14:paraId="3D8FE3CC" w14:textId="77777777" w:rsidR="00C645D3" w:rsidRPr="00D31AD0" w:rsidRDefault="00C645D3" w:rsidP="00D31AD0">
      <w:pPr>
        <w:pStyle w:val="afffffffffff9"/>
        <w:ind w:left="420" w:hangingChars="200" w:hanging="420"/>
        <w:rPr>
          <w:rFonts w:ascii="黑体" w:eastAsia="黑体" w:hAnsi="黑体"/>
          <w:b/>
        </w:rPr>
      </w:pPr>
      <w:r w:rsidRPr="00D31AD0">
        <w:rPr>
          <w:rFonts w:ascii="黑体" w:eastAsia="黑体" w:hAnsi="黑体"/>
        </w:rPr>
        <w:br/>
      </w:r>
      <w:proofErr w:type="gramStart"/>
      <w:r w:rsidRPr="00D31AD0">
        <w:rPr>
          <w:rFonts w:ascii="黑体" w:eastAsia="黑体" w:hAnsi="黑体" w:hint="eastAsia"/>
        </w:rPr>
        <w:t>附型剂</w:t>
      </w:r>
      <w:proofErr w:type="gramEnd"/>
      <w:r w:rsidRPr="00D31AD0">
        <w:rPr>
          <w:rFonts w:ascii="黑体" w:eastAsia="黑体" w:hAnsi="黑体" w:hint="eastAsia"/>
        </w:rPr>
        <w:t xml:space="preserve">  former adhering agent</w:t>
      </w:r>
    </w:p>
    <w:p w14:paraId="5422D23D" w14:textId="77777777" w:rsidR="00C645D3" w:rsidRPr="001D2EB6" w:rsidRDefault="00333AEF" w:rsidP="00C645D3">
      <w:pPr>
        <w:pStyle w:val="affffffffffff7"/>
        <w:ind w:firstLineChars="200" w:firstLine="420"/>
        <w:rPr>
          <w:rFonts w:eastAsia="宋体"/>
        </w:rPr>
      </w:pPr>
      <w:r w:rsidRPr="001D2EB6">
        <w:rPr>
          <w:rFonts w:ascii="宋体" w:eastAsia="宋体" w:hAnsi="宋体" w:hint="eastAsia"/>
        </w:rPr>
        <w:t>&lt;</w:t>
      </w:r>
      <w:r>
        <w:rPr>
          <w:rFonts w:ascii="宋体" w:eastAsia="宋体" w:hAnsi="宋体" w:hint="eastAsia"/>
        </w:rPr>
        <w:t>天然</w:t>
      </w:r>
      <w:r w:rsidRPr="001D2EB6">
        <w:rPr>
          <w:rFonts w:ascii="宋体" w:eastAsia="宋体" w:hAnsi="宋体" w:hint="eastAsia"/>
        </w:rPr>
        <w:t>胶乳&gt;</w:t>
      </w:r>
      <w:r w:rsidR="00C645D3" w:rsidRPr="001D2EB6">
        <w:rPr>
          <w:rFonts w:eastAsia="宋体"/>
        </w:rPr>
        <w:t>能增加模型的凝固剂附着量的物质。</w:t>
      </w:r>
    </w:p>
    <w:p w14:paraId="56E852CA" w14:textId="77777777" w:rsidR="00C645D3" w:rsidRPr="00D31AD0" w:rsidRDefault="00C645D3" w:rsidP="00D31AD0">
      <w:pPr>
        <w:pStyle w:val="afffffffffff9"/>
        <w:ind w:left="420" w:hangingChars="200" w:hanging="420"/>
        <w:rPr>
          <w:rFonts w:ascii="黑体" w:eastAsia="黑体" w:hAnsi="黑体"/>
          <w:b/>
        </w:rPr>
      </w:pPr>
      <w:r w:rsidRPr="001D2EB6">
        <w:rPr>
          <w:rFonts w:ascii="黑体" w:eastAsia="黑体" w:hAnsi="黑体"/>
        </w:rPr>
        <w:br/>
      </w:r>
      <w:r w:rsidRPr="001D2EB6">
        <w:rPr>
          <w:rFonts w:ascii="黑体" w:eastAsia="黑体" w:hAnsi="黑体" w:hint="eastAsia"/>
        </w:rPr>
        <w:t>消泡剂  antifoaming agent</w:t>
      </w:r>
    </w:p>
    <w:p w14:paraId="29BCE70D" w14:textId="77777777" w:rsidR="00C645D3" w:rsidRDefault="00333AEF" w:rsidP="00C645D3">
      <w:pPr>
        <w:pStyle w:val="affffffffffff7"/>
        <w:ind w:firstLineChars="200" w:firstLine="420"/>
        <w:rPr>
          <w:rFonts w:ascii="宋体" w:eastAsia="宋体" w:hAnsi="宋体"/>
        </w:rPr>
      </w:pPr>
      <w:r w:rsidRPr="001D2EB6">
        <w:rPr>
          <w:rFonts w:ascii="宋体" w:eastAsia="宋体" w:hAnsi="宋体" w:hint="eastAsia"/>
        </w:rPr>
        <w:t>&lt;</w:t>
      </w:r>
      <w:r>
        <w:rPr>
          <w:rFonts w:ascii="宋体" w:eastAsia="宋体" w:hAnsi="宋体" w:hint="eastAsia"/>
        </w:rPr>
        <w:t>天然</w:t>
      </w:r>
      <w:r w:rsidRPr="001D2EB6">
        <w:rPr>
          <w:rFonts w:ascii="宋体" w:eastAsia="宋体" w:hAnsi="宋体" w:hint="eastAsia"/>
        </w:rPr>
        <w:t>胶乳&gt;</w:t>
      </w:r>
      <w:r w:rsidR="00C645D3" w:rsidRPr="001D2EB6">
        <w:rPr>
          <w:rFonts w:eastAsia="宋体"/>
        </w:rPr>
        <w:t>用于防止</w:t>
      </w:r>
      <w:r>
        <w:rPr>
          <w:rFonts w:eastAsia="宋体" w:hint="eastAsia"/>
        </w:rPr>
        <w:t>配合</w:t>
      </w:r>
      <w:r w:rsidR="00C645D3" w:rsidRPr="001D2EB6">
        <w:rPr>
          <w:rFonts w:eastAsia="宋体"/>
        </w:rPr>
        <w:t>胶乳</w:t>
      </w:r>
      <w:r>
        <w:rPr>
          <w:rFonts w:eastAsia="宋体" w:hint="eastAsia"/>
        </w:rPr>
        <w:t>形成</w:t>
      </w:r>
      <w:r w:rsidR="00C645D3" w:rsidRPr="001D2EB6">
        <w:rPr>
          <w:rFonts w:eastAsia="宋体"/>
        </w:rPr>
        <w:t>气泡</w:t>
      </w:r>
      <w:r>
        <w:rPr>
          <w:rFonts w:eastAsia="宋体" w:hint="eastAsia"/>
        </w:rPr>
        <w:t>的配合剂</w:t>
      </w:r>
      <w:r w:rsidR="00C645D3" w:rsidRPr="001D2EB6">
        <w:rPr>
          <w:rFonts w:eastAsia="宋体"/>
        </w:rPr>
        <w:t>，</w:t>
      </w:r>
      <w:r w:rsidRPr="001D2EB6">
        <w:rPr>
          <w:rFonts w:eastAsia="宋体"/>
        </w:rPr>
        <w:t>这</w:t>
      </w:r>
      <w:r>
        <w:rPr>
          <w:rFonts w:eastAsia="宋体" w:hint="eastAsia"/>
        </w:rPr>
        <w:t>种</w:t>
      </w:r>
      <w:r w:rsidR="00C645D3" w:rsidRPr="001D2EB6">
        <w:rPr>
          <w:rFonts w:eastAsia="宋体"/>
        </w:rPr>
        <w:t>气泡可能</w:t>
      </w:r>
      <w:r>
        <w:rPr>
          <w:rFonts w:eastAsia="宋体" w:hint="eastAsia"/>
        </w:rPr>
        <w:t>会</w:t>
      </w:r>
      <w:r w:rsidR="00C645D3" w:rsidRPr="001D2EB6">
        <w:rPr>
          <w:rFonts w:eastAsia="宋体"/>
        </w:rPr>
        <w:t>在</w:t>
      </w:r>
      <w:r>
        <w:rPr>
          <w:rFonts w:eastAsia="宋体" w:hint="eastAsia"/>
        </w:rPr>
        <w:t>成</w:t>
      </w:r>
      <w:r w:rsidR="00C645D3" w:rsidRPr="001D2EB6">
        <w:rPr>
          <w:rFonts w:eastAsia="宋体"/>
        </w:rPr>
        <w:t>品中</w:t>
      </w:r>
      <w:r w:rsidR="00C645D3" w:rsidRPr="001D2EB6">
        <w:rPr>
          <w:rFonts w:ascii="宋体" w:eastAsia="宋体" w:hAnsi="宋体"/>
        </w:rPr>
        <w:t>形成火泡或针眼。</w:t>
      </w:r>
    </w:p>
    <w:p w14:paraId="4EF8A521" w14:textId="77777777" w:rsidR="009F00E0" w:rsidRPr="009F00E0" w:rsidRDefault="009F00E0" w:rsidP="009F00E0">
      <w:pPr>
        <w:pStyle w:val="Char1"/>
        <w:ind w:firstLine="360"/>
        <w:rPr>
          <w:sz w:val="18"/>
        </w:rPr>
      </w:pPr>
      <w:r w:rsidRPr="009F00E0">
        <w:rPr>
          <w:rFonts w:ascii="仿宋_GB2312" w:eastAsia="仿宋_GB2312" w:hint="eastAsia"/>
          <w:sz w:val="18"/>
        </w:rPr>
        <w:t>[</w:t>
      </w:r>
      <w:r w:rsidR="00333AEF">
        <w:rPr>
          <w:rFonts w:ascii="仿宋_GB2312" w:eastAsia="仿宋_GB2312" w:hint="eastAsia"/>
          <w:sz w:val="18"/>
        </w:rPr>
        <w:t>来源：</w:t>
      </w:r>
      <w:r w:rsidRPr="009F00E0">
        <w:rPr>
          <w:rFonts w:ascii="仿宋_GB2312" w:eastAsia="仿宋_GB2312" w:hint="eastAsia"/>
          <w:sz w:val="18"/>
        </w:rPr>
        <w:t>GB/T 9881-2008，</w:t>
      </w:r>
      <w:r w:rsidR="00333AEF">
        <w:rPr>
          <w:rFonts w:ascii="仿宋_GB2312" w:eastAsia="仿宋_GB2312" w:hint="eastAsia"/>
          <w:sz w:val="18"/>
        </w:rPr>
        <w:t>2.23</w:t>
      </w:r>
      <w:r w:rsidRPr="009F00E0">
        <w:rPr>
          <w:rFonts w:ascii="仿宋_GB2312" w:eastAsia="仿宋_GB2312" w:hint="eastAsia"/>
          <w:sz w:val="18"/>
        </w:rPr>
        <w:t>]</w:t>
      </w:r>
    </w:p>
    <w:p w14:paraId="33E3C0CD" w14:textId="77777777" w:rsidR="00C645D3" w:rsidRPr="007A6972" w:rsidRDefault="00C645D3" w:rsidP="007A6972">
      <w:pPr>
        <w:pStyle w:val="afffffffffff9"/>
        <w:ind w:left="420" w:hangingChars="200" w:hanging="420"/>
        <w:rPr>
          <w:rFonts w:ascii="黑体" w:eastAsia="黑体" w:hAnsi="黑体"/>
          <w:b/>
        </w:rPr>
      </w:pPr>
      <w:r w:rsidRPr="007A6972">
        <w:rPr>
          <w:rFonts w:ascii="黑体" w:eastAsia="黑体" w:hAnsi="黑体"/>
        </w:rPr>
        <w:br/>
      </w:r>
      <w:r w:rsidRPr="007A6972">
        <w:rPr>
          <w:rFonts w:ascii="黑体" w:eastAsia="黑体" w:hAnsi="黑体" w:hint="eastAsia"/>
        </w:rPr>
        <w:t>起泡剂  frothing agent</w:t>
      </w:r>
    </w:p>
    <w:p w14:paraId="43683BD5" w14:textId="77777777" w:rsidR="00C645D3" w:rsidRPr="001D2EB6" w:rsidRDefault="00333AEF" w:rsidP="00C645D3">
      <w:pPr>
        <w:pStyle w:val="affffffffffff7"/>
        <w:ind w:firstLineChars="200" w:firstLine="420"/>
        <w:rPr>
          <w:rFonts w:eastAsia="宋体"/>
        </w:rPr>
      </w:pPr>
      <w:r w:rsidRPr="001D2EB6">
        <w:rPr>
          <w:rFonts w:ascii="宋体" w:eastAsia="宋体" w:hAnsi="宋体" w:hint="eastAsia"/>
        </w:rPr>
        <w:t>&lt;</w:t>
      </w:r>
      <w:r>
        <w:rPr>
          <w:rFonts w:ascii="宋体" w:eastAsia="宋体" w:hAnsi="宋体" w:hint="eastAsia"/>
        </w:rPr>
        <w:t>天然</w:t>
      </w:r>
      <w:r w:rsidRPr="001D2EB6">
        <w:rPr>
          <w:rFonts w:ascii="宋体" w:eastAsia="宋体" w:hAnsi="宋体" w:hint="eastAsia"/>
        </w:rPr>
        <w:t>胶乳&gt;</w:t>
      </w:r>
      <w:r w:rsidR="00C645D3" w:rsidRPr="001D2EB6">
        <w:rPr>
          <w:rFonts w:eastAsia="宋体"/>
        </w:rPr>
        <w:t>能提高胶乳机械起泡能力的物质。</w:t>
      </w:r>
    </w:p>
    <w:p w14:paraId="10CC3F89" w14:textId="77777777" w:rsidR="00C645D3" w:rsidRPr="007A6972" w:rsidRDefault="00C645D3" w:rsidP="007A6972">
      <w:pPr>
        <w:pStyle w:val="afffffffffff9"/>
        <w:ind w:left="420" w:hangingChars="200" w:hanging="420"/>
        <w:rPr>
          <w:rFonts w:ascii="黑体" w:eastAsia="黑体" w:hAnsi="黑体"/>
          <w:b/>
        </w:rPr>
      </w:pPr>
      <w:r w:rsidRPr="007A6972">
        <w:rPr>
          <w:rFonts w:ascii="黑体" w:eastAsia="黑体" w:hAnsi="黑体"/>
        </w:rPr>
        <w:br/>
      </w:r>
      <w:r w:rsidRPr="007A6972">
        <w:rPr>
          <w:rFonts w:ascii="黑体" w:eastAsia="黑体" w:hAnsi="黑体" w:hint="eastAsia"/>
        </w:rPr>
        <w:t>发泡剂  foaming agent</w:t>
      </w:r>
    </w:p>
    <w:p w14:paraId="06AE267E"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&lt;胶乳&gt;</w:t>
      </w:r>
      <w:r w:rsidRPr="001D2EB6">
        <w:rPr>
          <w:rFonts w:ascii="宋体" w:eastAsia="宋体" w:hAnsi="宋体"/>
        </w:rPr>
        <w:t>在生产乳胶泡沫时，用于促进在胶乳中产生气泡的配合剂。</w:t>
      </w:r>
    </w:p>
    <w:p w14:paraId="62075A55" w14:textId="77777777" w:rsidR="00C645D3" w:rsidRPr="008152F4" w:rsidRDefault="00C645D3" w:rsidP="008152F4">
      <w:pPr>
        <w:pStyle w:val="afffffffffff9"/>
        <w:ind w:left="420" w:hangingChars="200" w:hanging="420"/>
        <w:rPr>
          <w:rFonts w:ascii="黑体" w:eastAsia="黑体" w:hAnsi="黑体"/>
          <w:b/>
        </w:rPr>
      </w:pPr>
      <w:r w:rsidRPr="008152F4">
        <w:rPr>
          <w:rFonts w:ascii="黑体" w:eastAsia="黑体" w:hAnsi="黑体"/>
        </w:rPr>
        <w:br/>
      </w:r>
      <w:r w:rsidRPr="008152F4">
        <w:rPr>
          <w:rFonts w:ascii="黑体" w:eastAsia="黑体" w:hAnsi="黑体" w:hint="eastAsia"/>
        </w:rPr>
        <w:t>发泡剂  blowing agent</w:t>
      </w:r>
    </w:p>
    <w:p w14:paraId="4F214F50"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&lt;干胶&gt;</w:t>
      </w:r>
      <w:r w:rsidRPr="001D2EB6">
        <w:rPr>
          <w:rFonts w:ascii="宋体" w:eastAsia="宋体" w:hAnsi="宋体"/>
        </w:rPr>
        <w:t>在制造中空或多孔制品时，通过化学反应和/或热分解产生气体的配合剂。</w:t>
      </w:r>
    </w:p>
    <w:p w14:paraId="4BEC8122" w14:textId="77777777" w:rsidR="00751340" w:rsidRPr="007F5158" w:rsidRDefault="00C645D3" w:rsidP="007F5158">
      <w:pPr>
        <w:pStyle w:val="afffffffffff9"/>
        <w:ind w:left="420" w:hangingChars="200" w:hanging="420"/>
        <w:rPr>
          <w:rFonts w:ascii="黑体" w:eastAsia="黑体" w:hAnsi="黑体"/>
          <w:b/>
        </w:rPr>
      </w:pPr>
      <w:r w:rsidRPr="007F5158">
        <w:rPr>
          <w:rFonts w:ascii="黑体" w:eastAsia="黑体" w:hAnsi="黑体"/>
        </w:rPr>
        <w:br/>
      </w:r>
      <w:r w:rsidR="00751340" w:rsidRPr="007F5158">
        <w:rPr>
          <w:rFonts w:ascii="黑体" w:eastAsia="黑体" w:hAnsi="黑体" w:hint="eastAsia"/>
        </w:rPr>
        <w:t>泡沫稳定剂  foam stabilizer</w:t>
      </w:r>
    </w:p>
    <w:p w14:paraId="4B22E3B8" w14:textId="77777777" w:rsidR="00751340" w:rsidRPr="00F126AC" w:rsidRDefault="00751340" w:rsidP="00751340">
      <w:pPr>
        <w:pStyle w:val="affffffffffff7"/>
        <w:ind w:firstLineChars="200" w:firstLine="420"/>
        <w:rPr>
          <w:rFonts w:ascii="宋体" w:eastAsia="宋体" w:hAnsi="宋体"/>
        </w:rPr>
      </w:pPr>
      <w:r w:rsidRPr="00F126AC">
        <w:rPr>
          <w:rFonts w:ascii="宋体" w:eastAsia="宋体" w:hAnsi="宋体" w:hint="eastAsia"/>
        </w:rPr>
        <w:t>&lt;</w:t>
      </w:r>
      <w:r w:rsidRPr="00F126AC">
        <w:rPr>
          <w:rFonts w:ascii="宋体" w:eastAsia="宋体" w:hAnsi="宋体"/>
        </w:rPr>
        <w:t>胶乳</w:t>
      </w:r>
      <w:r w:rsidRPr="00F126AC">
        <w:rPr>
          <w:rFonts w:ascii="宋体" w:eastAsia="宋体" w:hAnsi="宋体" w:hint="eastAsia"/>
        </w:rPr>
        <w:t>&gt;</w:t>
      </w:r>
      <w:r w:rsidRPr="00F126AC">
        <w:rPr>
          <w:rFonts w:ascii="宋体" w:eastAsia="宋体" w:hAnsi="宋体"/>
        </w:rPr>
        <w:t>在制备乳胶泡沫制品时，使泡沫化的配合胶乳在胶凝、干燥和</w:t>
      </w:r>
      <w:proofErr w:type="gramStart"/>
      <w:r w:rsidRPr="00F126AC">
        <w:rPr>
          <w:rFonts w:ascii="宋体" w:eastAsia="宋体" w:hAnsi="宋体"/>
        </w:rPr>
        <w:t>硫化</w:t>
      </w:r>
      <w:proofErr w:type="gramEnd"/>
      <w:r w:rsidRPr="00F126AC">
        <w:rPr>
          <w:rFonts w:ascii="宋体" w:eastAsia="宋体" w:hAnsi="宋体"/>
        </w:rPr>
        <w:t>期间保持稳定的配合剂。</w:t>
      </w:r>
    </w:p>
    <w:p w14:paraId="1486F90A" w14:textId="77777777" w:rsidR="00751340" w:rsidRPr="001D2EB6" w:rsidRDefault="00751340" w:rsidP="00751340">
      <w:pPr>
        <w:pStyle w:val="Char1"/>
        <w:ind w:firstLine="360"/>
        <w:rPr>
          <w:rFonts w:hAnsi="宋体"/>
        </w:rPr>
      </w:pPr>
      <w:r w:rsidRPr="00F126AC">
        <w:rPr>
          <w:rFonts w:ascii="仿宋_GB2312" w:eastAsia="仿宋_GB2312" w:hint="eastAsia"/>
          <w:sz w:val="18"/>
        </w:rPr>
        <w:t>[</w:t>
      </w:r>
      <w:r w:rsidR="00333AEF">
        <w:rPr>
          <w:rFonts w:ascii="仿宋_GB2312" w:eastAsia="仿宋_GB2312" w:hint="eastAsia"/>
          <w:sz w:val="18"/>
        </w:rPr>
        <w:t>来源：</w:t>
      </w:r>
      <w:r w:rsidRPr="00F126AC">
        <w:rPr>
          <w:rFonts w:ascii="仿宋_GB2312" w:eastAsia="仿宋_GB2312" w:hint="eastAsia"/>
          <w:sz w:val="18"/>
        </w:rPr>
        <w:t>GB/T 9881-2008，</w:t>
      </w:r>
      <w:r w:rsidR="00333AEF">
        <w:rPr>
          <w:rFonts w:ascii="仿宋_GB2312" w:eastAsia="仿宋_GB2312" w:hint="eastAsia"/>
          <w:sz w:val="18"/>
        </w:rPr>
        <w:t>2.182，有</w:t>
      </w:r>
      <w:r w:rsidRPr="00F126AC">
        <w:rPr>
          <w:rFonts w:ascii="仿宋_GB2312" w:eastAsia="仿宋_GB2312" w:hint="eastAsia"/>
          <w:sz w:val="18"/>
        </w:rPr>
        <w:t>修改]</w:t>
      </w:r>
      <w:r w:rsidR="00C645D3" w:rsidRPr="001D2EB6">
        <w:rPr>
          <w:rFonts w:ascii="黑体" w:eastAsia="黑体" w:hAnsi="黑体" w:hint="eastAsia"/>
          <w:b/>
        </w:rPr>
        <w:t xml:space="preserve">  </w:t>
      </w:r>
    </w:p>
    <w:p w14:paraId="190CBD64" w14:textId="77777777" w:rsidR="00C645D3" w:rsidRPr="00DF67E1" w:rsidRDefault="00C645D3" w:rsidP="00DF67E1">
      <w:pPr>
        <w:pStyle w:val="afffffffffff9"/>
        <w:ind w:left="420" w:hangingChars="200" w:hanging="420"/>
        <w:rPr>
          <w:rFonts w:ascii="黑体" w:eastAsia="黑体" w:hAnsi="黑体"/>
          <w:b/>
        </w:rPr>
      </w:pPr>
      <w:r w:rsidRPr="00DF67E1">
        <w:rPr>
          <w:rFonts w:ascii="黑体" w:eastAsia="黑体" w:hAnsi="黑体"/>
        </w:rPr>
        <w:br/>
      </w:r>
      <w:r w:rsidRPr="00DF67E1">
        <w:rPr>
          <w:rFonts w:ascii="黑体" w:eastAsia="黑体" w:hAnsi="黑体" w:hint="eastAsia"/>
        </w:rPr>
        <w:t>干燥剂  desiccant</w:t>
      </w:r>
    </w:p>
    <w:p w14:paraId="18CA671E" w14:textId="77777777" w:rsidR="00C645D3" w:rsidRPr="001D2EB6" w:rsidRDefault="00C645D3" w:rsidP="00C645D3">
      <w:pPr>
        <w:pStyle w:val="affffffffffff7"/>
        <w:ind w:firstLineChars="200" w:firstLine="420"/>
        <w:rPr>
          <w:rFonts w:eastAsia="宋体"/>
        </w:rPr>
      </w:pPr>
      <w:r w:rsidRPr="001D2EB6">
        <w:rPr>
          <w:rFonts w:eastAsia="宋体"/>
        </w:rPr>
        <w:t>用于吸收混炼胶或胶料中水分以降低制成品气孔</w:t>
      </w:r>
      <w:r w:rsidRPr="001D2EB6">
        <w:rPr>
          <w:rFonts w:eastAsia="宋体" w:hint="eastAsia"/>
        </w:rPr>
        <w:t>率</w:t>
      </w:r>
      <w:r w:rsidRPr="001D2EB6">
        <w:rPr>
          <w:rFonts w:eastAsia="宋体"/>
        </w:rPr>
        <w:t>的配合剂。</w:t>
      </w:r>
    </w:p>
    <w:p w14:paraId="27E2AFCF" w14:textId="77777777" w:rsidR="00C645D3" w:rsidRPr="00170370" w:rsidRDefault="00C645D3" w:rsidP="00170370">
      <w:pPr>
        <w:pStyle w:val="afffffffffff9"/>
        <w:ind w:left="420" w:hangingChars="200" w:hanging="420"/>
        <w:rPr>
          <w:rFonts w:ascii="黑体" w:eastAsia="黑体" w:hAnsi="黑体"/>
        </w:rPr>
      </w:pPr>
      <w:r w:rsidRPr="00170370">
        <w:rPr>
          <w:rFonts w:ascii="黑体" w:eastAsia="黑体" w:hAnsi="黑体"/>
        </w:rPr>
        <w:lastRenderedPageBreak/>
        <w:br/>
      </w:r>
      <w:r w:rsidRPr="00170370">
        <w:rPr>
          <w:rFonts w:ascii="黑体" w:eastAsia="黑体" w:hAnsi="黑体" w:hint="eastAsia"/>
        </w:rPr>
        <w:t>凝固剂  coagulant</w:t>
      </w:r>
    </w:p>
    <w:p w14:paraId="3E7F5DBC" w14:textId="77777777" w:rsidR="00C645D3" w:rsidRDefault="00C645D3" w:rsidP="00C645D3">
      <w:pPr>
        <w:pStyle w:val="affffffffffff7"/>
        <w:ind w:firstLineChars="200" w:firstLine="420"/>
        <w:rPr>
          <w:rFonts w:ascii="宋体" w:eastAsia="宋体" w:hAnsi="宋体"/>
        </w:rPr>
      </w:pPr>
      <w:r w:rsidRPr="001D2EB6">
        <w:rPr>
          <w:rFonts w:ascii="宋体" w:eastAsia="宋体" w:hAnsi="宋体" w:hint="eastAsia"/>
        </w:rPr>
        <w:t>&lt;</w:t>
      </w:r>
      <w:r w:rsidRPr="001D2EB6">
        <w:rPr>
          <w:rFonts w:ascii="宋体" w:eastAsia="宋体" w:hAnsi="宋体"/>
        </w:rPr>
        <w:t>胶乳</w:t>
      </w:r>
      <w:r w:rsidRPr="001D2EB6">
        <w:rPr>
          <w:rFonts w:ascii="宋体" w:eastAsia="宋体" w:hAnsi="宋体" w:hint="eastAsia"/>
        </w:rPr>
        <w:t>&gt;</w:t>
      </w:r>
      <w:r w:rsidRPr="001D2EB6">
        <w:rPr>
          <w:rFonts w:ascii="宋体" w:eastAsia="宋体" w:hAnsi="宋体"/>
        </w:rPr>
        <w:t>能使胶乳凝固的物质。</w:t>
      </w:r>
    </w:p>
    <w:p w14:paraId="373BBE5A" w14:textId="77777777" w:rsidR="009F00E0" w:rsidRPr="009F00E0" w:rsidRDefault="009F00E0" w:rsidP="00F27895">
      <w:pPr>
        <w:pStyle w:val="Char1"/>
        <w:ind w:firstLineChars="236" w:firstLine="425"/>
        <w:rPr>
          <w:sz w:val="18"/>
        </w:rPr>
      </w:pPr>
      <w:r w:rsidRPr="009F00E0">
        <w:rPr>
          <w:rFonts w:ascii="仿宋_GB2312" w:eastAsia="仿宋_GB2312" w:hint="eastAsia"/>
          <w:sz w:val="18"/>
        </w:rPr>
        <w:t>[</w:t>
      </w:r>
      <w:r w:rsidR="00333AEF">
        <w:rPr>
          <w:rFonts w:ascii="仿宋_GB2312" w:eastAsia="仿宋_GB2312" w:hint="eastAsia"/>
          <w:sz w:val="18"/>
        </w:rPr>
        <w:t>来源：</w:t>
      </w:r>
      <w:r w:rsidRPr="009F00E0">
        <w:rPr>
          <w:rFonts w:ascii="仿宋_GB2312" w:eastAsia="仿宋_GB2312" w:hint="eastAsia"/>
          <w:sz w:val="18"/>
        </w:rPr>
        <w:t>GB/T 9881-2008，</w:t>
      </w:r>
      <w:r w:rsidR="00333AEF">
        <w:rPr>
          <w:rFonts w:ascii="仿宋_GB2312" w:eastAsia="仿宋_GB2312" w:hint="eastAsia"/>
          <w:sz w:val="18"/>
        </w:rPr>
        <w:t>2.77</w:t>
      </w:r>
      <w:r w:rsidRPr="009F00E0">
        <w:rPr>
          <w:rFonts w:ascii="仿宋_GB2312" w:eastAsia="仿宋_GB2312" w:hint="eastAsia"/>
          <w:sz w:val="18"/>
        </w:rPr>
        <w:t>]</w:t>
      </w:r>
    </w:p>
    <w:p w14:paraId="0A02605C" w14:textId="77777777" w:rsidR="00C645D3" w:rsidRPr="00EA0763" w:rsidRDefault="00C645D3" w:rsidP="00EA0763">
      <w:pPr>
        <w:pStyle w:val="afffffffffff9"/>
        <w:ind w:left="420" w:hangingChars="200" w:hanging="420"/>
        <w:rPr>
          <w:rFonts w:ascii="黑体" w:eastAsia="黑体" w:hAnsi="黑体"/>
        </w:rPr>
      </w:pPr>
      <w:r w:rsidRPr="00EA0763">
        <w:rPr>
          <w:rFonts w:ascii="黑体" w:eastAsia="黑体" w:hAnsi="黑体"/>
        </w:rPr>
        <w:br/>
      </w:r>
      <w:r w:rsidRPr="00EA0763">
        <w:rPr>
          <w:rFonts w:ascii="黑体" w:eastAsia="黑体" w:hAnsi="黑体" w:hint="eastAsia"/>
        </w:rPr>
        <w:t>热敏剂  heat sensitizer</w:t>
      </w:r>
    </w:p>
    <w:p w14:paraId="18375ED9"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&lt;胶乳&gt;</w:t>
      </w:r>
      <w:r w:rsidRPr="001D2EB6">
        <w:rPr>
          <w:rFonts w:ascii="宋体" w:eastAsia="宋体" w:hAnsi="宋体"/>
        </w:rPr>
        <w:t>只有</w:t>
      </w:r>
      <w:r w:rsidRPr="001D2EB6">
        <w:rPr>
          <w:rFonts w:ascii="宋体" w:eastAsia="宋体" w:hAnsi="宋体" w:hint="eastAsia"/>
        </w:rPr>
        <w:t>在</w:t>
      </w:r>
      <w:r w:rsidRPr="001D2EB6">
        <w:rPr>
          <w:rFonts w:ascii="宋体" w:eastAsia="宋体" w:hAnsi="宋体"/>
        </w:rPr>
        <w:t>温度</w:t>
      </w:r>
      <w:r w:rsidRPr="001D2EB6">
        <w:rPr>
          <w:rFonts w:ascii="宋体" w:eastAsia="宋体" w:hAnsi="宋体" w:hint="eastAsia"/>
        </w:rPr>
        <w:t>升高</w:t>
      </w:r>
      <w:r w:rsidRPr="001D2EB6">
        <w:rPr>
          <w:rFonts w:ascii="宋体" w:eastAsia="宋体" w:hAnsi="宋体"/>
        </w:rPr>
        <w:t>时才</w:t>
      </w:r>
      <w:r w:rsidRPr="001D2EB6">
        <w:rPr>
          <w:rFonts w:ascii="宋体" w:eastAsia="宋体" w:hAnsi="宋体" w:hint="eastAsia"/>
        </w:rPr>
        <w:t>起作用</w:t>
      </w:r>
      <w:r w:rsidRPr="001D2EB6">
        <w:rPr>
          <w:rFonts w:ascii="宋体" w:eastAsia="宋体" w:hAnsi="宋体"/>
        </w:rPr>
        <w:t>的</w:t>
      </w:r>
      <w:r w:rsidRPr="001D2EB6">
        <w:rPr>
          <w:rFonts w:ascii="宋体" w:eastAsia="宋体" w:hAnsi="宋体" w:hint="eastAsia"/>
        </w:rPr>
        <w:t>胶凝剂</w:t>
      </w:r>
      <w:r w:rsidRPr="001D2EB6">
        <w:rPr>
          <w:rFonts w:ascii="宋体" w:eastAsia="宋体" w:hAnsi="宋体"/>
        </w:rPr>
        <w:t>。</w:t>
      </w:r>
    </w:p>
    <w:p w14:paraId="1F3E71DE" w14:textId="77777777" w:rsidR="00C645D3" w:rsidRPr="00EA0763" w:rsidRDefault="00C645D3" w:rsidP="00EA0763">
      <w:pPr>
        <w:pStyle w:val="afffffffffff9"/>
        <w:ind w:left="420" w:hangingChars="200" w:hanging="420"/>
        <w:rPr>
          <w:rFonts w:ascii="黑体" w:eastAsia="黑体" w:hAnsi="黑体"/>
        </w:rPr>
      </w:pPr>
      <w:r w:rsidRPr="00EA0763">
        <w:rPr>
          <w:rFonts w:ascii="黑体" w:eastAsia="黑体" w:hAnsi="黑体"/>
        </w:rPr>
        <w:br/>
      </w:r>
      <w:r w:rsidRPr="00EA0763">
        <w:rPr>
          <w:rFonts w:ascii="黑体" w:eastAsia="黑体" w:hAnsi="黑体" w:hint="eastAsia"/>
        </w:rPr>
        <w:t>抗蹼剂  anti-webbing agent</w:t>
      </w:r>
    </w:p>
    <w:p w14:paraId="39A30C9E" w14:textId="77777777" w:rsidR="00C645D3" w:rsidRPr="001D2EB6" w:rsidRDefault="00333AEF" w:rsidP="00C645D3">
      <w:pPr>
        <w:pStyle w:val="affffffffffff7"/>
        <w:ind w:firstLineChars="200" w:firstLine="420"/>
        <w:rPr>
          <w:rFonts w:eastAsia="宋体"/>
        </w:rPr>
      </w:pPr>
      <w:r w:rsidRPr="001D2EB6">
        <w:rPr>
          <w:rFonts w:ascii="宋体" w:eastAsia="宋体" w:hAnsi="宋体" w:hint="eastAsia"/>
        </w:rPr>
        <w:t>&lt;</w:t>
      </w:r>
      <w:r>
        <w:rPr>
          <w:rFonts w:ascii="宋体" w:eastAsia="宋体" w:hAnsi="宋体" w:hint="eastAsia"/>
        </w:rPr>
        <w:t>天然</w:t>
      </w:r>
      <w:r w:rsidRPr="001D2EB6">
        <w:rPr>
          <w:rFonts w:ascii="宋体" w:eastAsia="宋体" w:hAnsi="宋体" w:hint="eastAsia"/>
        </w:rPr>
        <w:t>胶乳&gt;</w:t>
      </w:r>
      <w:r w:rsidR="00C645D3" w:rsidRPr="001D2EB6">
        <w:rPr>
          <w:rFonts w:eastAsia="宋体"/>
        </w:rPr>
        <w:t>防止配合胶乳在浸渍产品相临部位结蹼</w:t>
      </w:r>
      <w:r w:rsidR="00C645D3" w:rsidRPr="001D2EB6">
        <w:rPr>
          <w:rFonts w:eastAsia="宋体" w:hint="eastAsia"/>
        </w:rPr>
        <w:t>的</w:t>
      </w:r>
      <w:r w:rsidR="00C645D3" w:rsidRPr="001D2EB6">
        <w:rPr>
          <w:rFonts w:eastAsia="宋体"/>
        </w:rPr>
        <w:t>配合剂。</w:t>
      </w:r>
    </w:p>
    <w:p w14:paraId="3F27E15D" w14:textId="77777777" w:rsidR="00C645D3" w:rsidRPr="00EA0763" w:rsidRDefault="00C645D3" w:rsidP="00EA0763">
      <w:pPr>
        <w:pStyle w:val="afffffffffff9"/>
        <w:ind w:left="420" w:hangingChars="200" w:hanging="420"/>
        <w:rPr>
          <w:rFonts w:ascii="黑体" w:eastAsia="黑体" w:hAnsi="黑体"/>
        </w:rPr>
      </w:pPr>
      <w:r w:rsidRPr="00EA0763">
        <w:rPr>
          <w:rFonts w:ascii="黑体" w:eastAsia="黑体" w:hAnsi="黑体"/>
        </w:rPr>
        <w:br/>
      </w:r>
      <w:r w:rsidRPr="00EA0763">
        <w:rPr>
          <w:rFonts w:ascii="黑体" w:eastAsia="黑体" w:hAnsi="黑体" w:hint="eastAsia"/>
        </w:rPr>
        <w:t>pH缓冲剂  buffer agent</w:t>
      </w:r>
    </w:p>
    <w:p w14:paraId="77FD9010" w14:textId="77777777" w:rsidR="00C645D3" w:rsidRPr="001D2EB6" w:rsidRDefault="00C645D3" w:rsidP="00C645D3">
      <w:pPr>
        <w:pStyle w:val="affffffffffff7"/>
        <w:ind w:firstLineChars="200" w:firstLine="420"/>
        <w:rPr>
          <w:rFonts w:eastAsia="宋体"/>
        </w:rPr>
      </w:pPr>
      <w:r w:rsidRPr="001D2EB6">
        <w:rPr>
          <w:rFonts w:eastAsia="宋体"/>
        </w:rPr>
        <w:t>能保持胶乳酸碱度基本不变的化学物质。</w:t>
      </w:r>
    </w:p>
    <w:p w14:paraId="558CA980" w14:textId="77777777" w:rsidR="00C645D3" w:rsidRPr="00EA0763" w:rsidRDefault="00C645D3" w:rsidP="00EA0763">
      <w:pPr>
        <w:pStyle w:val="afffffffffff9"/>
        <w:ind w:left="420" w:hangingChars="200" w:hanging="420"/>
        <w:rPr>
          <w:rFonts w:ascii="黑体" w:eastAsia="黑体" w:hAnsi="黑体"/>
        </w:rPr>
      </w:pPr>
      <w:r w:rsidRPr="00EA0763">
        <w:rPr>
          <w:rFonts w:ascii="黑体" w:eastAsia="黑体" w:hAnsi="黑体"/>
        </w:rPr>
        <w:br/>
      </w:r>
      <w:r w:rsidRPr="00EA0763">
        <w:rPr>
          <w:rFonts w:ascii="黑体" w:eastAsia="黑体" w:hAnsi="黑体" w:hint="eastAsia"/>
        </w:rPr>
        <w:t>抑制剂  inhibitor</w:t>
      </w:r>
    </w:p>
    <w:p w14:paraId="104F7EBA"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用于防止或抑制化学反应的物质。</w:t>
      </w:r>
    </w:p>
    <w:p w14:paraId="54BD5646" w14:textId="77777777" w:rsidR="00C645D3" w:rsidRPr="00EA0763" w:rsidRDefault="00C645D3" w:rsidP="00EA0763">
      <w:pPr>
        <w:pStyle w:val="afffffffffff9"/>
        <w:ind w:left="420" w:hangingChars="200" w:hanging="420"/>
        <w:rPr>
          <w:rFonts w:ascii="黑体" w:eastAsia="黑体" w:hAnsi="黑体"/>
        </w:rPr>
      </w:pPr>
      <w:r w:rsidRPr="00EA0763">
        <w:rPr>
          <w:rFonts w:ascii="黑体" w:eastAsia="黑体" w:hAnsi="黑体"/>
        </w:rPr>
        <w:br/>
      </w:r>
      <w:r w:rsidRPr="00EA0763">
        <w:rPr>
          <w:rFonts w:ascii="黑体" w:eastAsia="黑体" w:hAnsi="黑体" w:hint="eastAsia"/>
        </w:rPr>
        <w:t>增稠剂  thickener</w:t>
      </w:r>
    </w:p>
    <w:p w14:paraId="7EA397D0"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&lt;</w:t>
      </w:r>
      <w:r w:rsidRPr="001D2EB6">
        <w:rPr>
          <w:rFonts w:ascii="宋体" w:eastAsia="宋体" w:hAnsi="宋体"/>
        </w:rPr>
        <w:t>胶乳</w:t>
      </w:r>
      <w:r w:rsidRPr="001D2EB6">
        <w:rPr>
          <w:rFonts w:ascii="宋体" w:eastAsia="宋体" w:hAnsi="宋体" w:hint="eastAsia"/>
        </w:rPr>
        <w:t>&gt;</w:t>
      </w:r>
      <w:r w:rsidRPr="001D2EB6">
        <w:rPr>
          <w:rFonts w:ascii="宋体" w:eastAsia="宋体" w:hAnsi="宋体"/>
        </w:rPr>
        <w:t>为增加胶乳或配合胶乳粘度而使用的小剂量配合剂。</w:t>
      </w:r>
    </w:p>
    <w:p w14:paraId="65040557" w14:textId="77777777" w:rsidR="00C645D3" w:rsidRPr="001D2EB6" w:rsidRDefault="00C645D3" w:rsidP="00A45079">
      <w:pPr>
        <w:pStyle w:val="afff6"/>
        <w:ind w:firstLine="52"/>
      </w:pPr>
      <w:r w:rsidRPr="001D2EB6">
        <w:t>有些文献称为填充剂。</w:t>
      </w:r>
    </w:p>
    <w:p w14:paraId="664DC155" w14:textId="77777777" w:rsidR="00C645D3" w:rsidRPr="007E5488" w:rsidRDefault="00C645D3" w:rsidP="007E5488">
      <w:pPr>
        <w:pStyle w:val="afffffffffff9"/>
        <w:ind w:left="420" w:hangingChars="200" w:hanging="420"/>
        <w:rPr>
          <w:rFonts w:ascii="黑体" w:eastAsia="黑体" w:hAnsi="黑体"/>
        </w:rPr>
      </w:pPr>
      <w:r w:rsidRPr="007E5488">
        <w:rPr>
          <w:rFonts w:ascii="黑体" w:eastAsia="黑体" w:hAnsi="黑体"/>
        </w:rPr>
        <w:br/>
      </w:r>
      <w:r w:rsidRPr="007E5488">
        <w:rPr>
          <w:rFonts w:ascii="黑体" w:eastAsia="黑体" w:hAnsi="黑体" w:hint="eastAsia"/>
        </w:rPr>
        <w:t>硬化剂  stiffener</w:t>
      </w:r>
    </w:p>
    <w:p w14:paraId="4FFEB4D7" w14:textId="77777777" w:rsidR="00C645D3" w:rsidRPr="001D2EB6" w:rsidRDefault="00C645D3" w:rsidP="00FC3653">
      <w:pPr>
        <w:pStyle w:val="affffffffffff7"/>
        <w:ind w:firstLineChars="200" w:firstLine="420"/>
        <w:rPr>
          <w:rFonts w:hAnsi="宋体"/>
        </w:rPr>
      </w:pPr>
      <w:r w:rsidRPr="001D2EB6">
        <w:rPr>
          <w:rFonts w:eastAsia="宋体"/>
        </w:rPr>
        <w:t>用于</w:t>
      </w:r>
      <w:proofErr w:type="gramStart"/>
      <w:r w:rsidRPr="001D2EB6">
        <w:rPr>
          <w:rFonts w:eastAsia="宋体"/>
        </w:rPr>
        <w:t>增加</w:t>
      </w:r>
      <w:r w:rsidRPr="001D2EB6">
        <w:rPr>
          <w:rFonts w:eastAsia="宋体" w:hint="eastAsia"/>
        </w:rPr>
        <w:t>未</w:t>
      </w:r>
      <w:r w:rsidRPr="001D2EB6">
        <w:rPr>
          <w:rFonts w:eastAsia="宋体"/>
        </w:rPr>
        <w:t>硫化</w:t>
      </w:r>
      <w:proofErr w:type="gramEnd"/>
      <w:r w:rsidRPr="001D2EB6">
        <w:rPr>
          <w:rFonts w:eastAsia="宋体"/>
        </w:rPr>
        <w:t>胶料粘度的配合剂。</w:t>
      </w:r>
      <w:r w:rsidR="001571B5">
        <w:rPr>
          <w:rFonts w:hAnsi="宋体" w:hint="eastAsia"/>
        </w:rPr>
        <w:t xml:space="preserve">                      </w:t>
      </w:r>
    </w:p>
    <w:p w14:paraId="796C8993" w14:textId="77777777" w:rsidR="00C645D3" w:rsidRPr="007E5488" w:rsidRDefault="00C645D3" w:rsidP="007E5488">
      <w:pPr>
        <w:pStyle w:val="afffffffffff9"/>
        <w:ind w:left="420" w:hangingChars="200" w:hanging="420"/>
        <w:rPr>
          <w:rFonts w:ascii="黑体" w:eastAsia="黑体" w:hAnsi="黑体"/>
        </w:rPr>
      </w:pPr>
      <w:r w:rsidRPr="007E5488">
        <w:rPr>
          <w:rFonts w:ascii="黑体" w:eastAsia="黑体" w:hAnsi="黑体"/>
        </w:rPr>
        <w:br/>
      </w:r>
      <w:r w:rsidRPr="007E5488">
        <w:rPr>
          <w:rFonts w:ascii="黑体" w:eastAsia="黑体" w:hAnsi="黑体" w:hint="eastAsia"/>
        </w:rPr>
        <w:t>增粘剂  tackifier</w:t>
      </w:r>
    </w:p>
    <w:p w14:paraId="53E6B4B4" w14:textId="77777777" w:rsidR="00C645D3" w:rsidRPr="001D2EB6" w:rsidRDefault="00333AEF" w:rsidP="00C645D3">
      <w:pPr>
        <w:pStyle w:val="affffffffffff7"/>
        <w:ind w:firstLineChars="200" w:firstLine="420"/>
        <w:rPr>
          <w:rFonts w:eastAsia="宋体"/>
        </w:rPr>
      </w:pPr>
      <w:r w:rsidRPr="001D2EB6">
        <w:rPr>
          <w:rFonts w:ascii="宋体" w:eastAsia="宋体" w:hAnsi="宋体" w:hint="eastAsia"/>
        </w:rPr>
        <w:t>&lt;胶乳&gt;</w:t>
      </w:r>
      <w:r w:rsidR="00C645D3" w:rsidRPr="001D2EB6">
        <w:rPr>
          <w:rFonts w:eastAsia="宋体"/>
        </w:rPr>
        <w:t>能增加胶乳粘合剂粘性的物质。</w:t>
      </w:r>
    </w:p>
    <w:p w14:paraId="54AF313C" w14:textId="77777777" w:rsidR="00C645D3" w:rsidRPr="007E5488" w:rsidRDefault="00C645D3" w:rsidP="007E5488">
      <w:pPr>
        <w:pStyle w:val="afffffffffff9"/>
        <w:ind w:left="420" w:hangingChars="200" w:hanging="420"/>
        <w:rPr>
          <w:rFonts w:ascii="黑体" w:eastAsia="黑体" w:hAnsi="黑体"/>
        </w:rPr>
      </w:pPr>
      <w:r w:rsidRPr="007E5488">
        <w:rPr>
          <w:rFonts w:ascii="黑体" w:eastAsia="黑体" w:hAnsi="黑体"/>
        </w:rPr>
        <w:br/>
      </w:r>
      <w:r w:rsidRPr="007E5488">
        <w:rPr>
          <w:rFonts w:ascii="黑体" w:eastAsia="黑体" w:hAnsi="黑体" w:hint="eastAsia"/>
        </w:rPr>
        <w:t>增粘剂  tackifier</w:t>
      </w:r>
    </w:p>
    <w:p w14:paraId="6000AE73"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hint="eastAsia"/>
        </w:rPr>
        <w:t>&lt;</w:t>
      </w:r>
      <w:r w:rsidRPr="001D2EB6">
        <w:rPr>
          <w:rFonts w:ascii="宋体" w:eastAsia="宋体" w:hAnsi="宋体"/>
        </w:rPr>
        <w:t>干胶</w:t>
      </w:r>
      <w:r w:rsidRPr="001D2EB6">
        <w:rPr>
          <w:rFonts w:ascii="宋体" w:eastAsia="宋体" w:hAnsi="宋体" w:hint="eastAsia"/>
        </w:rPr>
        <w:t>&gt;用于</w:t>
      </w:r>
      <w:r w:rsidRPr="001D2EB6">
        <w:rPr>
          <w:rFonts w:ascii="宋体" w:eastAsia="宋体" w:hAnsi="宋体"/>
        </w:rPr>
        <w:t>提高未硫化橡胶粘性的配合剂。</w:t>
      </w:r>
    </w:p>
    <w:p w14:paraId="153161F3" w14:textId="77777777" w:rsidR="00C645D3" w:rsidRPr="00750434" w:rsidRDefault="00C645D3" w:rsidP="00C645D3">
      <w:pPr>
        <w:pStyle w:val="afffffffffff9"/>
        <w:ind w:left="420" w:hangingChars="200" w:hanging="420"/>
        <w:rPr>
          <w:rFonts w:ascii="黑体" w:eastAsia="黑体" w:hAnsi="黑体"/>
        </w:rPr>
      </w:pPr>
      <w:r w:rsidRPr="001D2EB6">
        <w:rPr>
          <w:rFonts w:ascii="黑体" w:eastAsia="黑体" w:hAnsi="黑体"/>
        </w:rPr>
        <w:br/>
      </w:r>
      <w:r w:rsidRPr="00750434">
        <w:rPr>
          <w:rFonts w:ascii="黑体" w:eastAsia="黑体" w:hAnsi="黑体" w:hint="eastAsia"/>
        </w:rPr>
        <w:t xml:space="preserve">防粘连剂  </w:t>
      </w:r>
      <w:proofErr w:type="spellStart"/>
      <w:r w:rsidRPr="00750434">
        <w:rPr>
          <w:rFonts w:ascii="黑体" w:eastAsia="黑体" w:hAnsi="黑体" w:hint="eastAsia"/>
        </w:rPr>
        <w:t>antiblocking</w:t>
      </w:r>
      <w:proofErr w:type="spellEnd"/>
      <w:r w:rsidRPr="00750434">
        <w:rPr>
          <w:rFonts w:ascii="黑体" w:eastAsia="黑体" w:hAnsi="黑体" w:hint="eastAsia"/>
        </w:rPr>
        <w:t xml:space="preserve"> agent</w:t>
      </w:r>
      <w:r w:rsidR="001571B5" w:rsidRPr="00750434">
        <w:rPr>
          <w:rFonts w:ascii="黑体" w:eastAsia="黑体" w:hAnsi="黑体" w:hint="eastAsia"/>
        </w:rPr>
        <w:t xml:space="preserve">                                                   </w:t>
      </w:r>
      <w:r w:rsidR="004C20DF" w:rsidRPr="00750434">
        <w:rPr>
          <w:rFonts w:ascii="黑体" w:eastAsia="黑体" w:hAnsi="黑体" w:hint="eastAsia"/>
        </w:rPr>
        <w:t xml:space="preserve">  </w:t>
      </w:r>
    </w:p>
    <w:p w14:paraId="22875789" w14:textId="77777777" w:rsidR="00C645D3" w:rsidRPr="001D2EB6" w:rsidRDefault="00C645D3" w:rsidP="00C645D3">
      <w:pPr>
        <w:pStyle w:val="affffffffffff7"/>
        <w:ind w:firstLineChars="200" w:firstLine="420"/>
        <w:rPr>
          <w:rFonts w:eastAsia="宋体"/>
        </w:rPr>
      </w:pPr>
      <w:r w:rsidRPr="001D2EB6">
        <w:rPr>
          <w:rFonts w:eastAsia="宋体"/>
        </w:rPr>
        <w:t>防止或降低橡胶表面之间粘连的物质。</w:t>
      </w:r>
    </w:p>
    <w:p w14:paraId="3D35D559" w14:textId="77777777" w:rsidR="00C645D3" w:rsidRPr="00750434" w:rsidRDefault="00C645D3" w:rsidP="00C645D3">
      <w:pPr>
        <w:pStyle w:val="afffffffffff9"/>
        <w:ind w:left="420" w:hangingChars="200" w:hanging="420"/>
        <w:rPr>
          <w:rFonts w:ascii="黑体" w:eastAsia="黑体" w:hAnsi="黑体"/>
        </w:rPr>
      </w:pPr>
      <w:r w:rsidRPr="001D2EB6">
        <w:rPr>
          <w:rFonts w:ascii="黑体" w:eastAsia="黑体" w:hAnsi="黑体"/>
        </w:rPr>
        <w:br/>
      </w:r>
      <w:r w:rsidRPr="00750434">
        <w:rPr>
          <w:rFonts w:ascii="黑体" w:eastAsia="黑体" w:hAnsi="黑体" w:hint="eastAsia"/>
        </w:rPr>
        <w:t>隔离剂  anti-adherent</w:t>
      </w:r>
    </w:p>
    <w:p w14:paraId="5546821C" w14:textId="77777777" w:rsidR="00C645D3" w:rsidRPr="001D2EB6" w:rsidRDefault="00C645D3" w:rsidP="00C645D3">
      <w:pPr>
        <w:pStyle w:val="affffffffffff7"/>
        <w:ind w:firstLineChars="200" w:firstLine="420"/>
        <w:rPr>
          <w:rFonts w:eastAsia="宋体"/>
        </w:rPr>
      </w:pPr>
      <w:r w:rsidRPr="001D2EB6">
        <w:rPr>
          <w:rFonts w:eastAsia="宋体"/>
        </w:rPr>
        <w:t>能防止橡胶或橡胶制品互相粘连或与其他物品粘连的物质。</w:t>
      </w:r>
    </w:p>
    <w:p w14:paraId="0CFA50A7" w14:textId="77777777" w:rsidR="00C645D3" w:rsidRPr="00750434" w:rsidRDefault="00C645D3" w:rsidP="00C645D3">
      <w:pPr>
        <w:pStyle w:val="afffffffffff9"/>
        <w:ind w:left="420" w:hangingChars="200" w:hanging="420"/>
        <w:rPr>
          <w:rFonts w:ascii="黑体" w:eastAsia="黑体" w:hAnsi="黑体"/>
        </w:rPr>
      </w:pPr>
      <w:r w:rsidRPr="001D2EB6">
        <w:rPr>
          <w:rFonts w:ascii="黑体" w:eastAsia="黑体" w:hAnsi="黑体"/>
        </w:rPr>
        <w:br/>
      </w:r>
      <w:r w:rsidRPr="00750434">
        <w:rPr>
          <w:rFonts w:ascii="黑体" w:eastAsia="黑体" w:hAnsi="黑体" w:hint="eastAsia"/>
        </w:rPr>
        <w:t xml:space="preserve">脱模剂  release agent, </w:t>
      </w:r>
      <w:proofErr w:type="spellStart"/>
      <w:r w:rsidRPr="00750434">
        <w:rPr>
          <w:rFonts w:ascii="黑体" w:eastAsia="黑体" w:hAnsi="黑体" w:hint="eastAsia"/>
        </w:rPr>
        <w:t>mould</w:t>
      </w:r>
      <w:proofErr w:type="spellEnd"/>
      <w:r w:rsidRPr="00750434">
        <w:rPr>
          <w:rFonts w:ascii="黑体" w:eastAsia="黑体" w:hAnsi="黑体" w:hint="eastAsia"/>
        </w:rPr>
        <w:t xml:space="preserve"> lubricant</w:t>
      </w:r>
    </w:p>
    <w:p w14:paraId="79F4E065"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为了使产品容易从模具中取出而涂于模腔表面或加入胶料中的物质。</w:t>
      </w:r>
    </w:p>
    <w:p w14:paraId="425178B4" w14:textId="77777777" w:rsidR="00C645D3" w:rsidRPr="00750434" w:rsidRDefault="00C645D3" w:rsidP="00C645D3">
      <w:pPr>
        <w:pStyle w:val="afffffffffff9"/>
        <w:ind w:left="420" w:hangingChars="200" w:hanging="420"/>
        <w:rPr>
          <w:rFonts w:ascii="黑体" w:eastAsia="黑体" w:hAnsi="黑体"/>
        </w:rPr>
      </w:pPr>
      <w:r w:rsidRPr="001D2EB6">
        <w:rPr>
          <w:rFonts w:ascii="黑体" w:eastAsia="黑体" w:hAnsi="黑体"/>
        </w:rPr>
        <w:br/>
      </w:r>
      <w:r w:rsidRPr="00750434">
        <w:rPr>
          <w:rFonts w:ascii="黑体" w:eastAsia="黑体" w:hAnsi="黑体" w:hint="eastAsia"/>
        </w:rPr>
        <w:t>补强剂  reinforcing agent</w:t>
      </w:r>
    </w:p>
    <w:p w14:paraId="4A906E87"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用于提高橡胶抗机械作用的配合剂。</w:t>
      </w:r>
    </w:p>
    <w:p w14:paraId="21ED026B" w14:textId="77777777" w:rsidR="00C645D3" w:rsidRPr="006654EF" w:rsidRDefault="00C645D3" w:rsidP="006654EF">
      <w:pPr>
        <w:pStyle w:val="afffffffffff9"/>
        <w:ind w:left="420" w:hangingChars="200" w:hanging="420"/>
        <w:rPr>
          <w:rFonts w:ascii="黑体" w:eastAsia="黑体" w:hAnsi="黑体"/>
        </w:rPr>
      </w:pPr>
      <w:r w:rsidRPr="006654EF">
        <w:rPr>
          <w:rFonts w:ascii="黑体" w:eastAsia="黑体" w:hAnsi="黑体"/>
        </w:rPr>
        <w:br/>
      </w:r>
      <w:r w:rsidRPr="006654EF">
        <w:rPr>
          <w:rFonts w:ascii="黑体" w:eastAsia="黑体" w:hAnsi="黑体" w:hint="eastAsia"/>
        </w:rPr>
        <w:t>补强填料  reinforcing filler</w:t>
      </w:r>
    </w:p>
    <w:p w14:paraId="1C828064"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lastRenderedPageBreak/>
        <w:t>基本上与硫化过程无关的补强剂。</w:t>
      </w:r>
    </w:p>
    <w:p w14:paraId="558434AC" w14:textId="77777777" w:rsidR="00C645D3" w:rsidRPr="006654EF" w:rsidRDefault="00C645D3" w:rsidP="006654EF">
      <w:pPr>
        <w:pStyle w:val="afffffffffff9"/>
        <w:ind w:left="420" w:hangingChars="200" w:hanging="420"/>
        <w:rPr>
          <w:rFonts w:ascii="黑体" w:eastAsia="黑体" w:hAnsi="黑体"/>
        </w:rPr>
      </w:pPr>
      <w:r w:rsidRPr="006654EF">
        <w:rPr>
          <w:rFonts w:ascii="黑体" w:eastAsia="黑体" w:hAnsi="黑体"/>
        </w:rPr>
        <w:br/>
      </w:r>
      <w:r w:rsidRPr="006654EF">
        <w:rPr>
          <w:rFonts w:ascii="黑体" w:eastAsia="黑体" w:hAnsi="黑体" w:hint="eastAsia"/>
        </w:rPr>
        <w:t>炭黑  carbon black</w:t>
      </w:r>
    </w:p>
    <w:p w14:paraId="4BE59B1A" w14:textId="77777777" w:rsidR="00C645D3" w:rsidRPr="001D2EB6" w:rsidRDefault="00C645D3" w:rsidP="001E71BA">
      <w:pPr>
        <w:snapToGrid w:val="0"/>
        <w:spacing w:line="240" w:lineRule="auto"/>
        <w:ind w:firstLineChars="200" w:firstLine="420"/>
        <w:rPr>
          <w:rFonts w:ascii="宋体" w:hAnsi="宋体"/>
        </w:rPr>
      </w:pPr>
      <w:r w:rsidRPr="001D2EB6">
        <w:rPr>
          <w:rFonts w:ascii="宋体" w:hAnsi="宋体"/>
        </w:rPr>
        <w:t>主要由元素</w:t>
      </w:r>
      <w:proofErr w:type="gramStart"/>
      <w:r w:rsidRPr="001D2EB6">
        <w:rPr>
          <w:rFonts w:ascii="宋体" w:hAnsi="宋体"/>
        </w:rPr>
        <w:t>碳组成</w:t>
      </w:r>
      <w:proofErr w:type="gramEnd"/>
      <w:r w:rsidRPr="001D2EB6">
        <w:rPr>
          <w:rFonts w:ascii="宋体" w:hAnsi="宋体"/>
        </w:rPr>
        <w:t>的绝大部分直径不超过1μm的球粒状物质，通常聚结成聚集体。</w:t>
      </w:r>
    </w:p>
    <w:p w14:paraId="427C0E82" w14:textId="77777777" w:rsidR="00C645D3" w:rsidRPr="006654EF" w:rsidRDefault="00C645D3" w:rsidP="006654EF">
      <w:pPr>
        <w:pStyle w:val="afffffffffff9"/>
        <w:ind w:left="420" w:hangingChars="200" w:hanging="420"/>
        <w:rPr>
          <w:rFonts w:ascii="黑体" w:eastAsia="黑体" w:hAnsi="黑体"/>
        </w:rPr>
      </w:pPr>
      <w:r w:rsidRPr="006654EF">
        <w:rPr>
          <w:rFonts w:ascii="黑体" w:eastAsia="黑体" w:hAnsi="黑体"/>
        </w:rPr>
        <w:br/>
      </w:r>
      <w:r w:rsidRPr="006654EF">
        <w:rPr>
          <w:rFonts w:ascii="黑体" w:eastAsia="黑体" w:hAnsi="黑体" w:hint="eastAsia"/>
        </w:rPr>
        <w:t>热裂法炭黑  thermal carbon black</w:t>
      </w:r>
    </w:p>
    <w:p w14:paraId="2C4577CE"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在受控条件下，液态或气态</w:t>
      </w:r>
      <w:proofErr w:type="gramStart"/>
      <w:r w:rsidRPr="001D2EB6">
        <w:rPr>
          <w:rFonts w:ascii="宋体" w:eastAsia="宋体" w:hAnsi="宋体"/>
        </w:rPr>
        <w:t>烃</w:t>
      </w:r>
      <w:proofErr w:type="gramEnd"/>
      <w:r w:rsidRPr="001D2EB6">
        <w:rPr>
          <w:rFonts w:ascii="宋体" w:eastAsia="宋体" w:hAnsi="宋体"/>
        </w:rPr>
        <w:t>或者二者的混合物，经过无空气、无火焰热裂</w:t>
      </w:r>
      <w:proofErr w:type="gramStart"/>
      <w:r w:rsidRPr="001D2EB6">
        <w:rPr>
          <w:rFonts w:ascii="宋体" w:eastAsia="宋体" w:hAnsi="宋体"/>
        </w:rPr>
        <w:t>解生产</w:t>
      </w:r>
      <w:proofErr w:type="gramEnd"/>
      <w:r w:rsidRPr="001D2EB6">
        <w:rPr>
          <w:rFonts w:ascii="宋体" w:eastAsia="宋体" w:hAnsi="宋体"/>
        </w:rPr>
        <w:t>的一类炭黑。</w:t>
      </w:r>
    </w:p>
    <w:p w14:paraId="0011E6DE" w14:textId="77777777" w:rsidR="00C645D3" w:rsidRPr="006654EF" w:rsidRDefault="00C645D3" w:rsidP="006654EF">
      <w:pPr>
        <w:pStyle w:val="afffffffffff9"/>
        <w:ind w:left="420" w:hangingChars="200" w:hanging="420"/>
        <w:rPr>
          <w:rFonts w:ascii="黑体" w:eastAsia="黑体" w:hAnsi="黑体"/>
        </w:rPr>
      </w:pPr>
      <w:r w:rsidRPr="006654EF">
        <w:rPr>
          <w:rFonts w:ascii="黑体" w:eastAsia="黑体" w:hAnsi="黑体"/>
        </w:rPr>
        <w:br/>
      </w:r>
      <w:r w:rsidRPr="006654EF">
        <w:rPr>
          <w:rFonts w:ascii="黑体" w:eastAsia="黑体" w:hAnsi="黑体" w:hint="eastAsia"/>
        </w:rPr>
        <w:t>炉法炭黑  furnace carbon black</w:t>
      </w:r>
    </w:p>
    <w:p w14:paraId="49D27BA2" w14:textId="77777777" w:rsidR="00C645D3" w:rsidRPr="00750434" w:rsidRDefault="00C645D3" w:rsidP="00C645D3">
      <w:pPr>
        <w:pStyle w:val="affffffffffff7"/>
        <w:ind w:firstLineChars="200" w:firstLine="420"/>
        <w:rPr>
          <w:rFonts w:ascii="宋体" w:eastAsia="宋体" w:hAnsi="宋体"/>
        </w:rPr>
      </w:pPr>
      <w:r w:rsidRPr="001D2EB6">
        <w:rPr>
          <w:rFonts w:ascii="宋体" w:eastAsia="宋体" w:hAnsi="宋体" w:hint="eastAsia"/>
        </w:rPr>
        <w:t xml:space="preserve">油炉法炭黑 </w:t>
      </w:r>
      <w:r w:rsidRPr="00750434">
        <w:rPr>
          <w:rFonts w:ascii="宋体" w:eastAsia="宋体" w:hAnsi="宋体"/>
        </w:rPr>
        <w:t xml:space="preserve"> oil-furnace carbon black </w:t>
      </w:r>
    </w:p>
    <w:p w14:paraId="2ADDDD68"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将碳氢化合物注入高速燃气流中，通过分解反应而产生的一种炭黑。</w:t>
      </w:r>
    </w:p>
    <w:p w14:paraId="1C83A0F2" w14:textId="77777777" w:rsidR="00C645D3" w:rsidRPr="006654EF" w:rsidRDefault="00C645D3" w:rsidP="006654EF">
      <w:pPr>
        <w:pStyle w:val="afffffffffff9"/>
        <w:ind w:left="420" w:hangingChars="200" w:hanging="420"/>
        <w:rPr>
          <w:rFonts w:ascii="黑体" w:eastAsia="黑体" w:hAnsi="黑体"/>
        </w:rPr>
      </w:pPr>
      <w:r w:rsidRPr="006654EF">
        <w:rPr>
          <w:rFonts w:ascii="黑体" w:eastAsia="黑体" w:hAnsi="黑体"/>
        </w:rPr>
        <w:br/>
      </w:r>
      <w:r w:rsidRPr="006654EF">
        <w:rPr>
          <w:rFonts w:ascii="黑体" w:eastAsia="黑体" w:hAnsi="黑体" w:hint="eastAsia"/>
        </w:rPr>
        <w:t xml:space="preserve">平均粒径 </w:t>
      </w:r>
      <w:r w:rsidR="00750434" w:rsidRPr="006654EF">
        <w:rPr>
          <w:rFonts w:ascii="黑体" w:eastAsia="黑体" w:hAnsi="黑体" w:hint="eastAsia"/>
        </w:rPr>
        <w:t xml:space="preserve"> </w:t>
      </w:r>
      <w:r w:rsidRPr="006654EF">
        <w:rPr>
          <w:rFonts w:ascii="黑体" w:eastAsia="黑体" w:hAnsi="黑体" w:hint="eastAsia"/>
        </w:rPr>
        <w:t>average particle diameter</w:t>
      </w:r>
    </w:p>
    <w:p w14:paraId="00C2264E" w14:textId="77777777" w:rsidR="00C645D3" w:rsidRPr="001D2EB6" w:rsidRDefault="00C645D3" w:rsidP="00C645D3">
      <w:pPr>
        <w:pStyle w:val="affffffffffff7"/>
        <w:ind w:firstLineChars="200" w:firstLine="420"/>
        <w:rPr>
          <w:rFonts w:eastAsia="宋体"/>
        </w:rPr>
      </w:pPr>
      <w:r w:rsidRPr="001D2EB6">
        <w:rPr>
          <w:rFonts w:eastAsia="宋体"/>
        </w:rPr>
        <w:t>通过电子显微镜测定的一些单个（</w:t>
      </w:r>
      <w:r w:rsidR="003E4FEE">
        <w:rPr>
          <w:rFonts w:eastAsia="宋体"/>
        </w:rPr>
        <w:t>炭黑</w:t>
      </w:r>
      <w:r w:rsidRPr="001D2EB6">
        <w:rPr>
          <w:rFonts w:eastAsia="宋体"/>
        </w:rPr>
        <w:t>）粒子直径的算术平均值。</w:t>
      </w:r>
    </w:p>
    <w:p w14:paraId="33442F44" w14:textId="77777777" w:rsidR="00C645D3" w:rsidRPr="001D2EB6" w:rsidRDefault="00C645D3" w:rsidP="00A45079">
      <w:pPr>
        <w:pStyle w:val="afff6"/>
        <w:ind w:firstLine="52"/>
      </w:pPr>
      <w:r w:rsidRPr="001D2EB6">
        <w:rPr>
          <w:rFonts w:hint="eastAsia"/>
        </w:rPr>
        <w:t>这是ISO 1382的定义。实际上，橡胶粒子、各种粉状配合剂粒子都存在平均粒径，而且测定手段也并不局限于电子显微镜。</w:t>
      </w:r>
    </w:p>
    <w:p w14:paraId="59D60EA2" w14:textId="77777777" w:rsidR="00C645D3" w:rsidRPr="00440341" w:rsidRDefault="00C645D3" w:rsidP="009F00E0">
      <w:pPr>
        <w:pStyle w:val="afffffffffff9"/>
        <w:tabs>
          <w:tab w:val="left" w:pos="284"/>
        </w:tabs>
        <w:ind w:leftChars="-2" w:left="-4"/>
        <w:rPr>
          <w:rFonts w:ascii="黑体" w:eastAsia="黑体" w:hAnsi="黑体"/>
        </w:rPr>
      </w:pPr>
      <w:r w:rsidRPr="001D2EB6">
        <w:br/>
      </w:r>
      <w:r w:rsidR="009F00E0">
        <w:rPr>
          <w:rFonts w:ascii="黑体" w:eastAsia="黑体" w:hAnsi="黑体" w:hint="eastAsia"/>
        </w:rPr>
        <w:t xml:space="preserve">    </w:t>
      </w:r>
      <w:r w:rsidRPr="00440341">
        <w:rPr>
          <w:rFonts w:ascii="黑体" w:eastAsia="黑体" w:hAnsi="黑体" w:hint="eastAsia"/>
        </w:rPr>
        <w:t>填充剂  filler</w:t>
      </w:r>
    </w:p>
    <w:p w14:paraId="03FC3469" w14:textId="77777777" w:rsidR="00C645D3" w:rsidRPr="001D2EB6" w:rsidRDefault="00C645D3" w:rsidP="00C645D3">
      <w:pPr>
        <w:pStyle w:val="affffffffffff7"/>
        <w:ind w:firstLineChars="200" w:firstLine="420"/>
        <w:rPr>
          <w:rFonts w:eastAsia="宋体"/>
        </w:rPr>
      </w:pPr>
      <w:r w:rsidRPr="001D2EB6">
        <w:rPr>
          <w:rFonts w:eastAsia="宋体" w:hint="eastAsia"/>
        </w:rPr>
        <w:t>填料</w:t>
      </w:r>
    </w:p>
    <w:p w14:paraId="7D7349F3"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为了技术或经济目的，可以</w:t>
      </w:r>
      <w:r w:rsidRPr="001D2EB6">
        <w:rPr>
          <w:rFonts w:ascii="宋体" w:eastAsia="宋体" w:hAnsi="宋体" w:hint="eastAsia"/>
        </w:rPr>
        <w:t>以</w:t>
      </w:r>
      <w:r w:rsidRPr="001D2EB6">
        <w:rPr>
          <w:rFonts w:ascii="宋体" w:eastAsia="宋体" w:hAnsi="宋体"/>
        </w:rPr>
        <w:t>相对大的比例加入橡胶或胶乳中的粒状固体配合剂。</w:t>
      </w:r>
    </w:p>
    <w:p w14:paraId="4AE8FD1E" w14:textId="77777777" w:rsidR="00C645D3" w:rsidRPr="006654EF" w:rsidRDefault="00C645D3" w:rsidP="006654EF">
      <w:pPr>
        <w:pStyle w:val="afffffffffff9"/>
        <w:ind w:left="420" w:hangingChars="200" w:hanging="420"/>
        <w:rPr>
          <w:rFonts w:ascii="黑体" w:eastAsia="黑体" w:hAnsi="黑体"/>
        </w:rPr>
      </w:pPr>
      <w:r w:rsidRPr="006654EF">
        <w:rPr>
          <w:rFonts w:ascii="黑体" w:eastAsia="黑体" w:hAnsi="黑体"/>
        </w:rPr>
        <w:br/>
      </w:r>
      <w:r w:rsidRPr="006654EF">
        <w:rPr>
          <w:rFonts w:ascii="黑体" w:eastAsia="黑体" w:hAnsi="黑体" w:hint="eastAsia"/>
        </w:rPr>
        <w:t>偶联剂  coupling agent</w:t>
      </w:r>
    </w:p>
    <w:p w14:paraId="67433BE4" w14:textId="77777777" w:rsidR="00C645D3" w:rsidRDefault="00C645D3" w:rsidP="00C645D3">
      <w:pPr>
        <w:pStyle w:val="affffffffffff7"/>
        <w:ind w:firstLineChars="200" w:firstLine="420"/>
        <w:rPr>
          <w:rFonts w:ascii="宋体" w:eastAsia="宋体" w:hAnsi="宋体"/>
        </w:rPr>
      </w:pPr>
      <w:r w:rsidRPr="001D2EB6">
        <w:rPr>
          <w:rFonts w:ascii="宋体" w:eastAsia="宋体" w:hAnsi="宋体"/>
        </w:rPr>
        <w:t>通过在填料粒子与橡胶（分子链）之间形成化学键，从而提高</w:t>
      </w:r>
      <w:r w:rsidRPr="001D2EB6">
        <w:rPr>
          <w:rFonts w:ascii="宋体" w:eastAsia="宋体" w:hAnsi="宋体" w:hint="eastAsia"/>
        </w:rPr>
        <w:t>（填料对橡胶）</w:t>
      </w:r>
      <w:r w:rsidRPr="001D2EB6">
        <w:rPr>
          <w:rFonts w:ascii="宋体" w:eastAsia="宋体" w:hAnsi="宋体"/>
        </w:rPr>
        <w:t>补强</w:t>
      </w:r>
      <w:r w:rsidRPr="001D2EB6">
        <w:rPr>
          <w:rFonts w:ascii="宋体" w:eastAsia="宋体" w:hAnsi="宋体" w:hint="eastAsia"/>
        </w:rPr>
        <w:t>效果</w:t>
      </w:r>
      <w:r w:rsidRPr="001D2EB6">
        <w:rPr>
          <w:rFonts w:ascii="宋体" w:eastAsia="宋体" w:hAnsi="宋体"/>
        </w:rPr>
        <w:t>的配合剂。</w:t>
      </w:r>
    </w:p>
    <w:p w14:paraId="195D8B6C" w14:textId="77777777" w:rsidR="00312AB8" w:rsidRPr="00312AB8" w:rsidRDefault="00312AB8" w:rsidP="00312AB8">
      <w:pPr>
        <w:pStyle w:val="Char1"/>
        <w:ind w:firstLine="360"/>
      </w:pPr>
      <w:r w:rsidRPr="00312AB8">
        <w:rPr>
          <w:rFonts w:ascii="仿宋_GB2312" w:eastAsia="仿宋_GB2312" w:hint="eastAsia"/>
          <w:sz w:val="18"/>
        </w:rPr>
        <w:t>[</w:t>
      </w:r>
      <w:r w:rsidR="004D412C">
        <w:rPr>
          <w:rFonts w:ascii="仿宋_GB2312" w:eastAsia="仿宋_GB2312" w:hint="eastAsia"/>
          <w:sz w:val="18"/>
        </w:rPr>
        <w:t>来源：</w:t>
      </w:r>
      <w:r w:rsidRPr="00312AB8">
        <w:rPr>
          <w:rFonts w:ascii="仿宋_GB2312" w:eastAsia="仿宋_GB2312" w:hint="eastAsia"/>
          <w:sz w:val="18"/>
        </w:rPr>
        <w:t>GB/T 9881-2008，</w:t>
      </w:r>
      <w:r w:rsidR="004D412C">
        <w:rPr>
          <w:rFonts w:ascii="仿宋_GB2312" w:eastAsia="仿宋_GB2312" w:hint="eastAsia"/>
          <w:sz w:val="18"/>
        </w:rPr>
        <w:t>2.101，有</w:t>
      </w:r>
      <w:r w:rsidRPr="00312AB8">
        <w:rPr>
          <w:rFonts w:ascii="仿宋_GB2312" w:eastAsia="仿宋_GB2312" w:hint="eastAsia"/>
          <w:sz w:val="18"/>
        </w:rPr>
        <w:t>修改]</w:t>
      </w:r>
    </w:p>
    <w:p w14:paraId="34BA6FCC" w14:textId="77777777" w:rsidR="00C645D3" w:rsidRPr="006654EF" w:rsidRDefault="00C645D3" w:rsidP="006654EF">
      <w:pPr>
        <w:pStyle w:val="afffffffffff9"/>
        <w:ind w:left="420" w:hangingChars="200" w:hanging="420"/>
        <w:rPr>
          <w:rFonts w:ascii="黑体" w:eastAsia="黑体" w:hAnsi="黑体"/>
        </w:rPr>
      </w:pPr>
      <w:r w:rsidRPr="006654EF">
        <w:rPr>
          <w:rFonts w:ascii="黑体" w:eastAsia="黑体" w:hAnsi="黑体"/>
        </w:rPr>
        <w:br/>
      </w:r>
      <w:r w:rsidRPr="006654EF">
        <w:rPr>
          <w:rFonts w:ascii="黑体" w:eastAsia="黑体" w:hAnsi="黑体" w:hint="eastAsia"/>
        </w:rPr>
        <w:t>惰性填料  inert filler</w:t>
      </w:r>
    </w:p>
    <w:p w14:paraId="6F5FBC79" w14:textId="77777777" w:rsidR="00C645D3" w:rsidRPr="001D2EB6" w:rsidRDefault="00C645D3" w:rsidP="00C645D3">
      <w:pPr>
        <w:pStyle w:val="affffffffffff7"/>
        <w:ind w:firstLineChars="200" w:firstLine="420"/>
        <w:rPr>
          <w:rFonts w:eastAsia="宋体"/>
        </w:rPr>
      </w:pPr>
      <w:proofErr w:type="gramStart"/>
      <w:r w:rsidRPr="001D2EB6">
        <w:rPr>
          <w:rFonts w:eastAsia="宋体"/>
        </w:rPr>
        <w:t>无补强</w:t>
      </w:r>
      <w:proofErr w:type="gramEnd"/>
      <w:r w:rsidRPr="001D2EB6">
        <w:rPr>
          <w:rFonts w:eastAsia="宋体"/>
        </w:rPr>
        <w:t>作用的填料。</w:t>
      </w:r>
    </w:p>
    <w:p w14:paraId="46CE6638" w14:textId="77777777" w:rsidR="00C645D3" w:rsidRPr="006654EF" w:rsidRDefault="00C645D3" w:rsidP="006654EF">
      <w:pPr>
        <w:pStyle w:val="afffffffffff9"/>
        <w:ind w:left="420" w:hangingChars="200" w:hanging="420"/>
        <w:rPr>
          <w:rFonts w:ascii="黑体" w:eastAsia="黑体" w:hAnsi="黑体"/>
        </w:rPr>
      </w:pPr>
      <w:r w:rsidRPr="006654EF">
        <w:rPr>
          <w:rFonts w:ascii="黑体" w:eastAsia="黑体" w:hAnsi="黑体"/>
        </w:rPr>
        <w:br/>
      </w:r>
      <w:r w:rsidRPr="006654EF">
        <w:rPr>
          <w:rFonts w:ascii="黑体" w:eastAsia="黑体" w:hAnsi="黑体" w:hint="eastAsia"/>
        </w:rPr>
        <w:t>增量剂  extender</w:t>
      </w:r>
    </w:p>
    <w:p w14:paraId="77343A59"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用于替代混炼胶中所需的部分橡胶的</w:t>
      </w:r>
      <w:r w:rsidRPr="001D2EB6">
        <w:rPr>
          <w:rFonts w:ascii="宋体" w:eastAsia="宋体" w:hAnsi="宋体" w:hint="eastAsia"/>
        </w:rPr>
        <w:t>有机</w:t>
      </w:r>
      <w:r w:rsidRPr="001D2EB6">
        <w:rPr>
          <w:rFonts w:ascii="宋体" w:eastAsia="宋体" w:hAnsi="宋体"/>
        </w:rPr>
        <w:t>材料。</w:t>
      </w:r>
    </w:p>
    <w:p w14:paraId="29AF5787" w14:textId="77777777" w:rsidR="00C645D3" w:rsidRPr="001D2EB6" w:rsidRDefault="00C645D3" w:rsidP="00A45079">
      <w:pPr>
        <w:pStyle w:val="afff6"/>
        <w:ind w:firstLine="52"/>
      </w:pPr>
      <w:r w:rsidRPr="001D2EB6">
        <w:rPr>
          <w:rFonts w:hint="eastAsia"/>
        </w:rPr>
        <w:t>有些文献也称为填充剂。</w:t>
      </w:r>
    </w:p>
    <w:p w14:paraId="46BD9ECC" w14:textId="77777777" w:rsidR="00C645D3" w:rsidRPr="006654EF" w:rsidRDefault="00C645D3" w:rsidP="006654EF">
      <w:pPr>
        <w:pStyle w:val="afffffffffff9"/>
        <w:ind w:left="420" w:hangingChars="200" w:hanging="420"/>
        <w:rPr>
          <w:rFonts w:ascii="黑体" w:eastAsia="黑体" w:hAnsi="黑体"/>
        </w:rPr>
      </w:pPr>
      <w:r w:rsidRPr="006654EF">
        <w:rPr>
          <w:rFonts w:ascii="黑体" w:eastAsia="黑体" w:hAnsi="黑体"/>
        </w:rPr>
        <w:br/>
      </w:r>
      <w:r w:rsidRPr="006654EF">
        <w:rPr>
          <w:rFonts w:ascii="黑体" w:eastAsia="黑体" w:hAnsi="黑体" w:hint="eastAsia"/>
        </w:rPr>
        <w:t>硫化橡胶粉  ground vulcanized rubber</w:t>
      </w:r>
    </w:p>
    <w:p w14:paraId="7381E042" w14:textId="77777777" w:rsidR="00C645D3" w:rsidRPr="001D2EB6" w:rsidRDefault="00C645D3" w:rsidP="00C645D3">
      <w:pPr>
        <w:pStyle w:val="affffffffffff7"/>
        <w:ind w:firstLineChars="200" w:firstLine="420"/>
        <w:rPr>
          <w:rFonts w:ascii="宋体" w:eastAsia="宋体" w:hAnsi="宋体"/>
        </w:rPr>
      </w:pPr>
      <w:r w:rsidRPr="001D2EB6">
        <w:rPr>
          <w:rFonts w:ascii="宋体" w:eastAsia="宋体" w:hAnsi="宋体"/>
        </w:rPr>
        <w:t>用作增量剂或填料的细</w:t>
      </w:r>
      <w:proofErr w:type="gramStart"/>
      <w:r w:rsidRPr="001D2EB6">
        <w:rPr>
          <w:rFonts w:ascii="宋体" w:eastAsia="宋体" w:hAnsi="宋体"/>
        </w:rPr>
        <w:t>粒</w:t>
      </w:r>
      <w:r w:rsidRPr="001D2EB6">
        <w:rPr>
          <w:rFonts w:ascii="宋体" w:eastAsia="宋体" w:hAnsi="宋体" w:hint="eastAsia"/>
        </w:rPr>
        <w:t>状</w:t>
      </w:r>
      <w:r w:rsidRPr="001D2EB6">
        <w:rPr>
          <w:rFonts w:ascii="宋体" w:eastAsia="宋体" w:hAnsi="宋体"/>
        </w:rPr>
        <w:t>废硫化</w:t>
      </w:r>
      <w:proofErr w:type="gramEnd"/>
      <w:r w:rsidRPr="001D2EB6">
        <w:rPr>
          <w:rFonts w:ascii="宋体" w:eastAsia="宋体" w:hAnsi="宋体"/>
        </w:rPr>
        <w:t>胶。</w:t>
      </w:r>
    </w:p>
    <w:p w14:paraId="5885303F" w14:textId="77777777" w:rsidR="00DF67E1" w:rsidRDefault="00440341" w:rsidP="004C7B24">
      <w:pPr>
        <w:pStyle w:val="afffffffffff9"/>
        <w:ind w:left="420" w:hangingChars="200" w:hanging="420"/>
        <w:rPr>
          <w:rFonts w:ascii="黑体" w:eastAsia="黑体" w:hAnsi="黑体"/>
        </w:rPr>
      </w:pPr>
      <w:r>
        <w:rPr>
          <w:rFonts w:ascii="黑体" w:eastAsia="黑体" w:hAnsi="黑体"/>
        </w:rPr>
        <w:br w:type="textWrapping" w:clear="all"/>
      </w:r>
      <w:r w:rsidRPr="00235F3A">
        <w:rPr>
          <w:rFonts w:ascii="黑体" w:eastAsia="黑体" w:hAnsi="黑体" w:hint="eastAsia"/>
          <w:szCs w:val="21"/>
        </w:rPr>
        <w:t xml:space="preserve">细粉橡胶 fine powdered rubber </w:t>
      </w:r>
    </w:p>
    <w:p w14:paraId="0898CCDD" w14:textId="77777777" w:rsidR="00440341" w:rsidRPr="00440341" w:rsidRDefault="004D412C" w:rsidP="00440341">
      <w:pPr>
        <w:pStyle w:val="afffff"/>
      </w:pPr>
      <w:r>
        <w:rPr>
          <w:rFonts w:hint="eastAsia"/>
        </w:rPr>
        <w:t>（</w:t>
      </w:r>
      <w:r w:rsidR="00440341" w:rsidRPr="00781C7F">
        <w:rPr>
          <w:rFonts w:hint="eastAsia"/>
        </w:rPr>
        <w:t>回收</w:t>
      </w:r>
      <w:r>
        <w:rPr>
          <w:rFonts w:hint="eastAsia"/>
        </w:rPr>
        <w:t>）</w:t>
      </w:r>
      <w:r w:rsidR="00440341" w:rsidRPr="00781C7F">
        <w:rPr>
          <w:rFonts w:hint="eastAsia"/>
        </w:rPr>
        <w:t>小颗粒硫化橡胶用作扩展剂或填充剂。</w:t>
      </w:r>
    </w:p>
    <w:p w14:paraId="68F7E3F1" w14:textId="77777777" w:rsidR="00DF67E1" w:rsidRPr="00CA28D6" w:rsidRDefault="00FB0BE4" w:rsidP="00CA28D6">
      <w:pPr>
        <w:pStyle w:val="afffffffffff9"/>
        <w:ind w:left="420" w:hangingChars="200" w:hanging="420"/>
        <w:rPr>
          <w:rFonts w:ascii="黑体" w:eastAsia="黑体" w:hAnsi="黑体"/>
          <w:b/>
        </w:rPr>
      </w:pPr>
      <w:r w:rsidRPr="00CA28D6">
        <w:rPr>
          <w:rFonts w:ascii="黑体" w:eastAsia="黑体" w:hAnsi="黑体"/>
        </w:rPr>
        <w:br/>
      </w:r>
      <w:r w:rsidRPr="00CA28D6">
        <w:rPr>
          <w:rFonts w:ascii="黑体" w:eastAsia="黑体" w:hAnsi="黑体" w:hint="eastAsia"/>
        </w:rPr>
        <w:t>矿质橡胶</w:t>
      </w:r>
      <w:r w:rsidRPr="00CA28D6">
        <w:rPr>
          <w:rFonts w:ascii="黑体" w:eastAsia="黑体" w:hAnsi="黑体"/>
        </w:rPr>
        <w:t xml:space="preserve">  mineral rubber</w:t>
      </w:r>
    </w:p>
    <w:p w14:paraId="08F09475" w14:textId="77777777" w:rsidR="00C645D3" w:rsidRPr="001D2EB6" w:rsidRDefault="00C645D3" w:rsidP="00C645D3">
      <w:pPr>
        <w:pStyle w:val="affffffffffff7"/>
        <w:ind w:firstLineChars="200" w:firstLine="420"/>
        <w:rPr>
          <w:rFonts w:eastAsia="宋体"/>
        </w:rPr>
      </w:pPr>
      <w:r w:rsidRPr="001D2EB6">
        <w:rPr>
          <w:rFonts w:eastAsia="宋体"/>
        </w:rPr>
        <w:t>来源于石油沥青，用作增</w:t>
      </w:r>
      <w:r w:rsidRPr="001D2EB6">
        <w:rPr>
          <w:rFonts w:eastAsia="宋体" w:hint="eastAsia"/>
        </w:rPr>
        <w:t>粘</w:t>
      </w:r>
      <w:r w:rsidRPr="001D2EB6">
        <w:rPr>
          <w:rFonts w:eastAsia="宋体"/>
        </w:rPr>
        <w:t>剂、软化剂或增量剂的配合剂。</w:t>
      </w:r>
    </w:p>
    <w:p w14:paraId="107C024E" w14:textId="77777777" w:rsidR="00C645D3" w:rsidRPr="00FC4B5C" w:rsidRDefault="00C645D3" w:rsidP="00A45079">
      <w:pPr>
        <w:pStyle w:val="afff6"/>
        <w:ind w:firstLine="52"/>
        <w:rPr>
          <w:color w:val="000000" w:themeColor="text1"/>
        </w:rPr>
      </w:pPr>
      <w:r w:rsidRPr="00FC4B5C">
        <w:rPr>
          <w:color w:val="000000" w:themeColor="text1"/>
        </w:rPr>
        <w:t>该术语</w:t>
      </w:r>
      <w:proofErr w:type="gramStart"/>
      <w:r w:rsidRPr="00FC4B5C">
        <w:rPr>
          <w:color w:val="000000" w:themeColor="text1"/>
        </w:rPr>
        <w:t>是个误称</w:t>
      </w:r>
      <w:proofErr w:type="gramEnd"/>
      <w:r w:rsidRPr="00FC4B5C">
        <w:rPr>
          <w:color w:val="000000" w:themeColor="text1"/>
        </w:rPr>
        <w:t>，因为矿物橡胶并不是一种橡胶。</w:t>
      </w:r>
    </w:p>
    <w:p w14:paraId="00712DDA" w14:textId="77777777" w:rsidR="00C645D3" w:rsidRPr="00CA28D6" w:rsidRDefault="00C645D3" w:rsidP="00CA28D6">
      <w:pPr>
        <w:pStyle w:val="afffffffffff9"/>
        <w:ind w:left="420" w:hangingChars="200" w:hanging="420"/>
        <w:rPr>
          <w:rFonts w:ascii="黑体" w:eastAsia="黑体" w:hAnsi="黑体"/>
        </w:rPr>
      </w:pPr>
      <w:r w:rsidRPr="00CA28D6">
        <w:rPr>
          <w:rFonts w:ascii="黑体" w:eastAsia="黑体" w:hAnsi="黑体"/>
        </w:rPr>
        <w:br/>
      </w:r>
      <w:r w:rsidRPr="00CA28D6">
        <w:rPr>
          <w:rFonts w:ascii="黑体" w:eastAsia="黑体" w:hAnsi="黑体" w:hint="eastAsia"/>
        </w:rPr>
        <w:t xml:space="preserve">着色剂  </w:t>
      </w:r>
      <w:proofErr w:type="spellStart"/>
      <w:r w:rsidRPr="00CA28D6">
        <w:rPr>
          <w:rFonts w:ascii="黑体" w:eastAsia="黑体" w:hAnsi="黑体" w:hint="eastAsia"/>
        </w:rPr>
        <w:t>colourant,colouring</w:t>
      </w:r>
      <w:proofErr w:type="spellEnd"/>
      <w:r w:rsidRPr="00CA28D6">
        <w:rPr>
          <w:rFonts w:ascii="黑体" w:eastAsia="黑体" w:hAnsi="黑体" w:hint="eastAsia"/>
        </w:rPr>
        <w:t xml:space="preserve"> agent</w:t>
      </w:r>
    </w:p>
    <w:p w14:paraId="10F8AA90" w14:textId="77777777" w:rsidR="00C645D3" w:rsidRPr="001D2EB6" w:rsidRDefault="00C645D3" w:rsidP="00E6267F">
      <w:pPr>
        <w:pStyle w:val="affffffffffff7"/>
        <w:ind w:firstLineChars="200" w:firstLine="420"/>
        <w:rPr>
          <w:rFonts w:hAnsi="宋体"/>
        </w:rPr>
      </w:pPr>
      <w:r w:rsidRPr="001D2EB6">
        <w:rPr>
          <w:rFonts w:ascii="宋体" w:eastAsia="宋体" w:hAnsi="宋体"/>
        </w:rPr>
        <w:lastRenderedPageBreak/>
        <w:t>使橡胶着色的颜料或</w:t>
      </w:r>
      <w:r w:rsidRPr="001D2EB6">
        <w:rPr>
          <w:rFonts w:ascii="宋体" w:eastAsia="宋体" w:hAnsi="宋体" w:hint="eastAsia"/>
        </w:rPr>
        <w:t>颜</w:t>
      </w:r>
      <w:r w:rsidRPr="001D2EB6">
        <w:rPr>
          <w:rFonts w:ascii="宋体" w:eastAsia="宋体" w:hAnsi="宋体"/>
        </w:rPr>
        <w:t>料配合剂。</w:t>
      </w:r>
    </w:p>
    <w:p w14:paraId="2EB409CA" w14:textId="77777777" w:rsidR="00DF67E1" w:rsidRPr="00CA28D6" w:rsidRDefault="00C645D3" w:rsidP="00CA28D6">
      <w:pPr>
        <w:pStyle w:val="afffffffffff9"/>
        <w:ind w:left="420" w:hangingChars="200" w:hanging="420"/>
        <w:rPr>
          <w:rFonts w:ascii="黑体" w:eastAsia="黑体" w:hAnsi="黑体"/>
        </w:rPr>
      </w:pPr>
      <w:r w:rsidRPr="00CA28D6">
        <w:rPr>
          <w:rFonts w:ascii="黑体" w:eastAsia="黑体" w:hAnsi="黑体"/>
          <w:highlight w:val="lightGray"/>
        </w:rPr>
        <w:br/>
      </w:r>
      <w:r w:rsidRPr="00CA28D6">
        <w:rPr>
          <w:rFonts w:ascii="黑体" w:eastAsia="黑体" w:hAnsi="黑体" w:hint="eastAsia"/>
        </w:rPr>
        <w:t>颜料  pigment</w:t>
      </w:r>
    </w:p>
    <w:p w14:paraId="4BE8678E" w14:textId="77777777" w:rsidR="00C645D3" w:rsidRPr="001D2EB6" w:rsidRDefault="00C645D3" w:rsidP="00C645D3">
      <w:pPr>
        <w:pStyle w:val="affffffffffff7"/>
        <w:ind w:firstLineChars="200" w:firstLine="420"/>
        <w:rPr>
          <w:rFonts w:eastAsia="宋体"/>
        </w:rPr>
      </w:pPr>
      <w:r w:rsidRPr="001D2EB6">
        <w:rPr>
          <w:rFonts w:eastAsia="宋体"/>
        </w:rPr>
        <w:t>用于着色的不溶</w:t>
      </w:r>
      <w:proofErr w:type="gramStart"/>
      <w:r w:rsidRPr="001D2EB6">
        <w:rPr>
          <w:rFonts w:eastAsia="宋体"/>
        </w:rPr>
        <w:t>性配合剂</w:t>
      </w:r>
      <w:proofErr w:type="gramEnd"/>
      <w:r w:rsidRPr="001D2EB6">
        <w:rPr>
          <w:rFonts w:eastAsia="宋体"/>
        </w:rPr>
        <w:t>。</w:t>
      </w:r>
    </w:p>
    <w:p w14:paraId="2DD99AA0" w14:textId="77777777" w:rsidR="00C645D3" w:rsidRPr="001D2EB6" w:rsidRDefault="00C645D3" w:rsidP="00A45079">
      <w:pPr>
        <w:pStyle w:val="afff6"/>
        <w:ind w:firstLine="52"/>
      </w:pPr>
      <w:r w:rsidRPr="001D2EB6">
        <w:t>不鼓励用pigment代替compounding ingredient。</w:t>
      </w:r>
    </w:p>
    <w:p w14:paraId="100DBACE" w14:textId="77777777" w:rsidR="00DF67E1" w:rsidRDefault="00FB0BE4">
      <w:pPr>
        <w:pStyle w:val="afffffffffff9"/>
        <w:ind w:left="420" w:hangingChars="200" w:hanging="420"/>
        <w:rPr>
          <w:rFonts w:ascii="黑体" w:eastAsia="黑体" w:hAnsi="黑体"/>
        </w:rPr>
      </w:pPr>
      <w:r w:rsidRPr="00FB0BE4">
        <w:rPr>
          <w:rFonts w:ascii="黑体" w:eastAsia="黑体" w:hAnsi="黑体"/>
        </w:rPr>
        <w:br w:type="textWrapping" w:clear="all"/>
      </w:r>
      <w:r w:rsidRPr="00FB0BE4">
        <w:rPr>
          <w:rFonts w:ascii="黑体" w:eastAsia="黑体" w:hAnsi="黑体" w:hint="eastAsia"/>
        </w:rPr>
        <w:t>阻燃剂</w:t>
      </w:r>
      <w:r w:rsidRPr="00FB0BE4">
        <w:rPr>
          <w:rFonts w:ascii="黑体" w:eastAsia="黑体" w:hAnsi="黑体"/>
        </w:rPr>
        <w:t xml:space="preserve">  flame retardant </w:t>
      </w:r>
    </w:p>
    <w:p w14:paraId="79C419AB" w14:textId="77777777" w:rsidR="00440341" w:rsidRDefault="00440341" w:rsidP="00440341">
      <w:pPr>
        <w:pStyle w:val="afffff"/>
      </w:pPr>
      <w:r w:rsidRPr="00781C7F">
        <w:rPr>
          <w:rFonts w:hint="eastAsia"/>
        </w:rPr>
        <w:t>向橡胶中添加的用以抑制或延迟火焰的出现，并降低其传播（扩散）速率的</w:t>
      </w:r>
      <w:r w:rsidR="00BC7DBB">
        <w:rPr>
          <w:rFonts w:hint="eastAsia"/>
        </w:rPr>
        <w:t>配合剂</w:t>
      </w:r>
      <w:r w:rsidRPr="00781C7F">
        <w:rPr>
          <w:rFonts w:hint="eastAsia"/>
        </w:rPr>
        <w:t>。</w:t>
      </w:r>
    </w:p>
    <w:p w14:paraId="7319B519" w14:textId="77777777" w:rsidR="00DF67E1" w:rsidRDefault="00FB0BE4">
      <w:pPr>
        <w:pStyle w:val="afffffffffff9"/>
        <w:ind w:left="420" w:hangingChars="200" w:hanging="420"/>
        <w:rPr>
          <w:rFonts w:ascii="黑体" w:eastAsia="黑体" w:hAnsi="黑体"/>
        </w:rPr>
      </w:pPr>
      <w:r w:rsidRPr="00FB0BE4">
        <w:rPr>
          <w:rFonts w:ascii="黑体" w:eastAsia="黑体" w:hAnsi="黑体"/>
        </w:rPr>
        <w:br w:type="textWrapping" w:clear="all"/>
      </w:r>
      <w:r w:rsidRPr="00FB0BE4">
        <w:rPr>
          <w:rFonts w:ascii="黑体" w:eastAsia="黑体" w:hAnsi="黑体" w:hint="eastAsia"/>
        </w:rPr>
        <w:t>染料</w:t>
      </w:r>
      <w:r w:rsidRPr="00FB0BE4">
        <w:rPr>
          <w:rFonts w:ascii="黑体" w:eastAsia="黑体" w:hAnsi="黑体"/>
          <w:szCs w:val="21"/>
        </w:rPr>
        <w:t xml:space="preserve">  </w:t>
      </w:r>
      <w:r w:rsidRPr="00FB0BE4">
        <w:rPr>
          <w:rFonts w:ascii="黑体" w:eastAsia="黑体" w:hAnsi="黑体"/>
        </w:rPr>
        <w:t>dyestuff</w:t>
      </w:r>
    </w:p>
    <w:p w14:paraId="3C456336" w14:textId="77777777" w:rsidR="00280388" w:rsidRDefault="00751340" w:rsidP="00280388">
      <w:pPr>
        <w:pStyle w:val="afffff"/>
      </w:pPr>
      <w:r w:rsidRPr="00235F3A">
        <w:t>能</w:t>
      </w:r>
      <w:r w:rsidR="009372AD" w:rsidRPr="00235F3A">
        <w:rPr>
          <w:rFonts w:hint="eastAsia"/>
        </w:rPr>
        <w:t>赋予（橡胶制品）颜色的可溶性</w:t>
      </w:r>
    </w:p>
    <w:p w14:paraId="4CFBF472" w14:textId="77777777" w:rsidR="00FC6BB2" w:rsidRDefault="00FC6BB2" w:rsidP="00280388">
      <w:pPr>
        <w:pStyle w:val="afffff"/>
      </w:pPr>
    </w:p>
    <w:p w14:paraId="78DD8D7B" w14:textId="77777777" w:rsidR="00FC6BB2" w:rsidRDefault="00FC6BB2" w:rsidP="00280388">
      <w:pPr>
        <w:pStyle w:val="afffff"/>
      </w:pPr>
    </w:p>
    <w:p w14:paraId="6689A03E" w14:textId="77777777" w:rsidR="00FC6BB2" w:rsidRDefault="00FC6BB2" w:rsidP="00280388">
      <w:pPr>
        <w:pStyle w:val="afffff"/>
      </w:pPr>
    </w:p>
    <w:p w14:paraId="48D54E67" w14:textId="77777777" w:rsidR="00FC6BB2" w:rsidRDefault="00FC6BB2" w:rsidP="00280388">
      <w:pPr>
        <w:pStyle w:val="afffff"/>
      </w:pPr>
    </w:p>
    <w:p w14:paraId="3A2DA421" w14:textId="77777777" w:rsidR="00FC6BB2" w:rsidRDefault="00FC6BB2" w:rsidP="00280388">
      <w:pPr>
        <w:pStyle w:val="afffff"/>
      </w:pPr>
    </w:p>
    <w:p w14:paraId="03FE503F" w14:textId="77777777" w:rsidR="00FC6BB2" w:rsidRDefault="00FC6BB2" w:rsidP="00280388">
      <w:pPr>
        <w:pStyle w:val="afffff"/>
      </w:pPr>
    </w:p>
    <w:p w14:paraId="4E593496" w14:textId="77777777" w:rsidR="00FC6BB2" w:rsidRDefault="00FC6BB2" w:rsidP="00280388">
      <w:pPr>
        <w:pStyle w:val="afffff"/>
      </w:pPr>
    </w:p>
    <w:p w14:paraId="4F434512" w14:textId="77777777" w:rsidR="00FC6BB2" w:rsidRDefault="00FC6BB2" w:rsidP="00280388">
      <w:pPr>
        <w:pStyle w:val="afffff"/>
      </w:pPr>
    </w:p>
    <w:p w14:paraId="62BD9090" w14:textId="77777777" w:rsidR="00FC6BB2" w:rsidRDefault="00FC6BB2" w:rsidP="00280388">
      <w:pPr>
        <w:pStyle w:val="afffff"/>
      </w:pPr>
    </w:p>
    <w:p w14:paraId="1D5FDA07" w14:textId="77777777" w:rsidR="00FC6BB2" w:rsidRDefault="00FC6BB2" w:rsidP="00280388">
      <w:pPr>
        <w:pStyle w:val="afffff"/>
      </w:pPr>
    </w:p>
    <w:p w14:paraId="013BFFBC" w14:textId="77777777" w:rsidR="00FC6BB2" w:rsidRDefault="00FC6BB2" w:rsidP="00280388">
      <w:pPr>
        <w:pStyle w:val="afffff"/>
      </w:pPr>
    </w:p>
    <w:p w14:paraId="75CE83D2" w14:textId="77777777" w:rsidR="00FC6BB2" w:rsidRDefault="00FC6BB2" w:rsidP="00280388">
      <w:pPr>
        <w:pStyle w:val="afffff"/>
      </w:pPr>
    </w:p>
    <w:p w14:paraId="0EA3F5CC" w14:textId="77777777" w:rsidR="00FC6BB2" w:rsidRDefault="00FC6BB2" w:rsidP="00280388">
      <w:pPr>
        <w:pStyle w:val="afffff"/>
      </w:pPr>
    </w:p>
    <w:p w14:paraId="43193E58" w14:textId="77777777" w:rsidR="00FC6BB2" w:rsidRDefault="00FC6BB2" w:rsidP="00280388">
      <w:pPr>
        <w:pStyle w:val="afffff"/>
      </w:pPr>
    </w:p>
    <w:p w14:paraId="3A798864" w14:textId="77777777" w:rsidR="00FC6BB2" w:rsidRDefault="00FC6BB2" w:rsidP="00280388">
      <w:pPr>
        <w:pStyle w:val="afffff"/>
      </w:pPr>
    </w:p>
    <w:p w14:paraId="637236AC" w14:textId="77777777" w:rsidR="00FC6BB2" w:rsidRDefault="00FC6BB2" w:rsidP="00280388">
      <w:pPr>
        <w:pStyle w:val="afffff"/>
      </w:pPr>
    </w:p>
    <w:p w14:paraId="2FA8563A" w14:textId="77777777" w:rsidR="00FC6BB2" w:rsidRDefault="00FC6BB2" w:rsidP="00280388">
      <w:pPr>
        <w:pStyle w:val="afffff"/>
      </w:pPr>
    </w:p>
    <w:p w14:paraId="6800BE91" w14:textId="77777777" w:rsidR="00FC6BB2" w:rsidRDefault="00FC6BB2" w:rsidP="00280388">
      <w:pPr>
        <w:pStyle w:val="afffff"/>
      </w:pPr>
    </w:p>
    <w:p w14:paraId="7F9BB629" w14:textId="77777777" w:rsidR="00FC6BB2" w:rsidRDefault="00FC6BB2" w:rsidP="00280388">
      <w:pPr>
        <w:pStyle w:val="afffff"/>
      </w:pPr>
    </w:p>
    <w:p w14:paraId="13A83BE8" w14:textId="77777777" w:rsidR="00FC6BB2" w:rsidRDefault="00FC6BB2" w:rsidP="00280388">
      <w:pPr>
        <w:pStyle w:val="afffff"/>
      </w:pPr>
    </w:p>
    <w:p w14:paraId="380EF43F" w14:textId="77777777" w:rsidR="00FC6BB2" w:rsidRDefault="00FC6BB2" w:rsidP="00280388">
      <w:pPr>
        <w:pStyle w:val="afffff"/>
      </w:pPr>
    </w:p>
    <w:p w14:paraId="30BCDADF" w14:textId="77777777" w:rsidR="00FC6BB2" w:rsidRDefault="00FC6BB2" w:rsidP="00280388">
      <w:pPr>
        <w:pStyle w:val="afffff"/>
      </w:pPr>
    </w:p>
    <w:p w14:paraId="58256983" w14:textId="77777777" w:rsidR="00FC6BB2" w:rsidRDefault="00FC6BB2" w:rsidP="00280388">
      <w:pPr>
        <w:pStyle w:val="afffff"/>
      </w:pPr>
    </w:p>
    <w:p w14:paraId="2E4DB1E3" w14:textId="77777777" w:rsidR="00FC6BB2" w:rsidRDefault="00FC6BB2" w:rsidP="00280388">
      <w:pPr>
        <w:pStyle w:val="afffff"/>
      </w:pPr>
    </w:p>
    <w:p w14:paraId="75AE2F7F" w14:textId="77777777" w:rsidR="000B10A6" w:rsidRDefault="000B10A6" w:rsidP="00280388">
      <w:pPr>
        <w:pStyle w:val="afffff"/>
      </w:pPr>
    </w:p>
    <w:p w14:paraId="366119C4" w14:textId="77777777" w:rsidR="000B10A6" w:rsidRDefault="000B10A6" w:rsidP="00280388">
      <w:pPr>
        <w:pStyle w:val="afffff"/>
      </w:pPr>
    </w:p>
    <w:p w14:paraId="46264D25" w14:textId="77777777" w:rsidR="000B10A6" w:rsidRDefault="000B10A6" w:rsidP="00280388">
      <w:pPr>
        <w:pStyle w:val="afffff"/>
      </w:pPr>
    </w:p>
    <w:p w14:paraId="466A4F38" w14:textId="77777777" w:rsidR="000B10A6" w:rsidRDefault="000B10A6" w:rsidP="00280388">
      <w:pPr>
        <w:pStyle w:val="afffff"/>
      </w:pPr>
    </w:p>
    <w:p w14:paraId="776DFBD2" w14:textId="77777777" w:rsidR="000B10A6" w:rsidRDefault="000B10A6" w:rsidP="00280388">
      <w:pPr>
        <w:pStyle w:val="afffff"/>
      </w:pPr>
    </w:p>
    <w:p w14:paraId="51629762" w14:textId="77777777" w:rsidR="00FC6BB2" w:rsidRDefault="00FC6BB2" w:rsidP="00280388">
      <w:pPr>
        <w:pStyle w:val="afffff"/>
      </w:pPr>
    </w:p>
    <w:p w14:paraId="4E565A40" w14:textId="77777777" w:rsidR="00FC6BB2" w:rsidRDefault="00FC6BB2" w:rsidP="00280388">
      <w:pPr>
        <w:pStyle w:val="afffff"/>
      </w:pPr>
    </w:p>
    <w:p w14:paraId="61D1264F" w14:textId="77777777" w:rsidR="00A26E70" w:rsidRDefault="00A26E70" w:rsidP="00A26E70">
      <w:pPr>
        <w:pStyle w:val="afa"/>
        <w:rPr>
          <w:vanish w:val="0"/>
        </w:rPr>
      </w:pPr>
      <w:bookmarkStart w:id="83" w:name="BookMark5"/>
      <w:bookmarkEnd w:id="24"/>
    </w:p>
    <w:p w14:paraId="2FB79578" w14:textId="77777777" w:rsidR="00A26E70" w:rsidRDefault="00A26E70" w:rsidP="00A26E70">
      <w:pPr>
        <w:pStyle w:val="aff1"/>
        <w:rPr>
          <w:vanish w:val="0"/>
        </w:rPr>
      </w:pPr>
    </w:p>
    <w:p w14:paraId="30EDDE3B" w14:textId="77777777" w:rsidR="00A26E70" w:rsidRDefault="00A26E70" w:rsidP="00A26E70">
      <w:pPr>
        <w:pStyle w:val="aff7"/>
        <w:spacing w:before="78" w:after="156"/>
      </w:pPr>
      <w:r>
        <w:lastRenderedPageBreak/>
        <w:br/>
      </w:r>
      <w:bookmarkStart w:id="84" w:name="_Toc108098955"/>
      <w:bookmarkStart w:id="85" w:name="_Toc108107365"/>
      <w:r>
        <w:rPr>
          <w:rFonts w:hint="eastAsia"/>
        </w:rPr>
        <w:t>（资料性）</w:t>
      </w:r>
      <w:r>
        <w:br/>
      </w:r>
      <w:r>
        <w:rPr>
          <w:rFonts w:hint="eastAsia"/>
        </w:rPr>
        <w:t>删除的术语</w:t>
      </w:r>
      <w:bookmarkEnd w:id="84"/>
      <w:bookmarkEnd w:id="85"/>
    </w:p>
    <w:p w14:paraId="30735BC5" w14:textId="77777777" w:rsidR="00682739" w:rsidRPr="00682739" w:rsidRDefault="00682739" w:rsidP="00682739">
      <w:pPr>
        <w:pStyle w:val="afffff"/>
      </w:pP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145"/>
        <w:gridCol w:w="1984"/>
        <w:gridCol w:w="3892"/>
        <w:gridCol w:w="2353"/>
      </w:tblGrid>
      <w:tr w:rsidR="00A26E70" w14:paraId="7BC6D731" w14:textId="77777777" w:rsidTr="00E94EF4">
        <w:trPr>
          <w:tblHeader/>
          <w:jc w:val="center"/>
        </w:trPr>
        <w:tc>
          <w:tcPr>
            <w:tcW w:w="1145" w:type="dxa"/>
            <w:tcBorders>
              <w:top w:val="single" w:sz="8" w:space="0" w:color="auto"/>
              <w:bottom w:val="single" w:sz="8" w:space="0" w:color="auto"/>
            </w:tcBorders>
            <w:shd w:val="clear" w:color="auto" w:fill="auto"/>
            <w:vAlign w:val="center"/>
          </w:tcPr>
          <w:p w14:paraId="54946257" w14:textId="77777777" w:rsidR="00A26E70" w:rsidRDefault="00A26E70" w:rsidP="00A26E70">
            <w:pPr>
              <w:pStyle w:val="afffffffffd"/>
            </w:pPr>
            <w:r>
              <w:rPr>
                <w:rFonts w:hint="eastAsia"/>
              </w:rPr>
              <w:t>序号</w:t>
            </w:r>
          </w:p>
        </w:tc>
        <w:tc>
          <w:tcPr>
            <w:tcW w:w="1984" w:type="dxa"/>
            <w:tcBorders>
              <w:top w:val="single" w:sz="8" w:space="0" w:color="auto"/>
              <w:bottom w:val="single" w:sz="8" w:space="0" w:color="auto"/>
            </w:tcBorders>
            <w:shd w:val="clear" w:color="auto" w:fill="auto"/>
            <w:vAlign w:val="center"/>
          </w:tcPr>
          <w:p w14:paraId="5B8D9246" w14:textId="77777777" w:rsidR="00A26E70" w:rsidRDefault="00DA20E4" w:rsidP="00A26E70">
            <w:pPr>
              <w:pStyle w:val="afffffffffd"/>
            </w:pPr>
            <w:r>
              <w:rPr>
                <w:rFonts w:hint="eastAsia"/>
              </w:rPr>
              <w:t>术语中文名称</w:t>
            </w:r>
          </w:p>
        </w:tc>
        <w:tc>
          <w:tcPr>
            <w:tcW w:w="3892" w:type="dxa"/>
            <w:tcBorders>
              <w:top w:val="single" w:sz="8" w:space="0" w:color="auto"/>
              <w:bottom w:val="single" w:sz="8" w:space="0" w:color="auto"/>
            </w:tcBorders>
            <w:shd w:val="clear" w:color="auto" w:fill="auto"/>
            <w:vAlign w:val="center"/>
          </w:tcPr>
          <w:p w14:paraId="61316C22" w14:textId="77777777" w:rsidR="00A26E70" w:rsidRDefault="00DA20E4" w:rsidP="00A26E70">
            <w:pPr>
              <w:pStyle w:val="afffffffffd"/>
            </w:pPr>
            <w:r>
              <w:rPr>
                <w:rFonts w:hint="eastAsia"/>
              </w:rPr>
              <w:t>术语英文名称</w:t>
            </w:r>
          </w:p>
        </w:tc>
        <w:tc>
          <w:tcPr>
            <w:tcW w:w="2353" w:type="dxa"/>
            <w:tcBorders>
              <w:top w:val="single" w:sz="8" w:space="0" w:color="auto"/>
              <w:bottom w:val="single" w:sz="8" w:space="0" w:color="auto"/>
            </w:tcBorders>
            <w:shd w:val="clear" w:color="auto" w:fill="auto"/>
            <w:vAlign w:val="center"/>
          </w:tcPr>
          <w:p w14:paraId="400E32FC" w14:textId="6F7C3989" w:rsidR="00A26E70" w:rsidRDefault="00DA20E4" w:rsidP="00422A3F">
            <w:pPr>
              <w:pStyle w:val="afffffffffd"/>
            </w:pPr>
            <w:r>
              <w:rPr>
                <w:rFonts w:hint="eastAsia"/>
              </w:rPr>
              <w:t>GB/T 14795-200</w:t>
            </w:r>
            <w:r w:rsidR="00FA6D78">
              <w:t>8</w:t>
            </w:r>
            <w:r w:rsidR="00422A3F">
              <w:rPr>
                <w:rFonts w:hint="eastAsia"/>
              </w:rPr>
              <w:t>条目</w:t>
            </w:r>
            <w:r>
              <w:rPr>
                <w:rFonts w:hint="eastAsia"/>
              </w:rPr>
              <w:t>编号</w:t>
            </w:r>
          </w:p>
        </w:tc>
      </w:tr>
      <w:tr w:rsidR="00682739" w14:paraId="46AEB51E" w14:textId="77777777" w:rsidTr="00E94EF4">
        <w:trPr>
          <w:jc w:val="center"/>
        </w:trPr>
        <w:tc>
          <w:tcPr>
            <w:tcW w:w="1145" w:type="dxa"/>
            <w:tcBorders>
              <w:top w:val="single" w:sz="8" w:space="0" w:color="auto"/>
            </w:tcBorders>
            <w:shd w:val="clear" w:color="auto" w:fill="auto"/>
            <w:vAlign w:val="center"/>
          </w:tcPr>
          <w:p w14:paraId="163A775A" w14:textId="77777777" w:rsidR="00682739" w:rsidRDefault="00682739" w:rsidP="00A26E70">
            <w:pPr>
              <w:pStyle w:val="afffffffffd"/>
            </w:pPr>
            <w:r>
              <w:rPr>
                <w:rFonts w:hint="eastAsia"/>
              </w:rPr>
              <w:t>1</w:t>
            </w:r>
          </w:p>
        </w:tc>
        <w:tc>
          <w:tcPr>
            <w:tcW w:w="1984" w:type="dxa"/>
            <w:tcBorders>
              <w:top w:val="single" w:sz="8" w:space="0" w:color="auto"/>
            </w:tcBorders>
            <w:shd w:val="clear" w:color="auto" w:fill="auto"/>
            <w:vAlign w:val="center"/>
          </w:tcPr>
          <w:p w14:paraId="5C01779C" w14:textId="77777777" w:rsidR="00682739" w:rsidRPr="00C36A27" w:rsidRDefault="00682739" w:rsidP="00DA20E4">
            <w:pPr>
              <w:pStyle w:val="afffffffffd"/>
              <w:rPr>
                <w:rFonts w:hAnsi="宋体"/>
              </w:rPr>
            </w:pPr>
            <w:r w:rsidRPr="00C36A27">
              <w:rPr>
                <w:rFonts w:hAnsi="宋体" w:hint="eastAsia"/>
              </w:rPr>
              <w:t>乳胶</w:t>
            </w:r>
          </w:p>
        </w:tc>
        <w:tc>
          <w:tcPr>
            <w:tcW w:w="3892" w:type="dxa"/>
            <w:tcBorders>
              <w:top w:val="single" w:sz="8" w:space="0" w:color="auto"/>
            </w:tcBorders>
            <w:shd w:val="clear" w:color="auto" w:fill="auto"/>
            <w:vAlign w:val="center"/>
          </w:tcPr>
          <w:p w14:paraId="3F567330" w14:textId="77777777" w:rsidR="00682739" w:rsidRPr="009B78AE" w:rsidRDefault="00682739" w:rsidP="000B6246">
            <w:pPr>
              <w:pStyle w:val="afffffffffd"/>
              <w:rPr>
                <w:rFonts w:ascii="Times New Roman"/>
              </w:rPr>
            </w:pPr>
            <w:r w:rsidRPr="009B78AE">
              <w:rPr>
                <w:rFonts w:ascii="Times New Roman"/>
              </w:rPr>
              <w:t>latex</w:t>
            </w:r>
          </w:p>
        </w:tc>
        <w:tc>
          <w:tcPr>
            <w:tcW w:w="2353" w:type="dxa"/>
            <w:tcBorders>
              <w:top w:val="single" w:sz="8" w:space="0" w:color="auto"/>
            </w:tcBorders>
            <w:shd w:val="clear" w:color="auto" w:fill="auto"/>
            <w:vAlign w:val="center"/>
          </w:tcPr>
          <w:p w14:paraId="728DD845" w14:textId="77777777" w:rsidR="00682739" w:rsidRDefault="00682739" w:rsidP="00A26E70">
            <w:pPr>
              <w:pStyle w:val="afffffffffd"/>
            </w:pPr>
            <w:r>
              <w:rPr>
                <w:rFonts w:hint="eastAsia"/>
              </w:rPr>
              <w:t>3.1</w:t>
            </w:r>
          </w:p>
        </w:tc>
      </w:tr>
      <w:tr w:rsidR="00682739" w14:paraId="6D26FC45" w14:textId="77777777" w:rsidTr="00E94EF4">
        <w:trPr>
          <w:jc w:val="center"/>
        </w:trPr>
        <w:tc>
          <w:tcPr>
            <w:tcW w:w="1145" w:type="dxa"/>
            <w:tcBorders>
              <w:top w:val="single" w:sz="8" w:space="0" w:color="auto"/>
            </w:tcBorders>
            <w:shd w:val="clear" w:color="auto" w:fill="auto"/>
            <w:vAlign w:val="center"/>
          </w:tcPr>
          <w:p w14:paraId="37672906" w14:textId="77777777" w:rsidR="00682739" w:rsidRDefault="00C36A27" w:rsidP="00A26E70">
            <w:pPr>
              <w:pStyle w:val="afffffffffd"/>
            </w:pPr>
            <w:r>
              <w:rPr>
                <w:rFonts w:hint="eastAsia"/>
              </w:rPr>
              <w:t>2</w:t>
            </w:r>
          </w:p>
        </w:tc>
        <w:tc>
          <w:tcPr>
            <w:tcW w:w="1984" w:type="dxa"/>
            <w:tcBorders>
              <w:top w:val="single" w:sz="8" w:space="0" w:color="auto"/>
            </w:tcBorders>
            <w:shd w:val="clear" w:color="auto" w:fill="auto"/>
            <w:vAlign w:val="center"/>
          </w:tcPr>
          <w:p w14:paraId="0B9D9EF4" w14:textId="77777777" w:rsidR="00682739" w:rsidRPr="00C36A27" w:rsidRDefault="00682739" w:rsidP="00DA20E4">
            <w:pPr>
              <w:pStyle w:val="afffffffffd"/>
              <w:rPr>
                <w:rFonts w:hAnsi="宋体"/>
              </w:rPr>
            </w:pPr>
            <w:r w:rsidRPr="00C36A27">
              <w:rPr>
                <w:rFonts w:hAnsi="宋体" w:hint="eastAsia"/>
              </w:rPr>
              <w:t>胶桶</w:t>
            </w:r>
          </w:p>
        </w:tc>
        <w:tc>
          <w:tcPr>
            <w:tcW w:w="3892" w:type="dxa"/>
            <w:tcBorders>
              <w:top w:val="single" w:sz="8" w:space="0" w:color="auto"/>
            </w:tcBorders>
            <w:shd w:val="clear" w:color="auto" w:fill="auto"/>
            <w:vAlign w:val="center"/>
          </w:tcPr>
          <w:p w14:paraId="38E7ACF7" w14:textId="77777777" w:rsidR="00682739" w:rsidRPr="009B78AE" w:rsidRDefault="00682739" w:rsidP="000B6246">
            <w:pPr>
              <w:pStyle w:val="afffffffffd"/>
              <w:rPr>
                <w:rFonts w:ascii="Times New Roman"/>
              </w:rPr>
            </w:pPr>
            <w:r w:rsidRPr="009B78AE">
              <w:rPr>
                <w:rFonts w:ascii="Times New Roman" w:eastAsia="黑体"/>
              </w:rPr>
              <w:t>latex collecting bucket</w:t>
            </w:r>
          </w:p>
        </w:tc>
        <w:tc>
          <w:tcPr>
            <w:tcW w:w="2353" w:type="dxa"/>
            <w:tcBorders>
              <w:top w:val="single" w:sz="8" w:space="0" w:color="auto"/>
            </w:tcBorders>
            <w:shd w:val="clear" w:color="auto" w:fill="auto"/>
            <w:vAlign w:val="center"/>
          </w:tcPr>
          <w:p w14:paraId="2AE34DA8" w14:textId="77777777" w:rsidR="00682739" w:rsidRDefault="00682739" w:rsidP="00A26E70">
            <w:pPr>
              <w:pStyle w:val="afffffffffd"/>
            </w:pPr>
            <w:r>
              <w:rPr>
                <w:rFonts w:hint="eastAsia"/>
              </w:rPr>
              <w:t>3.46</w:t>
            </w:r>
          </w:p>
        </w:tc>
      </w:tr>
      <w:tr w:rsidR="00682739" w14:paraId="0A5CAF5B" w14:textId="77777777" w:rsidTr="00E94EF4">
        <w:trPr>
          <w:jc w:val="center"/>
        </w:trPr>
        <w:tc>
          <w:tcPr>
            <w:tcW w:w="1145" w:type="dxa"/>
            <w:shd w:val="clear" w:color="auto" w:fill="auto"/>
            <w:vAlign w:val="center"/>
          </w:tcPr>
          <w:p w14:paraId="0BA8E5E5" w14:textId="77777777" w:rsidR="00682739" w:rsidRDefault="00C36A27" w:rsidP="00A26E70">
            <w:pPr>
              <w:pStyle w:val="afffffffffd"/>
            </w:pPr>
            <w:r>
              <w:rPr>
                <w:rFonts w:hint="eastAsia"/>
              </w:rPr>
              <w:t>3</w:t>
            </w:r>
          </w:p>
        </w:tc>
        <w:tc>
          <w:tcPr>
            <w:tcW w:w="1984" w:type="dxa"/>
            <w:shd w:val="clear" w:color="auto" w:fill="auto"/>
            <w:vAlign w:val="center"/>
          </w:tcPr>
          <w:p w14:paraId="69883B5C" w14:textId="77777777" w:rsidR="00682739" w:rsidRPr="00C36A27" w:rsidRDefault="00682739" w:rsidP="00DA20E4">
            <w:pPr>
              <w:pStyle w:val="afffff"/>
              <w:ind w:firstLineChars="0" w:firstLine="0"/>
              <w:jc w:val="center"/>
              <w:rPr>
                <w:rFonts w:hAnsi="宋体"/>
              </w:rPr>
            </w:pPr>
            <w:proofErr w:type="gramStart"/>
            <w:r w:rsidRPr="00C36A27">
              <w:rPr>
                <w:rFonts w:hAnsi="宋体" w:hint="eastAsia"/>
              </w:rPr>
              <w:t>高氨蒸浓胶乳</w:t>
            </w:r>
            <w:proofErr w:type="gramEnd"/>
          </w:p>
        </w:tc>
        <w:tc>
          <w:tcPr>
            <w:tcW w:w="3892" w:type="dxa"/>
            <w:shd w:val="clear" w:color="auto" w:fill="auto"/>
            <w:vAlign w:val="center"/>
          </w:tcPr>
          <w:p w14:paraId="2A5A28F7" w14:textId="77777777" w:rsidR="00682739" w:rsidRPr="009B78AE" w:rsidRDefault="00682739" w:rsidP="000B6246">
            <w:pPr>
              <w:pStyle w:val="afffffffffd"/>
              <w:rPr>
                <w:rFonts w:ascii="Times New Roman"/>
              </w:rPr>
            </w:pPr>
            <w:r w:rsidRPr="009B78AE">
              <w:rPr>
                <w:rFonts w:ascii="Times New Roman" w:eastAsia="黑体"/>
              </w:rPr>
              <w:t>high ammonia evaporated latex</w:t>
            </w:r>
          </w:p>
        </w:tc>
        <w:tc>
          <w:tcPr>
            <w:tcW w:w="2353" w:type="dxa"/>
            <w:shd w:val="clear" w:color="auto" w:fill="auto"/>
            <w:vAlign w:val="center"/>
          </w:tcPr>
          <w:p w14:paraId="5FE25ED3" w14:textId="77777777" w:rsidR="00682739" w:rsidRDefault="00682739" w:rsidP="00A26E70">
            <w:pPr>
              <w:pStyle w:val="afffffffffd"/>
            </w:pPr>
            <w:r>
              <w:rPr>
                <w:rFonts w:hint="eastAsia"/>
              </w:rPr>
              <w:t>4.1.3.1</w:t>
            </w:r>
          </w:p>
        </w:tc>
      </w:tr>
      <w:tr w:rsidR="00682739" w14:paraId="5306E579" w14:textId="77777777" w:rsidTr="00E94EF4">
        <w:trPr>
          <w:jc w:val="center"/>
        </w:trPr>
        <w:tc>
          <w:tcPr>
            <w:tcW w:w="1145" w:type="dxa"/>
            <w:shd w:val="clear" w:color="auto" w:fill="auto"/>
            <w:vAlign w:val="center"/>
          </w:tcPr>
          <w:p w14:paraId="20BFDC59" w14:textId="77777777" w:rsidR="00682739" w:rsidRDefault="00C36A27" w:rsidP="00A26E70">
            <w:pPr>
              <w:pStyle w:val="afffffffffd"/>
            </w:pPr>
            <w:r>
              <w:rPr>
                <w:rFonts w:hint="eastAsia"/>
              </w:rPr>
              <w:t>4</w:t>
            </w:r>
          </w:p>
        </w:tc>
        <w:tc>
          <w:tcPr>
            <w:tcW w:w="1984" w:type="dxa"/>
            <w:shd w:val="clear" w:color="auto" w:fill="auto"/>
            <w:vAlign w:val="center"/>
          </w:tcPr>
          <w:p w14:paraId="7B751533" w14:textId="77777777" w:rsidR="00682739" w:rsidRPr="00C36A27" w:rsidRDefault="00682739" w:rsidP="00DA20E4">
            <w:pPr>
              <w:pStyle w:val="afffff"/>
              <w:ind w:firstLineChars="0" w:firstLine="0"/>
              <w:jc w:val="center"/>
              <w:rPr>
                <w:rFonts w:hAnsi="宋体"/>
              </w:rPr>
            </w:pPr>
            <w:proofErr w:type="gramStart"/>
            <w:r w:rsidRPr="00C36A27">
              <w:rPr>
                <w:rFonts w:hAnsi="宋体" w:hint="eastAsia"/>
              </w:rPr>
              <w:t>标准蒸浓胶乳</w:t>
            </w:r>
            <w:proofErr w:type="gramEnd"/>
          </w:p>
        </w:tc>
        <w:tc>
          <w:tcPr>
            <w:tcW w:w="3892" w:type="dxa"/>
            <w:shd w:val="clear" w:color="auto" w:fill="auto"/>
            <w:vAlign w:val="center"/>
          </w:tcPr>
          <w:p w14:paraId="55BB41AF" w14:textId="77777777" w:rsidR="00682739" w:rsidRPr="009B78AE" w:rsidRDefault="00682739" w:rsidP="000B6246">
            <w:pPr>
              <w:pStyle w:val="afffffffffd"/>
              <w:rPr>
                <w:rFonts w:ascii="Times New Roman"/>
              </w:rPr>
            </w:pPr>
            <w:r w:rsidRPr="009B78AE">
              <w:rPr>
                <w:rFonts w:ascii="Times New Roman" w:eastAsia="黑体"/>
              </w:rPr>
              <w:t>evaporated high solids latex</w:t>
            </w:r>
          </w:p>
        </w:tc>
        <w:tc>
          <w:tcPr>
            <w:tcW w:w="2353" w:type="dxa"/>
            <w:shd w:val="clear" w:color="auto" w:fill="auto"/>
            <w:vAlign w:val="center"/>
          </w:tcPr>
          <w:p w14:paraId="0BD3AFAB" w14:textId="77777777" w:rsidR="00682739" w:rsidRDefault="00682739" w:rsidP="00A26E70">
            <w:pPr>
              <w:pStyle w:val="afffffffffd"/>
            </w:pPr>
            <w:r>
              <w:rPr>
                <w:rFonts w:hint="eastAsia"/>
              </w:rPr>
              <w:t>4.1.3.2</w:t>
            </w:r>
          </w:p>
        </w:tc>
      </w:tr>
      <w:tr w:rsidR="00682739" w14:paraId="2317E10E" w14:textId="77777777" w:rsidTr="00E94EF4">
        <w:trPr>
          <w:jc w:val="center"/>
        </w:trPr>
        <w:tc>
          <w:tcPr>
            <w:tcW w:w="1145" w:type="dxa"/>
            <w:shd w:val="clear" w:color="auto" w:fill="auto"/>
            <w:vAlign w:val="center"/>
          </w:tcPr>
          <w:p w14:paraId="4A9E2F32" w14:textId="77777777" w:rsidR="00682739" w:rsidRDefault="00C36A27" w:rsidP="00A26E70">
            <w:pPr>
              <w:pStyle w:val="afffffffffd"/>
            </w:pPr>
            <w:r>
              <w:rPr>
                <w:rFonts w:hint="eastAsia"/>
              </w:rPr>
              <w:t>5</w:t>
            </w:r>
          </w:p>
        </w:tc>
        <w:tc>
          <w:tcPr>
            <w:tcW w:w="1984" w:type="dxa"/>
            <w:shd w:val="clear" w:color="auto" w:fill="auto"/>
            <w:vAlign w:val="center"/>
          </w:tcPr>
          <w:p w14:paraId="31855BA5" w14:textId="77777777" w:rsidR="00682739" w:rsidRPr="00C36A27" w:rsidRDefault="00682739" w:rsidP="00DA20E4">
            <w:pPr>
              <w:pStyle w:val="afffff"/>
              <w:ind w:firstLineChars="0" w:firstLine="0"/>
              <w:jc w:val="center"/>
              <w:rPr>
                <w:rFonts w:hAnsi="宋体"/>
              </w:rPr>
            </w:pPr>
            <w:r w:rsidRPr="00C36A27">
              <w:rPr>
                <w:rFonts w:hAnsi="宋体" w:hint="eastAsia"/>
              </w:rPr>
              <w:t>低浓度</w:t>
            </w:r>
            <w:proofErr w:type="gramStart"/>
            <w:r w:rsidRPr="00C36A27">
              <w:rPr>
                <w:rFonts w:hAnsi="宋体" w:hint="eastAsia"/>
              </w:rPr>
              <w:t>标准蒸浓胶乳</w:t>
            </w:r>
            <w:proofErr w:type="gramEnd"/>
          </w:p>
        </w:tc>
        <w:tc>
          <w:tcPr>
            <w:tcW w:w="3892" w:type="dxa"/>
            <w:shd w:val="clear" w:color="auto" w:fill="auto"/>
            <w:vAlign w:val="center"/>
          </w:tcPr>
          <w:p w14:paraId="6419918C" w14:textId="77777777" w:rsidR="00682739" w:rsidRPr="009B78AE" w:rsidRDefault="00682739" w:rsidP="000B6246">
            <w:pPr>
              <w:pStyle w:val="afffffffffd"/>
              <w:rPr>
                <w:rFonts w:ascii="Times New Roman"/>
              </w:rPr>
            </w:pPr>
            <w:r w:rsidRPr="009B78AE">
              <w:rPr>
                <w:rFonts w:ascii="Times New Roman" w:eastAsia="黑体"/>
              </w:rPr>
              <w:t>evaporated low solids latex</w:t>
            </w:r>
          </w:p>
        </w:tc>
        <w:tc>
          <w:tcPr>
            <w:tcW w:w="2353" w:type="dxa"/>
            <w:shd w:val="clear" w:color="auto" w:fill="auto"/>
            <w:vAlign w:val="center"/>
          </w:tcPr>
          <w:p w14:paraId="43F18213" w14:textId="77777777" w:rsidR="00682739" w:rsidRDefault="00682739" w:rsidP="00A26E70">
            <w:pPr>
              <w:pStyle w:val="afffffffffd"/>
            </w:pPr>
            <w:r>
              <w:rPr>
                <w:rFonts w:hint="eastAsia"/>
              </w:rPr>
              <w:t>4.1.3.3</w:t>
            </w:r>
          </w:p>
        </w:tc>
      </w:tr>
      <w:tr w:rsidR="00682739" w14:paraId="7530E37F" w14:textId="77777777" w:rsidTr="00E94EF4">
        <w:trPr>
          <w:jc w:val="center"/>
        </w:trPr>
        <w:tc>
          <w:tcPr>
            <w:tcW w:w="1145" w:type="dxa"/>
            <w:shd w:val="clear" w:color="auto" w:fill="auto"/>
            <w:vAlign w:val="center"/>
          </w:tcPr>
          <w:p w14:paraId="66219ADE" w14:textId="77777777" w:rsidR="00682739" w:rsidRDefault="00C36A27" w:rsidP="00A26E70">
            <w:pPr>
              <w:pStyle w:val="afffffffffd"/>
            </w:pPr>
            <w:r>
              <w:rPr>
                <w:rFonts w:hint="eastAsia"/>
              </w:rPr>
              <w:t>6</w:t>
            </w:r>
          </w:p>
        </w:tc>
        <w:tc>
          <w:tcPr>
            <w:tcW w:w="1984" w:type="dxa"/>
            <w:shd w:val="clear" w:color="auto" w:fill="auto"/>
            <w:vAlign w:val="center"/>
          </w:tcPr>
          <w:p w14:paraId="323F2D1C" w14:textId="77777777" w:rsidR="00682739" w:rsidRPr="00C36A27" w:rsidRDefault="00682739" w:rsidP="00DA20E4">
            <w:pPr>
              <w:pStyle w:val="afffff"/>
              <w:ind w:firstLineChars="0" w:firstLine="0"/>
              <w:jc w:val="center"/>
              <w:rPr>
                <w:rFonts w:hAnsi="宋体"/>
              </w:rPr>
            </w:pPr>
            <w:r w:rsidRPr="00C36A27">
              <w:rPr>
                <w:rFonts w:hAnsi="宋体" w:hint="eastAsia"/>
              </w:rPr>
              <w:t>电</w:t>
            </w:r>
            <w:proofErr w:type="gramStart"/>
            <w:r w:rsidRPr="00C36A27">
              <w:rPr>
                <w:rFonts w:hAnsi="宋体" w:hint="eastAsia"/>
              </w:rPr>
              <w:t>滗</w:t>
            </w:r>
            <w:proofErr w:type="gramEnd"/>
            <w:r w:rsidRPr="00C36A27">
              <w:rPr>
                <w:rFonts w:hAnsi="宋体" w:hint="eastAsia"/>
              </w:rPr>
              <w:t>胶乳</w:t>
            </w:r>
          </w:p>
        </w:tc>
        <w:tc>
          <w:tcPr>
            <w:tcW w:w="3892" w:type="dxa"/>
            <w:shd w:val="clear" w:color="auto" w:fill="auto"/>
            <w:vAlign w:val="center"/>
          </w:tcPr>
          <w:p w14:paraId="3CB26BAE" w14:textId="77777777" w:rsidR="00682739" w:rsidRPr="009B78AE" w:rsidRDefault="00682739" w:rsidP="000B6246">
            <w:pPr>
              <w:pStyle w:val="afffffffffd"/>
              <w:rPr>
                <w:rFonts w:ascii="Times New Roman"/>
              </w:rPr>
            </w:pPr>
            <w:r w:rsidRPr="009B78AE">
              <w:rPr>
                <w:rFonts w:ascii="Times New Roman"/>
              </w:rPr>
              <w:t>electro-decanted latex</w:t>
            </w:r>
          </w:p>
        </w:tc>
        <w:tc>
          <w:tcPr>
            <w:tcW w:w="2353" w:type="dxa"/>
            <w:shd w:val="clear" w:color="auto" w:fill="auto"/>
            <w:vAlign w:val="center"/>
          </w:tcPr>
          <w:p w14:paraId="23D9CA41" w14:textId="77777777" w:rsidR="00682739" w:rsidRDefault="00682739" w:rsidP="00A26E70">
            <w:pPr>
              <w:pStyle w:val="afffffffffd"/>
            </w:pPr>
            <w:r>
              <w:rPr>
                <w:rFonts w:hint="eastAsia"/>
              </w:rPr>
              <w:t>4.1.4</w:t>
            </w:r>
          </w:p>
        </w:tc>
      </w:tr>
      <w:tr w:rsidR="00682739" w14:paraId="68443BE6" w14:textId="77777777" w:rsidTr="00E94EF4">
        <w:trPr>
          <w:jc w:val="center"/>
        </w:trPr>
        <w:tc>
          <w:tcPr>
            <w:tcW w:w="1145" w:type="dxa"/>
            <w:shd w:val="clear" w:color="auto" w:fill="auto"/>
            <w:vAlign w:val="center"/>
          </w:tcPr>
          <w:p w14:paraId="6F946EB4" w14:textId="77777777" w:rsidR="00682739" w:rsidRDefault="00C36A27" w:rsidP="00A26E70">
            <w:pPr>
              <w:pStyle w:val="afffffffffd"/>
            </w:pPr>
            <w:r>
              <w:rPr>
                <w:rFonts w:hint="eastAsia"/>
              </w:rPr>
              <w:t>7</w:t>
            </w:r>
          </w:p>
        </w:tc>
        <w:tc>
          <w:tcPr>
            <w:tcW w:w="1984" w:type="dxa"/>
            <w:shd w:val="clear" w:color="auto" w:fill="auto"/>
            <w:vAlign w:val="center"/>
          </w:tcPr>
          <w:p w14:paraId="2C67DB10" w14:textId="77777777" w:rsidR="00682739" w:rsidRPr="00C36A27" w:rsidRDefault="00682739" w:rsidP="00DA20E4">
            <w:pPr>
              <w:pStyle w:val="afffff"/>
              <w:ind w:firstLineChars="0" w:firstLine="0"/>
              <w:jc w:val="center"/>
              <w:rPr>
                <w:rFonts w:hAnsi="宋体"/>
              </w:rPr>
            </w:pPr>
            <w:r w:rsidRPr="00C36A27">
              <w:rPr>
                <w:rFonts w:hAnsi="宋体" w:hint="eastAsia"/>
              </w:rPr>
              <w:t>五氯酚钠</w:t>
            </w:r>
          </w:p>
        </w:tc>
        <w:tc>
          <w:tcPr>
            <w:tcW w:w="3892" w:type="dxa"/>
            <w:shd w:val="clear" w:color="auto" w:fill="auto"/>
            <w:vAlign w:val="center"/>
          </w:tcPr>
          <w:p w14:paraId="274BCF67" w14:textId="77777777" w:rsidR="00682739" w:rsidRPr="009B78AE" w:rsidRDefault="00682739" w:rsidP="00682739">
            <w:pPr>
              <w:pStyle w:val="afffffffffd"/>
              <w:rPr>
                <w:rFonts w:ascii="Times New Roman"/>
              </w:rPr>
            </w:pPr>
            <w:r w:rsidRPr="009B78AE">
              <w:rPr>
                <w:rFonts w:ascii="Times New Roman"/>
              </w:rPr>
              <w:t xml:space="preserve">low ammonia </w:t>
            </w:r>
            <w:proofErr w:type="spellStart"/>
            <w:r w:rsidRPr="009B78AE">
              <w:rPr>
                <w:rFonts w:ascii="Times New Roman"/>
              </w:rPr>
              <w:t>santobrite</w:t>
            </w:r>
            <w:proofErr w:type="spellEnd"/>
            <w:r w:rsidRPr="009B78AE">
              <w:rPr>
                <w:rFonts w:ascii="Times New Roman"/>
              </w:rPr>
              <w:t xml:space="preserve"> preserved latex</w:t>
            </w:r>
          </w:p>
        </w:tc>
        <w:tc>
          <w:tcPr>
            <w:tcW w:w="2353" w:type="dxa"/>
            <w:shd w:val="clear" w:color="auto" w:fill="auto"/>
            <w:vAlign w:val="center"/>
          </w:tcPr>
          <w:p w14:paraId="22606D0C" w14:textId="77777777" w:rsidR="00682739" w:rsidRDefault="00682739" w:rsidP="00A26E70">
            <w:pPr>
              <w:pStyle w:val="afffffffffd"/>
            </w:pPr>
            <w:r>
              <w:rPr>
                <w:rFonts w:hint="eastAsia"/>
              </w:rPr>
              <w:t>4.1.5</w:t>
            </w:r>
          </w:p>
        </w:tc>
      </w:tr>
      <w:tr w:rsidR="00682739" w14:paraId="790A6B55" w14:textId="77777777" w:rsidTr="00E94EF4">
        <w:trPr>
          <w:jc w:val="center"/>
        </w:trPr>
        <w:tc>
          <w:tcPr>
            <w:tcW w:w="1145" w:type="dxa"/>
            <w:shd w:val="clear" w:color="auto" w:fill="auto"/>
            <w:vAlign w:val="center"/>
          </w:tcPr>
          <w:p w14:paraId="1CBADEE4" w14:textId="77777777" w:rsidR="00682739" w:rsidRDefault="00C36A27" w:rsidP="00A26E70">
            <w:pPr>
              <w:pStyle w:val="afffffffffd"/>
            </w:pPr>
            <w:r>
              <w:rPr>
                <w:rFonts w:hint="eastAsia"/>
              </w:rPr>
              <w:t>8</w:t>
            </w:r>
          </w:p>
        </w:tc>
        <w:tc>
          <w:tcPr>
            <w:tcW w:w="1984" w:type="dxa"/>
            <w:shd w:val="clear" w:color="auto" w:fill="auto"/>
            <w:vAlign w:val="center"/>
          </w:tcPr>
          <w:p w14:paraId="48059FBA" w14:textId="77777777" w:rsidR="00682739" w:rsidRPr="00C36A27" w:rsidRDefault="00682739" w:rsidP="00DA20E4">
            <w:pPr>
              <w:pStyle w:val="afffff"/>
              <w:ind w:firstLineChars="0" w:firstLine="0"/>
              <w:jc w:val="center"/>
              <w:rPr>
                <w:rFonts w:hAnsi="宋体"/>
              </w:rPr>
            </w:pPr>
            <w:r w:rsidRPr="00C36A27">
              <w:rPr>
                <w:rFonts w:hAnsi="宋体" w:hint="eastAsia"/>
              </w:rPr>
              <w:t>硼酸低氨胶乳</w:t>
            </w:r>
          </w:p>
        </w:tc>
        <w:tc>
          <w:tcPr>
            <w:tcW w:w="3892" w:type="dxa"/>
            <w:shd w:val="clear" w:color="auto" w:fill="auto"/>
            <w:vAlign w:val="center"/>
          </w:tcPr>
          <w:p w14:paraId="1ACD86AD" w14:textId="77777777" w:rsidR="00682739" w:rsidRPr="009B78AE" w:rsidRDefault="00682739" w:rsidP="00682739">
            <w:pPr>
              <w:pStyle w:val="afffffffffffa"/>
              <w:numPr>
                <w:ilvl w:val="0"/>
                <w:numId w:val="0"/>
              </w:numPr>
              <w:adjustRightInd/>
              <w:snapToGrid/>
              <w:ind w:left="422" w:hanging="422"/>
              <w:jc w:val="center"/>
              <w:rPr>
                <w:rFonts w:ascii="Times New Roman"/>
                <w:b w:val="0"/>
              </w:rPr>
            </w:pPr>
            <w:r w:rsidRPr="009B78AE">
              <w:rPr>
                <w:rFonts w:ascii="Times New Roman"/>
                <w:b w:val="0"/>
              </w:rPr>
              <w:t>low ammonia boric acid preserved latex</w:t>
            </w:r>
          </w:p>
        </w:tc>
        <w:tc>
          <w:tcPr>
            <w:tcW w:w="2353" w:type="dxa"/>
            <w:shd w:val="clear" w:color="auto" w:fill="auto"/>
            <w:vAlign w:val="center"/>
          </w:tcPr>
          <w:p w14:paraId="59B46819" w14:textId="77777777" w:rsidR="00682739" w:rsidRDefault="00682739" w:rsidP="00A26E70">
            <w:pPr>
              <w:pStyle w:val="afffffffffd"/>
            </w:pPr>
            <w:r>
              <w:rPr>
                <w:rFonts w:hint="eastAsia"/>
              </w:rPr>
              <w:t>4.1.6</w:t>
            </w:r>
          </w:p>
        </w:tc>
      </w:tr>
      <w:tr w:rsidR="00682739" w14:paraId="2A5FA3B0" w14:textId="77777777" w:rsidTr="00E94EF4">
        <w:trPr>
          <w:jc w:val="center"/>
        </w:trPr>
        <w:tc>
          <w:tcPr>
            <w:tcW w:w="1145" w:type="dxa"/>
            <w:shd w:val="clear" w:color="auto" w:fill="auto"/>
            <w:vAlign w:val="center"/>
          </w:tcPr>
          <w:p w14:paraId="1FC49D6F" w14:textId="77777777" w:rsidR="00682739" w:rsidRDefault="00C36A27" w:rsidP="00A26E70">
            <w:pPr>
              <w:pStyle w:val="afffffffffd"/>
            </w:pPr>
            <w:r>
              <w:rPr>
                <w:rFonts w:hint="eastAsia"/>
              </w:rPr>
              <w:t>9</w:t>
            </w:r>
          </w:p>
        </w:tc>
        <w:tc>
          <w:tcPr>
            <w:tcW w:w="1984" w:type="dxa"/>
            <w:shd w:val="clear" w:color="auto" w:fill="auto"/>
            <w:vAlign w:val="center"/>
          </w:tcPr>
          <w:p w14:paraId="54D8610C" w14:textId="77777777" w:rsidR="00682739" w:rsidRPr="00C36A27" w:rsidRDefault="00682739" w:rsidP="00DA20E4">
            <w:pPr>
              <w:pStyle w:val="afffff"/>
              <w:ind w:firstLineChars="0" w:firstLine="0"/>
              <w:jc w:val="center"/>
              <w:rPr>
                <w:rFonts w:hAnsi="宋体"/>
              </w:rPr>
            </w:pPr>
            <w:r w:rsidRPr="00C36A27">
              <w:rPr>
                <w:rFonts w:hAnsi="宋体" w:hint="eastAsia"/>
              </w:rPr>
              <w:t>ZDC低氨胶乳</w:t>
            </w:r>
          </w:p>
        </w:tc>
        <w:tc>
          <w:tcPr>
            <w:tcW w:w="3892" w:type="dxa"/>
            <w:shd w:val="clear" w:color="auto" w:fill="auto"/>
            <w:vAlign w:val="center"/>
          </w:tcPr>
          <w:p w14:paraId="0C0FEC45" w14:textId="77777777" w:rsidR="00682739" w:rsidRPr="000B6246" w:rsidRDefault="00682739" w:rsidP="00682739">
            <w:pPr>
              <w:pStyle w:val="afffffffffffb"/>
              <w:numPr>
                <w:ilvl w:val="0"/>
                <w:numId w:val="0"/>
              </w:numPr>
              <w:jc w:val="center"/>
              <w:rPr>
                <w:rFonts w:ascii="Times New Roman"/>
              </w:rPr>
            </w:pPr>
            <w:r w:rsidRPr="000B6246">
              <w:rPr>
                <w:rFonts w:ascii="Times New Roman" w:eastAsia="黑体"/>
              </w:rPr>
              <w:t>low ammonia zinc diethyldithiocarbamate preserved latex</w:t>
            </w:r>
          </w:p>
        </w:tc>
        <w:tc>
          <w:tcPr>
            <w:tcW w:w="2353" w:type="dxa"/>
            <w:shd w:val="clear" w:color="auto" w:fill="auto"/>
            <w:vAlign w:val="center"/>
          </w:tcPr>
          <w:p w14:paraId="59E7BD8D" w14:textId="77777777" w:rsidR="00682739" w:rsidRDefault="00682739" w:rsidP="00A26E70">
            <w:pPr>
              <w:pStyle w:val="afffffffffd"/>
            </w:pPr>
            <w:r>
              <w:rPr>
                <w:rFonts w:hint="eastAsia"/>
              </w:rPr>
              <w:t>4.1.7</w:t>
            </w:r>
          </w:p>
        </w:tc>
      </w:tr>
      <w:tr w:rsidR="00682739" w14:paraId="7D434948" w14:textId="77777777" w:rsidTr="00E94EF4">
        <w:trPr>
          <w:jc w:val="center"/>
        </w:trPr>
        <w:tc>
          <w:tcPr>
            <w:tcW w:w="1145" w:type="dxa"/>
            <w:shd w:val="clear" w:color="auto" w:fill="auto"/>
            <w:vAlign w:val="center"/>
          </w:tcPr>
          <w:p w14:paraId="32176C22" w14:textId="77777777" w:rsidR="00682739" w:rsidRDefault="00C36A27" w:rsidP="00C36A27">
            <w:pPr>
              <w:pStyle w:val="afffffffffd"/>
            </w:pPr>
            <w:r>
              <w:rPr>
                <w:rFonts w:hint="eastAsia"/>
              </w:rPr>
              <w:t>10</w:t>
            </w:r>
          </w:p>
        </w:tc>
        <w:tc>
          <w:tcPr>
            <w:tcW w:w="1984" w:type="dxa"/>
            <w:shd w:val="clear" w:color="auto" w:fill="auto"/>
            <w:vAlign w:val="center"/>
          </w:tcPr>
          <w:p w14:paraId="479C1BFC" w14:textId="77777777" w:rsidR="00682739" w:rsidRPr="00C36A27" w:rsidRDefault="00682739" w:rsidP="00DA20E4">
            <w:pPr>
              <w:pStyle w:val="afffff"/>
              <w:ind w:firstLineChars="0" w:firstLine="0"/>
              <w:jc w:val="center"/>
              <w:rPr>
                <w:rFonts w:hAnsi="宋体"/>
              </w:rPr>
            </w:pPr>
            <w:r w:rsidRPr="00C36A27">
              <w:rPr>
                <w:rFonts w:hAnsi="宋体" w:hint="eastAsia"/>
              </w:rPr>
              <w:t>TZ低氨胶乳</w:t>
            </w:r>
          </w:p>
        </w:tc>
        <w:tc>
          <w:tcPr>
            <w:tcW w:w="3892" w:type="dxa"/>
            <w:shd w:val="clear" w:color="auto" w:fill="auto"/>
            <w:vAlign w:val="center"/>
          </w:tcPr>
          <w:p w14:paraId="4AEA5EE6" w14:textId="77777777" w:rsidR="00682739" w:rsidRPr="000B6246" w:rsidRDefault="00682739" w:rsidP="00682739">
            <w:pPr>
              <w:pStyle w:val="afffffffffd"/>
              <w:rPr>
                <w:rFonts w:ascii="Times New Roman"/>
              </w:rPr>
            </w:pPr>
            <w:r w:rsidRPr="000B6246">
              <w:rPr>
                <w:rFonts w:ascii="Times New Roman" w:eastAsia="黑体"/>
              </w:rPr>
              <w:t xml:space="preserve">low ammonia </w:t>
            </w:r>
            <w:proofErr w:type="spellStart"/>
            <w:r w:rsidRPr="000B6246">
              <w:rPr>
                <w:rFonts w:ascii="Times New Roman" w:eastAsia="黑体"/>
              </w:rPr>
              <w:t>tetramethylthiuram</w:t>
            </w:r>
            <w:proofErr w:type="spellEnd"/>
            <w:r w:rsidRPr="000B6246">
              <w:rPr>
                <w:rFonts w:ascii="Times New Roman" w:eastAsia="黑体"/>
              </w:rPr>
              <w:t xml:space="preserve"> disulfide and zinc oxide preserved latex</w:t>
            </w:r>
          </w:p>
        </w:tc>
        <w:tc>
          <w:tcPr>
            <w:tcW w:w="2353" w:type="dxa"/>
            <w:shd w:val="clear" w:color="auto" w:fill="auto"/>
            <w:vAlign w:val="center"/>
          </w:tcPr>
          <w:p w14:paraId="1C477AEB" w14:textId="77777777" w:rsidR="00682739" w:rsidRDefault="00682739" w:rsidP="00A26E70">
            <w:pPr>
              <w:pStyle w:val="afffffffffd"/>
            </w:pPr>
            <w:r>
              <w:rPr>
                <w:rFonts w:hint="eastAsia"/>
              </w:rPr>
              <w:t>4.1.8</w:t>
            </w:r>
          </w:p>
        </w:tc>
      </w:tr>
      <w:tr w:rsidR="00C36A27" w14:paraId="1C1DC81D" w14:textId="77777777" w:rsidTr="00E94EF4">
        <w:trPr>
          <w:jc w:val="center"/>
        </w:trPr>
        <w:tc>
          <w:tcPr>
            <w:tcW w:w="1145" w:type="dxa"/>
            <w:shd w:val="clear" w:color="auto" w:fill="auto"/>
            <w:vAlign w:val="center"/>
          </w:tcPr>
          <w:p w14:paraId="195F4D0A" w14:textId="77777777" w:rsidR="00C36A27" w:rsidRDefault="00C36A27" w:rsidP="00A26E70">
            <w:pPr>
              <w:pStyle w:val="afffffffffd"/>
            </w:pPr>
            <w:r>
              <w:rPr>
                <w:rFonts w:hint="eastAsia"/>
              </w:rPr>
              <w:t>11</w:t>
            </w:r>
          </w:p>
        </w:tc>
        <w:tc>
          <w:tcPr>
            <w:tcW w:w="1984" w:type="dxa"/>
            <w:shd w:val="clear" w:color="auto" w:fill="auto"/>
            <w:vAlign w:val="center"/>
          </w:tcPr>
          <w:p w14:paraId="781B321A" w14:textId="77777777" w:rsidR="00C36A27" w:rsidRPr="00C36A27" w:rsidRDefault="00C36A27" w:rsidP="00DA20E4">
            <w:pPr>
              <w:pStyle w:val="afffff"/>
              <w:ind w:firstLineChars="0" w:firstLine="0"/>
              <w:jc w:val="center"/>
              <w:rPr>
                <w:rFonts w:hAnsi="宋体"/>
              </w:rPr>
            </w:pPr>
            <w:r w:rsidRPr="00C36A27">
              <w:rPr>
                <w:rFonts w:hAnsi="宋体" w:hint="eastAsia"/>
              </w:rPr>
              <w:t>ULAZN胶乳</w:t>
            </w:r>
          </w:p>
        </w:tc>
        <w:tc>
          <w:tcPr>
            <w:tcW w:w="3892" w:type="dxa"/>
            <w:shd w:val="clear" w:color="auto" w:fill="auto"/>
            <w:vAlign w:val="center"/>
          </w:tcPr>
          <w:p w14:paraId="465DF57F" w14:textId="77777777" w:rsidR="00C36A27" w:rsidRPr="000B6246" w:rsidRDefault="00C36A27" w:rsidP="00682739">
            <w:pPr>
              <w:pStyle w:val="afffffffffd"/>
              <w:rPr>
                <w:rFonts w:ascii="Times New Roman"/>
              </w:rPr>
            </w:pPr>
            <w:r w:rsidRPr="000B6246">
              <w:rPr>
                <w:rFonts w:ascii="Times New Roman" w:eastAsia="黑体"/>
              </w:rPr>
              <w:t>ULAZN-latex</w:t>
            </w:r>
          </w:p>
        </w:tc>
        <w:tc>
          <w:tcPr>
            <w:tcW w:w="2353" w:type="dxa"/>
            <w:shd w:val="clear" w:color="auto" w:fill="auto"/>
            <w:vAlign w:val="center"/>
          </w:tcPr>
          <w:p w14:paraId="1D9FF243" w14:textId="77777777" w:rsidR="00C36A27" w:rsidRDefault="00C36A27" w:rsidP="00A26E70">
            <w:pPr>
              <w:pStyle w:val="afffffffffd"/>
            </w:pPr>
            <w:r>
              <w:rPr>
                <w:rFonts w:hint="eastAsia"/>
              </w:rPr>
              <w:t>4.3.1</w:t>
            </w:r>
          </w:p>
        </w:tc>
      </w:tr>
      <w:tr w:rsidR="00C36A27" w14:paraId="3146722C" w14:textId="77777777" w:rsidTr="00E94EF4">
        <w:trPr>
          <w:jc w:val="center"/>
        </w:trPr>
        <w:tc>
          <w:tcPr>
            <w:tcW w:w="1145" w:type="dxa"/>
            <w:shd w:val="clear" w:color="auto" w:fill="auto"/>
            <w:vAlign w:val="center"/>
          </w:tcPr>
          <w:p w14:paraId="3D92B6DC" w14:textId="77777777" w:rsidR="00C36A27" w:rsidRDefault="00C36A27" w:rsidP="00A26E70">
            <w:pPr>
              <w:pStyle w:val="afffffffffd"/>
            </w:pPr>
            <w:r>
              <w:rPr>
                <w:rFonts w:hint="eastAsia"/>
              </w:rPr>
              <w:t>12</w:t>
            </w:r>
          </w:p>
        </w:tc>
        <w:tc>
          <w:tcPr>
            <w:tcW w:w="1984" w:type="dxa"/>
            <w:shd w:val="clear" w:color="auto" w:fill="auto"/>
            <w:vAlign w:val="center"/>
          </w:tcPr>
          <w:p w14:paraId="407DE3D9" w14:textId="77777777" w:rsidR="00C36A27" w:rsidRPr="00C36A27" w:rsidRDefault="00C36A27" w:rsidP="00DA20E4">
            <w:pPr>
              <w:pStyle w:val="afffff"/>
              <w:ind w:firstLineChars="0" w:firstLine="0"/>
              <w:jc w:val="center"/>
              <w:rPr>
                <w:rFonts w:hAnsi="宋体"/>
              </w:rPr>
            </w:pPr>
            <w:r w:rsidRPr="00C36A27">
              <w:rPr>
                <w:rFonts w:hAnsi="宋体" w:hint="eastAsia"/>
              </w:rPr>
              <w:t>KLZAN胶乳</w:t>
            </w:r>
          </w:p>
        </w:tc>
        <w:tc>
          <w:tcPr>
            <w:tcW w:w="3892" w:type="dxa"/>
            <w:shd w:val="clear" w:color="auto" w:fill="auto"/>
            <w:vAlign w:val="center"/>
          </w:tcPr>
          <w:p w14:paraId="389AD213" w14:textId="77777777" w:rsidR="00C36A27" w:rsidRPr="000B6246" w:rsidRDefault="00C36A27" w:rsidP="00682739">
            <w:pPr>
              <w:pStyle w:val="afffffffffff9"/>
              <w:numPr>
                <w:ilvl w:val="0"/>
                <w:numId w:val="0"/>
              </w:numPr>
              <w:jc w:val="center"/>
              <w:rPr>
                <w:rFonts w:ascii="Times New Roman"/>
              </w:rPr>
            </w:pPr>
            <w:r w:rsidRPr="000B6246">
              <w:rPr>
                <w:rFonts w:ascii="Times New Roman" w:eastAsia="黑体"/>
              </w:rPr>
              <w:t>KLAZN-latex</w:t>
            </w:r>
          </w:p>
        </w:tc>
        <w:tc>
          <w:tcPr>
            <w:tcW w:w="2353" w:type="dxa"/>
            <w:shd w:val="clear" w:color="auto" w:fill="auto"/>
            <w:vAlign w:val="center"/>
          </w:tcPr>
          <w:p w14:paraId="2679FF5E" w14:textId="77777777" w:rsidR="00C36A27" w:rsidRDefault="00C36A27" w:rsidP="00A26E70">
            <w:pPr>
              <w:pStyle w:val="afffffffffd"/>
            </w:pPr>
            <w:r>
              <w:rPr>
                <w:rFonts w:hint="eastAsia"/>
              </w:rPr>
              <w:t>4.3.2</w:t>
            </w:r>
          </w:p>
        </w:tc>
      </w:tr>
      <w:tr w:rsidR="00C36A27" w14:paraId="03E9C61A" w14:textId="77777777" w:rsidTr="00E94EF4">
        <w:trPr>
          <w:jc w:val="center"/>
        </w:trPr>
        <w:tc>
          <w:tcPr>
            <w:tcW w:w="1145" w:type="dxa"/>
            <w:shd w:val="clear" w:color="auto" w:fill="auto"/>
            <w:vAlign w:val="center"/>
          </w:tcPr>
          <w:p w14:paraId="7696BE39" w14:textId="77777777" w:rsidR="00C36A27" w:rsidRDefault="00C36A27" w:rsidP="00C36A27">
            <w:pPr>
              <w:pStyle w:val="afffffffffd"/>
            </w:pPr>
            <w:r>
              <w:rPr>
                <w:rFonts w:hint="eastAsia"/>
              </w:rPr>
              <w:t>13</w:t>
            </w:r>
          </w:p>
        </w:tc>
        <w:tc>
          <w:tcPr>
            <w:tcW w:w="1984" w:type="dxa"/>
            <w:shd w:val="clear" w:color="auto" w:fill="auto"/>
            <w:vAlign w:val="center"/>
          </w:tcPr>
          <w:p w14:paraId="100C9269" w14:textId="77777777" w:rsidR="00C36A27" w:rsidRPr="00C36A27" w:rsidRDefault="00C36A27" w:rsidP="00DA20E4">
            <w:pPr>
              <w:pStyle w:val="afffff"/>
              <w:ind w:firstLineChars="0" w:firstLine="0"/>
              <w:jc w:val="center"/>
              <w:rPr>
                <w:rFonts w:hAnsi="宋体"/>
              </w:rPr>
            </w:pPr>
            <w:r w:rsidRPr="00C36A27">
              <w:rPr>
                <w:rFonts w:hAnsi="宋体" w:hint="eastAsia"/>
              </w:rPr>
              <w:t>H-103胶乳</w:t>
            </w:r>
          </w:p>
        </w:tc>
        <w:tc>
          <w:tcPr>
            <w:tcW w:w="3892" w:type="dxa"/>
            <w:shd w:val="clear" w:color="auto" w:fill="auto"/>
            <w:vAlign w:val="center"/>
          </w:tcPr>
          <w:p w14:paraId="4D5989CE" w14:textId="77777777" w:rsidR="00C36A27" w:rsidRPr="000B6246" w:rsidRDefault="00C36A27" w:rsidP="000B6246">
            <w:pPr>
              <w:pStyle w:val="afffffffffd"/>
              <w:rPr>
                <w:rFonts w:ascii="Times New Roman"/>
              </w:rPr>
            </w:pPr>
            <w:r w:rsidRPr="000B6246">
              <w:rPr>
                <w:rFonts w:ascii="Times New Roman" w:eastAsia="黑体"/>
              </w:rPr>
              <w:t>hartex-103</w:t>
            </w:r>
          </w:p>
        </w:tc>
        <w:tc>
          <w:tcPr>
            <w:tcW w:w="2353" w:type="dxa"/>
            <w:shd w:val="clear" w:color="auto" w:fill="auto"/>
            <w:vAlign w:val="center"/>
          </w:tcPr>
          <w:p w14:paraId="7F087E7F" w14:textId="77777777" w:rsidR="00C36A27" w:rsidRDefault="00C36A27" w:rsidP="00A26E70">
            <w:pPr>
              <w:pStyle w:val="afffffffffd"/>
            </w:pPr>
            <w:r>
              <w:rPr>
                <w:rFonts w:hint="eastAsia"/>
              </w:rPr>
              <w:t>4.4</w:t>
            </w:r>
          </w:p>
        </w:tc>
      </w:tr>
      <w:tr w:rsidR="00C36A27" w14:paraId="7129F735" w14:textId="77777777" w:rsidTr="00E94EF4">
        <w:trPr>
          <w:jc w:val="center"/>
        </w:trPr>
        <w:tc>
          <w:tcPr>
            <w:tcW w:w="1145" w:type="dxa"/>
            <w:shd w:val="clear" w:color="auto" w:fill="auto"/>
            <w:vAlign w:val="center"/>
          </w:tcPr>
          <w:p w14:paraId="3A617F94" w14:textId="77777777" w:rsidR="00C36A27" w:rsidRDefault="00C36A27" w:rsidP="00A26E70">
            <w:pPr>
              <w:pStyle w:val="afffffffffd"/>
            </w:pPr>
            <w:r>
              <w:rPr>
                <w:rFonts w:hint="eastAsia"/>
              </w:rPr>
              <w:t>14</w:t>
            </w:r>
          </w:p>
        </w:tc>
        <w:tc>
          <w:tcPr>
            <w:tcW w:w="1984" w:type="dxa"/>
            <w:shd w:val="clear" w:color="auto" w:fill="auto"/>
            <w:vAlign w:val="center"/>
          </w:tcPr>
          <w:p w14:paraId="49682A14" w14:textId="77777777" w:rsidR="00C36A27" w:rsidRPr="00C36A27" w:rsidRDefault="00C36A27" w:rsidP="00DA20E4">
            <w:pPr>
              <w:pStyle w:val="afffff"/>
              <w:ind w:firstLineChars="0" w:firstLine="0"/>
              <w:jc w:val="center"/>
              <w:rPr>
                <w:rFonts w:hAnsi="宋体"/>
              </w:rPr>
            </w:pPr>
            <w:r w:rsidRPr="00C36A27">
              <w:rPr>
                <w:rFonts w:hAnsi="宋体" w:hint="eastAsia"/>
              </w:rPr>
              <w:t>生产速率</w:t>
            </w:r>
          </w:p>
        </w:tc>
        <w:tc>
          <w:tcPr>
            <w:tcW w:w="3892" w:type="dxa"/>
            <w:shd w:val="clear" w:color="auto" w:fill="auto"/>
            <w:vAlign w:val="center"/>
          </w:tcPr>
          <w:p w14:paraId="3C232EE3" w14:textId="77777777" w:rsidR="00C36A27" w:rsidRPr="000B6246" w:rsidRDefault="00C36A27" w:rsidP="000B6246">
            <w:pPr>
              <w:pStyle w:val="afffffffffd"/>
              <w:rPr>
                <w:rFonts w:ascii="Times New Roman"/>
              </w:rPr>
            </w:pPr>
            <w:r w:rsidRPr="000B6246">
              <w:rPr>
                <w:rFonts w:ascii="Times New Roman" w:eastAsia="黑体"/>
              </w:rPr>
              <w:t>production rate</w:t>
            </w:r>
          </w:p>
        </w:tc>
        <w:tc>
          <w:tcPr>
            <w:tcW w:w="2353" w:type="dxa"/>
            <w:shd w:val="clear" w:color="auto" w:fill="auto"/>
            <w:vAlign w:val="center"/>
          </w:tcPr>
          <w:p w14:paraId="2CCA8A57" w14:textId="77777777" w:rsidR="00C36A27" w:rsidRDefault="00C36A27" w:rsidP="00A26E70">
            <w:pPr>
              <w:pStyle w:val="afffffffffd"/>
            </w:pPr>
            <w:r>
              <w:rPr>
                <w:rFonts w:hint="eastAsia"/>
              </w:rPr>
              <w:t>5.4.10</w:t>
            </w:r>
          </w:p>
        </w:tc>
      </w:tr>
      <w:tr w:rsidR="00C36A27" w14:paraId="551F7936" w14:textId="77777777" w:rsidTr="00E94EF4">
        <w:trPr>
          <w:jc w:val="center"/>
        </w:trPr>
        <w:tc>
          <w:tcPr>
            <w:tcW w:w="1145" w:type="dxa"/>
            <w:shd w:val="clear" w:color="auto" w:fill="auto"/>
            <w:vAlign w:val="center"/>
          </w:tcPr>
          <w:p w14:paraId="71FD90A8" w14:textId="77777777" w:rsidR="00C36A27" w:rsidRDefault="00C36A27" w:rsidP="00A26E70">
            <w:pPr>
              <w:pStyle w:val="afffffffffd"/>
            </w:pPr>
            <w:r>
              <w:rPr>
                <w:rFonts w:hint="eastAsia"/>
              </w:rPr>
              <w:t>15</w:t>
            </w:r>
          </w:p>
        </w:tc>
        <w:tc>
          <w:tcPr>
            <w:tcW w:w="1984" w:type="dxa"/>
            <w:shd w:val="clear" w:color="auto" w:fill="auto"/>
            <w:vAlign w:val="center"/>
          </w:tcPr>
          <w:p w14:paraId="27A36628" w14:textId="77777777" w:rsidR="00C36A27" w:rsidRPr="00C36A27" w:rsidRDefault="00C36A27" w:rsidP="00DA20E4">
            <w:pPr>
              <w:pStyle w:val="afffff"/>
              <w:ind w:firstLineChars="0" w:firstLine="0"/>
              <w:jc w:val="center"/>
              <w:rPr>
                <w:rFonts w:hAnsi="宋体"/>
              </w:rPr>
            </w:pPr>
            <w:r w:rsidRPr="00C36A27">
              <w:rPr>
                <w:rFonts w:hAnsi="宋体" w:hint="eastAsia"/>
              </w:rPr>
              <w:t>工艺分类橡胶</w:t>
            </w:r>
          </w:p>
        </w:tc>
        <w:tc>
          <w:tcPr>
            <w:tcW w:w="3892" w:type="dxa"/>
            <w:shd w:val="clear" w:color="auto" w:fill="auto"/>
            <w:vAlign w:val="center"/>
          </w:tcPr>
          <w:p w14:paraId="4292E060" w14:textId="77777777" w:rsidR="00C36A27" w:rsidRPr="000B6246" w:rsidRDefault="00C36A27" w:rsidP="00682739">
            <w:pPr>
              <w:pStyle w:val="afffffffffd"/>
              <w:rPr>
                <w:rFonts w:ascii="Times New Roman"/>
              </w:rPr>
            </w:pPr>
            <w:r w:rsidRPr="000B6246">
              <w:rPr>
                <w:rFonts w:ascii="Times New Roman" w:eastAsia="黑体"/>
              </w:rPr>
              <w:t>technically classified rubber</w:t>
            </w:r>
          </w:p>
        </w:tc>
        <w:tc>
          <w:tcPr>
            <w:tcW w:w="2353" w:type="dxa"/>
            <w:shd w:val="clear" w:color="auto" w:fill="auto"/>
            <w:vAlign w:val="center"/>
          </w:tcPr>
          <w:p w14:paraId="17B6A688" w14:textId="77777777" w:rsidR="00C36A27" w:rsidRDefault="00C36A27" w:rsidP="00A26E70">
            <w:pPr>
              <w:pStyle w:val="afffffffffd"/>
            </w:pPr>
            <w:r>
              <w:rPr>
                <w:rFonts w:hint="eastAsia"/>
              </w:rPr>
              <w:t>6.4</w:t>
            </w:r>
          </w:p>
        </w:tc>
      </w:tr>
      <w:tr w:rsidR="00C36A27" w14:paraId="16AE5A6E" w14:textId="77777777" w:rsidTr="00E94EF4">
        <w:trPr>
          <w:jc w:val="center"/>
        </w:trPr>
        <w:tc>
          <w:tcPr>
            <w:tcW w:w="1145" w:type="dxa"/>
            <w:shd w:val="clear" w:color="auto" w:fill="auto"/>
            <w:vAlign w:val="center"/>
          </w:tcPr>
          <w:p w14:paraId="3379E33C" w14:textId="77777777" w:rsidR="00C36A27" w:rsidRDefault="00C36A27" w:rsidP="00A26E70">
            <w:pPr>
              <w:pStyle w:val="afffffffffd"/>
            </w:pPr>
            <w:r>
              <w:rPr>
                <w:rFonts w:hint="eastAsia"/>
              </w:rPr>
              <w:t>16</w:t>
            </w:r>
          </w:p>
        </w:tc>
        <w:tc>
          <w:tcPr>
            <w:tcW w:w="1984" w:type="dxa"/>
            <w:shd w:val="clear" w:color="auto" w:fill="auto"/>
            <w:vAlign w:val="center"/>
          </w:tcPr>
          <w:p w14:paraId="660F4DBC" w14:textId="77777777" w:rsidR="00C36A27" w:rsidRPr="00C36A27" w:rsidRDefault="00C36A27" w:rsidP="00DA20E4">
            <w:pPr>
              <w:pStyle w:val="afffff"/>
              <w:ind w:firstLineChars="0" w:firstLine="0"/>
              <w:jc w:val="center"/>
              <w:rPr>
                <w:rFonts w:hAnsi="宋体"/>
              </w:rPr>
            </w:pPr>
            <w:r w:rsidRPr="00C36A27">
              <w:rPr>
                <w:rFonts w:hAnsi="宋体" w:hint="eastAsia"/>
              </w:rPr>
              <w:t>TC橡胶</w:t>
            </w:r>
          </w:p>
        </w:tc>
        <w:tc>
          <w:tcPr>
            <w:tcW w:w="3892" w:type="dxa"/>
            <w:shd w:val="clear" w:color="auto" w:fill="auto"/>
            <w:vAlign w:val="center"/>
          </w:tcPr>
          <w:p w14:paraId="74261670" w14:textId="77777777" w:rsidR="00C36A27" w:rsidRPr="000B6246" w:rsidRDefault="00C36A27" w:rsidP="00682739">
            <w:pPr>
              <w:pStyle w:val="afffffffffffa"/>
              <w:numPr>
                <w:ilvl w:val="0"/>
                <w:numId w:val="0"/>
              </w:numPr>
              <w:adjustRightInd/>
              <w:snapToGrid/>
              <w:jc w:val="center"/>
              <w:rPr>
                <w:rFonts w:ascii="Times New Roman"/>
                <w:b w:val="0"/>
              </w:rPr>
            </w:pPr>
            <w:r w:rsidRPr="000B6246">
              <w:rPr>
                <w:rFonts w:ascii="Times New Roman"/>
                <w:b w:val="0"/>
              </w:rPr>
              <w:t>TC rubber</w:t>
            </w:r>
          </w:p>
        </w:tc>
        <w:tc>
          <w:tcPr>
            <w:tcW w:w="2353" w:type="dxa"/>
            <w:shd w:val="clear" w:color="auto" w:fill="auto"/>
            <w:vAlign w:val="center"/>
          </w:tcPr>
          <w:p w14:paraId="7437AB2A" w14:textId="77777777" w:rsidR="00C36A27" w:rsidRDefault="00C36A27" w:rsidP="00A26E70">
            <w:pPr>
              <w:pStyle w:val="afffffffffd"/>
            </w:pPr>
            <w:r>
              <w:rPr>
                <w:rFonts w:hint="eastAsia"/>
              </w:rPr>
              <w:t>6.4</w:t>
            </w:r>
          </w:p>
        </w:tc>
      </w:tr>
      <w:tr w:rsidR="00C36A27" w14:paraId="465EF595" w14:textId="77777777" w:rsidTr="00E94EF4">
        <w:trPr>
          <w:jc w:val="center"/>
        </w:trPr>
        <w:tc>
          <w:tcPr>
            <w:tcW w:w="1145" w:type="dxa"/>
            <w:shd w:val="clear" w:color="auto" w:fill="auto"/>
            <w:vAlign w:val="center"/>
          </w:tcPr>
          <w:p w14:paraId="39CFDE4A" w14:textId="77777777" w:rsidR="00C36A27" w:rsidRDefault="00C36A27" w:rsidP="00A26E70">
            <w:pPr>
              <w:pStyle w:val="afffffffffd"/>
            </w:pPr>
            <w:r>
              <w:rPr>
                <w:rFonts w:hint="eastAsia"/>
              </w:rPr>
              <w:t>17</w:t>
            </w:r>
          </w:p>
        </w:tc>
        <w:tc>
          <w:tcPr>
            <w:tcW w:w="1984" w:type="dxa"/>
            <w:shd w:val="clear" w:color="auto" w:fill="auto"/>
            <w:vAlign w:val="center"/>
          </w:tcPr>
          <w:p w14:paraId="768F9CCA" w14:textId="77777777" w:rsidR="00C36A27" w:rsidRPr="00C36A27" w:rsidRDefault="00C36A27" w:rsidP="00DA20E4">
            <w:pPr>
              <w:pStyle w:val="afffff"/>
              <w:ind w:firstLineChars="0" w:firstLine="0"/>
              <w:jc w:val="center"/>
              <w:rPr>
                <w:rFonts w:hAnsi="宋体"/>
              </w:rPr>
            </w:pPr>
            <w:r w:rsidRPr="00C36A27">
              <w:rPr>
                <w:rFonts w:hAnsi="宋体" w:hint="eastAsia"/>
              </w:rPr>
              <w:t>工艺分级天然橡胶</w:t>
            </w:r>
          </w:p>
        </w:tc>
        <w:tc>
          <w:tcPr>
            <w:tcW w:w="3892" w:type="dxa"/>
            <w:shd w:val="clear" w:color="auto" w:fill="auto"/>
            <w:vAlign w:val="center"/>
          </w:tcPr>
          <w:p w14:paraId="7E7EDE66" w14:textId="77777777" w:rsidR="00C36A27" w:rsidRPr="000B6246" w:rsidRDefault="00C36A27" w:rsidP="00682739">
            <w:pPr>
              <w:pStyle w:val="afffffffffd"/>
              <w:rPr>
                <w:rFonts w:ascii="Times New Roman"/>
              </w:rPr>
            </w:pPr>
            <w:r w:rsidRPr="00682739">
              <w:rPr>
                <w:rFonts w:ascii="Times New Roman" w:eastAsia="黑体"/>
              </w:rPr>
              <w:t>technically specified grades rubber</w:t>
            </w:r>
          </w:p>
        </w:tc>
        <w:tc>
          <w:tcPr>
            <w:tcW w:w="2353" w:type="dxa"/>
            <w:shd w:val="clear" w:color="auto" w:fill="auto"/>
            <w:vAlign w:val="center"/>
          </w:tcPr>
          <w:p w14:paraId="6426FA58" w14:textId="77777777" w:rsidR="00C36A27" w:rsidRDefault="00C36A27" w:rsidP="00A26E70">
            <w:pPr>
              <w:pStyle w:val="afffffffffd"/>
            </w:pPr>
            <w:r>
              <w:rPr>
                <w:rFonts w:hint="eastAsia"/>
              </w:rPr>
              <w:t>6.5</w:t>
            </w:r>
          </w:p>
        </w:tc>
      </w:tr>
      <w:tr w:rsidR="00C36A27" w14:paraId="6BB55F74" w14:textId="77777777" w:rsidTr="00E94EF4">
        <w:trPr>
          <w:jc w:val="center"/>
        </w:trPr>
        <w:tc>
          <w:tcPr>
            <w:tcW w:w="1145" w:type="dxa"/>
            <w:shd w:val="clear" w:color="auto" w:fill="auto"/>
            <w:vAlign w:val="center"/>
          </w:tcPr>
          <w:p w14:paraId="44003962" w14:textId="77777777" w:rsidR="00C36A27" w:rsidRDefault="00C36A27" w:rsidP="00A26E70">
            <w:pPr>
              <w:pStyle w:val="afffffffffd"/>
            </w:pPr>
            <w:r>
              <w:rPr>
                <w:rFonts w:hint="eastAsia"/>
              </w:rPr>
              <w:t>18</w:t>
            </w:r>
          </w:p>
        </w:tc>
        <w:tc>
          <w:tcPr>
            <w:tcW w:w="1984" w:type="dxa"/>
            <w:shd w:val="clear" w:color="auto" w:fill="auto"/>
            <w:vAlign w:val="center"/>
          </w:tcPr>
          <w:p w14:paraId="57A63FCA" w14:textId="77777777" w:rsidR="00C36A27" w:rsidRPr="00C36A27" w:rsidRDefault="00C36A27" w:rsidP="00DA20E4">
            <w:pPr>
              <w:pStyle w:val="afffff"/>
              <w:ind w:firstLineChars="0" w:firstLine="0"/>
              <w:jc w:val="center"/>
              <w:rPr>
                <w:rFonts w:hAnsi="宋体"/>
              </w:rPr>
            </w:pPr>
            <w:r w:rsidRPr="00C36A27">
              <w:rPr>
                <w:rFonts w:hAnsi="宋体" w:hint="eastAsia"/>
              </w:rPr>
              <w:t>标准天然橡胶</w:t>
            </w:r>
          </w:p>
        </w:tc>
        <w:tc>
          <w:tcPr>
            <w:tcW w:w="3892" w:type="dxa"/>
            <w:shd w:val="clear" w:color="auto" w:fill="auto"/>
            <w:vAlign w:val="center"/>
          </w:tcPr>
          <w:p w14:paraId="1FEA0466" w14:textId="77777777" w:rsidR="00C36A27" w:rsidRPr="000B6246" w:rsidRDefault="00C36A27" w:rsidP="00682739">
            <w:pPr>
              <w:pStyle w:val="afffffffffffa"/>
              <w:numPr>
                <w:ilvl w:val="0"/>
                <w:numId w:val="0"/>
              </w:numPr>
              <w:adjustRightInd/>
              <w:snapToGrid/>
              <w:jc w:val="center"/>
              <w:rPr>
                <w:rFonts w:ascii="Times New Roman"/>
                <w:b w:val="0"/>
              </w:rPr>
            </w:pPr>
            <w:r w:rsidRPr="000B6246">
              <w:rPr>
                <w:rStyle w:val="CharChar"/>
                <w:rFonts w:ascii="Times New Roman" w:eastAsia="黑体"/>
                <w:b w:val="0"/>
              </w:rPr>
              <w:t>standard natural rubber</w:t>
            </w:r>
          </w:p>
        </w:tc>
        <w:tc>
          <w:tcPr>
            <w:tcW w:w="2353" w:type="dxa"/>
            <w:shd w:val="clear" w:color="auto" w:fill="auto"/>
            <w:vAlign w:val="center"/>
          </w:tcPr>
          <w:p w14:paraId="6FB772A0" w14:textId="77777777" w:rsidR="00C36A27" w:rsidRDefault="00C36A27" w:rsidP="00A26E70">
            <w:pPr>
              <w:pStyle w:val="afffffffffd"/>
            </w:pPr>
            <w:r>
              <w:rPr>
                <w:rFonts w:hint="eastAsia"/>
              </w:rPr>
              <w:t>6.6</w:t>
            </w:r>
          </w:p>
        </w:tc>
      </w:tr>
      <w:tr w:rsidR="00C36A27" w14:paraId="7DA688CA" w14:textId="77777777" w:rsidTr="00E94EF4">
        <w:trPr>
          <w:jc w:val="center"/>
        </w:trPr>
        <w:tc>
          <w:tcPr>
            <w:tcW w:w="1145" w:type="dxa"/>
            <w:shd w:val="clear" w:color="auto" w:fill="auto"/>
            <w:vAlign w:val="center"/>
          </w:tcPr>
          <w:p w14:paraId="281BE4BF" w14:textId="77777777" w:rsidR="00C36A27" w:rsidRDefault="00C36A27" w:rsidP="00A26E70">
            <w:pPr>
              <w:pStyle w:val="afffffffffd"/>
            </w:pPr>
            <w:r>
              <w:rPr>
                <w:rFonts w:hint="eastAsia"/>
              </w:rPr>
              <w:t>19</w:t>
            </w:r>
          </w:p>
        </w:tc>
        <w:tc>
          <w:tcPr>
            <w:tcW w:w="1984" w:type="dxa"/>
            <w:shd w:val="clear" w:color="auto" w:fill="auto"/>
            <w:vAlign w:val="center"/>
          </w:tcPr>
          <w:p w14:paraId="512333C0" w14:textId="77777777" w:rsidR="00C36A27" w:rsidRPr="00C36A27" w:rsidRDefault="00C36A27" w:rsidP="00DA20E4">
            <w:pPr>
              <w:pStyle w:val="afffff"/>
              <w:ind w:firstLineChars="0" w:firstLine="0"/>
              <w:jc w:val="center"/>
              <w:rPr>
                <w:rFonts w:hAnsi="宋体"/>
              </w:rPr>
            </w:pPr>
            <w:r w:rsidRPr="00C36A27">
              <w:rPr>
                <w:rFonts w:hAnsi="宋体" w:hint="eastAsia"/>
              </w:rPr>
              <w:t>标准中国橡胶</w:t>
            </w:r>
          </w:p>
        </w:tc>
        <w:tc>
          <w:tcPr>
            <w:tcW w:w="3892" w:type="dxa"/>
            <w:shd w:val="clear" w:color="auto" w:fill="auto"/>
            <w:vAlign w:val="center"/>
          </w:tcPr>
          <w:p w14:paraId="4E8527B6" w14:textId="77777777" w:rsidR="00C36A27" w:rsidRPr="000B6246" w:rsidRDefault="00C36A27" w:rsidP="000B6246">
            <w:pPr>
              <w:pStyle w:val="afffffffffd"/>
              <w:rPr>
                <w:rFonts w:ascii="Times New Roman"/>
              </w:rPr>
            </w:pPr>
            <w:r w:rsidRPr="000B6246">
              <w:rPr>
                <w:rFonts w:ascii="Times New Roman" w:eastAsia="黑体"/>
              </w:rPr>
              <w:t>Standard Chinese Rubber</w:t>
            </w:r>
            <w:r w:rsidRPr="000B6246">
              <w:rPr>
                <w:rFonts w:ascii="Times New Roman" w:eastAsia="黑体" w:hAnsi="黑体"/>
              </w:rPr>
              <w:t>，</w:t>
            </w:r>
            <w:r w:rsidRPr="000B6246">
              <w:rPr>
                <w:rFonts w:ascii="Times New Roman" w:eastAsia="黑体"/>
              </w:rPr>
              <w:t>SCR</w:t>
            </w:r>
          </w:p>
        </w:tc>
        <w:tc>
          <w:tcPr>
            <w:tcW w:w="2353" w:type="dxa"/>
            <w:shd w:val="clear" w:color="auto" w:fill="auto"/>
            <w:vAlign w:val="center"/>
          </w:tcPr>
          <w:p w14:paraId="65515E96" w14:textId="77777777" w:rsidR="00C36A27" w:rsidRDefault="00C36A27" w:rsidP="00A26E70">
            <w:pPr>
              <w:pStyle w:val="afffffffffd"/>
            </w:pPr>
            <w:r>
              <w:rPr>
                <w:rFonts w:hint="eastAsia"/>
              </w:rPr>
              <w:t>6.7</w:t>
            </w:r>
          </w:p>
        </w:tc>
      </w:tr>
      <w:tr w:rsidR="00C36A27" w14:paraId="33C5AC9B" w14:textId="77777777" w:rsidTr="00E94EF4">
        <w:trPr>
          <w:jc w:val="center"/>
        </w:trPr>
        <w:tc>
          <w:tcPr>
            <w:tcW w:w="1145" w:type="dxa"/>
            <w:shd w:val="clear" w:color="auto" w:fill="auto"/>
            <w:vAlign w:val="center"/>
          </w:tcPr>
          <w:p w14:paraId="78DAA796" w14:textId="77777777" w:rsidR="00C36A27" w:rsidRDefault="00C36A27" w:rsidP="00A26E70">
            <w:pPr>
              <w:pStyle w:val="afffffffffd"/>
            </w:pPr>
            <w:r>
              <w:rPr>
                <w:rFonts w:hint="eastAsia"/>
              </w:rPr>
              <w:t>20</w:t>
            </w:r>
          </w:p>
        </w:tc>
        <w:tc>
          <w:tcPr>
            <w:tcW w:w="1984" w:type="dxa"/>
            <w:shd w:val="clear" w:color="auto" w:fill="auto"/>
            <w:vAlign w:val="center"/>
          </w:tcPr>
          <w:p w14:paraId="775C2F95" w14:textId="77777777" w:rsidR="00C36A27" w:rsidRPr="00C36A27" w:rsidRDefault="00C36A27" w:rsidP="00DA20E4">
            <w:pPr>
              <w:pStyle w:val="afffff"/>
              <w:ind w:firstLineChars="0" w:firstLine="0"/>
              <w:jc w:val="center"/>
              <w:rPr>
                <w:rFonts w:hAnsi="宋体"/>
              </w:rPr>
            </w:pPr>
            <w:proofErr w:type="gramStart"/>
            <w:r w:rsidRPr="00C36A27">
              <w:rPr>
                <w:rFonts w:hAnsi="宋体" w:hint="eastAsia"/>
              </w:rPr>
              <w:t>胶乳级</w:t>
            </w:r>
            <w:proofErr w:type="gramEnd"/>
            <w:r w:rsidRPr="00C36A27">
              <w:rPr>
                <w:rFonts w:hAnsi="宋体" w:hint="eastAsia"/>
              </w:rPr>
              <w:t>标准橡胶</w:t>
            </w:r>
          </w:p>
        </w:tc>
        <w:tc>
          <w:tcPr>
            <w:tcW w:w="3892" w:type="dxa"/>
            <w:shd w:val="clear" w:color="auto" w:fill="auto"/>
            <w:vAlign w:val="center"/>
          </w:tcPr>
          <w:p w14:paraId="269A5E57" w14:textId="77777777" w:rsidR="00C36A27" w:rsidRPr="000B6246" w:rsidRDefault="00C36A27" w:rsidP="000B6246">
            <w:pPr>
              <w:pStyle w:val="afffffffffd"/>
              <w:rPr>
                <w:rFonts w:ascii="Times New Roman"/>
              </w:rPr>
            </w:pPr>
            <w:r w:rsidRPr="000B6246">
              <w:rPr>
                <w:rFonts w:ascii="Times New Roman"/>
              </w:rPr>
              <w:t>latex grade standard rubber</w:t>
            </w:r>
          </w:p>
        </w:tc>
        <w:tc>
          <w:tcPr>
            <w:tcW w:w="2353" w:type="dxa"/>
            <w:shd w:val="clear" w:color="auto" w:fill="auto"/>
            <w:vAlign w:val="center"/>
          </w:tcPr>
          <w:p w14:paraId="0B220926" w14:textId="77777777" w:rsidR="00C36A27" w:rsidRDefault="00C36A27" w:rsidP="00A26E70">
            <w:pPr>
              <w:pStyle w:val="afffffffffd"/>
            </w:pPr>
            <w:r>
              <w:rPr>
                <w:rFonts w:hint="eastAsia"/>
              </w:rPr>
              <w:t>6.8</w:t>
            </w:r>
          </w:p>
        </w:tc>
      </w:tr>
      <w:tr w:rsidR="00C36A27" w14:paraId="3DB993C3" w14:textId="77777777" w:rsidTr="00E94EF4">
        <w:trPr>
          <w:jc w:val="center"/>
        </w:trPr>
        <w:tc>
          <w:tcPr>
            <w:tcW w:w="1145" w:type="dxa"/>
            <w:shd w:val="clear" w:color="auto" w:fill="auto"/>
            <w:vAlign w:val="center"/>
          </w:tcPr>
          <w:p w14:paraId="417B79D2" w14:textId="77777777" w:rsidR="00C36A27" w:rsidRDefault="00C36A27" w:rsidP="00A26E70">
            <w:pPr>
              <w:pStyle w:val="afffffffffd"/>
            </w:pPr>
            <w:r>
              <w:rPr>
                <w:rFonts w:hint="eastAsia"/>
              </w:rPr>
              <w:t>21</w:t>
            </w:r>
          </w:p>
        </w:tc>
        <w:tc>
          <w:tcPr>
            <w:tcW w:w="1984" w:type="dxa"/>
            <w:shd w:val="clear" w:color="auto" w:fill="auto"/>
            <w:vAlign w:val="center"/>
          </w:tcPr>
          <w:p w14:paraId="38FD3A04" w14:textId="77777777" w:rsidR="00C36A27" w:rsidRPr="00C36A27" w:rsidRDefault="00C36A27" w:rsidP="00DA20E4">
            <w:pPr>
              <w:pStyle w:val="afffff"/>
              <w:ind w:firstLineChars="0" w:firstLine="0"/>
              <w:jc w:val="center"/>
              <w:rPr>
                <w:rFonts w:hAnsi="宋体"/>
              </w:rPr>
            </w:pPr>
            <w:proofErr w:type="gramStart"/>
            <w:r w:rsidRPr="00C36A27">
              <w:rPr>
                <w:rFonts w:hAnsi="宋体" w:hint="eastAsia"/>
              </w:rPr>
              <w:t>杂胶级标准</w:t>
            </w:r>
            <w:proofErr w:type="gramEnd"/>
            <w:r w:rsidRPr="00C36A27">
              <w:rPr>
                <w:rFonts w:hAnsi="宋体" w:hint="eastAsia"/>
              </w:rPr>
              <w:t>橡胶</w:t>
            </w:r>
          </w:p>
        </w:tc>
        <w:tc>
          <w:tcPr>
            <w:tcW w:w="3892" w:type="dxa"/>
            <w:shd w:val="clear" w:color="auto" w:fill="auto"/>
            <w:vAlign w:val="center"/>
          </w:tcPr>
          <w:p w14:paraId="65A7854A" w14:textId="77777777" w:rsidR="00C36A27" w:rsidRPr="000B6246" w:rsidRDefault="00C36A27" w:rsidP="000B6246">
            <w:pPr>
              <w:pStyle w:val="afffffffffd"/>
              <w:rPr>
                <w:rFonts w:ascii="Times New Roman"/>
              </w:rPr>
            </w:pPr>
            <w:r w:rsidRPr="000B6246">
              <w:rPr>
                <w:rFonts w:ascii="Times New Roman" w:eastAsia="黑体"/>
              </w:rPr>
              <w:t>field grade standard rubber</w:t>
            </w:r>
          </w:p>
        </w:tc>
        <w:tc>
          <w:tcPr>
            <w:tcW w:w="2353" w:type="dxa"/>
            <w:shd w:val="clear" w:color="auto" w:fill="auto"/>
            <w:vAlign w:val="center"/>
          </w:tcPr>
          <w:p w14:paraId="66B15FEA" w14:textId="77777777" w:rsidR="00C36A27" w:rsidRDefault="00C36A27" w:rsidP="00A26E70">
            <w:pPr>
              <w:pStyle w:val="afffffffffd"/>
            </w:pPr>
            <w:r>
              <w:rPr>
                <w:rFonts w:hint="eastAsia"/>
              </w:rPr>
              <w:t>6.10</w:t>
            </w:r>
          </w:p>
        </w:tc>
      </w:tr>
      <w:tr w:rsidR="00C36A27" w14:paraId="0B504190" w14:textId="77777777" w:rsidTr="00E94EF4">
        <w:trPr>
          <w:jc w:val="center"/>
        </w:trPr>
        <w:tc>
          <w:tcPr>
            <w:tcW w:w="1145" w:type="dxa"/>
            <w:shd w:val="clear" w:color="auto" w:fill="auto"/>
            <w:vAlign w:val="center"/>
          </w:tcPr>
          <w:p w14:paraId="13666E11" w14:textId="77777777" w:rsidR="00C36A27" w:rsidRDefault="00C36A27" w:rsidP="00A26E70">
            <w:pPr>
              <w:pStyle w:val="afffffffffd"/>
            </w:pPr>
            <w:r>
              <w:rPr>
                <w:rFonts w:hint="eastAsia"/>
              </w:rPr>
              <w:t>22</w:t>
            </w:r>
          </w:p>
        </w:tc>
        <w:tc>
          <w:tcPr>
            <w:tcW w:w="1984" w:type="dxa"/>
            <w:shd w:val="clear" w:color="auto" w:fill="auto"/>
            <w:vAlign w:val="center"/>
          </w:tcPr>
          <w:p w14:paraId="5B994DED" w14:textId="77777777" w:rsidR="00C36A27" w:rsidRPr="00C36A27" w:rsidRDefault="00C36A27" w:rsidP="00DA20E4">
            <w:pPr>
              <w:pStyle w:val="afffff"/>
              <w:ind w:firstLineChars="0" w:firstLine="0"/>
              <w:jc w:val="center"/>
              <w:rPr>
                <w:rFonts w:hAnsi="宋体"/>
              </w:rPr>
            </w:pPr>
            <w:r w:rsidRPr="00C36A27">
              <w:rPr>
                <w:rFonts w:hAnsi="宋体" w:hint="eastAsia"/>
              </w:rPr>
              <w:t>杂标胶</w:t>
            </w:r>
          </w:p>
        </w:tc>
        <w:tc>
          <w:tcPr>
            <w:tcW w:w="3892" w:type="dxa"/>
            <w:shd w:val="clear" w:color="auto" w:fill="auto"/>
            <w:vAlign w:val="center"/>
          </w:tcPr>
          <w:p w14:paraId="234F6F71" w14:textId="77777777" w:rsidR="00C36A27" w:rsidRPr="000B6246" w:rsidRDefault="00C36A27" w:rsidP="000B6246">
            <w:pPr>
              <w:pStyle w:val="afffffffffd"/>
              <w:rPr>
                <w:rFonts w:ascii="Times New Roman"/>
              </w:rPr>
            </w:pPr>
            <w:r w:rsidRPr="000B6246">
              <w:rPr>
                <w:rFonts w:ascii="Times New Roman" w:eastAsia="黑体"/>
              </w:rPr>
              <w:t>field grade standard rubber</w:t>
            </w:r>
          </w:p>
        </w:tc>
        <w:tc>
          <w:tcPr>
            <w:tcW w:w="2353" w:type="dxa"/>
            <w:shd w:val="clear" w:color="auto" w:fill="auto"/>
            <w:vAlign w:val="center"/>
          </w:tcPr>
          <w:p w14:paraId="3972FC92" w14:textId="77777777" w:rsidR="00C36A27" w:rsidRDefault="00C36A27" w:rsidP="00A26E70">
            <w:pPr>
              <w:pStyle w:val="afffffffffd"/>
            </w:pPr>
            <w:r>
              <w:rPr>
                <w:rFonts w:hint="eastAsia"/>
              </w:rPr>
              <w:t>6.10</w:t>
            </w:r>
          </w:p>
        </w:tc>
      </w:tr>
      <w:tr w:rsidR="00C36A27" w14:paraId="044C40F4" w14:textId="77777777" w:rsidTr="00E94EF4">
        <w:trPr>
          <w:jc w:val="center"/>
        </w:trPr>
        <w:tc>
          <w:tcPr>
            <w:tcW w:w="1145" w:type="dxa"/>
            <w:shd w:val="clear" w:color="auto" w:fill="auto"/>
            <w:vAlign w:val="center"/>
          </w:tcPr>
          <w:p w14:paraId="20EFE098" w14:textId="77777777" w:rsidR="00C36A27" w:rsidRDefault="00C36A27" w:rsidP="00A26E70">
            <w:pPr>
              <w:pStyle w:val="afffffffffd"/>
            </w:pPr>
            <w:r>
              <w:rPr>
                <w:rFonts w:hint="eastAsia"/>
              </w:rPr>
              <w:t>23</w:t>
            </w:r>
          </w:p>
        </w:tc>
        <w:tc>
          <w:tcPr>
            <w:tcW w:w="1984" w:type="dxa"/>
            <w:shd w:val="clear" w:color="auto" w:fill="auto"/>
            <w:vAlign w:val="center"/>
          </w:tcPr>
          <w:p w14:paraId="2D87F24C" w14:textId="77777777" w:rsidR="00C36A27" w:rsidRPr="00C36A27" w:rsidRDefault="00C36A27" w:rsidP="00DA20E4">
            <w:pPr>
              <w:pStyle w:val="afffff"/>
              <w:ind w:firstLineChars="0" w:firstLine="0"/>
              <w:jc w:val="center"/>
              <w:rPr>
                <w:rFonts w:hAnsi="宋体"/>
              </w:rPr>
            </w:pPr>
            <w:r w:rsidRPr="00C36A27">
              <w:rPr>
                <w:rFonts w:hAnsi="宋体" w:hint="eastAsia"/>
              </w:rPr>
              <w:t>胶</w:t>
            </w:r>
            <w:proofErr w:type="gramStart"/>
            <w:r w:rsidRPr="00C36A27">
              <w:rPr>
                <w:rFonts w:hAnsi="宋体" w:hint="eastAsia"/>
              </w:rPr>
              <w:t>清烟片胶</w:t>
            </w:r>
            <w:proofErr w:type="gramEnd"/>
          </w:p>
        </w:tc>
        <w:tc>
          <w:tcPr>
            <w:tcW w:w="3892" w:type="dxa"/>
            <w:shd w:val="clear" w:color="auto" w:fill="auto"/>
            <w:vAlign w:val="center"/>
          </w:tcPr>
          <w:p w14:paraId="53672799" w14:textId="77777777" w:rsidR="00C36A27" w:rsidRPr="000B6246" w:rsidRDefault="00C36A27" w:rsidP="000B6246">
            <w:pPr>
              <w:pStyle w:val="afffffffffd"/>
              <w:rPr>
                <w:rFonts w:ascii="Times New Roman"/>
              </w:rPr>
            </w:pPr>
            <w:r w:rsidRPr="00682739">
              <w:rPr>
                <w:rFonts w:ascii="Times New Roman" w:eastAsia="黑体"/>
              </w:rPr>
              <w:t>skim smoked sheet</w:t>
            </w:r>
          </w:p>
        </w:tc>
        <w:tc>
          <w:tcPr>
            <w:tcW w:w="2353" w:type="dxa"/>
            <w:shd w:val="clear" w:color="auto" w:fill="auto"/>
            <w:vAlign w:val="center"/>
          </w:tcPr>
          <w:p w14:paraId="3766F831" w14:textId="77777777" w:rsidR="00C36A27" w:rsidRDefault="00C36A27" w:rsidP="00A26E70">
            <w:pPr>
              <w:pStyle w:val="afffffffffd"/>
            </w:pPr>
            <w:r>
              <w:rPr>
                <w:rFonts w:hint="eastAsia"/>
              </w:rPr>
              <w:t>6.16.1</w:t>
            </w:r>
          </w:p>
        </w:tc>
      </w:tr>
      <w:tr w:rsidR="00C36A27" w14:paraId="2F78AA94" w14:textId="77777777" w:rsidTr="00E94EF4">
        <w:trPr>
          <w:jc w:val="center"/>
        </w:trPr>
        <w:tc>
          <w:tcPr>
            <w:tcW w:w="1145" w:type="dxa"/>
            <w:shd w:val="clear" w:color="auto" w:fill="auto"/>
            <w:vAlign w:val="center"/>
          </w:tcPr>
          <w:p w14:paraId="7C647940" w14:textId="77777777" w:rsidR="00C36A27" w:rsidRDefault="00C36A27" w:rsidP="00A26E70">
            <w:pPr>
              <w:pStyle w:val="afffffffffd"/>
            </w:pPr>
            <w:r>
              <w:rPr>
                <w:rFonts w:hint="eastAsia"/>
              </w:rPr>
              <w:t>24</w:t>
            </w:r>
          </w:p>
        </w:tc>
        <w:tc>
          <w:tcPr>
            <w:tcW w:w="1984" w:type="dxa"/>
            <w:shd w:val="clear" w:color="auto" w:fill="auto"/>
            <w:vAlign w:val="center"/>
          </w:tcPr>
          <w:p w14:paraId="358C7753" w14:textId="77777777" w:rsidR="00C36A27" w:rsidRPr="00C36A27" w:rsidRDefault="00C36A27" w:rsidP="00DA20E4">
            <w:pPr>
              <w:pStyle w:val="afffff"/>
              <w:ind w:firstLineChars="0" w:firstLine="0"/>
              <w:jc w:val="center"/>
              <w:rPr>
                <w:rFonts w:hAnsi="宋体"/>
              </w:rPr>
            </w:pPr>
            <w:r w:rsidRPr="00C36A27">
              <w:rPr>
                <w:rFonts w:hAnsi="宋体" w:hint="eastAsia"/>
              </w:rPr>
              <w:t>烟房</w:t>
            </w:r>
          </w:p>
        </w:tc>
        <w:tc>
          <w:tcPr>
            <w:tcW w:w="3892" w:type="dxa"/>
            <w:shd w:val="clear" w:color="auto" w:fill="auto"/>
            <w:vAlign w:val="center"/>
          </w:tcPr>
          <w:p w14:paraId="68CA745B" w14:textId="77777777" w:rsidR="00C36A27" w:rsidRPr="000B6246" w:rsidRDefault="00C36A27" w:rsidP="000B6246">
            <w:pPr>
              <w:pStyle w:val="afffffffffd"/>
              <w:rPr>
                <w:rFonts w:ascii="Times New Roman"/>
              </w:rPr>
            </w:pPr>
            <w:r w:rsidRPr="000B6246">
              <w:rPr>
                <w:rFonts w:ascii="Times New Roman" w:eastAsia="黑体"/>
              </w:rPr>
              <w:t>smoke-house</w:t>
            </w:r>
          </w:p>
        </w:tc>
        <w:tc>
          <w:tcPr>
            <w:tcW w:w="2353" w:type="dxa"/>
            <w:shd w:val="clear" w:color="auto" w:fill="auto"/>
            <w:vAlign w:val="center"/>
          </w:tcPr>
          <w:p w14:paraId="39DEB2A8" w14:textId="77777777" w:rsidR="00C36A27" w:rsidRDefault="00C36A27" w:rsidP="00A26E70">
            <w:pPr>
              <w:pStyle w:val="afffffffffd"/>
            </w:pPr>
            <w:r>
              <w:rPr>
                <w:rFonts w:hint="eastAsia"/>
              </w:rPr>
              <w:t>7.27</w:t>
            </w:r>
          </w:p>
        </w:tc>
      </w:tr>
      <w:tr w:rsidR="00C36A27" w14:paraId="06FF8351" w14:textId="77777777" w:rsidTr="00E94EF4">
        <w:trPr>
          <w:jc w:val="center"/>
        </w:trPr>
        <w:tc>
          <w:tcPr>
            <w:tcW w:w="1145" w:type="dxa"/>
            <w:shd w:val="clear" w:color="auto" w:fill="auto"/>
            <w:vAlign w:val="center"/>
          </w:tcPr>
          <w:p w14:paraId="4334B78C" w14:textId="77777777" w:rsidR="00C36A27" w:rsidRDefault="00C36A27" w:rsidP="00A26E70">
            <w:pPr>
              <w:pStyle w:val="afffffffffd"/>
            </w:pPr>
            <w:r>
              <w:rPr>
                <w:rFonts w:hint="eastAsia"/>
              </w:rPr>
              <w:t>25</w:t>
            </w:r>
          </w:p>
        </w:tc>
        <w:tc>
          <w:tcPr>
            <w:tcW w:w="1984" w:type="dxa"/>
            <w:shd w:val="clear" w:color="auto" w:fill="auto"/>
            <w:vAlign w:val="center"/>
          </w:tcPr>
          <w:p w14:paraId="58725026" w14:textId="77777777" w:rsidR="00C36A27" w:rsidRPr="00C36A27" w:rsidRDefault="00C36A27" w:rsidP="00DA20E4">
            <w:pPr>
              <w:pStyle w:val="afffff"/>
              <w:ind w:firstLineChars="0" w:firstLine="0"/>
              <w:jc w:val="center"/>
              <w:rPr>
                <w:rFonts w:hAnsi="宋体"/>
              </w:rPr>
            </w:pPr>
            <w:proofErr w:type="gramStart"/>
            <w:r w:rsidRPr="00C36A27">
              <w:rPr>
                <w:rFonts w:hAnsi="宋体" w:hint="eastAsia"/>
              </w:rPr>
              <w:t>洞道式烟房</w:t>
            </w:r>
            <w:proofErr w:type="gramEnd"/>
          </w:p>
        </w:tc>
        <w:tc>
          <w:tcPr>
            <w:tcW w:w="3892" w:type="dxa"/>
            <w:shd w:val="clear" w:color="auto" w:fill="auto"/>
            <w:vAlign w:val="center"/>
          </w:tcPr>
          <w:p w14:paraId="347996ED" w14:textId="77777777" w:rsidR="00C36A27" w:rsidRPr="000B6246" w:rsidRDefault="00C36A27" w:rsidP="000B6246">
            <w:pPr>
              <w:pStyle w:val="afffffffffd"/>
              <w:rPr>
                <w:rFonts w:ascii="Times New Roman"/>
              </w:rPr>
            </w:pPr>
            <w:r w:rsidRPr="000B6246">
              <w:rPr>
                <w:rFonts w:ascii="Times New Roman" w:eastAsia="黑体"/>
              </w:rPr>
              <w:t>tunnel smoke-house</w:t>
            </w:r>
          </w:p>
        </w:tc>
        <w:tc>
          <w:tcPr>
            <w:tcW w:w="2353" w:type="dxa"/>
            <w:shd w:val="clear" w:color="auto" w:fill="auto"/>
            <w:vAlign w:val="center"/>
          </w:tcPr>
          <w:p w14:paraId="379FC2C3" w14:textId="77777777" w:rsidR="00C36A27" w:rsidRDefault="00C36A27" w:rsidP="00A26E70">
            <w:pPr>
              <w:pStyle w:val="afffffffffd"/>
            </w:pPr>
            <w:r>
              <w:rPr>
                <w:rFonts w:hint="eastAsia"/>
              </w:rPr>
              <w:t>7.27.1</w:t>
            </w:r>
          </w:p>
        </w:tc>
      </w:tr>
      <w:tr w:rsidR="00C36A27" w14:paraId="759665C9" w14:textId="77777777" w:rsidTr="00E94EF4">
        <w:trPr>
          <w:jc w:val="center"/>
        </w:trPr>
        <w:tc>
          <w:tcPr>
            <w:tcW w:w="1145" w:type="dxa"/>
            <w:shd w:val="clear" w:color="auto" w:fill="auto"/>
            <w:vAlign w:val="center"/>
          </w:tcPr>
          <w:p w14:paraId="135D710D" w14:textId="77777777" w:rsidR="00C36A27" w:rsidRDefault="00C36A27" w:rsidP="00C36A27">
            <w:pPr>
              <w:pStyle w:val="afffffffffd"/>
            </w:pPr>
            <w:r>
              <w:rPr>
                <w:rFonts w:hint="eastAsia"/>
              </w:rPr>
              <w:t>26</w:t>
            </w:r>
          </w:p>
        </w:tc>
        <w:tc>
          <w:tcPr>
            <w:tcW w:w="1984" w:type="dxa"/>
            <w:shd w:val="clear" w:color="auto" w:fill="auto"/>
            <w:vAlign w:val="center"/>
          </w:tcPr>
          <w:p w14:paraId="02C6C32A" w14:textId="77777777" w:rsidR="00C36A27" w:rsidRPr="00C36A27" w:rsidRDefault="00C36A27" w:rsidP="00DA20E4">
            <w:pPr>
              <w:pStyle w:val="afffff"/>
              <w:ind w:firstLineChars="0" w:firstLine="0"/>
              <w:jc w:val="center"/>
              <w:rPr>
                <w:rFonts w:hAnsi="宋体"/>
              </w:rPr>
            </w:pPr>
            <w:r w:rsidRPr="00C36A27">
              <w:rPr>
                <w:rFonts w:hAnsi="宋体" w:hint="eastAsia"/>
              </w:rPr>
              <w:t>火炉</w:t>
            </w:r>
          </w:p>
        </w:tc>
        <w:tc>
          <w:tcPr>
            <w:tcW w:w="3892" w:type="dxa"/>
            <w:shd w:val="clear" w:color="auto" w:fill="auto"/>
            <w:vAlign w:val="center"/>
          </w:tcPr>
          <w:p w14:paraId="1E39C1A8" w14:textId="77777777" w:rsidR="00C36A27" w:rsidRPr="000B6246" w:rsidRDefault="00C36A27" w:rsidP="00682739">
            <w:pPr>
              <w:pStyle w:val="afffffffffff9"/>
              <w:numPr>
                <w:ilvl w:val="0"/>
                <w:numId w:val="0"/>
              </w:numPr>
              <w:jc w:val="center"/>
              <w:rPr>
                <w:rFonts w:ascii="Times New Roman"/>
              </w:rPr>
            </w:pPr>
            <w:r w:rsidRPr="000B6246">
              <w:rPr>
                <w:rFonts w:ascii="Times New Roman" w:eastAsia="黑体"/>
              </w:rPr>
              <w:t>furnace</w:t>
            </w:r>
          </w:p>
        </w:tc>
        <w:tc>
          <w:tcPr>
            <w:tcW w:w="2353" w:type="dxa"/>
            <w:shd w:val="clear" w:color="auto" w:fill="auto"/>
            <w:vAlign w:val="center"/>
          </w:tcPr>
          <w:p w14:paraId="28C701A2" w14:textId="77777777" w:rsidR="00C36A27" w:rsidRDefault="00C36A27" w:rsidP="00A26E70">
            <w:pPr>
              <w:pStyle w:val="afffffffffd"/>
            </w:pPr>
            <w:r>
              <w:rPr>
                <w:rFonts w:hint="eastAsia"/>
              </w:rPr>
              <w:t>7.27.1.1</w:t>
            </w:r>
          </w:p>
        </w:tc>
      </w:tr>
      <w:tr w:rsidR="00C36A27" w14:paraId="69293EFD" w14:textId="77777777" w:rsidTr="00E94EF4">
        <w:trPr>
          <w:jc w:val="center"/>
        </w:trPr>
        <w:tc>
          <w:tcPr>
            <w:tcW w:w="1145" w:type="dxa"/>
            <w:shd w:val="clear" w:color="auto" w:fill="auto"/>
            <w:vAlign w:val="center"/>
          </w:tcPr>
          <w:p w14:paraId="25CBCA3B" w14:textId="77777777" w:rsidR="00C36A27" w:rsidRDefault="00C36A27" w:rsidP="00A26E70">
            <w:pPr>
              <w:pStyle w:val="afffffffffd"/>
            </w:pPr>
            <w:r>
              <w:rPr>
                <w:rFonts w:hint="eastAsia"/>
              </w:rPr>
              <w:t>27</w:t>
            </w:r>
          </w:p>
        </w:tc>
        <w:tc>
          <w:tcPr>
            <w:tcW w:w="1984" w:type="dxa"/>
            <w:shd w:val="clear" w:color="auto" w:fill="auto"/>
            <w:vAlign w:val="center"/>
          </w:tcPr>
          <w:p w14:paraId="1619F6CE" w14:textId="77777777" w:rsidR="00C36A27" w:rsidRPr="00C36A27" w:rsidRDefault="00C36A27" w:rsidP="00DA20E4">
            <w:pPr>
              <w:pStyle w:val="afffff"/>
              <w:ind w:firstLineChars="0" w:firstLine="0"/>
              <w:jc w:val="center"/>
              <w:rPr>
                <w:rFonts w:hAnsi="宋体"/>
              </w:rPr>
            </w:pPr>
            <w:r w:rsidRPr="00C36A27">
              <w:rPr>
                <w:rFonts w:hAnsi="宋体" w:hint="eastAsia"/>
              </w:rPr>
              <w:t>烟道</w:t>
            </w:r>
          </w:p>
        </w:tc>
        <w:tc>
          <w:tcPr>
            <w:tcW w:w="3892" w:type="dxa"/>
            <w:shd w:val="clear" w:color="auto" w:fill="auto"/>
            <w:vAlign w:val="center"/>
          </w:tcPr>
          <w:p w14:paraId="7D1DE73E" w14:textId="77777777" w:rsidR="00C36A27" w:rsidRPr="00682739" w:rsidRDefault="00C36A27" w:rsidP="00682739">
            <w:pPr>
              <w:pStyle w:val="afffffffffff9"/>
              <w:numPr>
                <w:ilvl w:val="0"/>
                <w:numId w:val="0"/>
              </w:numPr>
              <w:jc w:val="center"/>
              <w:rPr>
                <w:rFonts w:ascii="Times New Roman" w:eastAsia="黑体"/>
              </w:rPr>
            </w:pPr>
            <w:r w:rsidRPr="000B6246">
              <w:rPr>
                <w:rFonts w:ascii="Times New Roman"/>
              </w:rPr>
              <w:t>flue</w:t>
            </w:r>
          </w:p>
        </w:tc>
        <w:tc>
          <w:tcPr>
            <w:tcW w:w="2353" w:type="dxa"/>
            <w:shd w:val="clear" w:color="auto" w:fill="auto"/>
            <w:vAlign w:val="center"/>
          </w:tcPr>
          <w:p w14:paraId="7F3D2E61" w14:textId="77777777" w:rsidR="00C36A27" w:rsidRDefault="00C36A27" w:rsidP="00A26E70">
            <w:pPr>
              <w:pStyle w:val="afffffffffd"/>
            </w:pPr>
            <w:r>
              <w:rPr>
                <w:rFonts w:hint="eastAsia"/>
              </w:rPr>
              <w:t>7.27.1.2</w:t>
            </w:r>
          </w:p>
        </w:tc>
      </w:tr>
      <w:tr w:rsidR="00C36A27" w14:paraId="272BF28D" w14:textId="77777777" w:rsidTr="00E94EF4">
        <w:trPr>
          <w:jc w:val="center"/>
        </w:trPr>
        <w:tc>
          <w:tcPr>
            <w:tcW w:w="1145" w:type="dxa"/>
            <w:shd w:val="clear" w:color="auto" w:fill="auto"/>
            <w:vAlign w:val="center"/>
          </w:tcPr>
          <w:p w14:paraId="6E626492" w14:textId="77777777" w:rsidR="00C36A27" w:rsidRDefault="009B78AE" w:rsidP="009B78AE">
            <w:pPr>
              <w:pStyle w:val="afffffffffd"/>
            </w:pPr>
            <w:r>
              <w:rPr>
                <w:rFonts w:hint="eastAsia"/>
              </w:rPr>
              <w:t>28</w:t>
            </w:r>
          </w:p>
        </w:tc>
        <w:tc>
          <w:tcPr>
            <w:tcW w:w="1984" w:type="dxa"/>
            <w:shd w:val="clear" w:color="auto" w:fill="auto"/>
            <w:vAlign w:val="center"/>
          </w:tcPr>
          <w:p w14:paraId="4FB92E1F" w14:textId="77777777" w:rsidR="00C36A27" w:rsidRPr="00C36A27" w:rsidRDefault="00C36A27" w:rsidP="00DA20E4">
            <w:pPr>
              <w:pStyle w:val="afffff"/>
              <w:ind w:firstLineChars="0" w:firstLine="0"/>
              <w:jc w:val="center"/>
              <w:rPr>
                <w:rFonts w:hAnsi="宋体"/>
              </w:rPr>
            </w:pPr>
            <w:r w:rsidRPr="00C36A27">
              <w:rPr>
                <w:rFonts w:hAnsi="宋体" w:hint="eastAsia"/>
              </w:rPr>
              <w:t>烟</w:t>
            </w:r>
            <w:proofErr w:type="gramStart"/>
            <w:r w:rsidRPr="00C36A27">
              <w:rPr>
                <w:rFonts w:hAnsi="宋体" w:hint="eastAsia"/>
              </w:rPr>
              <w:t>房挂胶</w:t>
            </w:r>
            <w:proofErr w:type="gramEnd"/>
            <w:r w:rsidRPr="00C36A27">
              <w:rPr>
                <w:rFonts w:hAnsi="宋体" w:hint="eastAsia"/>
              </w:rPr>
              <w:t>车</w:t>
            </w:r>
          </w:p>
        </w:tc>
        <w:tc>
          <w:tcPr>
            <w:tcW w:w="3892" w:type="dxa"/>
            <w:shd w:val="clear" w:color="auto" w:fill="auto"/>
            <w:vAlign w:val="center"/>
          </w:tcPr>
          <w:p w14:paraId="0E2B497C" w14:textId="77777777" w:rsidR="00C36A27" w:rsidRPr="00682739" w:rsidRDefault="00C36A27" w:rsidP="00682739">
            <w:pPr>
              <w:pStyle w:val="afffffffffffb"/>
              <w:numPr>
                <w:ilvl w:val="0"/>
                <w:numId w:val="0"/>
              </w:numPr>
              <w:jc w:val="center"/>
              <w:rPr>
                <w:rFonts w:ascii="Times New Roman" w:eastAsia="黑体"/>
              </w:rPr>
            </w:pPr>
            <w:r w:rsidRPr="000B6246">
              <w:rPr>
                <w:rFonts w:ascii="Times New Roman" w:eastAsia="黑体"/>
              </w:rPr>
              <w:t>smoke-house truck</w:t>
            </w:r>
          </w:p>
        </w:tc>
        <w:tc>
          <w:tcPr>
            <w:tcW w:w="2353" w:type="dxa"/>
            <w:shd w:val="clear" w:color="auto" w:fill="auto"/>
            <w:vAlign w:val="center"/>
          </w:tcPr>
          <w:p w14:paraId="2DAED4F1" w14:textId="77777777" w:rsidR="00C36A27" w:rsidRDefault="00C36A27" w:rsidP="00A26E70">
            <w:pPr>
              <w:pStyle w:val="afffffffffd"/>
            </w:pPr>
            <w:r>
              <w:rPr>
                <w:rFonts w:hint="eastAsia"/>
              </w:rPr>
              <w:t>7.27.1.3</w:t>
            </w:r>
          </w:p>
        </w:tc>
      </w:tr>
      <w:tr w:rsidR="00C36A27" w14:paraId="5086499F" w14:textId="77777777" w:rsidTr="00E94EF4">
        <w:trPr>
          <w:jc w:val="center"/>
        </w:trPr>
        <w:tc>
          <w:tcPr>
            <w:tcW w:w="1145" w:type="dxa"/>
            <w:shd w:val="clear" w:color="auto" w:fill="auto"/>
            <w:vAlign w:val="center"/>
          </w:tcPr>
          <w:p w14:paraId="5C04CC42" w14:textId="77777777" w:rsidR="00C36A27" w:rsidRDefault="009B78AE" w:rsidP="00A26E70">
            <w:pPr>
              <w:pStyle w:val="afffffffffd"/>
            </w:pPr>
            <w:r>
              <w:rPr>
                <w:rFonts w:hint="eastAsia"/>
              </w:rPr>
              <w:t>29</w:t>
            </w:r>
          </w:p>
        </w:tc>
        <w:tc>
          <w:tcPr>
            <w:tcW w:w="1984" w:type="dxa"/>
            <w:shd w:val="clear" w:color="auto" w:fill="auto"/>
            <w:vAlign w:val="center"/>
          </w:tcPr>
          <w:p w14:paraId="3F1CF34B" w14:textId="77777777" w:rsidR="00C36A27" w:rsidRPr="00C36A27" w:rsidRDefault="00C36A27" w:rsidP="00DA20E4">
            <w:pPr>
              <w:pStyle w:val="afffff"/>
              <w:ind w:firstLineChars="0" w:firstLine="0"/>
              <w:jc w:val="center"/>
              <w:rPr>
                <w:rFonts w:hAnsi="宋体"/>
                <w:highlight w:val="yellow"/>
              </w:rPr>
            </w:pPr>
            <w:r w:rsidRPr="00C36A27">
              <w:rPr>
                <w:rFonts w:hAnsi="宋体" w:hint="eastAsia"/>
              </w:rPr>
              <w:t>粘度固定橡胶</w:t>
            </w:r>
          </w:p>
        </w:tc>
        <w:tc>
          <w:tcPr>
            <w:tcW w:w="3892" w:type="dxa"/>
            <w:shd w:val="clear" w:color="auto" w:fill="auto"/>
            <w:vAlign w:val="center"/>
          </w:tcPr>
          <w:p w14:paraId="54AE4CA0" w14:textId="77777777" w:rsidR="00C36A27" w:rsidRPr="00682739" w:rsidRDefault="00C36A27" w:rsidP="00682739">
            <w:pPr>
              <w:pStyle w:val="afffffffffffb"/>
              <w:numPr>
                <w:ilvl w:val="0"/>
                <w:numId w:val="0"/>
              </w:numPr>
              <w:jc w:val="center"/>
              <w:rPr>
                <w:rFonts w:ascii="Times New Roman" w:eastAsia="黑体"/>
                <w:highlight w:val="yellow"/>
              </w:rPr>
            </w:pPr>
            <w:r w:rsidRPr="000B6246">
              <w:rPr>
                <w:rFonts w:ascii="Times New Roman" w:eastAsia="黑体"/>
              </w:rPr>
              <w:t>viscosity stabilized rubber</w:t>
            </w:r>
          </w:p>
        </w:tc>
        <w:tc>
          <w:tcPr>
            <w:tcW w:w="2353" w:type="dxa"/>
            <w:shd w:val="clear" w:color="auto" w:fill="auto"/>
            <w:vAlign w:val="center"/>
          </w:tcPr>
          <w:p w14:paraId="3DBE81CC" w14:textId="77777777" w:rsidR="00C36A27" w:rsidRDefault="00C36A27" w:rsidP="00A26E70">
            <w:pPr>
              <w:pStyle w:val="afffffffffd"/>
            </w:pPr>
            <w:r>
              <w:rPr>
                <w:rFonts w:hint="eastAsia"/>
              </w:rPr>
              <w:t>10.1</w:t>
            </w:r>
          </w:p>
        </w:tc>
      </w:tr>
      <w:tr w:rsidR="00C36A27" w14:paraId="5B024C20" w14:textId="77777777" w:rsidTr="00E94EF4">
        <w:trPr>
          <w:jc w:val="center"/>
        </w:trPr>
        <w:tc>
          <w:tcPr>
            <w:tcW w:w="1145" w:type="dxa"/>
            <w:shd w:val="clear" w:color="auto" w:fill="auto"/>
            <w:vAlign w:val="center"/>
          </w:tcPr>
          <w:p w14:paraId="4AC342C9" w14:textId="77777777" w:rsidR="00C36A27" w:rsidRDefault="00C36A27" w:rsidP="00A26E70">
            <w:pPr>
              <w:pStyle w:val="afffffffffd"/>
            </w:pPr>
          </w:p>
        </w:tc>
        <w:tc>
          <w:tcPr>
            <w:tcW w:w="1984" w:type="dxa"/>
            <w:shd w:val="clear" w:color="auto" w:fill="auto"/>
            <w:vAlign w:val="center"/>
          </w:tcPr>
          <w:p w14:paraId="3FE5F3AF" w14:textId="77777777" w:rsidR="00C36A27" w:rsidRDefault="00C36A27" w:rsidP="00DA20E4">
            <w:pPr>
              <w:pStyle w:val="afffff"/>
              <w:ind w:firstLineChars="0" w:firstLine="0"/>
              <w:jc w:val="center"/>
            </w:pPr>
          </w:p>
        </w:tc>
        <w:tc>
          <w:tcPr>
            <w:tcW w:w="3892" w:type="dxa"/>
            <w:shd w:val="clear" w:color="auto" w:fill="auto"/>
            <w:vAlign w:val="center"/>
          </w:tcPr>
          <w:p w14:paraId="73C2522B" w14:textId="77777777" w:rsidR="00C36A27" w:rsidRPr="00682739" w:rsidRDefault="00C36A27" w:rsidP="00682739">
            <w:pPr>
              <w:pStyle w:val="afffffffffffb"/>
              <w:numPr>
                <w:ilvl w:val="0"/>
                <w:numId w:val="0"/>
              </w:numPr>
              <w:jc w:val="center"/>
              <w:rPr>
                <w:rFonts w:ascii="Times New Roman" w:eastAsia="黑体"/>
              </w:rPr>
            </w:pPr>
          </w:p>
        </w:tc>
        <w:tc>
          <w:tcPr>
            <w:tcW w:w="2353" w:type="dxa"/>
            <w:shd w:val="clear" w:color="auto" w:fill="auto"/>
            <w:vAlign w:val="center"/>
          </w:tcPr>
          <w:p w14:paraId="00D73469" w14:textId="77777777" w:rsidR="00C36A27" w:rsidRDefault="00C36A27" w:rsidP="00A26E70">
            <w:pPr>
              <w:pStyle w:val="afffffffffd"/>
            </w:pPr>
          </w:p>
        </w:tc>
      </w:tr>
      <w:tr w:rsidR="00C36A27" w14:paraId="3D1A67E1" w14:textId="77777777" w:rsidTr="00E94EF4">
        <w:trPr>
          <w:jc w:val="center"/>
        </w:trPr>
        <w:tc>
          <w:tcPr>
            <w:tcW w:w="1145" w:type="dxa"/>
            <w:shd w:val="clear" w:color="auto" w:fill="auto"/>
            <w:vAlign w:val="center"/>
          </w:tcPr>
          <w:p w14:paraId="022F595F" w14:textId="77777777" w:rsidR="00C36A27" w:rsidRDefault="00C36A27" w:rsidP="00A26E70">
            <w:pPr>
              <w:pStyle w:val="afffffffffd"/>
            </w:pPr>
          </w:p>
        </w:tc>
        <w:tc>
          <w:tcPr>
            <w:tcW w:w="1984" w:type="dxa"/>
            <w:shd w:val="clear" w:color="auto" w:fill="auto"/>
            <w:vAlign w:val="center"/>
          </w:tcPr>
          <w:p w14:paraId="6D84461C" w14:textId="77777777" w:rsidR="00C36A27" w:rsidRPr="00CA39C0" w:rsidRDefault="00C36A27" w:rsidP="00DA20E4">
            <w:pPr>
              <w:pStyle w:val="afffff"/>
              <w:ind w:firstLineChars="0" w:firstLine="0"/>
              <w:jc w:val="center"/>
              <w:rPr>
                <w:rFonts w:ascii="黑体" w:eastAsia="黑体" w:hAnsi="黑体"/>
                <w:highlight w:val="yellow"/>
              </w:rPr>
            </w:pPr>
          </w:p>
        </w:tc>
        <w:tc>
          <w:tcPr>
            <w:tcW w:w="3892" w:type="dxa"/>
            <w:shd w:val="clear" w:color="auto" w:fill="auto"/>
            <w:vAlign w:val="center"/>
          </w:tcPr>
          <w:p w14:paraId="06828DA6" w14:textId="77777777" w:rsidR="00C36A27" w:rsidRPr="00682739" w:rsidRDefault="00C36A27" w:rsidP="00682739">
            <w:pPr>
              <w:pStyle w:val="afffffffffff9"/>
              <w:numPr>
                <w:ilvl w:val="0"/>
                <w:numId w:val="0"/>
              </w:numPr>
              <w:jc w:val="center"/>
              <w:rPr>
                <w:rFonts w:ascii="Times New Roman" w:eastAsia="黑体"/>
                <w:highlight w:val="yellow"/>
              </w:rPr>
            </w:pPr>
          </w:p>
        </w:tc>
        <w:tc>
          <w:tcPr>
            <w:tcW w:w="2353" w:type="dxa"/>
            <w:shd w:val="clear" w:color="auto" w:fill="auto"/>
            <w:vAlign w:val="center"/>
          </w:tcPr>
          <w:p w14:paraId="5980CBE1" w14:textId="77777777" w:rsidR="00C36A27" w:rsidRDefault="00C36A27" w:rsidP="00A26E70">
            <w:pPr>
              <w:pStyle w:val="afffffffffd"/>
            </w:pPr>
          </w:p>
        </w:tc>
      </w:tr>
    </w:tbl>
    <w:p w14:paraId="39100738" w14:textId="77777777" w:rsidR="00A26E70" w:rsidRDefault="00A26E70" w:rsidP="00A26E70">
      <w:pPr>
        <w:pStyle w:val="afffff"/>
      </w:pPr>
    </w:p>
    <w:p w14:paraId="36F1B913" w14:textId="77777777" w:rsidR="00251890" w:rsidRDefault="005E3326" w:rsidP="00251890">
      <w:pPr>
        <w:pStyle w:val="afa"/>
      </w:pPr>
      <w:r>
        <w:rPr>
          <w:rFonts w:hint="eastAsia"/>
        </w:rPr>
        <w:lastRenderedPageBreak/>
        <w:t xml:space="preserve"> </w:t>
      </w:r>
    </w:p>
    <w:p w14:paraId="7255DD8C" w14:textId="77777777" w:rsidR="00251890" w:rsidRDefault="00251890" w:rsidP="00251890">
      <w:pPr>
        <w:pStyle w:val="aff1"/>
      </w:pPr>
    </w:p>
    <w:p w14:paraId="63214748" w14:textId="77777777" w:rsidR="00251890" w:rsidRDefault="00251890" w:rsidP="00251890">
      <w:pPr>
        <w:pStyle w:val="afa"/>
      </w:pPr>
    </w:p>
    <w:p w14:paraId="0EB88614" w14:textId="77777777" w:rsidR="00251890" w:rsidRDefault="00251890" w:rsidP="00251890">
      <w:pPr>
        <w:pStyle w:val="aff1"/>
      </w:pPr>
    </w:p>
    <w:p w14:paraId="57FC567A" w14:textId="77777777" w:rsidR="00C67CCA" w:rsidRDefault="0064379B" w:rsidP="00C67CCA">
      <w:pPr>
        <w:pStyle w:val="aff7"/>
        <w:spacing w:before="78" w:after="156"/>
      </w:pPr>
      <w:r>
        <w:br/>
      </w:r>
      <w:bookmarkStart w:id="86" w:name="_Toc108098956"/>
      <w:bookmarkStart w:id="87" w:name="_Toc108107366"/>
      <w:r>
        <w:rPr>
          <w:rFonts w:hint="eastAsia"/>
        </w:rPr>
        <w:t>（资料性）</w:t>
      </w:r>
      <w:r>
        <w:br/>
      </w:r>
      <w:r w:rsidR="00A26E70">
        <w:rPr>
          <w:rFonts w:hint="eastAsia"/>
        </w:rPr>
        <w:t>新增</w:t>
      </w:r>
      <w:r>
        <w:rPr>
          <w:rFonts w:hint="eastAsia"/>
        </w:rPr>
        <w:t>术语</w:t>
      </w:r>
      <w:bookmarkEnd w:id="86"/>
      <w:bookmarkEnd w:id="87"/>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144"/>
        <w:gridCol w:w="2411"/>
        <w:gridCol w:w="3968"/>
        <w:gridCol w:w="1851"/>
      </w:tblGrid>
      <w:tr w:rsidR="00C67CCA" w14:paraId="69773EB8" w14:textId="77777777" w:rsidTr="00422A3F">
        <w:trPr>
          <w:tblHeader/>
          <w:jc w:val="center"/>
        </w:trPr>
        <w:tc>
          <w:tcPr>
            <w:tcW w:w="1144" w:type="dxa"/>
            <w:tcBorders>
              <w:top w:val="single" w:sz="8" w:space="0" w:color="auto"/>
              <w:bottom w:val="single" w:sz="8" w:space="0" w:color="auto"/>
            </w:tcBorders>
            <w:shd w:val="clear" w:color="auto" w:fill="auto"/>
            <w:vAlign w:val="center"/>
          </w:tcPr>
          <w:p w14:paraId="068E5C6B" w14:textId="77777777" w:rsidR="00C67CCA" w:rsidRDefault="00C67CCA" w:rsidP="00E94EF4">
            <w:pPr>
              <w:pStyle w:val="afffffffffd"/>
            </w:pPr>
            <w:r>
              <w:rPr>
                <w:rFonts w:hint="eastAsia"/>
              </w:rPr>
              <w:t>序号</w:t>
            </w:r>
          </w:p>
        </w:tc>
        <w:tc>
          <w:tcPr>
            <w:tcW w:w="2411" w:type="dxa"/>
            <w:tcBorders>
              <w:top w:val="single" w:sz="8" w:space="0" w:color="auto"/>
              <w:bottom w:val="single" w:sz="8" w:space="0" w:color="auto"/>
            </w:tcBorders>
            <w:shd w:val="clear" w:color="auto" w:fill="auto"/>
            <w:vAlign w:val="center"/>
          </w:tcPr>
          <w:p w14:paraId="1E7C1D09" w14:textId="77777777" w:rsidR="00C67CCA" w:rsidRDefault="00C67CCA" w:rsidP="00E94EF4">
            <w:pPr>
              <w:pStyle w:val="afffffffffd"/>
            </w:pPr>
            <w:r>
              <w:rPr>
                <w:rFonts w:hint="eastAsia"/>
              </w:rPr>
              <w:t>术语中文名称</w:t>
            </w:r>
          </w:p>
        </w:tc>
        <w:tc>
          <w:tcPr>
            <w:tcW w:w="3968" w:type="dxa"/>
            <w:tcBorders>
              <w:top w:val="single" w:sz="8" w:space="0" w:color="auto"/>
              <w:bottom w:val="single" w:sz="8" w:space="0" w:color="auto"/>
            </w:tcBorders>
            <w:shd w:val="clear" w:color="auto" w:fill="auto"/>
            <w:vAlign w:val="center"/>
          </w:tcPr>
          <w:p w14:paraId="1A72A389" w14:textId="77777777" w:rsidR="00C67CCA" w:rsidRDefault="00C67CCA" w:rsidP="00E94EF4">
            <w:pPr>
              <w:pStyle w:val="afffffffffd"/>
            </w:pPr>
            <w:r>
              <w:rPr>
                <w:rFonts w:hint="eastAsia"/>
              </w:rPr>
              <w:t>术语英文名称</w:t>
            </w:r>
          </w:p>
        </w:tc>
        <w:tc>
          <w:tcPr>
            <w:tcW w:w="1851" w:type="dxa"/>
            <w:tcBorders>
              <w:top w:val="single" w:sz="8" w:space="0" w:color="auto"/>
              <w:bottom w:val="single" w:sz="8" w:space="0" w:color="auto"/>
            </w:tcBorders>
            <w:shd w:val="clear" w:color="auto" w:fill="auto"/>
            <w:vAlign w:val="center"/>
          </w:tcPr>
          <w:p w14:paraId="3AF87A43" w14:textId="77777777" w:rsidR="00C67CCA" w:rsidRDefault="00EE1AEC" w:rsidP="00EE1AEC">
            <w:pPr>
              <w:pStyle w:val="afffffffffd"/>
            </w:pPr>
            <w:r>
              <w:rPr>
                <w:rFonts w:hint="eastAsia"/>
              </w:rPr>
              <w:t>条目</w:t>
            </w:r>
            <w:r w:rsidR="00C67CCA">
              <w:rPr>
                <w:rFonts w:hint="eastAsia"/>
              </w:rPr>
              <w:t>编号</w:t>
            </w:r>
          </w:p>
        </w:tc>
      </w:tr>
      <w:tr w:rsidR="00DC3D29" w14:paraId="4B50B0ED" w14:textId="77777777" w:rsidTr="00422A3F">
        <w:trPr>
          <w:jc w:val="center"/>
        </w:trPr>
        <w:tc>
          <w:tcPr>
            <w:tcW w:w="1144" w:type="dxa"/>
            <w:tcBorders>
              <w:top w:val="single" w:sz="8" w:space="0" w:color="auto"/>
            </w:tcBorders>
            <w:shd w:val="clear" w:color="auto" w:fill="auto"/>
            <w:vAlign w:val="center"/>
          </w:tcPr>
          <w:p w14:paraId="1EAE05A4" w14:textId="77777777" w:rsidR="00DC3D29" w:rsidRDefault="00DC3D29" w:rsidP="00E94EF4">
            <w:pPr>
              <w:pStyle w:val="afffffffffd"/>
            </w:pPr>
            <w:r>
              <w:rPr>
                <w:rFonts w:hint="eastAsia"/>
              </w:rPr>
              <w:t>1</w:t>
            </w:r>
          </w:p>
        </w:tc>
        <w:tc>
          <w:tcPr>
            <w:tcW w:w="2411" w:type="dxa"/>
            <w:tcBorders>
              <w:top w:val="single" w:sz="8" w:space="0" w:color="auto"/>
            </w:tcBorders>
            <w:shd w:val="clear" w:color="auto" w:fill="auto"/>
            <w:vAlign w:val="center"/>
          </w:tcPr>
          <w:p w14:paraId="151B3488" w14:textId="77777777" w:rsidR="00DC3D29" w:rsidRPr="003555D0" w:rsidRDefault="003555D0" w:rsidP="00E94EF4">
            <w:pPr>
              <w:pStyle w:val="afffffffffd"/>
              <w:rPr>
                <w:rFonts w:hAnsi="宋体"/>
                <w:sz w:val="21"/>
                <w:szCs w:val="21"/>
              </w:rPr>
            </w:pPr>
            <w:r w:rsidRPr="003555D0">
              <w:rPr>
                <w:rFonts w:hAnsi="宋体" w:hint="eastAsia"/>
                <w:sz w:val="21"/>
                <w:szCs w:val="21"/>
              </w:rPr>
              <w:t>高性能天然橡胶</w:t>
            </w:r>
          </w:p>
        </w:tc>
        <w:tc>
          <w:tcPr>
            <w:tcW w:w="3968" w:type="dxa"/>
            <w:tcBorders>
              <w:top w:val="single" w:sz="8" w:space="0" w:color="auto"/>
            </w:tcBorders>
            <w:shd w:val="clear" w:color="auto" w:fill="auto"/>
            <w:vAlign w:val="center"/>
          </w:tcPr>
          <w:p w14:paraId="4FBAF19D" w14:textId="77777777" w:rsidR="00DC3D29" w:rsidRPr="00422A3F" w:rsidRDefault="00EE1AEC" w:rsidP="00EE1AEC">
            <w:pPr>
              <w:pStyle w:val="afffffffffd"/>
              <w:rPr>
                <w:rFonts w:ascii="Times New Roman"/>
                <w:sz w:val="21"/>
                <w:szCs w:val="21"/>
              </w:rPr>
            </w:pPr>
            <w:r w:rsidRPr="00422A3F">
              <w:rPr>
                <w:rFonts w:ascii="Times New Roman" w:hint="eastAsia"/>
                <w:sz w:val="21"/>
                <w:szCs w:val="21"/>
              </w:rPr>
              <w:t>high-performance natural rubber</w:t>
            </w:r>
          </w:p>
        </w:tc>
        <w:tc>
          <w:tcPr>
            <w:tcW w:w="1851" w:type="dxa"/>
            <w:tcBorders>
              <w:top w:val="single" w:sz="8" w:space="0" w:color="auto"/>
            </w:tcBorders>
            <w:shd w:val="clear" w:color="auto" w:fill="auto"/>
            <w:vAlign w:val="center"/>
          </w:tcPr>
          <w:p w14:paraId="51D3F451" w14:textId="77777777" w:rsidR="00DC3D29" w:rsidRDefault="00DC3D29" w:rsidP="00E94EF4">
            <w:pPr>
              <w:pStyle w:val="afffffffffd"/>
            </w:pPr>
          </w:p>
        </w:tc>
      </w:tr>
      <w:tr w:rsidR="00DC3D29" w14:paraId="25B0A430" w14:textId="77777777" w:rsidTr="00422A3F">
        <w:trPr>
          <w:jc w:val="center"/>
        </w:trPr>
        <w:tc>
          <w:tcPr>
            <w:tcW w:w="1144" w:type="dxa"/>
            <w:shd w:val="clear" w:color="auto" w:fill="auto"/>
            <w:vAlign w:val="center"/>
          </w:tcPr>
          <w:p w14:paraId="71A04458" w14:textId="77777777" w:rsidR="00DC3D29" w:rsidRDefault="00DC3D29" w:rsidP="00E94EF4">
            <w:pPr>
              <w:pStyle w:val="afffffffffd"/>
            </w:pPr>
            <w:r>
              <w:rPr>
                <w:rFonts w:hint="eastAsia"/>
              </w:rPr>
              <w:t>2</w:t>
            </w:r>
          </w:p>
        </w:tc>
        <w:tc>
          <w:tcPr>
            <w:tcW w:w="2411" w:type="dxa"/>
            <w:shd w:val="clear" w:color="auto" w:fill="auto"/>
            <w:vAlign w:val="center"/>
          </w:tcPr>
          <w:p w14:paraId="2C6AD26A" w14:textId="77777777" w:rsidR="00DC3D29" w:rsidRPr="003555D0" w:rsidRDefault="003555D0" w:rsidP="00E94EF4">
            <w:pPr>
              <w:pStyle w:val="afffff"/>
              <w:ind w:firstLineChars="0" w:firstLine="0"/>
              <w:jc w:val="center"/>
              <w:rPr>
                <w:rFonts w:hAnsi="宋体"/>
                <w:szCs w:val="21"/>
              </w:rPr>
            </w:pPr>
            <w:r w:rsidRPr="003555D0">
              <w:rPr>
                <w:rFonts w:hAnsi="宋体" w:hint="eastAsia"/>
                <w:szCs w:val="21"/>
              </w:rPr>
              <w:t>异常基团</w:t>
            </w:r>
          </w:p>
        </w:tc>
        <w:tc>
          <w:tcPr>
            <w:tcW w:w="3968" w:type="dxa"/>
            <w:shd w:val="clear" w:color="auto" w:fill="auto"/>
            <w:vAlign w:val="center"/>
          </w:tcPr>
          <w:p w14:paraId="1916FC76" w14:textId="77777777" w:rsidR="00DC3D29" w:rsidRPr="00422A3F" w:rsidRDefault="00892517" w:rsidP="00EE1AEC">
            <w:pPr>
              <w:pStyle w:val="afffffffffff9"/>
              <w:numPr>
                <w:ilvl w:val="0"/>
                <w:numId w:val="0"/>
              </w:numPr>
              <w:adjustRightInd w:val="0"/>
              <w:jc w:val="center"/>
              <w:rPr>
                <w:rFonts w:ascii="Times New Roman"/>
                <w:szCs w:val="21"/>
              </w:rPr>
            </w:pPr>
            <w:r w:rsidRPr="00422A3F">
              <w:rPr>
                <w:rFonts w:ascii="Times New Roman" w:eastAsia="黑体"/>
                <w:szCs w:val="21"/>
              </w:rPr>
              <w:t>abnormal groups</w:t>
            </w:r>
          </w:p>
        </w:tc>
        <w:tc>
          <w:tcPr>
            <w:tcW w:w="1851" w:type="dxa"/>
            <w:shd w:val="clear" w:color="auto" w:fill="auto"/>
            <w:vAlign w:val="center"/>
          </w:tcPr>
          <w:p w14:paraId="21DFE714" w14:textId="77777777" w:rsidR="00DC3D29" w:rsidRDefault="00DC3D29" w:rsidP="00E94EF4">
            <w:pPr>
              <w:pStyle w:val="afffffffffd"/>
            </w:pPr>
          </w:p>
        </w:tc>
      </w:tr>
      <w:tr w:rsidR="003555D0" w14:paraId="3D33FFDC" w14:textId="77777777" w:rsidTr="00422A3F">
        <w:trPr>
          <w:jc w:val="center"/>
        </w:trPr>
        <w:tc>
          <w:tcPr>
            <w:tcW w:w="1144" w:type="dxa"/>
            <w:shd w:val="clear" w:color="auto" w:fill="auto"/>
            <w:vAlign w:val="center"/>
          </w:tcPr>
          <w:p w14:paraId="04978894" w14:textId="77777777" w:rsidR="003555D0" w:rsidRDefault="003555D0" w:rsidP="00E94EF4">
            <w:pPr>
              <w:pStyle w:val="afffffffffd"/>
            </w:pPr>
            <w:r>
              <w:rPr>
                <w:rFonts w:hint="eastAsia"/>
              </w:rPr>
              <w:t>3</w:t>
            </w:r>
          </w:p>
        </w:tc>
        <w:tc>
          <w:tcPr>
            <w:tcW w:w="2411" w:type="dxa"/>
            <w:shd w:val="clear" w:color="auto" w:fill="auto"/>
            <w:vAlign w:val="center"/>
          </w:tcPr>
          <w:p w14:paraId="445F3FA7" w14:textId="77777777" w:rsidR="003555D0" w:rsidRPr="003555D0" w:rsidRDefault="003555D0" w:rsidP="00E94EF4">
            <w:pPr>
              <w:pStyle w:val="afffff"/>
              <w:ind w:firstLineChars="0" w:firstLine="0"/>
              <w:jc w:val="center"/>
              <w:rPr>
                <w:rFonts w:hAnsi="宋体"/>
                <w:szCs w:val="21"/>
              </w:rPr>
            </w:pPr>
            <w:r w:rsidRPr="003555D0">
              <w:rPr>
                <w:rFonts w:hAnsi="宋体" w:hint="eastAsia"/>
                <w:szCs w:val="21"/>
              </w:rPr>
              <w:t xml:space="preserve">结块 </w:t>
            </w:r>
          </w:p>
        </w:tc>
        <w:tc>
          <w:tcPr>
            <w:tcW w:w="3968" w:type="dxa"/>
            <w:shd w:val="clear" w:color="auto" w:fill="auto"/>
            <w:vAlign w:val="center"/>
          </w:tcPr>
          <w:p w14:paraId="1519B1C0" w14:textId="77777777" w:rsidR="003555D0" w:rsidRPr="00422A3F" w:rsidRDefault="00892517" w:rsidP="00EE1AEC">
            <w:pPr>
              <w:pStyle w:val="afffffffffd"/>
              <w:rPr>
                <w:rFonts w:ascii="Times New Roman"/>
                <w:sz w:val="21"/>
                <w:szCs w:val="21"/>
              </w:rPr>
            </w:pPr>
            <w:r w:rsidRPr="00422A3F">
              <w:rPr>
                <w:rFonts w:ascii="Times New Roman" w:eastAsia="黑体"/>
                <w:sz w:val="21"/>
                <w:szCs w:val="21"/>
              </w:rPr>
              <w:t>agglomerate</w:t>
            </w:r>
          </w:p>
        </w:tc>
        <w:tc>
          <w:tcPr>
            <w:tcW w:w="1851" w:type="dxa"/>
            <w:shd w:val="clear" w:color="auto" w:fill="auto"/>
            <w:vAlign w:val="center"/>
          </w:tcPr>
          <w:p w14:paraId="15C4E28D" w14:textId="77777777" w:rsidR="003555D0" w:rsidRDefault="003555D0" w:rsidP="00E94EF4">
            <w:pPr>
              <w:pStyle w:val="afffffffffd"/>
            </w:pPr>
          </w:p>
        </w:tc>
      </w:tr>
      <w:tr w:rsidR="003555D0" w14:paraId="1DE21E2B" w14:textId="77777777" w:rsidTr="00422A3F">
        <w:trPr>
          <w:jc w:val="center"/>
        </w:trPr>
        <w:tc>
          <w:tcPr>
            <w:tcW w:w="1144" w:type="dxa"/>
            <w:shd w:val="clear" w:color="auto" w:fill="auto"/>
            <w:vAlign w:val="center"/>
          </w:tcPr>
          <w:p w14:paraId="0EEB5D16" w14:textId="77777777" w:rsidR="003555D0" w:rsidRDefault="003555D0" w:rsidP="00E94EF4">
            <w:pPr>
              <w:pStyle w:val="afffffffffd"/>
            </w:pPr>
            <w:r>
              <w:rPr>
                <w:rFonts w:hint="eastAsia"/>
              </w:rPr>
              <w:t>4</w:t>
            </w:r>
          </w:p>
        </w:tc>
        <w:tc>
          <w:tcPr>
            <w:tcW w:w="2411" w:type="dxa"/>
            <w:shd w:val="clear" w:color="auto" w:fill="auto"/>
            <w:vAlign w:val="center"/>
          </w:tcPr>
          <w:p w14:paraId="765ED760" w14:textId="77777777" w:rsidR="003555D0" w:rsidRPr="003555D0" w:rsidRDefault="003555D0" w:rsidP="00E94EF4">
            <w:pPr>
              <w:pStyle w:val="afffff"/>
              <w:ind w:firstLineChars="0" w:firstLine="0"/>
              <w:jc w:val="center"/>
              <w:rPr>
                <w:rFonts w:hAnsi="宋体"/>
                <w:szCs w:val="21"/>
              </w:rPr>
            </w:pPr>
            <w:r w:rsidRPr="003555D0">
              <w:rPr>
                <w:rFonts w:hAnsi="宋体" w:hint="eastAsia"/>
                <w:szCs w:val="21"/>
              </w:rPr>
              <w:t xml:space="preserve">黑焦烧  </w:t>
            </w:r>
          </w:p>
        </w:tc>
        <w:tc>
          <w:tcPr>
            <w:tcW w:w="3968" w:type="dxa"/>
            <w:shd w:val="clear" w:color="auto" w:fill="auto"/>
            <w:vAlign w:val="center"/>
          </w:tcPr>
          <w:p w14:paraId="2F797B88" w14:textId="77777777" w:rsidR="003555D0" w:rsidRPr="00422A3F" w:rsidRDefault="00892517" w:rsidP="00EE1AEC">
            <w:pPr>
              <w:pStyle w:val="afffffffffff9"/>
              <w:numPr>
                <w:ilvl w:val="0"/>
                <w:numId w:val="0"/>
              </w:numPr>
              <w:adjustRightInd w:val="0"/>
              <w:snapToGrid w:val="0"/>
              <w:jc w:val="center"/>
              <w:rPr>
                <w:rFonts w:ascii="Times New Roman"/>
                <w:szCs w:val="21"/>
              </w:rPr>
            </w:pPr>
            <w:r w:rsidRPr="00422A3F">
              <w:rPr>
                <w:rFonts w:ascii="Times New Roman" w:eastAsia="黑体"/>
                <w:szCs w:val="21"/>
              </w:rPr>
              <w:t>black scorch</w:t>
            </w:r>
          </w:p>
        </w:tc>
        <w:tc>
          <w:tcPr>
            <w:tcW w:w="1851" w:type="dxa"/>
            <w:shd w:val="clear" w:color="auto" w:fill="auto"/>
            <w:vAlign w:val="center"/>
          </w:tcPr>
          <w:p w14:paraId="6284DB68" w14:textId="77777777" w:rsidR="003555D0" w:rsidRDefault="003555D0" w:rsidP="00E94EF4">
            <w:pPr>
              <w:pStyle w:val="afffffffffd"/>
            </w:pPr>
          </w:p>
        </w:tc>
      </w:tr>
      <w:tr w:rsidR="003555D0" w14:paraId="7DCF79D0" w14:textId="77777777" w:rsidTr="00422A3F">
        <w:trPr>
          <w:jc w:val="center"/>
        </w:trPr>
        <w:tc>
          <w:tcPr>
            <w:tcW w:w="1144" w:type="dxa"/>
            <w:shd w:val="clear" w:color="auto" w:fill="auto"/>
            <w:vAlign w:val="center"/>
          </w:tcPr>
          <w:p w14:paraId="06AC14FE" w14:textId="77777777" w:rsidR="003555D0" w:rsidRDefault="003555D0" w:rsidP="00E94EF4">
            <w:pPr>
              <w:pStyle w:val="afffffffffd"/>
            </w:pPr>
            <w:r>
              <w:rPr>
                <w:rFonts w:hint="eastAsia"/>
              </w:rPr>
              <w:t>5</w:t>
            </w:r>
          </w:p>
        </w:tc>
        <w:tc>
          <w:tcPr>
            <w:tcW w:w="2411" w:type="dxa"/>
            <w:shd w:val="clear" w:color="auto" w:fill="auto"/>
            <w:vAlign w:val="center"/>
          </w:tcPr>
          <w:p w14:paraId="12ADFEB0" w14:textId="77777777" w:rsidR="003555D0" w:rsidRPr="003555D0" w:rsidRDefault="003555D0" w:rsidP="00E94EF4">
            <w:pPr>
              <w:pStyle w:val="afffff"/>
              <w:ind w:firstLineChars="0" w:firstLine="0"/>
              <w:jc w:val="center"/>
              <w:rPr>
                <w:rFonts w:hAnsi="宋体"/>
                <w:szCs w:val="21"/>
              </w:rPr>
            </w:pPr>
            <w:r w:rsidRPr="003555D0">
              <w:rPr>
                <w:rFonts w:hAnsi="宋体" w:hint="eastAsia"/>
                <w:szCs w:val="21"/>
              </w:rPr>
              <w:t xml:space="preserve">结合剂 </w:t>
            </w:r>
          </w:p>
        </w:tc>
        <w:tc>
          <w:tcPr>
            <w:tcW w:w="3968" w:type="dxa"/>
            <w:shd w:val="clear" w:color="auto" w:fill="auto"/>
            <w:vAlign w:val="center"/>
          </w:tcPr>
          <w:p w14:paraId="38105212" w14:textId="77777777" w:rsidR="003555D0" w:rsidRPr="00422A3F" w:rsidRDefault="00892517" w:rsidP="00EE1AEC">
            <w:pPr>
              <w:pStyle w:val="afffffffffd"/>
              <w:rPr>
                <w:rFonts w:ascii="Times New Roman"/>
                <w:sz w:val="21"/>
                <w:szCs w:val="21"/>
              </w:rPr>
            </w:pPr>
            <w:r w:rsidRPr="00422A3F">
              <w:rPr>
                <w:rFonts w:ascii="Times New Roman" w:eastAsia="黑体"/>
                <w:sz w:val="21"/>
                <w:szCs w:val="21"/>
              </w:rPr>
              <w:t>bonding agent</w:t>
            </w:r>
          </w:p>
        </w:tc>
        <w:tc>
          <w:tcPr>
            <w:tcW w:w="1851" w:type="dxa"/>
            <w:shd w:val="clear" w:color="auto" w:fill="auto"/>
            <w:vAlign w:val="center"/>
          </w:tcPr>
          <w:p w14:paraId="652955DA" w14:textId="77777777" w:rsidR="003555D0" w:rsidRDefault="003555D0" w:rsidP="00E94EF4">
            <w:pPr>
              <w:pStyle w:val="afffffffffd"/>
            </w:pPr>
          </w:p>
        </w:tc>
      </w:tr>
      <w:tr w:rsidR="003555D0" w14:paraId="7877A70A" w14:textId="77777777" w:rsidTr="00422A3F">
        <w:trPr>
          <w:jc w:val="center"/>
        </w:trPr>
        <w:tc>
          <w:tcPr>
            <w:tcW w:w="1144" w:type="dxa"/>
            <w:shd w:val="clear" w:color="auto" w:fill="auto"/>
            <w:vAlign w:val="center"/>
          </w:tcPr>
          <w:p w14:paraId="1B8116CD" w14:textId="77777777" w:rsidR="003555D0" w:rsidRDefault="003555D0" w:rsidP="00E94EF4">
            <w:pPr>
              <w:pStyle w:val="afffffffffd"/>
            </w:pPr>
            <w:r>
              <w:rPr>
                <w:rFonts w:hint="eastAsia"/>
              </w:rPr>
              <w:t>6</w:t>
            </w:r>
          </w:p>
        </w:tc>
        <w:tc>
          <w:tcPr>
            <w:tcW w:w="2411" w:type="dxa"/>
            <w:shd w:val="clear" w:color="auto" w:fill="auto"/>
            <w:vAlign w:val="center"/>
          </w:tcPr>
          <w:p w14:paraId="4254823A" w14:textId="77777777" w:rsidR="003555D0" w:rsidRPr="003555D0" w:rsidRDefault="003555D0" w:rsidP="00892517">
            <w:pPr>
              <w:pStyle w:val="afffff"/>
              <w:ind w:firstLineChars="0" w:firstLine="0"/>
              <w:jc w:val="center"/>
              <w:rPr>
                <w:rFonts w:hAnsi="宋体"/>
                <w:szCs w:val="21"/>
              </w:rPr>
            </w:pPr>
            <w:r w:rsidRPr="003555D0">
              <w:rPr>
                <w:rFonts w:hAnsi="宋体"/>
                <w:szCs w:val="21"/>
              </w:rPr>
              <w:t>铸</w:t>
            </w:r>
            <w:r w:rsidR="00892517">
              <w:rPr>
                <w:rFonts w:hAnsi="宋体" w:hint="eastAsia"/>
                <w:szCs w:val="21"/>
              </w:rPr>
              <w:t>模</w:t>
            </w:r>
          </w:p>
        </w:tc>
        <w:tc>
          <w:tcPr>
            <w:tcW w:w="3968" w:type="dxa"/>
            <w:shd w:val="clear" w:color="auto" w:fill="auto"/>
            <w:vAlign w:val="center"/>
          </w:tcPr>
          <w:p w14:paraId="3F14B70C" w14:textId="77777777" w:rsidR="003555D0" w:rsidRPr="00422A3F" w:rsidRDefault="006515D1" w:rsidP="00EE1AEC">
            <w:pPr>
              <w:pStyle w:val="afffffffffffb"/>
              <w:numPr>
                <w:ilvl w:val="0"/>
                <w:numId w:val="0"/>
              </w:numPr>
              <w:jc w:val="center"/>
              <w:rPr>
                <w:rFonts w:ascii="Times New Roman"/>
                <w:szCs w:val="21"/>
              </w:rPr>
            </w:pPr>
            <w:r w:rsidRPr="00422A3F">
              <w:rPr>
                <w:rFonts w:ascii="Times New Roman" w:eastAsia="黑体"/>
                <w:szCs w:val="21"/>
              </w:rPr>
              <w:t>casting</w:t>
            </w:r>
          </w:p>
        </w:tc>
        <w:tc>
          <w:tcPr>
            <w:tcW w:w="1851" w:type="dxa"/>
            <w:shd w:val="clear" w:color="auto" w:fill="auto"/>
            <w:vAlign w:val="center"/>
          </w:tcPr>
          <w:p w14:paraId="18BF283F" w14:textId="77777777" w:rsidR="003555D0" w:rsidRDefault="003555D0" w:rsidP="00E94EF4">
            <w:pPr>
              <w:pStyle w:val="afffffffffd"/>
            </w:pPr>
          </w:p>
        </w:tc>
      </w:tr>
      <w:tr w:rsidR="003555D0" w14:paraId="79E094F2" w14:textId="77777777" w:rsidTr="00422A3F">
        <w:trPr>
          <w:jc w:val="center"/>
        </w:trPr>
        <w:tc>
          <w:tcPr>
            <w:tcW w:w="1144" w:type="dxa"/>
            <w:shd w:val="clear" w:color="auto" w:fill="auto"/>
            <w:vAlign w:val="center"/>
          </w:tcPr>
          <w:p w14:paraId="215026A4" w14:textId="77777777" w:rsidR="003555D0" w:rsidRDefault="003555D0" w:rsidP="00E94EF4">
            <w:pPr>
              <w:pStyle w:val="afffffffffd"/>
            </w:pPr>
            <w:r>
              <w:rPr>
                <w:rFonts w:hint="eastAsia"/>
              </w:rPr>
              <w:t>7</w:t>
            </w:r>
          </w:p>
        </w:tc>
        <w:tc>
          <w:tcPr>
            <w:tcW w:w="2411" w:type="dxa"/>
            <w:shd w:val="clear" w:color="auto" w:fill="auto"/>
            <w:vAlign w:val="center"/>
          </w:tcPr>
          <w:p w14:paraId="1AE72CBC" w14:textId="77777777" w:rsidR="003555D0" w:rsidRPr="003555D0" w:rsidRDefault="003555D0" w:rsidP="00E94EF4">
            <w:pPr>
              <w:pStyle w:val="afffff"/>
              <w:ind w:firstLineChars="0" w:firstLine="0"/>
              <w:jc w:val="center"/>
              <w:rPr>
                <w:rFonts w:hAnsi="宋体"/>
                <w:szCs w:val="21"/>
              </w:rPr>
            </w:pPr>
            <w:r w:rsidRPr="003555D0">
              <w:rPr>
                <w:rFonts w:hAnsi="宋体" w:hint="eastAsia"/>
                <w:szCs w:val="21"/>
              </w:rPr>
              <w:t>化学抗臭氧化剂</w:t>
            </w:r>
          </w:p>
        </w:tc>
        <w:tc>
          <w:tcPr>
            <w:tcW w:w="3968" w:type="dxa"/>
            <w:shd w:val="clear" w:color="auto" w:fill="auto"/>
            <w:vAlign w:val="center"/>
          </w:tcPr>
          <w:p w14:paraId="31ABE2E4" w14:textId="77777777" w:rsidR="003555D0" w:rsidRPr="00422A3F" w:rsidRDefault="00892517" w:rsidP="00EE1AEC">
            <w:pPr>
              <w:pStyle w:val="afffffffffd"/>
              <w:rPr>
                <w:rFonts w:ascii="Times New Roman"/>
                <w:sz w:val="21"/>
                <w:szCs w:val="21"/>
              </w:rPr>
            </w:pPr>
            <w:r w:rsidRPr="00422A3F">
              <w:rPr>
                <w:rFonts w:ascii="Times New Roman"/>
                <w:sz w:val="21"/>
                <w:szCs w:val="21"/>
              </w:rPr>
              <w:t>chemical antiozonant</w:t>
            </w:r>
          </w:p>
        </w:tc>
        <w:tc>
          <w:tcPr>
            <w:tcW w:w="1851" w:type="dxa"/>
            <w:shd w:val="clear" w:color="auto" w:fill="auto"/>
            <w:vAlign w:val="center"/>
          </w:tcPr>
          <w:p w14:paraId="2A2C2051" w14:textId="77777777" w:rsidR="003555D0" w:rsidRDefault="003555D0" w:rsidP="00E94EF4">
            <w:pPr>
              <w:pStyle w:val="afffffffffd"/>
            </w:pPr>
          </w:p>
        </w:tc>
      </w:tr>
      <w:tr w:rsidR="00422A3F" w14:paraId="6CF8CA8B" w14:textId="77777777" w:rsidTr="00422A3F">
        <w:trPr>
          <w:jc w:val="center"/>
        </w:trPr>
        <w:tc>
          <w:tcPr>
            <w:tcW w:w="1144" w:type="dxa"/>
            <w:shd w:val="clear" w:color="auto" w:fill="auto"/>
            <w:vAlign w:val="center"/>
          </w:tcPr>
          <w:p w14:paraId="37BEF9BB" w14:textId="77777777" w:rsidR="00422A3F" w:rsidRDefault="00422A3F" w:rsidP="00E94EF4">
            <w:pPr>
              <w:pStyle w:val="afffffffffd"/>
            </w:pPr>
            <w:r>
              <w:rPr>
                <w:rFonts w:hint="eastAsia"/>
              </w:rPr>
              <w:t>8</w:t>
            </w:r>
          </w:p>
        </w:tc>
        <w:tc>
          <w:tcPr>
            <w:tcW w:w="2411" w:type="dxa"/>
            <w:shd w:val="clear" w:color="auto" w:fill="auto"/>
            <w:vAlign w:val="center"/>
          </w:tcPr>
          <w:p w14:paraId="347F517A" w14:textId="77777777" w:rsidR="00422A3F" w:rsidRPr="003555D0" w:rsidRDefault="00422A3F" w:rsidP="00E94EF4">
            <w:pPr>
              <w:pStyle w:val="afffff"/>
              <w:ind w:firstLineChars="0" w:firstLine="0"/>
              <w:jc w:val="center"/>
              <w:rPr>
                <w:rFonts w:hAnsi="宋体"/>
                <w:szCs w:val="21"/>
              </w:rPr>
            </w:pPr>
            <w:r w:rsidRPr="003555D0">
              <w:rPr>
                <w:rFonts w:hAnsi="宋体" w:hint="eastAsia"/>
                <w:szCs w:val="21"/>
              </w:rPr>
              <w:t>压模</w:t>
            </w:r>
          </w:p>
        </w:tc>
        <w:tc>
          <w:tcPr>
            <w:tcW w:w="3968" w:type="dxa"/>
            <w:shd w:val="clear" w:color="auto" w:fill="auto"/>
            <w:vAlign w:val="center"/>
          </w:tcPr>
          <w:p w14:paraId="1365874B" w14:textId="77777777" w:rsidR="00422A3F" w:rsidRPr="00422A3F" w:rsidRDefault="00422A3F" w:rsidP="00EE1AEC">
            <w:pPr>
              <w:pStyle w:val="afffffffffd"/>
              <w:rPr>
                <w:rFonts w:ascii="Times New Roman"/>
                <w:sz w:val="21"/>
                <w:szCs w:val="21"/>
              </w:rPr>
            </w:pPr>
            <w:r w:rsidRPr="00422A3F">
              <w:rPr>
                <w:rFonts w:ascii="Times New Roman" w:eastAsia="黑体"/>
                <w:sz w:val="21"/>
                <w:szCs w:val="21"/>
              </w:rPr>
              <w:t xml:space="preserve">compression </w:t>
            </w:r>
            <w:proofErr w:type="spellStart"/>
            <w:r w:rsidRPr="00422A3F">
              <w:rPr>
                <w:rFonts w:ascii="Times New Roman" w:eastAsia="黑体"/>
                <w:sz w:val="21"/>
                <w:szCs w:val="21"/>
              </w:rPr>
              <w:t>moulding</w:t>
            </w:r>
            <w:proofErr w:type="spellEnd"/>
          </w:p>
        </w:tc>
        <w:tc>
          <w:tcPr>
            <w:tcW w:w="1851" w:type="dxa"/>
            <w:shd w:val="clear" w:color="auto" w:fill="auto"/>
            <w:vAlign w:val="center"/>
          </w:tcPr>
          <w:p w14:paraId="39041725" w14:textId="77777777" w:rsidR="00422A3F" w:rsidRDefault="00422A3F" w:rsidP="00E94EF4">
            <w:pPr>
              <w:pStyle w:val="afffffffffd"/>
            </w:pPr>
          </w:p>
        </w:tc>
      </w:tr>
      <w:tr w:rsidR="00422A3F" w14:paraId="27D6B5DD" w14:textId="77777777" w:rsidTr="00422A3F">
        <w:trPr>
          <w:jc w:val="center"/>
        </w:trPr>
        <w:tc>
          <w:tcPr>
            <w:tcW w:w="1144" w:type="dxa"/>
            <w:shd w:val="clear" w:color="auto" w:fill="auto"/>
            <w:vAlign w:val="center"/>
          </w:tcPr>
          <w:p w14:paraId="1F7F2A1D" w14:textId="77777777" w:rsidR="00422A3F" w:rsidRDefault="00422A3F" w:rsidP="00E94EF4">
            <w:pPr>
              <w:pStyle w:val="afffffffffd"/>
            </w:pPr>
            <w:r>
              <w:rPr>
                <w:rFonts w:hint="eastAsia"/>
              </w:rPr>
              <w:t>9</w:t>
            </w:r>
          </w:p>
        </w:tc>
        <w:tc>
          <w:tcPr>
            <w:tcW w:w="2411" w:type="dxa"/>
            <w:shd w:val="clear" w:color="auto" w:fill="auto"/>
            <w:vAlign w:val="center"/>
          </w:tcPr>
          <w:p w14:paraId="6C7F5880" w14:textId="77777777" w:rsidR="00422A3F" w:rsidRPr="003555D0" w:rsidRDefault="00422A3F" w:rsidP="00E94EF4">
            <w:pPr>
              <w:pStyle w:val="afffff"/>
              <w:ind w:firstLineChars="0" w:firstLine="0"/>
              <w:jc w:val="center"/>
              <w:rPr>
                <w:rFonts w:hAnsi="宋体"/>
                <w:szCs w:val="21"/>
              </w:rPr>
            </w:pPr>
            <w:r w:rsidRPr="003555D0">
              <w:rPr>
                <w:rFonts w:hAnsi="宋体" w:hint="eastAsia"/>
                <w:szCs w:val="21"/>
              </w:rPr>
              <w:t>连续硫化</w:t>
            </w:r>
          </w:p>
        </w:tc>
        <w:tc>
          <w:tcPr>
            <w:tcW w:w="3968" w:type="dxa"/>
            <w:shd w:val="clear" w:color="auto" w:fill="auto"/>
            <w:vAlign w:val="center"/>
          </w:tcPr>
          <w:p w14:paraId="6C7308A7" w14:textId="77777777" w:rsidR="00422A3F" w:rsidRPr="00422A3F" w:rsidRDefault="00422A3F" w:rsidP="00EE1AEC">
            <w:pPr>
              <w:pStyle w:val="afffffffffd"/>
              <w:rPr>
                <w:rFonts w:ascii="Times New Roman"/>
                <w:sz w:val="21"/>
                <w:szCs w:val="21"/>
              </w:rPr>
            </w:pPr>
            <w:r w:rsidRPr="00422A3F">
              <w:rPr>
                <w:rFonts w:ascii="Times New Roman" w:eastAsia="黑体"/>
                <w:sz w:val="21"/>
                <w:szCs w:val="21"/>
              </w:rPr>
              <w:t>continuous vulcanization</w:t>
            </w:r>
          </w:p>
        </w:tc>
        <w:tc>
          <w:tcPr>
            <w:tcW w:w="1851" w:type="dxa"/>
            <w:shd w:val="clear" w:color="auto" w:fill="auto"/>
            <w:vAlign w:val="center"/>
          </w:tcPr>
          <w:p w14:paraId="141FED13" w14:textId="77777777" w:rsidR="00422A3F" w:rsidRDefault="00422A3F" w:rsidP="00E94EF4">
            <w:pPr>
              <w:pStyle w:val="afffffffffd"/>
            </w:pPr>
          </w:p>
        </w:tc>
      </w:tr>
      <w:tr w:rsidR="00422A3F" w14:paraId="0F9C351E" w14:textId="77777777" w:rsidTr="00422A3F">
        <w:trPr>
          <w:jc w:val="center"/>
        </w:trPr>
        <w:tc>
          <w:tcPr>
            <w:tcW w:w="1144" w:type="dxa"/>
            <w:shd w:val="clear" w:color="auto" w:fill="auto"/>
            <w:vAlign w:val="center"/>
          </w:tcPr>
          <w:p w14:paraId="730BAF75" w14:textId="77777777" w:rsidR="00422A3F" w:rsidRDefault="00422A3F" w:rsidP="00E94EF4">
            <w:pPr>
              <w:pStyle w:val="afffffffffd"/>
            </w:pPr>
            <w:r>
              <w:rPr>
                <w:rFonts w:hint="eastAsia"/>
              </w:rPr>
              <w:t>10</w:t>
            </w:r>
          </w:p>
        </w:tc>
        <w:tc>
          <w:tcPr>
            <w:tcW w:w="2411" w:type="dxa"/>
            <w:shd w:val="clear" w:color="auto" w:fill="auto"/>
            <w:vAlign w:val="center"/>
          </w:tcPr>
          <w:p w14:paraId="225702FB" w14:textId="77777777" w:rsidR="00422A3F" w:rsidRPr="003555D0" w:rsidRDefault="00422A3F" w:rsidP="00E94EF4">
            <w:pPr>
              <w:pStyle w:val="afffff"/>
              <w:ind w:firstLineChars="0" w:firstLine="0"/>
              <w:jc w:val="center"/>
              <w:rPr>
                <w:rFonts w:hAnsi="宋体"/>
                <w:szCs w:val="21"/>
              </w:rPr>
            </w:pPr>
            <w:proofErr w:type="gramStart"/>
            <w:r w:rsidRPr="003555D0">
              <w:rPr>
                <w:rFonts w:hAnsi="宋体" w:hint="eastAsia"/>
                <w:szCs w:val="21"/>
              </w:rPr>
              <w:t>冷硫化</w:t>
            </w:r>
            <w:proofErr w:type="gramEnd"/>
          </w:p>
        </w:tc>
        <w:tc>
          <w:tcPr>
            <w:tcW w:w="3968" w:type="dxa"/>
            <w:shd w:val="clear" w:color="auto" w:fill="auto"/>
            <w:vAlign w:val="center"/>
          </w:tcPr>
          <w:p w14:paraId="7F1A2B2D" w14:textId="77777777" w:rsidR="00422A3F" w:rsidRPr="00422A3F" w:rsidRDefault="00422A3F" w:rsidP="00EE1AEC">
            <w:pPr>
              <w:pStyle w:val="afffffffffffa"/>
              <w:numPr>
                <w:ilvl w:val="0"/>
                <w:numId w:val="0"/>
              </w:numPr>
              <w:jc w:val="center"/>
              <w:rPr>
                <w:rFonts w:ascii="Times New Roman"/>
                <w:b w:val="0"/>
                <w:szCs w:val="21"/>
              </w:rPr>
            </w:pPr>
            <w:r w:rsidRPr="00422A3F">
              <w:rPr>
                <w:rFonts w:ascii="Times New Roman" w:eastAsia="黑体"/>
                <w:b w:val="0"/>
                <w:szCs w:val="21"/>
              </w:rPr>
              <w:t>cold cure</w:t>
            </w:r>
          </w:p>
        </w:tc>
        <w:tc>
          <w:tcPr>
            <w:tcW w:w="1851" w:type="dxa"/>
            <w:shd w:val="clear" w:color="auto" w:fill="auto"/>
            <w:vAlign w:val="center"/>
          </w:tcPr>
          <w:p w14:paraId="29F74EF1" w14:textId="77777777" w:rsidR="00422A3F" w:rsidRDefault="00422A3F" w:rsidP="00E94EF4">
            <w:pPr>
              <w:pStyle w:val="afffffffffd"/>
            </w:pPr>
          </w:p>
        </w:tc>
      </w:tr>
      <w:tr w:rsidR="00422A3F" w14:paraId="64B6C6C9" w14:textId="77777777" w:rsidTr="00422A3F">
        <w:trPr>
          <w:jc w:val="center"/>
        </w:trPr>
        <w:tc>
          <w:tcPr>
            <w:tcW w:w="1144" w:type="dxa"/>
            <w:shd w:val="clear" w:color="auto" w:fill="auto"/>
            <w:vAlign w:val="center"/>
          </w:tcPr>
          <w:p w14:paraId="76AE70E6" w14:textId="77777777" w:rsidR="00422A3F" w:rsidRDefault="00422A3F" w:rsidP="00E94EF4">
            <w:pPr>
              <w:pStyle w:val="afffffffffd"/>
            </w:pPr>
            <w:r>
              <w:rPr>
                <w:rFonts w:hint="eastAsia"/>
              </w:rPr>
              <w:t>11</w:t>
            </w:r>
          </w:p>
        </w:tc>
        <w:tc>
          <w:tcPr>
            <w:tcW w:w="2411" w:type="dxa"/>
            <w:shd w:val="clear" w:color="auto" w:fill="auto"/>
            <w:vAlign w:val="center"/>
          </w:tcPr>
          <w:p w14:paraId="1D2E1FD1" w14:textId="77777777" w:rsidR="00422A3F" w:rsidRPr="003555D0" w:rsidRDefault="00422A3F" w:rsidP="00E94EF4">
            <w:pPr>
              <w:pStyle w:val="afffff"/>
              <w:ind w:firstLineChars="0" w:firstLine="0"/>
              <w:jc w:val="center"/>
              <w:rPr>
                <w:rFonts w:hAnsi="宋体"/>
                <w:szCs w:val="21"/>
              </w:rPr>
            </w:pPr>
            <w:r w:rsidRPr="003555D0">
              <w:rPr>
                <w:rFonts w:hAnsi="宋体" w:hint="eastAsia"/>
                <w:szCs w:val="21"/>
              </w:rPr>
              <w:t>涂层织物</w:t>
            </w:r>
          </w:p>
        </w:tc>
        <w:tc>
          <w:tcPr>
            <w:tcW w:w="3968" w:type="dxa"/>
            <w:shd w:val="clear" w:color="auto" w:fill="auto"/>
            <w:vAlign w:val="center"/>
          </w:tcPr>
          <w:p w14:paraId="0D875CEF" w14:textId="77777777" w:rsidR="00422A3F" w:rsidRPr="00422A3F" w:rsidRDefault="00422A3F" w:rsidP="00EE1AEC">
            <w:pPr>
              <w:pStyle w:val="afffffffffd"/>
              <w:rPr>
                <w:rFonts w:ascii="Times New Roman"/>
                <w:sz w:val="21"/>
                <w:szCs w:val="21"/>
              </w:rPr>
            </w:pPr>
            <w:r w:rsidRPr="00422A3F">
              <w:rPr>
                <w:rFonts w:ascii="Times New Roman" w:eastAsia="黑体"/>
                <w:sz w:val="21"/>
                <w:szCs w:val="21"/>
              </w:rPr>
              <w:t>coated fabric</w:t>
            </w:r>
          </w:p>
        </w:tc>
        <w:tc>
          <w:tcPr>
            <w:tcW w:w="1851" w:type="dxa"/>
            <w:shd w:val="clear" w:color="auto" w:fill="auto"/>
            <w:vAlign w:val="center"/>
          </w:tcPr>
          <w:p w14:paraId="1D0505A8" w14:textId="77777777" w:rsidR="00422A3F" w:rsidRDefault="00422A3F" w:rsidP="00E94EF4">
            <w:pPr>
              <w:pStyle w:val="afffffffffd"/>
            </w:pPr>
          </w:p>
        </w:tc>
      </w:tr>
      <w:tr w:rsidR="00422A3F" w14:paraId="3EA7FBC9" w14:textId="77777777" w:rsidTr="00422A3F">
        <w:trPr>
          <w:jc w:val="center"/>
        </w:trPr>
        <w:tc>
          <w:tcPr>
            <w:tcW w:w="1144" w:type="dxa"/>
            <w:shd w:val="clear" w:color="auto" w:fill="auto"/>
            <w:vAlign w:val="center"/>
          </w:tcPr>
          <w:p w14:paraId="52F4F52B" w14:textId="77777777" w:rsidR="00422A3F" w:rsidRDefault="00422A3F" w:rsidP="00E94EF4">
            <w:pPr>
              <w:pStyle w:val="afffffffffd"/>
            </w:pPr>
            <w:r>
              <w:rPr>
                <w:rFonts w:hint="eastAsia"/>
              </w:rPr>
              <w:t>12</w:t>
            </w:r>
          </w:p>
        </w:tc>
        <w:tc>
          <w:tcPr>
            <w:tcW w:w="2411" w:type="dxa"/>
            <w:shd w:val="clear" w:color="auto" w:fill="auto"/>
            <w:vAlign w:val="center"/>
          </w:tcPr>
          <w:p w14:paraId="1A6E5EE5" w14:textId="77777777" w:rsidR="00422A3F" w:rsidRPr="003555D0" w:rsidRDefault="00422A3F" w:rsidP="00E94EF4">
            <w:pPr>
              <w:pStyle w:val="afffff"/>
              <w:ind w:firstLineChars="0" w:firstLine="0"/>
              <w:jc w:val="center"/>
              <w:rPr>
                <w:rFonts w:hAnsi="宋体"/>
                <w:szCs w:val="21"/>
              </w:rPr>
            </w:pPr>
            <w:r w:rsidRPr="003555D0">
              <w:rPr>
                <w:rFonts w:hAnsi="宋体" w:hint="eastAsia"/>
                <w:szCs w:val="21"/>
              </w:rPr>
              <w:t>阻燃剂</w:t>
            </w:r>
          </w:p>
        </w:tc>
        <w:tc>
          <w:tcPr>
            <w:tcW w:w="3968" w:type="dxa"/>
            <w:shd w:val="clear" w:color="auto" w:fill="auto"/>
            <w:vAlign w:val="center"/>
          </w:tcPr>
          <w:p w14:paraId="173B3CBA" w14:textId="77777777" w:rsidR="00422A3F" w:rsidRPr="00422A3F" w:rsidRDefault="00422A3F" w:rsidP="00EE1AEC">
            <w:pPr>
              <w:pStyle w:val="afffffffffd"/>
              <w:rPr>
                <w:rFonts w:ascii="Times New Roman"/>
                <w:sz w:val="21"/>
                <w:szCs w:val="21"/>
              </w:rPr>
            </w:pPr>
            <w:r w:rsidRPr="00422A3F">
              <w:rPr>
                <w:rFonts w:ascii="Times New Roman" w:eastAsia="黑体"/>
                <w:sz w:val="21"/>
                <w:szCs w:val="21"/>
              </w:rPr>
              <w:t>flame retardant</w:t>
            </w:r>
          </w:p>
        </w:tc>
        <w:tc>
          <w:tcPr>
            <w:tcW w:w="1851" w:type="dxa"/>
            <w:shd w:val="clear" w:color="auto" w:fill="auto"/>
            <w:vAlign w:val="center"/>
          </w:tcPr>
          <w:p w14:paraId="569574A0" w14:textId="77777777" w:rsidR="00422A3F" w:rsidRDefault="00422A3F" w:rsidP="00E94EF4">
            <w:pPr>
              <w:pStyle w:val="afffffffffd"/>
            </w:pPr>
          </w:p>
        </w:tc>
      </w:tr>
      <w:tr w:rsidR="00422A3F" w14:paraId="66373CE6" w14:textId="77777777" w:rsidTr="00422A3F">
        <w:trPr>
          <w:jc w:val="center"/>
        </w:trPr>
        <w:tc>
          <w:tcPr>
            <w:tcW w:w="1144" w:type="dxa"/>
            <w:shd w:val="clear" w:color="auto" w:fill="auto"/>
            <w:vAlign w:val="center"/>
          </w:tcPr>
          <w:p w14:paraId="4D7329CE" w14:textId="77777777" w:rsidR="00422A3F" w:rsidRDefault="00422A3F" w:rsidP="00E94EF4">
            <w:pPr>
              <w:pStyle w:val="afffffffffd"/>
            </w:pPr>
            <w:r>
              <w:rPr>
                <w:rFonts w:hint="eastAsia"/>
              </w:rPr>
              <w:t>13</w:t>
            </w:r>
          </w:p>
        </w:tc>
        <w:tc>
          <w:tcPr>
            <w:tcW w:w="2411" w:type="dxa"/>
            <w:shd w:val="clear" w:color="auto" w:fill="auto"/>
            <w:vAlign w:val="center"/>
          </w:tcPr>
          <w:p w14:paraId="5617B13B" w14:textId="77777777" w:rsidR="00422A3F" w:rsidRPr="003555D0" w:rsidRDefault="00422A3F" w:rsidP="00E94EF4">
            <w:pPr>
              <w:pStyle w:val="afffff"/>
              <w:ind w:firstLineChars="0" w:firstLine="0"/>
              <w:jc w:val="center"/>
              <w:rPr>
                <w:rFonts w:hAnsi="宋体"/>
                <w:szCs w:val="21"/>
              </w:rPr>
            </w:pPr>
            <w:r w:rsidRPr="003555D0">
              <w:rPr>
                <w:rFonts w:hAnsi="宋体" w:hint="eastAsia"/>
                <w:szCs w:val="21"/>
              </w:rPr>
              <w:t>发泡橡胶</w:t>
            </w:r>
          </w:p>
        </w:tc>
        <w:tc>
          <w:tcPr>
            <w:tcW w:w="3968" w:type="dxa"/>
            <w:shd w:val="clear" w:color="auto" w:fill="auto"/>
            <w:vAlign w:val="center"/>
          </w:tcPr>
          <w:p w14:paraId="65F705C3" w14:textId="77777777" w:rsidR="00422A3F" w:rsidRPr="00422A3F" w:rsidRDefault="00422A3F" w:rsidP="00EE1AEC">
            <w:pPr>
              <w:pStyle w:val="afffffffffd"/>
              <w:rPr>
                <w:rFonts w:ascii="Times New Roman"/>
                <w:sz w:val="21"/>
                <w:szCs w:val="21"/>
              </w:rPr>
            </w:pPr>
            <w:r w:rsidRPr="00422A3F">
              <w:rPr>
                <w:rFonts w:ascii="Times New Roman" w:eastAsia="黑体"/>
                <w:sz w:val="21"/>
                <w:szCs w:val="21"/>
              </w:rPr>
              <w:t>foam rubber</w:t>
            </w:r>
          </w:p>
        </w:tc>
        <w:tc>
          <w:tcPr>
            <w:tcW w:w="1851" w:type="dxa"/>
            <w:shd w:val="clear" w:color="auto" w:fill="auto"/>
            <w:vAlign w:val="center"/>
          </w:tcPr>
          <w:p w14:paraId="50A5082B" w14:textId="77777777" w:rsidR="00422A3F" w:rsidRDefault="00422A3F" w:rsidP="00E94EF4">
            <w:pPr>
              <w:pStyle w:val="afffffffffd"/>
            </w:pPr>
          </w:p>
        </w:tc>
      </w:tr>
      <w:tr w:rsidR="00422A3F" w14:paraId="0910995A" w14:textId="77777777" w:rsidTr="00422A3F">
        <w:trPr>
          <w:jc w:val="center"/>
        </w:trPr>
        <w:tc>
          <w:tcPr>
            <w:tcW w:w="1144" w:type="dxa"/>
            <w:shd w:val="clear" w:color="auto" w:fill="auto"/>
            <w:vAlign w:val="center"/>
          </w:tcPr>
          <w:p w14:paraId="7028373E" w14:textId="77777777" w:rsidR="00422A3F" w:rsidRDefault="00422A3F" w:rsidP="00E94EF4">
            <w:pPr>
              <w:pStyle w:val="afffffffffd"/>
            </w:pPr>
            <w:r>
              <w:rPr>
                <w:rFonts w:hint="eastAsia"/>
              </w:rPr>
              <w:t>14</w:t>
            </w:r>
          </w:p>
        </w:tc>
        <w:tc>
          <w:tcPr>
            <w:tcW w:w="2411" w:type="dxa"/>
            <w:shd w:val="clear" w:color="auto" w:fill="auto"/>
            <w:vAlign w:val="center"/>
          </w:tcPr>
          <w:p w14:paraId="51DC30BF" w14:textId="77777777" w:rsidR="00422A3F" w:rsidRPr="003555D0" w:rsidRDefault="00422A3F" w:rsidP="00E94EF4">
            <w:pPr>
              <w:pStyle w:val="afffff"/>
              <w:ind w:firstLineChars="0" w:firstLine="0"/>
              <w:jc w:val="center"/>
              <w:rPr>
                <w:rFonts w:hAnsi="宋体"/>
                <w:szCs w:val="21"/>
              </w:rPr>
            </w:pPr>
            <w:r w:rsidRPr="003555D0">
              <w:rPr>
                <w:rFonts w:hAnsi="宋体" w:hint="eastAsia"/>
                <w:szCs w:val="21"/>
              </w:rPr>
              <w:t>细粉橡胶</w:t>
            </w:r>
          </w:p>
        </w:tc>
        <w:tc>
          <w:tcPr>
            <w:tcW w:w="3968" w:type="dxa"/>
            <w:shd w:val="clear" w:color="auto" w:fill="auto"/>
            <w:vAlign w:val="center"/>
          </w:tcPr>
          <w:p w14:paraId="0746E688" w14:textId="77777777" w:rsidR="00422A3F" w:rsidRPr="00422A3F" w:rsidRDefault="00422A3F" w:rsidP="00EE1AEC">
            <w:pPr>
              <w:pStyle w:val="afffffffffd"/>
              <w:rPr>
                <w:rFonts w:ascii="Times New Roman"/>
                <w:sz w:val="21"/>
                <w:szCs w:val="21"/>
              </w:rPr>
            </w:pPr>
            <w:r w:rsidRPr="00422A3F">
              <w:rPr>
                <w:rFonts w:ascii="Times New Roman" w:eastAsia="黑体"/>
                <w:sz w:val="21"/>
                <w:szCs w:val="21"/>
              </w:rPr>
              <w:t>fine powdered rubber</w:t>
            </w:r>
          </w:p>
        </w:tc>
        <w:tc>
          <w:tcPr>
            <w:tcW w:w="1851" w:type="dxa"/>
            <w:shd w:val="clear" w:color="auto" w:fill="auto"/>
            <w:vAlign w:val="center"/>
          </w:tcPr>
          <w:p w14:paraId="4606AC66" w14:textId="77777777" w:rsidR="00422A3F" w:rsidRDefault="00422A3F" w:rsidP="00E94EF4">
            <w:pPr>
              <w:pStyle w:val="afffffffffd"/>
            </w:pPr>
          </w:p>
        </w:tc>
      </w:tr>
      <w:tr w:rsidR="00422A3F" w14:paraId="2D85E3EF" w14:textId="77777777" w:rsidTr="00422A3F">
        <w:trPr>
          <w:jc w:val="center"/>
        </w:trPr>
        <w:tc>
          <w:tcPr>
            <w:tcW w:w="1144" w:type="dxa"/>
            <w:shd w:val="clear" w:color="auto" w:fill="auto"/>
            <w:vAlign w:val="center"/>
          </w:tcPr>
          <w:p w14:paraId="5CD7D26F" w14:textId="77777777" w:rsidR="00422A3F" w:rsidRDefault="00422A3F" w:rsidP="00E94EF4">
            <w:pPr>
              <w:pStyle w:val="afffffffffd"/>
            </w:pPr>
            <w:r>
              <w:rPr>
                <w:rFonts w:hint="eastAsia"/>
              </w:rPr>
              <w:t>15</w:t>
            </w:r>
          </w:p>
        </w:tc>
        <w:tc>
          <w:tcPr>
            <w:tcW w:w="2411" w:type="dxa"/>
            <w:shd w:val="clear" w:color="auto" w:fill="auto"/>
            <w:vAlign w:val="center"/>
          </w:tcPr>
          <w:p w14:paraId="5EB0C3C4" w14:textId="77777777" w:rsidR="00422A3F" w:rsidRPr="003555D0" w:rsidRDefault="00422A3F" w:rsidP="00E94EF4">
            <w:pPr>
              <w:pStyle w:val="afffff"/>
              <w:ind w:firstLineChars="0" w:firstLine="0"/>
              <w:jc w:val="center"/>
              <w:rPr>
                <w:rFonts w:hAnsi="宋体"/>
                <w:szCs w:val="21"/>
              </w:rPr>
            </w:pPr>
            <w:r w:rsidRPr="003555D0">
              <w:rPr>
                <w:rFonts w:hAnsi="宋体" w:hint="eastAsia"/>
                <w:szCs w:val="21"/>
              </w:rPr>
              <w:t>浸胶</w:t>
            </w:r>
          </w:p>
        </w:tc>
        <w:tc>
          <w:tcPr>
            <w:tcW w:w="3968" w:type="dxa"/>
            <w:shd w:val="clear" w:color="auto" w:fill="auto"/>
            <w:vAlign w:val="center"/>
          </w:tcPr>
          <w:p w14:paraId="3E530F12" w14:textId="77777777" w:rsidR="00422A3F" w:rsidRPr="00422A3F" w:rsidRDefault="00422A3F" w:rsidP="00EE1AEC">
            <w:pPr>
              <w:pStyle w:val="afffffffffd"/>
              <w:rPr>
                <w:rFonts w:ascii="Times New Roman"/>
                <w:sz w:val="21"/>
                <w:szCs w:val="21"/>
              </w:rPr>
            </w:pPr>
            <w:r w:rsidRPr="00422A3F">
              <w:rPr>
                <w:rFonts w:ascii="Times New Roman" w:eastAsia="黑体"/>
                <w:sz w:val="21"/>
                <w:szCs w:val="21"/>
              </w:rPr>
              <w:t>gum dipping</w:t>
            </w:r>
          </w:p>
        </w:tc>
        <w:tc>
          <w:tcPr>
            <w:tcW w:w="1851" w:type="dxa"/>
            <w:shd w:val="clear" w:color="auto" w:fill="auto"/>
            <w:vAlign w:val="center"/>
          </w:tcPr>
          <w:p w14:paraId="1375E95A" w14:textId="77777777" w:rsidR="00422A3F" w:rsidRDefault="00422A3F" w:rsidP="00E94EF4">
            <w:pPr>
              <w:pStyle w:val="afffffffffd"/>
            </w:pPr>
          </w:p>
        </w:tc>
      </w:tr>
      <w:tr w:rsidR="00422A3F" w14:paraId="11681B50" w14:textId="77777777" w:rsidTr="00422A3F">
        <w:trPr>
          <w:jc w:val="center"/>
        </w:trPr>
        <w:tc>
          <w:tcPr>
            <w:tcW w:w="1144" w:type="dxa"/>
            <w:shd w:val="clear" w:color="auto" w:fill="auto"/>
            <w:vAlign w:val="center"/>
          </w:tcPr>
          <w:p w14:paraId="0486112F" w14:textId="77777777" w:rsidR="00422A3F" w:rsidRDefault="00422A3F" w:rsidP="00E94EF4">
            <w:pPr>
              <w:pStyle w:val="afffffffffd"/>
            </w:pPr>
            <w:r>
              <w:rPr>
                <w:rFonts w:hint="eastAsia"/>
              </w:rPr>
              <w:t>16</w:t>
            </w:r>
          </w:p>
        </w:tc>
        <w:tc>
          <w:tcPr>
            <w:tcW w:w="2411" w:type="dxa"/>
            <w:shd w:val="clear" w:color="auto" w:fill="auto"/>
            <w:vAlign w:val="center"/>
          </w:tcPr>
          <w:p w14:paraId="264DE4E2" w14:textId="77777777" w:rsidR="00422A3F" w:rsidRPr="003555D0" w:rsidRDefault="00422A3F" w:rsidP="00E94EF4">
            <w:pPr>
              <w:pStyle w:val="afffff"/>
              <w:ind w:firstLineChars="0" w:firstLine="0"/>
              <w:jc w:val="center"/>
              <w:rPr>
                <w:rFonts w:hAnsi="宋体"/>
                <w:szCs w:val="21"/>
              </w:rPr>
            </w:pPr>
            <w:r w:rsidRPr="003555D0">
              <w:rPr>
                <w:rFonts w:hAnsi="宋体" w:hint="eastAsia"/>
                <w:szCs w:val="21"/>
              </w:rPr>
              <w:t>耐晒性</w:t>
            </w:r>
          </w:p>
        </w:tc>
        <w:tc>
          <w:tcPr>
            <w:tcW w:w="3968" w:type="dxa"/>
            <w:shd w:val="clear" w:color="auto" w:fill="auto"/>
            <w:vAlign w:val="center"/>
          </w:tcPr>
          <w:p w14:paraId="15527D68" w14:textId="77777777" w:rsidR="00422A3F" w:rsidRPr="00422A3F" w:rsidRDefault="00422A3F" w:rsidP="00EE1AEC">
            <w:pPr>
              <w:pStyle w:val="afffffffffd"/>
              <w:rPr>
                <w:rFonts w:ascii="Times New Roman"/>
                <w:sz w:val="21"/>
                <w:szCs w:val="21"/>
              </w:rPr>
            </w:pPr>
            <w:r w:rsidRPr="00422A3F">
              <w:rPr>
                <w:rFonts w:ascii="Times New Roman" w:eastAsia="黑体"/>
                <w:sz w:val="21"/>
                <w:szCs w:val="21"/>
              </w:rPr>
              <w:t>light fastness</w:t>
            </w:r>
          </w:p>
        </w:tc>
        <w:tc>
          <w:tcPr>
            <w:tcW w:w="1851" w:type="dxa"/>
            <w:shd w:val="clear" w:color="auto" w:fill="auto"/>
            <w:vAlign w:val="center"/>
          </w:tcPr>
          <w:p w14:paraId="18A1C751" w14:textId="77777777" w:rsidR="00422A3F" w:rsidRDefault="00422A3F" w:rsidP="00E94EF4">
            <w:pPr>
              <w:pStyle w:val="afffffffffd"/>
            </w:pPr>
          </w:p>
        </w:tc>
      </w:tr>
      <w:tr w:rsidR="00422A3F" w14:paraId="4283FC18" w14:textId="77777777" w:rsidTr="00422A3F">
        <w:trPr>
          <w:jc w:val="center"/>
        </w:trPr>
        <w:tc>
          <w:tcPr>
            <w:tcW w:w="1144" w:type="dxa"/>
            <w:shd w:val="clear" w:color="auto" w:fill="auto"/>
            <w:vAlign w:val="center"/>
          </w:tcPr>
          <w:p w14:paraId="61EC77F8" w14:textId="77777777" w:rsidR="00422A3F" w:rsidRDefault="00422A3F" w:rsidP="00E94EF4">
            <w:pPr>
              <w:pStyle w:val="afffffffffd"/>
            </w:pPr>
            <w:r>
              <w:rPr>
                <w:rFonts w:hint="eastAsia"/>
              </w:rPr>
              <w:t>17</w:t>
            </w:r>
          </w:p>
        </w:tc>
        <w:tc>
          <w:tcPr>
            <w:tcW w:w="2411" w:type="dxa"/>
            <w:shd w:val="clear" w:color="auto" w:fill="auto"/>
            <w:vAlign w:val="center"/>
          </w:tcPr>
          <w:p w14:paraId="47C34FDE" w14:textId="77777777" w:rsidR="00422A3F" w:rsidRPr="003555D0" w:rsidRDefault="00422A3F" w:rsidP="00E94EF4">
            <w:pPr>
              <w:pStyle w:val="afffff"/>
              <w:ind w:firstLineChars="0" w:firstLine="0"/>
              <w:jc w:val="center"/>
              <w:rPr>
                <w:rFonts w:hAnsi="宋体"/>
                <w:szCs w:val="21"/>
              </w:rPr>
            </w:pPr>
            <w:r w:rsidRPr="003555D0">
              <w:rPr>
                <w:rFonts w:hAnsi="宋体" w:hint="eastAsia"/>
                <w:szCs w:val="21"/>
              </w:rPr>
              <w:t>潘恩效应</w:t>
            </w:r>
          </w:p>
        </w:tc>
        <w:tc>
          <w:tcPr>
            <w:tcW w:w="3968" w:type="dxa"/>
            <w:shd w:val="clear" w:color="auto" w:fill="auto"/>
            <w:vAlign w:val="center"/>
          </w:tcPr>
          <w:p w14:paraId="2ADBCB45" w14:textId="77777777" w:rsidR="00422A3F" w:rsidRPr="00422A3F" w:rsidRDefault="00422A3F" w:rsidP="00EE1AEC">
            <w:pPr>
              <w:pStyle w:val="afffffffffd"/>
              <w:rPr>
                <w:rFonts w:ascii="Times New Roman"/>
                <w:sz w:val="21"/>
                <w:szCs w:val="21"/>
              </w:rPr>
            </w:pPr>
            <w:r w:rsidRPr="00422A3F">
              <w:rPr>
                <w:rFonts w:ascii="Times New Roman" w:eastAsia="黑体"/>
                <w:sz w:val="21"/>
                <w:szCs w:val="21"/>
              </w:rPr>
              <w:t>Payne effect</w:t>
            </w:r>
          </w:p>
        </w:tc>
        <w:tc>
          <w:tcPr>
            <w:tcW w:w="1851" w:type="dxa"/>
            <w:shd w:val="clear" w:color="auto" w:fill="auto"/>
            <w:vAlign w:val="center"/>
          </w:tcPr>
          <w:p w14:paraId="4D11E4D1" w14:textId="77777777" w:rsidR="00422A3F" w:rsidRDefault="00422A3F" w:rsidP="00E94EF4">
            <w:pPr>
              <w:pStyle w:val="afffffffffd"/>
            </w:pPr>
          </w:p>
        </w:tc>
      </w:tr>
      <w:tr w:rsidR="00422A3F" w14:paraId="2108DF0B" w14:textId="77777777" w:rsidTr="00422A3F">
        <w:trPr>
          <w:jc w:val="center"/>
        </w:trPr>
        <w:tc>
          <w:tcPr>
            <w:tcW w:w="1144" w:type="dxa"/>
            <w:shd w:val="clear" w:color="auto" w:fill="auto"/>
            <w:vAlign w:val="center"/>
          </w:tcPr>
          <w:p w14:paraId="5C6AFA36" w14:textId="77777777" w:rsidR="00422A3F" w:rsidRDefault="00422A3F" w:rsidP="00E94EF4">
            <w:pPr>
              <w:pStyle w:val="afffffffffd"/>
            </w:pPr>
            <w:r>
              <w:rPr>
                <w:rFonts w:hint="eastAsia"/>
              </w:rPr>
              <w:t>18</w:t>
            </w:r>
          </w:p>
        </w:tc>
        <w:tc>
          <w:tcPr>
            <w:tcW w:w="2411" w:type="dxa"/>
            <w:shd w:val="clear" w:color="auto" w:fill="auto"/>
            <w:vAlign w:val="center"/>
          </w:tcPr>
          <w:p w14:paraId="0F0DCD20" w14:textId="77777777" w:rsidR="00422A3F" w:rsidRPr="003555D0" w:rsidRDefault="00422A3F" w:rsidP="00E94EF4">
            <w:pPr>
              <w:pStyle w:val="afffff"/>
              <w:ind w:firstLineChars="0" w:firstLine="0"/>
              <w:jc w:val="center"/>
              <w:rPr>
                <w:rFonts w:hAnsi="宋体"/>
                <w:szCs w:val="21"/>
              </w:rPr>
            </w:pPr>
            <w:r w:rsidRPr="003555D0">
              <w:rPr>
                <w:rFonts w:hAnsi="宋体" w:hint="eastAsia"/>
                <w:szCs w:val="21"/>
              </w:rPr>
              <w:t>回弹性</w:t>
            </w:r>
          </w:p>
        </w:tc>
        <w:tc>
          <w:tcPr>
            <w:tcW w:w="3968" w:type="dxa"/>
            <w:shd w:val="clear" w:color="auto" w:fill="auto"/>
            <w:vAlign w:val="center"/>
          </w:tcPr>
          <w:p w14:paraId="1F83007F" w14:textId="77777777" w:rsidR="00422A3F" w:rsidRPr="00422A3F" w:rsidRDefault="00422A3F" w:rsidP="00EE1AEC">
            <w:pPr>
              <w:pStyle w:val="afffffffffd"/>
              <w:rPr>
                <w:rFonts w:ascii="Times New Roman"/>
                <w:sz w:val="21"/>
                <w:szCs w:val="21"/>
              </w:rPr>
            </w:pPr>
            <w:r w:rsidRPr="00422A3F">
              <w:rPr>
                <w:rFonts w:ascii="Times New Roman" w:eastAsia="黑体"/>
                <w:sz w:val="21"/>
                <w:szCs w:val="21"/>
              </w:rPr>
              <w:t>resilience</w:t>
            </w:r>
          </w:p>
        </w:tc>
        <w:tc>
          <w:tcPr>
            <w:tcW w:w="1851" w:type="dxa"/>
            <w:shd w:val="clear" w:color="auto" w:fill="auto"/>
            <w:vAlign w:val="center"/>
          </w:tcPr>
          <w:p w14:paraId="7FB6C0A1" w14:textId="77777777" w:rsidR="00422A3F" w:rsidRDefault="00422A3F" w:rsidP="00E94EF4">
            <w:pPr>
              <w:pStyle w:val="afffffffffd"/>
            </w:pPr>
          </w:p>
        </w:tc>
      </w:tr>
      <w:tr w:rsidR="00422A3F" w14:paraId="6EBDEC2A" w14:textId="77777777" w:rsidTr="00422A3F">
        <w:trPr>
          <w:jc w:val="center"/>
        </w:trPr>
        <w:tc>
          <w:tcPr>
            <w:tcW w:w="1144" w:type="dxa"/>
            <w:shd w:val="clear" w:color="auto" w:fill="auto"/>
            <w:vAlign w:val="center"/>
          </w:tcPr>
          <w:p w14:paraId="6C617AE4" w14:textId="77777777" w:rsidR="00422A3F" w:rsidRDefault="00422A3F" w:rsidP="00E94EF4">
            <w:pPr>
              <w:pStyle w:val="afffffffffd"/>
            </w:pPr>
            <w:r>
              <w:rPr>
                <w:rFonts w:hint="eastAsia"/>
              </w:rPr>
              <w:t>19</w:t>
            </w:r>
          </w:p>
        </w:tc>
        <w:tc>
          <w:tcPr>
            <w:tcW w:w="2411" w:type="dxa"/>
            <w:shd w:val="clear" w:color="auto" w:fill="auto"/>
            <w:vAlign w:val="center"/>
          </w:tcPr>
          <w:p w14:paraId="72B46B1F" w14:textId="77777777" w:rsidR="00422A3F" w:rsidRPr="003555D0" w:rsidRDefault="00422A3F" w:rsidP="00E94EF4">
            <w:pPr>
              <w:pStyle w:val="afffff"/>
              <w:ind w:firstLineChars="0" w:firstLine="0"/>
              <w:jc w:val="center"/>
              <w:rPr>
                <w:rFonts w:hAnsi="宋体"/>
                <w:szCs w:val="21"/>
              </w:rPr>
            </w:pPr>
            <w:r w:rsidRPr="003555D0">
              <w:rPr>
                <w:rFonts w:hAnsi="宋体" w:hint="eastAsia"/>
                <w:szCs w:val="21"/>
              </w:rPr>
              <w:t>形状记忆</w:t>
            </w:r>
          </w:p>
        </w:tc>
        <w:tc>
          <w:tcPr>
            <w:tcW w:w="3968" w:type="dxa"/>
            <w:shd w:val="clear" w:color="auto" w:fill="auto"/>
            <w:vAlign w:val="center"/>
          </w:tcPr>
          <w:p w14:paraId="0E7E6C7E" w14:textId="77777777" w:rsidR="00422A3F" w:rsidRPr="00422A3F" w:rsidRDefault="00422A3F" w:rsidP="00EE1AEC">
            <w:pPr>
              <w:pStyle w:val="afffffffffd"/>
              <w:rPr>
                <w:rFonts w:ascii="Times New Roman"/>
                <w:sz w:val="21"/>
                <w:szCs w:val="21"/>
              </w:rPr>
            </w:pPr>
            <w:r w:rsidRPr="00422A3F">
              <w:rPr>
                <w:rFonts w:ascii="Times New Roman" w:eastAsia="黑体"/>
                <w:sz w:val="21"/>
                <w:szCs w:val="21"/>
              </w:rPr>
              <w:t>shape memory</w:t>
            </w:r>
          </w:p>
        </w:tc>
        <w:tc>
          <w:tcPr>
            <w:tcW w:w="1851" w:type="dxa"/>
            <w:shd w:val="clear" w:color="auto" w:fill="auto"/>
            <w:vAlign w:val="center"/>
          </w:tcPr>
          <w:p w14:paraId="2314C45D" w14:textId="77777777" w:rsidR="00422A3F" w:rsidRDefault="00422A3F" w:rsidP="00E94EF4">
            <w:pPr>
              <w:pStyle w:val="afffffffffd"/>
            </w:pPr>
          </w:p>
        </w:tc>
      </w:tr>
      <w:tr w:rsidR="00422A3F" w14:paraId="0A7AAD36" w14:textId="77777777" w:rsidTr="00422A3F">
        <w:trPr>
          <w:jc w:val="center"/>
        </w:trPr>
        <w:tc>
          <w:tcPr>
            <w:tcW w:w="1144" w:type="dxa"/>
            <w:shd w:val="clear" w:color="auto" w:fill="auto"/>
            <w:vAlign w:val="center"/>
          </w:tcPr>
          <w:p w14:paraId="0719F2EF" w14:textId="77777777" w:rsidR="00422A3F" w:rsidRDefault="00422A3F" w:rsidP="00E94EF4">
            <w:pPr>
              <w:pStyle w:val="afffffffffd"/>
            </w:pPr>
            <w:r>
              <w:rPr>
                <w:rFonts w:hint="eastAsia"/>
              </w:rPr>
              <w:t>20</w:t>
            </w:r>
          </w:p>
        </w:tc>
        <w:tc>
          <w:tcPr>
            <w:tcW w:w="2411" w:type="dxa"/>
            <w:shd w:val="clear" w:color="auto" w:fill="auto"/>
            <w:vAlign w:val="center"/>
          </w:tcPr>
          <w:p w14:paraId="09896F0E" w14:textId="77777777" w:rsidR="00422A3F" w:rsidRPr="003555D0" w:rsidRDefault="00422A3F" w:rsidP="00E94EF4">
            <w:pPr>
              <w:pStyle w:val="afffff"/>
              <w:ind w:firstLineChars="0" w:firstLine="0"/>
              <w:jc w:val="center"/>
              <w:rPr>
                <w:rFonts w:hAnsi="宋体"/>
                <w:szCs w:val="21"/>
              </w:rPr>
            </w:pPr>
            <w:r w:rsidRPr="003555D0">
              <w:rPr>
                <w:rFonts w:hAnsi="宋体" w:hint="eastAsia"/>
                <w:szCs w:val="21"/>
              </w:rPr>
              <w:t>剪切强度</w:t>
            </w:r>
          </w:p>
        </w:tc>
        <w:tc>
          <w:tcPr>
            <w:tcW w:w="3968" w:type="dxa"/>
            <w:shd w:val="clear" w:color="auto" w:fill="auto"/>
            <w:vAlign w:val="center"/>
          </w:tcPr>
          <w:p w14:paraId="78761059" w14:textId="77777777" w:rsidR="00422A3F" w:rsidRPr="00422A3F" w:rsidRDefault="00422A3F" w:rsidP="00EE1AEC">
            <w:pPr>
              <w:pStyle w:val="afffffffffd"/>
              <w:rPr>
                <w:rFonts w:ascii="Times New Roman"/>
                <w:sz w:val="21"/>
                <w:szCs w:val="21"/>
              </w:rPr>
            </w:pPr>
            <w:r w:rsidRPr="00422A3F">
              <w:rPr>
                <w:rFonts w:ascii="Times New Roman" w:eastAsia="黑体"/>
                <w:sz w:val="21"/>
                <w:szCs w:val="21"/>
              </w:rPr>
              <w:t>shear strength</w:t>
            </w:r>
          </w:p>
        </w:tc>
        <w:tc>
          <w:tcPr>
            <w:tcW w:w="1851" w:type="dxa"/>
            <w:shd w:val="clear" w:color="auto" w:fill="auto"/>
            <w:vAlign w:val="center"/>
          </w:tcPr>
          <w:p w14:paraId="645E233C" w14:textId="77777777" w:rsidR="00422A3F" w:rsidRDefault="00422A3F" w:rsidP="00E94EF4">
            <w:pPr>
              <w:pStyle w:val="afffffffffd"/>
            </w:pPr>
          </w:p>
        </w:tc>
      </w:tr>
      <w:tr w:rsidR="00422A3F" w14:paraId="4A5657BC" w14:textId="77777777" w:rsidTr="00422A3F">
        <w:trPr>
          <w:jc w:val="center"/>
        </w:trPr>
        <w:tc>
          <w:tcPr>
            <w:tcW w:w="1144" w:type="dxa"/>
            <w:shd w:val="clear" w:color="auto" w:fill="auto"/>
            <w:vAlign w:val="center"/>
          </w:tcPr>
          <w:p w14:paraId="1F53A020" w14:textId="77777777" w:rsidR="00422A3F" w:rsidRDefault="00422A3F" w:rsidP="00E94EF4">
            <w:pPr>
              <w:pStyle w:val="afffffffffd"/>
            </w:pPr>
            <w:r>
              <w:rPr>
                <w:rFonts w:hint="eastAsia"/>
              </w:rPr>
              <w:t>21</w:t>
            </w:r>
          </w:p>
        </w:tc>
        <w:tc>
          <w:tcPr>
            <w:tcW w:w="2411" w:type="dxa"/>
            <w:shd w:val="clear" w:color="auto" w:fill="auto"/>
            <w:vAlign w:val="center"/>
          </w:tcPr>
          <w:p w14:paraId="6632A53E" w14:textId="77777777" w:rsidR="00422A3F" w:rsidRPr="003555D0" w:rsidRDefault="00422A3F" w:rsidP="00E94EF4">
            <w:pPr>
              <w:pStyle w:val="afffff"/>
              <w:ind w:firstLineChars="0" w:firstLine="0"/>
              <w:jc w:val="center"/>
              <w:rPr>
                <w:rFonts w:hAnsi="宋体"/>
                <w:szCs w:val="21"/>
              </w:rPr>
            </w:pPr>
            <w:r w:rsidRPr="003555D0">
              <w:rPr>
                <w:rFonts w:hAnsi="宋体" w:hint="eastAsia"/>
                <w:szCs w:val="21"/>
              </w:rPr>
              <w:t>剪切应力</w:t>
            </w:r>
          </w:p>
        </w:tc>
        <w:tc>
          <w:tcPr>
            <w:tcW w:w="3968" w:type="dxa"/>
            <w:shd w:val="clear" w:color="auto" w:fill="auto"/>
            <w:vAlign w:val="center"/>
          </w:tcPr>
          <w:p w14:paraId="3FFA2F83" w14:textId="77777777" w:rsidR="00422A3F" w:rsidRPr="00422A3F" w:rsidRDefault="00422A3F" w:rsidP="00EE1AEC">
            <w:pPr>
              <w:pStyle w:val="afffffffffd"/>
              <w:rPr>
                <w:rFonts w:ascii="Times New Roman"/>
                <w:sz w:val="21"/>
                <w:szCs w:val="21"/>
              </w:rPr>
            </w:pPr>
            <w:r w:rsidRPr="00422A3F">
              <w:rPr>
                <w:rFonts w:ascii="Times New Roman" w:eastAsia="黑体"/>
                <w:sz w:val="21"/>
                <w:szCs w:val="21"/>
              </w:rPr>
              <w:t>shear stress</w:t>
            </w:r>
          </w:p>
        </w:tc>
        <w:tc>
          <w:tcPr>
            <w:tcW w:w="1851" w:type="dxa"/>
            <w:shd w:val="clear" w:color="auto" w:fill="auto"/>
            <w:vAlign w:val="center"/>
          </w:tcPr>
          <w:p w14:paraId="7BFD9552" w14:textId="77777777" w:rsidR="00422A3F" w:rsidRDefault="00422A3F" w:rsidP="00E94EF4">
            <w:pPr>
              <w:pStyle w:val="afffffffffd"/>
            </w:pPr>
          </w:p>
        </w:tc>
      </w:tr>
      <w:tr w:rsidR="00422A3F" w14:paraId="17B8E1DF" w14:textId="77777777" w:rsidTr="00422A3F">
        <w:trPr>
          <w:jc w:val="center"/>
        </w:trPr>
        <w:tc>
          <w:tcPr>
            <w:tcW w:w="1144" w:type="dxa"/>
            <w:shd w:val="clear" w:color="auto" w:fill="auto"/>
            <w:vAlign w:val="center"/>
          </w:tcPr>
          <w:p w14:paraId="6D70A554" w14:textId="77777777" w:rsidR="00422A3F" w:rsidRDefault="00422A3F" w:rsidP="00E94EF4">
            <w:pPr>
              <w:pStyle w:val="afffffffffd"/>
            </w:pPr>
            <w:r>
              <w:rPr>
                <w:rFonts w:hint="eastAsia"/>
              </w:rPr>
              <w:t>22</w:t>
            </w:r>
          </w:p>
        </w:tc>
        <w:tc>
          <w:tcPr>
            <w:tcW w:w="2411" w:type="dxa"/>
            <w:shd w:val="clear" w:color="auto" w:fill="auto"/>
            <w:vAlign w:val="center"/>
          </w:tcPr>
          <w:p w14:paraId="15838626" w14:textId="77777777" w:rsidR="00422A3F" w:rsidRPr="003555D0" w:rsidRDefault="00422A3F" w:rsidP="00E94EF4">
            <w:pPr>
              <w:pStyle w:val="afffff"/>
              <w:ind w:firstLineChars="0" w:firstLine="0"/>
              <w:jc w:val="center"/>
              <w:rPr>
                <w:rFonts w:hAnsi="宋体"/>
                <w:szCs w:val="21"/>
              </w:rPr>
            </w:pPr>
            <w:r w:rsidRPr="003555D0">
              <w:rPr>
                <w:rFonts w:hAnsi="宋体" w:hint="eastAsia"/>
                <w:szCs w:val="21"/>
              </w:rPr>
              <w:t>硫化体系</w:t>
            </w:r>
          </w:p>
        </w:tc>
        <w:tc>
          <w:tcPr>
            <w:tcW w:w="3968" w:type="dxa"/>
            <w:shd w:val="clear" w:color="auto" w:fill="auto"/>
            <w:vAlign w:val="center"/>
          </w:tcPr>
          <w:p w14:paraId="71BE1261" w14:textId="77777777" w:rsidR="00422A3F" w:rsidRPr="00422A3F" w:rsidRDefault="00422A3F" w:rsidP="00EE1AEC">
            <w:pPr>
              <w:pStyle w:val="afffffffffff9"/>
              <w:numPr>
                <w:ilvl w:val="0"/>
                <w:numId w:val="0"/>
              </w:numPr>
              <w:adjustRightInd w:val="0"/>
              <w:snapToGrid w:val="0"/>
              <w:jc w:val="center"/>
              <w:rPr>
                <w:rFonts w:ascii="Times New Roman"/>
                <w:szCs w:val="21"/>
              </w:rPr>
            </w:pPr>
            <w:r w:rsidRPr="00422A3F">
              <w:rPr>
                <w:rFonts w:ascii="Times New Roman" w:eastAsia="黑体"/>
                <w:szCs w:val="21"/>
              </w:rPr>
              <w:t>vulcanizing system</w:t>
            </w:r>
          </w:p>
        </w:tc>
        <w:tc>
          <w:tcPr>
            <w:tcW w:w="1851" w:type="dxa"/>
            <w:shd w:val="clear" w:color="auto" w:fill="auto"/>
            <w:vAlign w:val="center"/>
          </w:tcPr>
          <w:p w14:paraId="23D40462" w14:textId="77777777" w:rsidR="00422A3F" w:rsidRDefault="00422A3F" w:rsidP="00E94EF4">
            <w:pPr>
              <w:pStyle w:val="afffffffffd"/>
            </w:pPr>
          </w:p>
        </w:tc>
      </w:tr>
      <w:tr w:rsidR="00422A3F" w14:paraId="0E8B650D" w14:textId="77777777" w:rsidTr="00422A3F">
        <w:trPr>
          <w:jc w:val="center"/>
        </w:trPr>
        <w:tc>
          <w:tcPr>
            <w:tcW w:w="1144" w:type="dxa"/>
            <w:shd w:val="clear" w:color="auto" w:fill="auto"/>
            <w:vAlign w:val="center"/>
          </w:tcPr>
          <w:p w14:paraId="2ABDD951" w14:textId="77777777" w:rsidR="00422A3F" w:rsidRDefault="00422A3F" w:rsidP="00E94EF4">
            <w:pPr>
              <w:pStyle w:val="afffffffffd"/>
            </w:pPr>
            <w:r>
              <w:rPr>
                <w:rFonts w:hint="eastAsia"/>
              </w:rPr>
              <w:t>23</w:t>
            </w:r>
          </w:p>
        </w:tc>
        <w:tc>
          <w:tcPr>
            <w:tcW w:w="2411" w:type="dxa"/>
            <w:shd w:val="clear" w:color="auto" w:fill="auto"/>
            <w:vAlign w:val="center"/>
          </w:tcPr>
          <w:p w14:paraId="5046BFD5" w14:textId="77777777" w:rsidR="00422A3F" w:rsidRPr="003555D0" w:rsidRDefault="00422A3F" w:rsidP="00E94EF4">
            <w:pPr>
              <w:pStyle w:val="afffff"/>
              <w:ind w:firstLineChars="0" w:firstLine="0"/>
              <w:jc w:val="center"/>
              <w:rPr>
                <w:rFonts w:hAnsi="宋体"/>
                <w:szCs w:val="21"/>
              </w:rPr>
            </w:pPr>
            <w:proofErr w:type="gramStart"/>
            <w:r w:rsidRPr="003555D0">
              <w:rPr>
                <w:rFonts w:hAnsi="宋体" w:hint="eastAsia"/>
                <w:szCs w:val="21"/>
              </w:rPr>
              <w:t>端基结构</w:t>
            </w:r>
            <w:proofErr w:type="gramEnd"/>
          </w:p>
        </w:tc>
        <w:tc>
          <w:tcPr>
            <w:tcW w:w="3968" w:type="dxa"/>
            <w:shd w:val="clear" w:color="auto" w:fill="auto"/>
            <w:vAlign w:val="center"/>
          </w:tcPr>
          <w:p w14:paraId="453A2C30" w14:textId="77777777" w:rsidR="00422A3F" w:rsidRPr="00422A3F" w:rsidRDefault="00422A3F" w:rsidP="00EE1AEC">
            <w:pPr>
              <w:pStyle w:val="afffffffffd"/>
              <w:rPr>
                <w:rFonts w:ascii="Times New Roman"/>
                <w:sz w:val="21"/>
                <w:szCs w:val="21"/>
              </w:rPr>
            </w:pPr>
            <w:r w:rsidRPr="00422A3F">
              <w:rPr>
                <w:rFonts w:ascii="Times New Roman" w:eastAsia="黑体"/>
                <w:sz w:val="21"/>
                <w:szCs w:val="21"/>
              </w:rPr>
              <w:t>terminal group structure</w:t>
            </w:r>
          </w:p>
        </w:tc>
        <w:tc>
          <w:tcPr>
            <w:tcW w:w="1851" w:type="dxa"/>
            <w:shd w:val="clear" w:color="auto" w:fill="auto"/>
            <w:vAlign w:val="center"/>
          </w:tcPr>
          <w:p w14:paraId="63BE1729" w14:textId="77777777" w:rsidR="00422A3F" w:rsidRDefault="00422A3F" w:rsidP="00E94EF4">
            <w:pPr>
              <w:pStyle w:val="afffffffffd"/>
            </w:pPr>
          </w:p>
        </w:tc>
      </w:tr>
      <w:tr w:rsidR="00422A3F" w14:paraId="185D8EED" w14:textId="77777777" w:rsidTr="00422A3F">
        <w:trPr>
          <w:jc w:val="center"/>
        </w:trPr>
        <w:tc>
          <w:tcPr>
            <w:tcW w:w="1144" w:type="dxa"/>
            <w:shd w:val="clear" w:color="auto" w:fill="auto"/>
            <w:vAlign w:val="center"/>
          </w:tcPr>
          <w:p w14:paraId="14B05F72" w14:textId="77777777" w:rsidR="00422A3F" w:rsidRDefault="00422A3F" w:rsidP="00E94EF4">
            <w:pPr>
              <w:pStyle w:val="afffffffffd"/>
            </w:pPr>
            <w:r>
              <w:rPr>
                <w:rFonts w:hint="eastAsia"/>
              </w:rPr>
              <w:t>24</w:t>
            </w:r>
          </w:p>
        </w:tc>
        <w:tc>
          <w:tcPr>
            <w:tcW w:w="2411" w:type="dxa"/>
            <w:shd w:val="clear" w:color="auto" w:fill="auto"/>
            <w:vAlign w:val="center"/>
          </w:tcPr>
          <w:p w14:paraId="4D4A42F9" w14:textId="77777777" w:rsidR="00422A3F" w:rsidRPr="003555D0" w:rsidRDefault="00422A3F" w:rsidP="00E94EF4">
            <w:pPr>
              <w:pStyle w:val="afffff"/>
              <w:ind w:firstLineChars="0" w:firstLine="0"/>
              <w:jc w:val="center"/>
              <w:rPr>
                <w:rFonts w:hAnsi="宋体"/>
                <w:szCs w:val="21"/>
              </w:rPr>
            </w:pPr>
            <w:r w:rsidRPr="003555D0">
              <w:rPr>
                <w:rFonts w:hAnsi="宋体" w:hint="eastAsia"/>
                <w:szCs w:val="21"/>
              </w:rPr>
              <w:t>支化结构</w:t>
            </w:r>
          </w:p>
        </w:tc>
        <w:tc>
          <w:tcPr>
            <w:tcW w:w="3968" w:type="dxa"/>
            <w:shd w:val="clear" w:color="auto" w:fill="auto"/>
            <w:vAlign w:val="center"/>
          </w:tcPr>
          <w:p w14:paraId="34F82AE4" w14:textId="77777777" w:rsidR="00422A3F" w:rsidRPr="00422A3F" w:rsidRDefault="00422A3F" w:rsidP="00EE1AEC">
            <w:pPr>
              <w:pStyle w:val="afffffffffd"/>
              <w:rPr>
                <w:rFonts w:ascii="Times New Roman"/>
                <w:sz w:val="21"/>
                <w:szCs w:val="21"/>
              </w:rPr>
            </w:pPr>
            <w:r w:rsidRPr="00422A3F">
              <w:rPr>
                <w:rFonts w:ascii="Times New Roman" w:eastAsia="黑体"/>
                <w:sz w:val="21"/>
                <w:szCs w:val="21"/>
              </w:rPr>
              <w:t>branching structure</w:t>
            </w:r>
          </w:p>
        </w:tc>
        <w:tc>
          <w:tcPr>
            <w:tcW w:w="1851" w:type="dxa"/>
            <w:shd w:val="clear" w:color="auto" w:fill="auto"/>
            <w:vAlign w:val="center"/>
          </w:tcPr>
          <w:p w14:paraId="2F923DE7" w14:textId="77777777" w:rsidR="00422A3F" w:rsidRDefault="00422A3F" w:rsidP="00E94EF4">
            <w:pPr>
              <w:pStyle w:val="afffffffffd"/>
            </w:pPr>
          </w:p>
        </w:tc>
      </w:tr>
      <w:tr w:rsidR="00422A3F" w14:paraId="64E20CF2" w14:textId="77777777" w:rsidTr="00422A3F">
        <w:trPr>
          <w:jc w:val="center"/>
        </w:trPr>
        <w:tc>
          <w:tcPr>
            <w:tcW w:w="1144" w:type="dxa"/>
            <w:shd w:val="clear" w:color="auto" w:fill="auto"/>
            <w:vAlign w:val="center"/>
          </w:tcPr>
          <w:p w14:paraId="5840E2ED" w14:textId="77777777" w:rsidR="00422A3F" w:rsidRDefault="00422A3F" w:rsidP="00E94EF4">
            <w:pPr>
              <w:pStyle w:val="afffffffffd"/>
            </w:pPr>
            <w:r>
              <w:rPr>
                <w:rFonts w:hint="eastAsia"/>
              </w:rPr>
              <w:t>25</w:t>
            </w:r>
          </w:p>
        </w:tc>
        <w:tc>
          <w:tcPr>
            <w:tcW w:w="2411" w:type="dxa"/>
            <w:shd w:val="clear" w:color="auto" w:fill="auto"/>
            <w:vAlign w:val="center"/>
          </w:tcPr>
          <w:p w14:paraId="4C4E8D37" w14:textId="77777777" w:rsidR="00422A3F" w:rsidRPr="003555D0" w:rsidRDefault="00422A3F" w:rsidP="00E94EF4">
            <w:pPr>
              <w:pStyle w:val="afffff"/>
              <w:ind w:firstLineChars="0" w:firstLine="0"/>
              <w:jc w:val="center"/>
              <w:rPr>
                <w:rFonts w:hAnsi="宋体"/>
                <w:szCs w:val="21"/>
              </w:rPr>
            </w:pPr>
            <w:r w:rsidRPr="003555D0">
              <w:rPr>
                <w:rFonts w:hAnsi="宋体" w:hint="eastAsia"/>
                <w:szCs w:val="21"/>
              </w:rPr>
              <w:t>阻尼</w:t>
            </w:r>
          </w:p>
        </w:tc>
        <w:tc>
          <w:tcPr>
            <w:tcW w:w="3968" w:type="dxa"/>
            <w:shd w:val="clear" w:color="auto" w:fill="auto"/>
            <w:vAlign w:val="center"/>
          </w:tcPr>
          <w:p w14:paraId="7C8C5F21" w14:textId="77777777" w:rsidR="00422A3F" w:rsidRPr="00422A3F" w:rsidRDefault="00422A3F" w:rsidP="00EE1AEC">
            <w:pPr>
              <w:pStyle w:val="afffffffffd"/>
              <w:rPr>
                <w:rFonts w:ascii="Times New Roman"/>
                <w:sz w:val="21"/>
                <w:szCs w:val="21"/>
              </w:rPr>
            </w:pPr>
            <w:r w:rsidRPr="00422A3F">
              <w:rPr>
                <w:rFonts w:ascii="Times New Roman" w:eastAsia="黑体"/>
                <w:sz w:val="21"/>
                <w:szCs w:val="21"/>
              </w:rPr>
              <w:t>damping</w:t>
            </w:r>
          </w:p>
        </w:tc>
        <w:tc>
          <w:tcPr>
            <w:tcW w:w="1851" w:type="dxa"/>
            <w:shd w:val="clear" w:color="auto" w:fill="auto"/>
            <w:vAlign w:val="center"/>
          </w:tcPr>
          <w:p w14:paraId="302A6143" w14:textId="77777777" w:rsidR="00422A3F" w:rsidRDefault="00422A3F" w:rsidP="00E94EF4">
            <w:pPr>
              <w:pStyle w:val="afffffffffd"/>
            </w:pPr>
          </w:p>
        </w:tc>
      </w:tr>
      <w:tr w:rsidR="00422A3F" w14:paraId="327BE3ED" w14:textId="77777777" w:rsidTr="00422A3F">
        <w:trPr>
          <w:jc w:val="center"/>
        </w:trPr>
        <w:tc>
          <w:tcPr>
            <w:tcW w:w="1144" w:type="dxa"/>
            <w:shd w:val="clear" w:color="auto" w:fill="auto"/>
            <w:vAlign w:val="center"/>
          </w:tcPr>
          <w:p w14:paraId="4F17964D" w14:textId="77777777" w:rsidR="00422A3F" w:rsidRDefault="00422A3F" w:rsidP="00E94EF4">
            <w:pPr>
              <w:pStyle w:val="afffffffffd"/>
            </w:pPr>
            <w:r>
              <w:rPr>
                <w:rFonts w:hint="eastAsia"/>
              </w:rPr>
              <w:t>26</w:t>
            </w:r>
          </w:p>
        </w:tc>
        <w:tc>
          <w:tcPr>
            <w:tcW w:w="2411" w:type="dxa"/>
            <w:shd w:val="clear" w:color="auto" w:fill="auto"/>
            <w:vAlign w:val="center"/>
          </w:tcPr>
          <w:p w14:paraId="56EDE183" w14:textId="77777777" w:rsidR="00422A3F" w:rsidRPr="003555D0" w:rsidRDefault="00422A3F" w:rsidP="00E94EF4">
            <w:pPr>
              <w:pStyle w:val="afffff"/>
              <w:ind w:firstLineChars="0" w:firstLine="0"/>
              <w:jc w:val="center"/>
              <w:rPr>
                <w:rFonts w:hAnsi="宋体"/>
                <w:szCs w:val="21"/>
              </w:rPr>
            </w:pPr>
            <w:r>
              <w:rPr>
                <w:rFonts w:hAnsi="宋体" w:hint="eastAsia"/>
                <w:szCs w:val="21"/>
              </w:rPr>
              <w:t>阻尼常数</w:t>
            </w:r>
          </w:p>
        </w:tc>
        <w:tc>
          <w:tcPr>
            <w:tcW w:w="3968" w:type="dxa"/>
            <w:shd w:val="clear" w:color="auto" w:fill="auto"/>
            <w:vAlign w:val="center"/>
          </w:tcPr>
          <w:p w14:paraId="7EF13AC0" w14:textId="77777777" w:rsidR="00422A3F" w:rsidRPr="00422A3F" w:rsidRDefault="00422A3F" w:rsidP="00EE1AEC">
            <w:pPr>
              <w:pStyle w:val="afffffffffd"/>
              <w:rPr>
                <w:rFonts w:ascii="Times New Roman"/>
                <w:sz w:val="21"/>
                <w:szCs w:val="21"/>
              </w:rPr>
            </w:pPr>
            <w:r w:rsidRPr="00422A3F">
              <w:rPr>
                <w:rFonts w:ascii="Times New Roman" w:eastAsia="黑体"/>
                <w:sz w:val="21"/>
                <w:szCs w:val="21"/>
              </w:rPr>
              <w:t>damping constant</w:t>
            </w:r>
          </w:p>
        </w:tc>
        <w:tc>
          <w:tcPr>
            <w:tcW w:w="1851" w:type="dxa"/>
            <w:shd w:val="clear" w:color="auto" w:fill="auto"/>
            <w:vAlign w:val="center"/>
          </w:tcPr>
          <w:p w14:paraId="0767C1A1" w14:textId="77777777" w:rsidR="00422A3F" w:rsidRDefault="00422A3F" w:rsidP="00E94EF4">
            <w:pPr>
              <w:pStyle w:val="afffffffffd"/>
            </w:pPr>
          </w:p>
        </w:tc>
      </w:tr>
      <w:tr w:rsidR="00422A3F" w14:paraId="686FF3F3" w14:textId="77777777" w:rsidTr="001A56B7">
        <w:trPr>
          <w:jc w:val="center"/>
        </w:trPr>
        <w:tc>
          <w:tcPr>
            <w:tcW w:w="1144" w:type="dxa"/>
            <w:shd w:val="clear" w:color="auto" w:fill="auto"/>
            <w:vAlign w:val="center"/>
          </w:tcPr>
          <w:p w14:paraId="55E3DBE7" w14:textId="77777777" w:rsidR="00422A3F" w:rsidRDefault="007D179E" w:rsidP="00E94EF4">
            <w:pPr>
              <w:pStyle w:val="afffffffffd"/>
            </w:pPr>
            <w:r>
              <w:rPr>
                <w:rFonts w:hint="eastAsia"/>
              </w:rPr>
              <w:t>27</w:t>
            </w:r>
          </w:p>
        </w:tc>
        <w:tc>
          <w:tcPr>
            <w:tcW w:w="2411" w:type="dxa"/>
            <w:shd w:val="clear" w:color="auto" w:fill="auto"/>
            <w:vAlign w:val="center"/>
          </w:tcPr>
          <w:p w14:paraId="217820D6" w14:textId="77777777" w:rsidR="00422A3F" w:rsidRPr="003555D0" w:rsidRDefault="00422A3F" w:rsidP="00E94EF4">
            <w:pPr>
              <w:pStyle w:val="afffff"/>
              <w:ind w:firstLineChars="0" w:firstLine="0"/>
              <w:jc w:val="center"/>
              <w:rPr>
                <w:rFonts w:hAnsi="宋体"/>
                <w:szCs w:val="21"/>
              </w:rPr>
            </w:pPr>
            <w:r w:rsidRPr="003555D0">
              <w:rPr>
                <w:rFonts w:hAnsi="宋体" w:hint="eastAsia"/>
                <w:szCs w:val="21"/>
              </w:rPr>
              <w:t>阻尼因子</w:t>
            </w:r>
            <w:r w:rsidRPr="003555D0">
              <w:rPr>
                <w:rFonts w:hAnsi="宋体"/>
                <w:szCs w:val="21"/>
              </w:rPr>
              <w:t xml:space="preserve"> </w:t>
            </w:r>
          </w:p>
        </w:tc>
        <w:tc>
          <w:tcPr>
            <w:tcW w:w="3968" w:type="dxa"/>
            <w:shd w:val="clear" w:color="auto" w:fill="auto"/>
          </w:tcPr>
          <w:p w14:paraId="18906525" w14:textId="77777777" w:rsidR="00422A3F" w:rsidRPr="00422A3F" w:rsidRDefault="00422A3F" w:rsidP="00EE1AEC">
            <w:pPr>
              <w:pStyle w:val="afffffffffd"/>
              <w:rPr>
                <w:rFonts w:ascii="Times New Roman" w:eastAsia="黑体"/>
                <w:sz w:val="21"/>
                <w:szCs w:val="21"/>
              </w:rPr>
            </w:pPr>
            <w:r w:rsidRPr="00422A3F">
              <w:rPr>
                <w:rFonts w:ascii="Times New Roman" w:eastAsia="黑体"/>
                <w:sz w:val="21"/>
                <w:szCs w:val="21"/>
              </w:rPr>
              <w:t>damping factor</w:t>
            </w:r>
          </w:p>
        </w:tc>
        <w:tc>
          <w:tcPr>
            <w:tcW w:w="1851" w:type="dxa"/>
            <w:shd w:val="clear" w:color="auto" w:fill="auto"/>
            <w:vAlign w:val="center"/>
          </w:tcPr>
          <w:p w14:paraId="76850724" w14:textId="77777777" w:rsidR="00422A3F" w:rsidRDefault="00422A3F" w:rsidP="00E94EF4">
            <w:pPr>
              <w:pStyle w:val="afffffffffd"/>
            </w:pPr>
          </w:p>
        </w:tc>
      </w:tr>
      <w:tr w:rsidR="00422A3F" w14:paraId="35F51614" w14:textId="77777777" w:rsidTr="00422A3F">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44" w:type="dxa"/>
          </w:tcPr>
          <w:p w14:paraId="29EEA57E" w14:textId="77777777" w:rsidR="00422A3F" w:rsidRDefault="007D179E" w:rsidP="007D179E">
            <w:pPr>
              <w:pStyle w:val="afffffffffd"/>
            </w:pPr>
            <w:r>
              <w:rPr>
                <w:rFonts w:hint="eastAsia"/>
              </w:rPr>
              <w:t>28</w:t>
            </w:r>
          </w:p>
        </w:tc>
        <w:tc>
          <w:tcPr>
            <w:tcW w:w="2411" w:type="dxa"/>
            <w:vAlign w:val="center"/>
          </w:tcPr>
          <w:p w14:paraId="434FA20C" w14:textId="77777777" w:rsidR="00422A3F" w:rsidRPr="003555D0" w:rsidRDefault="00422A3F" w:rsidP="001A56B7">
            <w:pPr>
              <w:pStyle w:val="afffffffffd"/>
              <w:rPr>
                <w:rFonts w:hAnsi="宋体"/>
                <w:sz w:val="21"/>
                <w:szCs w:val="21"/>
              </w:rPr>
            </w:pPr>
            <w:r w:rsidRPr="003555D0">
              <w:rPr>
                <w:rFonts w:hAnsi="宋体" w:hint="eastAsia"/>
                <w:sz w:val="21"/>
                <w:szCs w:val="21"/>
              </w:rPr>
              <w:t>拉伸结晶</w:t>
            </w:r>
          </w:p>
        </w:tc>
        <w:tc>
          <w:tcPr>
            <w:tcW w:w="3968" w:type="dxa"/>
          </w:tcPr>
          <w:p w14:paraId="610886F1" w14:textId="77777777" w:rsidR="00422A3F" w:rsidRPr="00422A3F" w:rsidRDefault="00422A3F" w:rsidP="00EE1AEC">
            <w:pPr>
              <w:pStyle w:val="afffffffffd"/>
              <w:rPr>
                <w:rFonts w:ascii="Times New Roman"/>
                <w:sz w:val="21"/>
                <w:szCs w:val="21"/>
              </w:rPr>
            </w:pPr>
            <w:r w:rsidRPr="00422A3F">
              <w:rPr>
                <w:rFonts w:ascii="Times New Roman" w:eastAsia="黑体"/>
                <w:sz w:val="21"/>
                <w:szCs w:val="21"/>
              </w:rPr>
              <w:t>stretching crystallization</w:t>
            </w:r>
          </w:p>
        </w:tc>
        <w:tc>
          <w:tcPr>
            <w:tcW w:w="1851" w:type="dxa"/>
          </w:tcPr>
          <w:p w14:paraId="1F2DAA90" w14:textId="77777777" w:rsidR="00422A3F" w:rsidRDefault="00422A3F" w:rsidP="001A56B7">
            <w:pPr>
              <w:pStyle w:val="afffffffffd"/>
            </w:pPr>
          </w:p>
        </w:tc>
      </w:tr>
      <w:tr w:rsidR="00422A3F" w14:paraId="17354822" w14:textId="77777777" w:rsidTr="00422A3F">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44" w:type="dxa"/>
          </w:tcPr>
          <w:p w14:paraId="165CC6D9" w14:textId="77777777" w:rsidR="00422A3F" w:rsidRDefault="007D179E" w:rsidP="001A56B7">
            <w:pPr>
              <w:pStyle w:val="afffffffffd"/>
            </w:pPr>
            <w:r>
              <w:rPr>
                <w:rFonts w:hint="eastAsia"/>
              </w:rPr>
              <w:t>29</w:t>
            </w:r>
          </w:p>
        </w:tc>
        <w:tc>
          <w:tcPr>
            <w:tcW w:w="2411" w:type="dxa"/>
            <w:vAlign w:val="center"/>
          </w:tcPr>
          <w:p w14:paraId="0045348C" w14:textId="77777777" w:rsidR="00422A3F" w:rsidRPr="003555D0" w:rsidRDefault="00422A3F" w:rsidP="001A56B7">
            <w:pPr>
              <w:pStyle w:val="afffff"/>
              <w:ind w:firstLineChars="0" w:firstLine="0"/>
              <w:jc w:val="center"/>
              <w:rPr>
                <w:rFonts w:hAnsi="宋体"/>
                <w:szCs w:val="21"/>
              </w:rPr>
            </w:pPr>
            <w:r w:rsidRPr="003555D0">
              <w:rPr>
                <w:rFonts w:hAnsi="宋体" w:hint="eastAsia"/>
                <w:szCs w:val="21"/>
              </w:rPr>
              <w:t>黄色体破裂指数</w:t>
            </w:r>
          </w:p>
        </w:tc>
        <w:tc>
          <w:tcPr>
            <w:tcW w:w="3968" w:type="dxa"/>
          </w:tcPr>
          <w:p w14:paraId="79FD9DCC" w14:textId="77777777" w:rsidR="00422A3F" w:rsidRPr="00422A3F" w:rsidRDefault="00422A3F" w:rsidP="00EE1AEC">
            <w:pPr>
              <w:pStyle w:val="afffffffffd"/>
              <w:rPr>
                <w:rFonts w:ascii="Times New Roman"/>
                <w:sz w:val="21"/>
                <w:szCs w:val="21"/>
              </w:rPr>
            </w:pPr>
            <w:r w:rsidRPr="00422A3F">
              <w:rPr>
                <w:rFonts w:ascii="Times New Roman" w:eastAsia="黑体"/>
                <w:sz w:val="21"/>
                <w:szCs w:val="21"/>
              </w:rPr>
              <w:t xml:space="preserve">bursting index of </w:t>
            </w:r>
            <w:proofErr w:type="spellStart"/>
            <w:r w:rsidRPr="00422A3F">
              <w:rPr>
                <w:rFonts w:ascii="Times New Roman" w:eastAsia="黑体"/>
                <w:sz w:val="21"/>
                <w:szCs w:val="21"/>
              </w:rPr>
              <w:t>lutoid</w:t>
            </w:r>
            <w:proofErr w:type="spellEnd"/>
          </w:p>
        </w:tc>
        <w:tc>
          <w:tcPr>
            <w:tcW w:w="1851" w:type="dxa"/>
          </w:tcPr>
          <w:p w14:paraId="119B8B22" w14:textId="77777777" w:rsidR="00422A3F" w:rsidRDefault="00422A3F" w:rsidP="001A56B7">
            <w:pPr>
              <w:pStyle w:val="afffffffffd"/>
            </w:pPr>
          </w:p>
        </w:tc>
      </w:tr>
      <w:tr w:rsidR="00422A3F" w14:paraId="6CA2EC87" w14:textId="77777777" w:rsidTr="00422A3F">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44" w:type="dxa"/>
          </w:tcPr>
          <w:p w14:paraId="721CFD57" w14:textId="77777777" w:rsidR="00422A3F" w:rsidRDefault="007D179E" w:rsidP="001A56B7">
            <w:pPr>
              <w:pStyle w:val="afffffffffd"/>
            </w:pPr>
            <w:r>
              <w:rPr>
                <w:rFonts w:hint="eastAsia"/>
              </w:rPr>
              <w:t>30</w:t>
            </w:r>
          </w:p>
        </w:tc>
        <w:tc>
          <w:tcPr>
            <w:tcW w:w="2411" w:type="dxa"/>
            <w:vAlign w:val="center"/>
          </w:tcPr>
          <w:p w14:paraId="5D2FED43" w14:textId="77777777" w:rsidR="00422A3F" w:rsidRPr="003555D0" w:rsidRDefault="00422A3F" w:rsidP="001A56B7">
            <w:pPr>
              <w:pStyle w:val="afffff"/>
              <w:ind w:firstLineChars="0" w:firstLine="0"/>
              <w:jc w:val="center"/>
              <w:rPr>
                <w:rFonts w:hAnsi="宋体"/>
                <w:szCs w:val="21"/>
              </w:rPr>
            </w:pPr>
            <w:r w:rsidRPr="003555D0">
              <w:rPr>
                <w:rFonts w:hAnsi="宋体" w:hint="eastAsia"/>
                <w:szCs w:val="21"/>
              </w:rPr>
              <w:t>杂胶</w:t>
            </w:r>
          </w:p>
        </w:tc>
        <w:tc>
          <w:tcPr>
            <w:tcW w:w="3968" w:type="dxa"/>
          </w:tcPr>
          <w:p w14:paraId="12AE0A85" w14:textId="77777777" w:rsidR="00422A3F" w:rsidRPr="00422A3F" w:rsidRDefault="00422A3F" w:rsidP="00EE1AEC">
            <w:pPr>
              <w:pStyle w:val="afffffffffffb"/>
              <w:numPr>
                <w:ilvl w:val="0"/>
                <w:numId w:val="0"/>
              </w:numPr>
              <w:jc w:val="center"/>
              <w:rPr>
                <w:rFonts w:ascii="Times New Roman"/>
                <w:szCs w:val="21"/>
              </w:rPr>
            </w:pPr>
            <w:r w:rsidRPr="00422A3F">
              <w:rPr>
                <w:rFonts w:ascii="Times New Roman" w:eastAsia="黑体"/>
                <w:szCs w:val="21"/>
              </w:rPr>
              <w:t>scrap</w:t>
            </w:r>
          </w:p>
        </w:tc>
        <w:tc>
          <w:tcPr>
            <w:tcW w:w="1851" w:type="dxa"/>
          </w:tcPr>
          <w:p w14:paraId="39D6485D" w14:textId="77777777" w:rsidR="00422A3F" w:rsidRDefault="00422A3F" w:rsidP="001A56B7">
            <w:pPr>
              <w:pStyle w:val="afffffffffd"/>
            </w:pPr>
          </w:p>
        </w:tc>
      </w:tr>
      <w:tr w:rsidR="00422A3F" w14:paraId="3FD600E6" w14:textId="77777777" w:rsidTr="00422A3F">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44" w:type="dxa"/>
          </w:tcPr>
          <w:p w14:paraId="4158E197" w14:textId="77777777" w:rsidR="00422A3F" w:rsidRDefault="007D179E" w:rsidP="001A56B7">
            <w:pPr>
              <w:pStyle w:val="afffffffffd"/>
            </w:pPr>
            <w:r>
              <w:rPr>
                <w:rFonts w:hint="eastAsia"/>
              </w:rPr>
              <w:t>31</w:t>
            </w:r>
          </w:p>
        </w:tc>
        <w:tc>
          <w:tcPr>
            <w:tcW w:w="2411" w:type="dxa"/>
            <w:vAlign w:val="center"/>
          </w:tcPr>
          <w:p w14:paraId="09D34316" w14:textId="77777777" w:rsidR="00422A3F" w:rsidRPr="003555D0" w:rsidRDefault="00422A3F" w:rsidP="001A56B7">
            <w:pPr>
              <w:pStyle w:val="afffff"/>
              <w:ind w:firstLineChars="0" w:firstLine="0"/>
              <w:jc w:val="center"/>
              <w:rPr>
                <w:rFonts w:hAnsi="宋体"/>
                <w:szCs w:val="21"/>
              </w:rPr>
            </w:pPr>
            <w:r w:rsidRPr="003555D0">
              <w:rPr>
                <w:rFonts w:hAnsi="宋体" w:hint="eastAsia"/>
                <w:szCs w:val="21"/>
              </w:rPr>
              <w:t>胶园杂胶</w:t>
            </w:r>
          </w:p>
        </w:tc>
        <w:tc>
          <w:tcPr>
            <w:tcW w:w="3968" w:type="dxa"/>
          </w:tcPr>
          <w:p w14:paraId="08C165AF" w14:textId="77777777" w:rsidR="00422A3F" w:rsidRPr="00422A3F" w:rsidRDefault="00422A3F" w:rsidP="00EE1AEC">
            <w:pPr>
              <w:pStyle w:val="afffffffffd"/>
              <w:rPr>
                <w:rFonts w:ascii="Times New Roman"/>
                <w:sz w:val="21"/>
                <w:szCs w:val="21"/>
              </w:rPr>
            </w:pPr>
            <w:r w:rsidRPr="00422A3F">
              <w:rPr>
                <w:rFonts w:ascii="Times New Roman" w:eastAsia="黑体"/>
                <w:sz w:val="21"/>
                <w:szCs w:val="21"/>
              </w:rPr>
              <w:t>field scrap</w:t>
            </w:r>
          </w:p>
        </w:tc>
        <w:tc>
          <w:tcPr>
            <w:tcW w:w="1851" w:type="dxa"/>
          </w:tcPr>
          <w:p w14:paraId="7E669102" w14:textId="77777777" w:rsidR="00422A3F" w:rsidRDefault="00422A3F" w:rsidP="001A56B7">
            <w:pPr>
              <w:pStyle w:val="afffffffffd"/>
            </w:pPr>
          </w:p>
        </w:tc>
      </w:tr>
      <w:tr w:rsidR="00422A3F" w14:paraId="34E96CA4" w14:textId="77777777" w:rsidTr="00422A3F">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44" w:type="dxa"/>
          </w:tcPr>
          <w:p w14:paraId="0FED451C" w14:textId="77777777" w:rsidR="00422A3F" w:rsidRDefault="007D179E" w:rsidP="001A56B7">
            <w:pPr>
              <w:pStyle w:val="afffffffffd"/>
            </w:pPr>
            <w:r>
              <w:rPr>
                <w:rFonts w:hint="eastAsia"/>
              </w:rPr>
              <w:t>32</w:t>
            </w:r>
          </w:p>
        </w:tc>
        <w:tc>
          <w:tcPr>
            <w:tcW w:w="2411" w:type="dxa"/>
            <w:vAlign w:val="center"/>
          </w:tcPr>
          <w:p w14:paraId="1C80F693" w14:textId="77777777" w:rsidR="00422A3F" w:rsidRPr="003555D0" w:rsidRDefault="00422A3F" w:rsidP="001A56B7">
            <w:pPr>
              <w:pStyle w:val="afffff"/>
              <w:ind w:firstLineChars="0" w:firstLine="0"/>
              <w:jc w:val="center"/>
              <w:rPr>
                <w:rFonts w:hAnsi="宋体"/>
                <w:szCs w:val="21"/>
              </w:rPr>
            </w:pPr>
            <w:r w:rsidRPr="003555D0">
              <w:rPr>
                <w:rFonts w:hAnsi="宋体" w:hint="eastAsia"/>
                <w:szCs w:val="21"/>
              </w:rPr>
              <w:t>应力</w:t>
            </w:r>
            <w:r w:rsidRPr="003555D0">
              <w:rPr>
                <w:rFonts w:hAnsi="宋体"/>
                <w:szCs w:val="21"/>
              </w:rPr>
              <w:t>-应变曲线</w:t>
            </w:r>
          </w:p>
        </w:tc>
        <w:tc>
          <w:tcPr>
            <w:tcW w:w="3968" w:type="dxa"/>
          </w:tcPr>
          <w:p w14:paraId="1A80301C" w14:textId="77777777" w:rsidR="00422A3F" w:rsidRPr="00422A3F" w:rsidRDefault="00422A3F" w:rsidP="00EE1AEC">
            <w:pPr>
              <w:pStyle w:val="afffffffffd"/>
              <w:rPr>
                <w:rFonts w:ascii="Times New Roman"/>
                <w:sz w:val="21"/>
                <w:szCs w:val="21"/>
              </w:rPr>
            </w:pPr>
            <w:r w:rsidRPr="00422A3F">
              <w:rPr>
                <w:rFonts w:ascii="Times New Roman" w:eastAsia="黑体"/>
                <w:sz w:val="21"/>
                <w:szCs w:val="21"/>
              </w:rPr>
              <w:t>stress-strain curve</w:t>
            </w:r>
          </w:p>
        </w:tc>
        <w:tc>
          <w:tcPr>
            <w:tcW w:w="1851" w:type="dxa"/>
          </w:tcPr>
          <w:p w14:paraId="42C25952" w14:textId="77777777" w:rsidR="00422A3F" w:rsidRDefault="00422A3F" w:rsidP="001A56B7">
            <w:pPr>
              <w:pStyle w:val="afffffffffd"/>
            </w:pPr>
          </w:p>
        </w:tc>
      </w:tr>
      <w:tr w:rsidR="00422A3F" w14:paraId="5AE456C9" w14:textId="77777777" w:rsidTr="00422A3F">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44" w:type="dxa"/>
          </w:tcPr>
          <w:p w14:paraId="79F99ED9" w14:textId="77777777" w:rsidR="00422A3F" w:rsidRDefault="007D179E" w:rsidP="001A56B7">
            <w:pPr>
              <w:pStyle w:val="afffffffffd"/>
            </w:pPr>
            <w:r>
              <w:rPr>
                <w:rFonts w:hint="eastAsia"/>
              </w:rPr>
              <w:t>33</w:t>
            </w:r>
          </w:p>
        </w:tc>
        <w:tc>
          <w:tcPr>
            <w:tcW w:w="2411" w:type="dxa"/>
            <w:vAlign w:val="center"/>
          </w:tcPr>
          <w:p w14:paraId="784FF1C6" w14:textId="77777777" w:rsidR="00422A3F" w:rsidRPr="003555D0" w:rsidRDefault="00422A3F" w:rsidP="001A56B7">
            <w:pPr>
              <w:pStyle w:val="afffff"/>
              <w:ind w:firstLineChars="0" w:firstLine="0"/>
              <w:jc w:val="center"/>
              <w:rPr>
                <w:rFonts w:hAnsi="宋体"/>
                <w:szCs w:val="21"/>
              </w:rPr>
            </w:pPr>
            <w:r w:rsidRPr="003555D0">
              <w:rPr>
                <w:rFonts w:hAnsi="宋体" w:hint="eastAsia"/>
                <w:szCs w:val="21"/>
              </w:rPr>
              <w:t>复合橡胶</w:t>
            </w:r>
          </w:p>
        </w:tc>
        <w:tc>
          <w:tcPr>
            <w:tcW w:w="3968" w:type="dxa"/>
          </w:tcPr>
          <w:p w14:paraId="2DFB3E61" w14:textId="77777777" w:rsidR="00422A3F" w:rsidRPr="00422A3F" w:rsidRDefault="00422A3F" w:rsidP="00EE1AEC">
            <w:pPr>
              <w:pStyle w:val="afffffffffff9"/>
              <w:numPr>
                <w:ilvl w:val="0"/>
                <w:numId w:val="0"/>
              </w:numPr>
              <w:jc w:val="center"/>
              <w:rPr>
                <w:rFonts w:ascii="Times New Roman"/>
                <w:szCs w:val="21"/>
              </w:rPr>
            </w:pPr>
            <w:r w:rsidRPr="00422A3F">
              <w:rPr>
                <w:rFonts w:ascii="Times New Roman" w:eastAsia="黑体"/>
                <w:szCs w:val="21"/>
              </w:rPr>
              <w:t>compounded rubber</w:t>
            </w:r>
          </w:p>
        </w:tc>
        <w:tc>
          <w:tcPr>
            <w:tcW w:w="1851" w:type="dxa"/>
          </w:tcPr>
          <w:p w14:paraId="1A94D60C" w14:textId="77777777" w:rsidR="00422A3F" w:rsidRDefault="00422A3F" w:rsidP="001A56B7">
            <w:pPr>
              <w:pStyle w:val="afffffffffd"/>
            </w:pPr>
          </w:p>
        </w:tc>
      </w:tr>
      <w:tr w:rsidR="00422A3F" w14:paraId="2A8E43D7" w14:textId="77777777" w:rsidTr="00422A3F">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44" w:type="dxa"/>
          </w:tcPr>
          <w:p w14:paraId="04E2415A" w14:textId="77777777" w:rsidR="00422A3F" w:rsidRDefault="007D179E" w:rsidP="001A56B7">
            <w:pPr>
              <w:pStyle w:val="afffffffffd"/>
            </w:pPr>
            <w:r>
              <w:rPr>
                <w:rFonts w:hint="eastAsia"/>
              </w:rPr>
              <w:t>34</w:t>
            </w:r>
          </w:p>
        </w:tc>
        <w:tc>
          <w:tcPr>
            <w:tcW w:w="2411" w:type="dxa"/>
            <w:vAlign w:val="center"/>
          </w:tcPr>
          <w:p w14:paraId="76F1D57C" w14:textId="77777777" w:rsidR="00422A3F" w:rsidRPr="003555D0" w:rsidRDefault="00422A3F" w:rsidP="001A56B7">
            <w:pPr>
              <w:pStyle w:val="afffff"/>
              <w:ind w:firstLineChars="0" w:firstLine="0"/>
              <w:jc w:val="center"/>
              <w:rPr>
                <w:rFonts w:hAnsi="宋体"/>
                <w:szCs w:val="21"/>
              </w:rPr>
            </w:pPr>
            <w:r w:rsidRPr="003555D0">
              <w:rPr>
                <w:rFonts w:hAnsi="宋体" w:hint="eastAsia"/>
                <w:szCs w:val="21"/>
              </w:rPr>
              <w:t>混合橡胶</w:t>
            </w:r>
            <w:r w:rsidRPr="003555D0">
              <w:rPr>
                <w:rFonts w:hAnsi="宋体"/>
                <w:szCs w:val="21"/>
              </w:rPr>
              <w:t xml:space="preserve"> </w:t>
            </w:r>
          </w:p>
        </w:tc>
        <w:tc>
          <w:tcPr>
            <w:tcW w:w="3968" w:type="dxa"/>
          </w:tcPr>
          <w:p w14:paraId="3697F44D" w14:textId="77777777" w:rsidR="00422A3F" w:rsidRPr="00422A3F" w:rsidRDefault="00422A3F" w:rsidP="00EE1AEC">
            <w:pPr>
              <w:pStyle w:val="afffffffffff9"/>
              <w:numPr>
                <w:ilvl w:val="0"/>
                <w:numId w:val="0"/>
              </w:numPr>
              <w:jc w:val="center"/>
              <w:rPr>
                <w:rFonts w:ascii="Times New Roman"/>
                <w:szCs w:val="21"/>
              </w:rPr>
            </w:pPr>
            <w:r w:rsidRPr="00422A3F">
              <w:rPr>
                <w:rFonts w:ascii="Times New Roman" w:eastAsia="黑体"/>
                <w:szCs w:val="21"/>
              </w:rPr>
              <w:t>mixed rubbers</w:t>
            </w:r>
          </w:p>
        </w:tc>
        <w:tc>
          <w:tcPr>
            <w:tcW w:w="1851" w:type="dxa"/>
          </w:tcPr>
          <w:p w14:paraId="7E840A5B" w14:textId="77777777" w:rsidR="00422A3F" w:rsidRDefault="00422A3F" w:rsidP="001A56B7">
            <w:pPr>
              <w:pStyle w:val="afffffffffd"/>
            </w:pPr>
          </w:p>
        </w:tc>
      </w:tr>
      <w:tr w:rsidR="00422A3F" w14:paraId="74E250CF" w14:textId="77777777" w:rsidTr="00422A3F">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44" w:type="dxa"/>
          </w:tcPr>
          <w:p w14:paraId="2ECD4F78" w14:textId="77777777" w:rsidR="00422A3F" w:rsidRDefault="007D179E" w:rsidP="001A56B7">
            <w:pPr>
              <w:pStyle w:val="afffffffffd"/>
            </w:pPr>
            <w:r>
              <w:rPr>
                <w:rFonts w:hint="eastAsia"/>
              </w:rPr>
              <w:t>35</w:t>
            </w:r>
          </w:p>
        </w:tc>
        <w:tc>
          <w:tcPr>
            <w:tcW w:w="2411" w:type="dxa"/>
            <w:vAlign w:val="center"/>
          </w:tcPr>
          <w:p w14:paraId="156E898F" w14:textId="77777777" w:rsidR="00422A3F" w:rsidRPr="003555D0" w:rsidRDefault="00422A3F" w:rsidP="001A56B7">
            <w:pPr>
              <w:pStyle w:val="afffff"/>
              <w:ind w:firstLineChars="0" w:firstLine="0"/>
              <w:jc w:val="center"/>
              <w:rPr>
                <w:rFonts w:hAnsi="宋体"/>
                <w:szCs w:val="21"/>
              </w:rPr>
            </w:pPr>
            <w:r w:rsidRPr="003555D0">
              <w:rPr>
                <w:rFonts w:hAnsi="宋体" w:hint="eastAsia"/>
                <w:szCs w:val="21"/>
              </w:rPr>
              <w:t>子午线轮胎橡胶</w:t>
            </w:r>
          </w:p>
        </w:tc>
        <w:tc>
          <w:tcPr>
            <w:tcW w:w="3968" w:type="dxa"/>
          </w:tcPr>
          <w:p w14:paraId="4C9FFA0E" w14:textId="77777777" w:rsidR="00422A3F" w:rsidRPr="00422A3F" w:rsidRDefault="00422A3F" w:rsidP="00EE1AEC">
            <w:pPr>
              <w:pStyle w:val="afffffffffd"/>
              <w:rPr>
                <w:rFonts w:ascii="Times New Roman"/>
                <w:sz w:val="21"/>
                <w:szCs w:val="21"/>
              </w:rPr>
            </w:pPr>
            <w:r w:rsidRPr="00422A3F">
              <w:rPr>
                <w:rFonts w:ascii="Times New Roman" w:eastAsia="黑体"/>
                <w:sz w:val="21"/>
                <w:szCs w:val="21"/>
              </w:rPr>
              <w:t>rubber for meridian tire</w:t>
            </w:r>
          </w:p>
        </w:tc>
        <w:tc>
          <w:tcPr>
            <w:tcW w:w="1851" w:type="dxa"/>
          </w:tcPr>
          <w:p w14:paraId="3048D363" w14:textId="77777777" w:rsidR="00422A3F" w:rsidRDefault="00422A3F" w:rsidP="001A56B7">
            <w:pPr>
              <w:pStyle w:val="afffffffffd"/>
            </w:pPr>
          </w:p>
        </w:tc>
      </w:tr>
      <w:tr w:rsidR="00422A3F" w14:paraId="7F4D519A" w14:textId="77777777" w:rsidTr="00422A3F">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44" w:type="dxa"/>
          </w:tcPr>
          <w:p w14:paraId="2942F8DB" w14:textId="77777777" w:rsidR="00422A3F" w:rsidRDefault="007D179E" w:rsidP="001A56B7">
            <w:pPr>
              <w:pStyle w:val="afffffffffd"/>
            </w:pPr>
            <w:r>
              <w:rPr>
                <w:rFonts w:hint="eastAsia"/>
              </w:rPr>
              <w:t>36</w:t>
            </w:r>
          </w:p>
        </w:tc>
        <w:tc>
          <w:tcPr>
            <w:tcW w:w="2411" w:type="dxa"/>
            <w:vAlign w:val="center"/>
          </w:tcPr>
          <w:p w14:paraId="0951B384" w14:textId="77777777" w:rsidR="00422A3F" w:rsidRPr="003555D0" w:rsidRDefault="00422A3F" w:rsidP="001A56B7">
            <w:pPr>
              <w:pStyle w:val="afffff"/>
              <w:ind w:firstLineChars="0" w:firstLine="0"/>
              <w:jc w:val="center"/>
              <w:rPr>
                <w:rFonts w:hAnsi="宋体"/>
                <w:szCs w:val="21"/>
              </w:rPr>
            </w:pPr>
            <w:r w:rsidRPr="003555D0">
              <w:rPr>
                <w:rFonts w:hAnsi="宋体" w:hint="eastAsia"/>
                <w:szCs w:val="21"/>
              </w:rPr>
              <w:t>航空轮胎橡胶</w:t>
            </w:r>
            <w:r w:rsidRPr="003555D0">
              <w:rPr>
                <w:rFonts w:hAnsi="宋体"/>
                <w:szCs w:val="21"/>
              </w:rPr>
              <w:t xml:space="preserve"> </w:t>
            </w:r>
          </w:p>
        </w:tc>
        <w:tc>
          <w:tcPr>
            <w:tcW w:w="3968" w:type="dxa"/>
          </w:tcPr>
          <w:p w14:paraId="1E608D25" w14:textId="77777777" w:rsidR="00422A3F" w:rsidRPr="00422A3F" w:rsidRDefault="00422A3F" w:rsidP="00EE1AEC">
            <w:pPr>
              <w:pStyle w:val="afffffffffff9"/>
              <w:numPr>
                <w:ilvl w:val="0"/>
                <w:numId w:val="0"/>
              </w:numPr>
              <w:jc w:val="center"/>
              <w:rPr>
                <w:rFonts w:ascii="Times New Roman"/>
                <w:szCs w:val="21"/>
              </w:rPr>
            </w:pPr>
            <w:r w:rsidRPr="00422A3F">
              <w:rPr>
                <w:rFonts w:ascii="Times New Roman" w:eastAsia="黑体"/>
                <w:szCs w:val="21"/>
              </w:rPr>
              <w:t>aviation tire rubber</w:t>
            </w:r>
          </w:p>
        </w:tc>
        <w:tc>
          <w:tcPr>
            <w:tcW w:w="1851" w:type="dxa"/>
          </w:tcPr>
          <w:p w14:paraId="79139523" w14:textId="77777777" w:rsidR="00422A3F" w:rsidRDefault="00422A3F" w:rsidP="001A56B7">
            <w:pPr>
              <w:pStyle w:val="afffffffffd"/>
            </w:pPr>
          </w:p>
        </w:tc>
      </w:tr>
      <w:tr w:rsidR="00422A3F" w14:paraId="6628BAA2" w14:textId="77777777" w:rsidTr="00422A3F">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44" w:type="dxa"/>
          </w:tcPr>
          <w:p w14:paraId="544084BE" w14:textId="77777777" w:rsidR="00422A3F" w:rsidRDefault="00066D9C" w:rsidP="001A56B7">
            <w:pPr>
              <w:pStyle w:val="afffffffffd"/>
            </w:pPr>
            <w:r>
              <w:rPr>
                <w:rFonts w:hint="eastAsia"/>
              </w:rPr>
              <w:t>37</w:t>
            </w:r>
          </w:p>
        </w:tc>
        <w:tc>
          <w:tcPr>
            <w:tcW w:w="2411" w:type="dxa"/>
            <w:vAlign w:val="center"/>
          </w:tcPr>
          <w:p w14:paraId="4A315A58" w14:textId="77777777" w:rsidR="00422A3F" w:rsidRPr="00422A3F" w:rsidRDefault="00422A3F" w:rsidP="001A56B7">
            <w:pPr>
              <w:pStyle w:val="afffff"/>
              <w:ind w:firstLineChars="0" w:firstLine="0"/>
              <w:jc w:val="center"/>
              <w:rPr>
                <w:rFonts w:hAnsi="宋体"/>
                <w:szCs w:val="21"/>
              </w:rPr>
            </w:pPr>
            <w:r w:rsidRPr="00422A3F">
              <w:rPr>
                <w:rFonts w:hAnsi="宋体" w:hint="eastAsia"/>
                <w:szCs w:val="21"/>
              </w:rPr>
              <w:t>蒲公英橡胶</w:t>
            </w:r>
          </w:p>
        </w:tc>
        <w:tc>
          <w:tcPr>
            <w:tcW w:w="3968" w:type="dxa"/>
          </w:tcPr>
          <w:p w14:paraId="6263BC55" w14:textId="77777777" w:rsidR="00422A3F" w:rsidRPr="00422A3F" w:rsidRDefault="00422A3F" w:rsidP="00EE1AEC">
            <w:pPr>
              <w:pStyle w:val="afffffffffd"/>
              <w:rPr>
                <w:rFonts w:ascii="Times New Roman"/>
                <w:sz w:val="21"/>
                <w:szCs w:val="21"/>
              </w:rPr>
            </w:pPr>
            <w:r w:rsidRPr="00422A3F">
              <w:rPr>
                <w:rFonts w:ascii="Times New Roman" w:eastAsia="黑体"/>
                <w:sz w:val="21"/>
                <w:szCs w:val="21"/>
              </w:rPr>
              <w:t>taraxacum rubber</w:t>
            </w:r>
          </w:p>
        </w:tc>
        <w:tc>
          <w:tcPr>
            <w:tcW w:w="1851" w:type="dxa"/>
          </w:tcPr>
          <w:p w14:paraId="273CE4F8" w14:textId="77777777" w:rsidR="00422A3F" w:rsidRDefault="00422A3F" w:rsidP="001A56B7">
            <w:pPr>
              <w:pStyle w:val="afffffffffd"/>
            </w:pPr>
          </w:p>
        </w:tc>
      </w:tr>
      <w:tr w:rsidR="00422A3F" w14:paraId="4F0130D9" w14:textId="77777777" w:rsidTr="00422A3F">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44" w:type="dxa"/>
          </w:tcPr>
          <w:p w14:paraId="438CD010" w14:textId="77777777" w:rsidR="00422A3F" w:rsidRDefault="00066D9C" w:rsidP="001A56B7">
            <w:pPr>
              <w:pStyle w:val="afffffffffd"/>
            </w:pPr>
            <w:r>
              <w:rPr>
                <w:rFonts w:hint="eastAsia"/>
              </w:rPr>
              <w:lastRenderedPageBreak/>
              <w:t>38</w:t>
            </w:r>
          </w:p>
        </w:tc>
        <w:tc>
          <w:tcPr>
            <w:tcW w:w="2411" w:type="dxa"/>
            <w:vAlign w:val="center"/>
          </w:tcPr>
          <w:p w14:paraId="0C16CF48" w14:textId="77777777" w:rsidR="00422A3F" w:rsidRPr="00422A3F" w:rsidRDefault="00422A3F" w:rsidP="001A56B7">
            <w:pPr>
              <w:pStyle w:val="afffff"/>
              <w:ind w:firstLineChars="0" w:firstLine="0"/>
              <w:jc w:val="center"/>
              <w:rPr>
                <w:rFonts w:hAnsi="宋体"/>
                <w:szCs w:val="21"/>
              </w:rPr>
            </w:pPr>
            <w:r w:rsidRPr="00422A3F">
              <w:rPr>
                <w:rFonts w:hAnsi="宋体" w:hint="eastAsia"/>
                <w:szCs w:val="21"/>
              </w:rPr>
              <w:t>氨气测定仪</w:t>
            </w:r>
          </w:p>
        </w:tc>
        <w:tc>
          <w:tcPr>
            <w:tcW w:w="3968" w:type="dxa"/>
          </w:tcPr>
          <w:p w14:paraId="621AABFC" w14:textId="77777777" w:rsidR="00422A3F" w:rsidRPr="00422A3F" w:rsidRDefault="00422A3F" w:rsidP="00EE1AEC">
            <w:pPr>
              <w:pStyle w:val="afffffffffd"/>
              <w:rPr>
                <w:rFonts w:ascii="Times New Roman"/>
                <w:sz w:val="21"/>
                <w:szCs w:val="21"/>
              </w:rPr>
            </w:pPr>
            <w:r w:rsidRPr="00422A3F">
              <w:rPr>
                <w:rFonts w:ascii="Times New Roman" w:eastAsia="黑体"/>
                <w:sz w:val="21"/>
                <w:szCs w:val="21"/>
              </w:rPr>
              <w:t>ammonia measuring instrument</w:t>
            </w:r>
          </w:p>
        </w:tc>
        <w:tc>
          <w:tcPr>
            <w:tcW w:w="1851" w:type="dxa"/>
          </w:tcPr>
          <w:p w14:paraId="3444D08B" w14:textId="77777777" w:rsidR="00422A3F" w:rsidRDefault="00422A3F" w:rsidP="001A56B7">
            <w:pPr>
              <w:pStyle w:val="afffffffffd"/>
            </w:pPr>
          </w:p>
        </w:tc>
      </w:tr>
      <w:tr w:rsidR="00422A3F" w14:paraId="2620114D" w14:textId="77777777" w:rsidTr="00422A3F">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44" w:type="dxa"/>
          </w:tcPr>
          <w:p w14:paraId="7BBBD230" w14:textId="77777777" w:rsidR="00422A3F" w:rsidRDefault="00066D9C" w:rsidP="001A56B7">
            <w:pPr>
              <w:pStyle w:val="afffffffffd"/>
            </w:pPr>
            <w:r>
              <w:rPr>
                <w:rFonts w:hint="eastAsia"/>
              </w:rPr>
              <w:t>39</w:t>
            </w:r>
          </w:p>
        </w:tc>
        <w:tc>
          <w:tcPr>
            <w:tcW w:w="2411" w:type="dxa"/>
            <w:vAlign w:val="center"/>
          </w:tcPr>
          <w:p w14:paraId="6F7B8813" w14:textId="77777777" w:rsidR="00422A3F" w:rsidRPr="00422A3F" w:rsidRDefault="00422A3F" w:rsidP="001A56B7">
            <w:pPr>
              <w:pStyle w:val="afffff"/>
              <w:ind w:firstLineChars="0" w:firstLine="0"/>
              <w:jc w:val="center"/>
              <w:rPr>
                <w:rFonts w:hAnsi="宋体"/>
                <w:szCs w:val="21"/>
              </w:rPr>
            </w:pPr>
            <w:r w:rsidRPr="00422A3F">
              <w:rPr>
                <w:rFonts w:hAnsi="宋体" w:hint="eastAsia"/>
                <w:szCs w:val="21"/>
              </w:rPr>
              <w:t>刺激割胶</w:t>
            </w:r>
          </w:p>
        </w:tc>
        <w:tc>
          <w:tcPr>
            <w:tcW w:w="3968" w:type="dxa"/>
          </w:tcPr>
          <w:p w14:paraId="71203EDB" w14:textId="77777777" w:rsidR="00422A3F" w:rsidRPr="00422A3F" w:rsidRDefault="00422A3F" w:rsidP="00EE1AEC">
            <w:pPr>
              <w:pStyle w:val="afffffffffd"/>
              <w:rPr>
                <w:rFonts w:ascii="Times New Roman"/>
                <w:sz w:val="21"/>
                <w:szCs w:val="21"/>
              </w:rPr>
            </w:pPr>
            <w:r w:rsidRPr="00422A3F">
              <w:rPr>
                <w:rFonts w:ascii="Times New Roman"/>
                <w:sz w:val="21"/>
                <w:szCs w:val="21"/>
              </w:rPr>
              <w:t xml:space="preserve">tapping </w:t>
            </w:r>
            <w:proofErr w:type="spellStart"/>
            <w:r w:rsidRPr="00422A3F">
              <w:rPr>
                <w:rFonts w:ascii="Times New Roman"/>
                <w:sz w:val="21"/>
                <w:szCs w:val="21"/>
              </w:rPr>
              <w:t>assited</w:t>
            </w:r>
            <w:proofErr w:type="spellEnd"/>
            <w:r w:rsidRPr="00422A3F">
              <w:rPr>
                <w:rFonts w:ascii="Times New Roman"/>
                <w:sz w:val="21"/>
                <w:szCs w:val="21"/>
              </w:rPr>
              <w:t xml:space="preserve"> by </w:t>
            </w:r>
            <w:proofErr w:type="spellStart"/>
            <w:r w:rsidRPr="00422A3F">
              <w:rPr>
                <w:rFonts w:ascii="Times New Roman"/>
                <w:sz w:val="21"/>
                <w:szCs w:val="21"/>
              </w:rPr>
              <w:t>stimulatant</w:t>
            </w:r>
            <w:proofErr w:type="spellEnd"/>
          </w:p>
        </w:tc>
        <w:tc>
          <w:tcPr>
            <w:tcW w:w="1851" w:type="dxa"/>
          </w:tcPr>
          <w:p w14:paraId="7D183E6F" w14:textId="77777777" w:rsidR="00422A3F" w:rsidRDefault="00422A3F" w:rsidP="001A56B7">
            <w:pPr>
              <w:pStyle w:val="afffffffffd"/>
            </w:pPr>
          </w:p>
        </w:tc>
      </w:tr>
      <w:tr w:rsidR="00422A3F" w14:paraId="7472705B" w14:textId="77777777" w:rsidTr="00422A3F">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44" w:type="dxa"/>
          </w:tcPr>
          <w:p w14:paraId="37447CE2" w14:textId="77777777" w:rsidR="00422A3F" w:rsidRDefault="00066D9C" w:rsidP="001A56B7">
            <w:pPr>
              <w:pStyle w:val="afffffffffd"/>
            </w:pPr>
            <w:r>
              <w:rPr>
                <w:rFonts w:hint="eastAsia"/>
              </w:rPr>
              <w:t>40</w:t>
            </w:r>
          </w:p>
        </w:tc>
        <w:tc>
          <w:tcPr>
            <w:tcW w:w="2411" w:type="dxa"/>
            <w:vAlign w:val="center"/>
          </w:tcPr>
          <w:p w14:paraId="5977AFA2" w14:textId="77777777" w:rsidR="00422A3F" w:rsidRPr="00422A3F" w:rsidRDefault="00422A3F" w:rsidP="001A56B7">
            <w:pPr>
              <w:pStyle w:val="afffff"/>
              <w:ind w:firstLineChars="0" w:firstLine="0"/>
              <w:jc w:val="center"/>
              <w:rPr>
                <w:rFonts w:hAnsi="宋体"/>
                <w:szCs w:val="21"/>
              </w:rPr>
            </w:pPr>
            <w:r w:rsidRPr="00422A3F">
              <w:rPr>
                <w:rFonts w:hAnsi="宋体" w:hint="eastAsia"/>
                <w:szCs w:val="21"/>
              </w:rPr>
              <w:t>割胶制度</w:t>
            </w:r>
          </w:p>
        </w:tc>
        <w:tc>
          <w:tcPr>
            <w:tcW w:w="3968" w:type="dxa"/>
          </w:tcPr>
          <w:p w14:paraId="5F99C945" w14:textId="77777777" w:rsidR="00422A3F" w:rsidRPr="00422A3F" w:rsidRDefault="00422A3F" w:rsidP="00EE1AEC">
            <w:pPr>
              <w:pStyle w:val="afffffffffd"/>
              <w:rPr>
                <w:rFonts w:ascii="Times New Roman"/>
                <w:sz w:val="21"/>
                <w:szCs w:val="21"/>
              </w:rPr>
            </w:pPr>
            <w:r w:rsidRPr="00422A3F">
              <w:rPr>
                <w:rFonts w:ascii="Times New Roman" w:eastAsia="黑体"/>
                <w:sz w:val="21"/>
                <w:szCs w:val="21"/>
              </w:rPr>
              <w:t>latex tapping system</w:t>
            </w:r>
          </w:p>
        </w:tc>
        <w:tc>
          <w:tcPr>
            <w:tcW w:w="1851" w:type="dxa"/>
          </w:tcPr>
          <w:p w14:paraId="29CB39BA" w14:textId="77777777" w:rsidR="00422A3F" w:rsidRDefault="00422A3F" w:rsidP="001A56B7">
            <w:pPr>
              <w:pStyle w:val="afffffffffd"/>
            </w:pPr>
          </w:p>
        </w:tc>
      </w:tr>
      <w:tr w:rsidR="00422A3F" w14:paraId="432213C7" w14:textId="77777777" w:rsidTr="00422A3F">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44" w:type="dxa"/>
          </w:tcPr>
          <w:p w14:paraId="654D4074" w14:textId="77777777" w:rsidR="00422A3F" w:rsidRDefault="00066D9C" w:rsidP="001A56B7">
            <w:pPr>
              <w:pStyle w:val="afffffffffd"/>
            </w:pPr>
            <w:r>
              <w:rPr>
                <w:rFonts w:hint="eastAsia"/>
              </w:rPr>
              <w:t>41</w:t>
            </w:r>
          </w:p>
        </w:tc>
        <w:tc>
          <w:tcPr>
            <w:tcW w:w="2411" w:type="dxa"/>
            <w:vAlign w:val="center"/>
          </w:tcPr>
          <w:p w14:paraId="5FAE8379" w14:textId="77777777" w:rsidR="00422A3F" w:rsidRPr="00422A3F" w:rsidRDefault="00422A3F" w:rsidP="001A56B7">
            <w:pPr>
              <w:pStyle w:val="afffff"/>
              <w:ind w:firstLineChars="0" w:firstLine="0"/>
              <w:jc w:val="center"/>
              <w:rPr>
                <w:rFonts w:hAnsi="宋体"/>
                <w:szCs w:val="21"/>
              </w:rPr>
            </w:pPr>
            <w:r w:rsidRPr="00422A3F">
              <w:rPr>
                <w:rFonts w:hAnsi="宋体" w:hint="eastAsia"/>
                <w:szCs w:val="21"/>
              </w:rPr>
              <w:t>分级</w:t>
            </w:r>
          </w:p>
        </w:tc>
        <w:tc>
          <w:tcPr>
            <w:tcW w:w="3968" w:type="dxa"/>
          </w:tcPr>
          <w:p w14:paraId="44F690EC" w14:textId="77777777" w:rsidR="00422A3F" w:rsidRPr="00422A3F" w:rsidRDefault="00422A3F" w:rsidP="00EE1AEC">
            <w:pPr>
              <w:pStyle w:val="afffffffffff9"/>
              <w:numPr>
                <w:ilvl w:val="0"/>
                <w:numId w:val="0"/>
              </w:numPr>
              <w:jc w:val="center"/>
              <w:rPr>
                <w:rFonts w:ascii="Times New Roman"/>
                <w:szCs w:val="21"/>
              </w:rPr>
            </w:pPr>
            <w:r w:rsidRPr="00422A3F">
              <w:rPr>
                <w:rFonts w:ascii="Times New Roman" w:eastAsia="黑体"/>
                <w:szCs w:val="21"/>
              </w:rPr>
              <w:t>classification</w:t>
            </w:r>
          </w:p>
        </w:tc>
        <w:tc>
          <w:tcPr>
            <w:tcW w:w="1851" w:type="dxa"/>
          </w:tcPr>
          <w:p w14:paraId="42229104" w14:textId="77777777" w:rsidR="00422A3F" w:rsidRDefault="00422A3F" w:rsidP="001A56B7">
            <w:pPr>
              <w:pStyle w:val="afffffffffd"/>
            </w:pPr>
          </w:p>
        </w:tc>
      </w:tr>
      <w:tr w:rsidR="00422A3F" w14:paraId="56EF4910" w14:textId="77777777" w:rsidTr="00422A3F">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44" w:type="dxa"/>
          </w:tcPr>
          <w:p w14:paraId="0D5DA485" w14:textId="77777777" w:rsidR="00422A3F" w:rsidRDefault="00066D9C" w:rsidP="001A56B7">
            <w:pPr>
              <w:pStyle w:val="afffffffffd"/>
            </w:pPr>
            <w:r>
              <w:rPr>
                <w:rFonts w:hint="eastAsia"/>
              </w:rPr>
              <w:t>42</w:t>
            </w:r>
          </w:p>
        </w:tc>
        <w:tc>
          <w:tcPr>
            <w:tcW w:w="2411" w:type="dxa"/>
            <w:vAlign w:val="center"/>
          </w:tcPr>
          <w:p w14:paraId="5C7D3305" w14:textId="77777777" w:rsidR="00422A3F" w:rsidRPr="00422A3F" w:rsidRDefault="00422A3F" w:rsidP="003555D0">
            <w:pPr>
              <w:pStyle w:val="afffffffffffa"/>
              <w:numPr>
                <w:ilvl w:val="0"/>
                <w:numId w:val="0"/>
              </w:numPr>
              <w:jc w:val="center"/>
              <w:rPr>
                <w:rFonts w:hAnsi="宋体"/>
                <w:b w:val="0"/>
                <w:szCs w:val="21"/>
              </w:rPr>
            </w:pPr>
            <w:r w:rsidRPr="00422A3F">
              <w:rPr>
                <w:rFonts w:hAnsi="宋体" w:hint="eastAsia"/>
                <w:b w:val="0"/>
                <w:szCs w:val="21"/>
              </w:rPr>
              <w:t>长链脂肪酸</w:t>
            </w:r>
          </w:p>
        </w:tc>
        <w:tc>
          <w:tcPr>
            <w:tcW w:w="3968" w:type="dxa"/>
          </w:tcPr>
          <w:p w14:paraId="4A1B2334" w14:textId="77777777" w:rsidR="00422A3F" w:rsidRPr="00422A3F" w:rsidRDefault="00422A3F" w:rsidP="00EE1AEC">
            <w:pPr>
              <w:pStyle w:val="afffffffffd"/>
              <w:rPr>
                <w:rFonts w:ascii="Times New Roman"/>
                <w:sz w:val="21"/>
                <w:szCs w:val="21"/>
              </w:rPr>
            </w:pPr>
            <w:r w:rsidRPr="00422A3F">
              <w:rPr>
                <w:rFonts w:ascii="Times New Roman" w:eastAsia="黑体"/>
                <w:sz w:val="21"/>
                <w:szCs w:val="21"/>
              </w:rPr>
              <w:t>long-chain fatty acids</w:t>
            </w:r>
          </w:p>
        </w:tc>
        <w:tc>
          <w:tcPr>
            <w:tcW w:w="1851" w:type="dxa"/>
          </w:tcPr>
          <w:p w14:paraId="0E225A4F" w14:textId="77777777" w:rsidR="00422A3F" w:rsidRDefault="00422A3F" w:rsidP="001A56B7">
            <w:pPr>
              <w:pStyle w:val="afffffffffd"/>
            </w:pPr>
          </w:p>
        </w:tc>
      </w:tr>
      <w:tr w:rsidR="00422A3F" w14:paraId="0152AA94" w14:textId="77777777" w:rsidTr="00422A3F">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44" w:type="dxa"/>
          </w:tcPr>
          <w:p w14:paraId="34D2C5C7" w14:textId="77777777" w:rsidR="00422A3F" w:rsidRDefault="00066D9C" w:rsidP="001A56B7">
            <w:pPr>
              <w:pStyle w:val="afffffffffd"/>
            </w:pPr>
            <w:r>
              <w:rPr>
                <w:rFonts w:hint="eastAsia"/>
              </w:rPr>
              <w:t>43</w:t>
            </w:r>
          </w:p>
        </w:tc>
        <w:tc>
          <w:tcPr>
            <w:tcW w:w="2411" w:type="dxa"/>
            <w:vAlign w:val="center"/>
          </w:tcPr>
          <w:p w14:paraId="14FA2A67" w14:textId="77777777" w:rsidR="00422A3F" w:rsidRPr="00422A3F" w:rsidRDefault="00422A3F" w:rsidP="001A56B7">
            <w:pPr>
              <w:pStyle w:val="afffff"/>
              <w:ind w:firstLineChars="0" w:firstLine="0"/>
              <w:jc w:val="center"/>
              <w:rPr>
                <w:rFonts w:hAnsi="宋体"/>
                <w:szCs w:val="21"/>
              </w:rPr>
            </w:pPr>
            <w:proofErr w:type="gramStart"/>
            <w:r w:rsidRPr="00422A3F">
              <w:rPr>
                <w:rFonts w:hAnsi="宋体" w:hint="eastAsia"/>
                <w:szCs w:val="21"/>
              </w:rPr>
              <w:t>碎胶机</w:t>
            </w:r>
            <w:proofErr w:type="gramEnd"/>
          </w:p>
        </w:tc>
        <w:tc>
          <w:tcPr>
            <w:tcW w:w="3968" w:type="dxa"/>
          </w:tcPr>
          <w:p w14:paraId="5C39735A" w14:textId="77777777" w:rsidR="00422A3F" w:rsidRPr="00422A3F" w:rsidRDefault="00422A3F" w:rsidP="00EE1AEC">
            <w:pPr>
              <w:pStyle w:val="afffffffffd"/>
              <w:rPr>
                <w:rFonts w:ascii="Times New Roman"/>
                <w:sz w:val="21"/>
                <w:szCs w:val="21"/>
              </w:rPr>
            </w:pPr>
            <w:r w:rsidRPr="00422A3F">
              <w:rPr>
                <w:rFonts w:ascii="Times New Roman" w:eastAsia="黑体"/>
                <w:sz w:val="21"/>
                <w:szCs w:val="21"/>
              </w:rPr>
              <w:t>slab cutter</w:t>
            </w:r>
          </w:p>
        </w:tc>
        <w:tc>
          <w:tcPr>
            <w:tcW w:w="1851" w:type="dxa"/>
          </w:tcPr>
          <w:p w14:paraId="230B3DE8" w14:textId="77777777" w:rsidR="00422A3F" w:rsidRDefault="00422A3F" w:rsidP="001A56B7">
            <w:pPr>
              <w:pStyle w:val="afffffffffd"/>
            </w:pPr>
          </w:p>
        </w:tc>
      </w:tr>
      <w:tr w:rsidR="00422A3F" w14:paraId="3F2EC69F" w14:textId="77777777" w:rsidTr="00422A3F">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44" w:type="dxa"/>
          </w:tcPr>
          <w:p w14:paraId="5B669335" w14:textId="77777777" w:rsidR="00422A3F" w:rsidRDefault="00066D9C" w:rsidP="001A56B7">
            <w:pPr>
              <w:pStyle w:val="afffffffffd"/>
            </w:pPr>
            <w:r>
              <w:rPr>
                <w:rFonts w:hint="eastAsia"/>
              </w:rPr>
              <w:t>44</w:t>
            </w:r>
          </w:p>
        </w:tc>
        <w:tc>
          <w:tcPr>
            <w:tcW w:w="2411" w:type="dxa"/>
            <w:vAlign w:val="center"/>
          </w:tcPr>
          <w:p w14:paraId="092A2EE0" w14:textId="77777777" w:rsidR="00422A3F" w:rsidRPr="00422A3F" w:rsidRDefault="00422A3F" w:rsidP="001A56B7">
            <w:pPr>
              <w:pStyle w:val="afffff"/>
              <w:ind w:firstLineChars="0" w:firstLine="0"/>
              <w:jc w:val="center"/>
              <w:rPr>
                <w:rFonts w:hAnsi="宋体"/>
                <w:szCs w:val="21"/>
              </w:rPr>
            </w:pPr>
            <w:r w:rsidRPr="00422A3F">
              <w:rPr>
                <w:rFonts w:hAnsi="宋体" w:hint="eastAsia"/>
                <w:szCs w:val="21"/>
              </w:rPr>
              <w:t>五合一压片机</w:t>
            </w:r>
          </w:p>
        </w:tc>
        <w:tc>
          <w:tcPr>
            <w:tcW w:w="3968" w:type="dxa"/>
          </w:tcPr>
          <w:p w14:paraId="3255056B" w14:textId="77777777" w:rsidR="00422A3F" w:rsidRPr="00422A3F" w:rsidRDefault="00422A3F" w:rsidP="00EE1AEC">
            <w:pPr>
              <w:pStyle w:val="afffffffffd"/>
              <w:rPr>
                <w:rFonts w:ascii="Times New Roman"/>
                <w:sz w:val="21"/>
                <w:szCs w:val="21"/>
              </w:rPr>
            </w:pPr>
            <w:r w:rsidRPr="00422A3F">
              <w:rPr>
                <w:rFonts w:ascii="Times New Roman" w:eastAsia="黑体"/>
                <w:sz w:val="21"/>
                <w:szCs w:val="21"/>
              </w:rPr>
              <w:t>five in one roll mill</w:t>
            </w:r>
          </w:p>
        </w:tc>
        <w:tc>
          <w:tcPr>
            <w:tcW w:w="1851" w:type="dxa"/>
          </w:tcPr>
          <w:p w14:paraId="02BD9CA3" w14:textId="77777777" w:rsidR="00422A3F" w:rsidRDefault="00422A3F" w:rsidP="001A56B7">
            <w:pPr>
              <w:pStyle w:val="afffffffffd"/>
            </w:pPr>
          </w:p>
        </w:tc>
      </w:tr>
      <w:tr w:rsidR="00422A3F" w14:paraId="59303FE8" w14:textId="77777777" w:rsidTr="00422A3F">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44" w:type="dxa"/>
          </w:tcPr>
          <w:p w14:paraId="00869E74" w14:textId="77777777" w:rsidR="00422A3F" w:rsidRDefault="00066D9C" w:rsidP="001A56B7">
            <w:pPr>
              <w:pStyle w:val="afffffffffd"/>
            </w:pPr>
            <w:r>
              <w:rPr>
                <w:rFonts w:hint="eastAsia"/>
              </w:rPr>
              <w:t>45</w:t>
            </w:r>
          </w:p>
        </w:tc>
        <w:tc>
          <w:tcPr>
            <w:tcW w:w="2411" w:type="dxa"/>
            <w:vAlign w:val="center"/>
          </w:tcPr>
          <w:p w14:paraId="477986B5" w14:textId="77777777" w:rsidR="00422A3F" w:rsidRPr="00422A3F" w:rsidRDefault="00422A3F" w:rsidP="001A56B7">
            <w:pPr>
              <w:pStyle w:val="afffff"/>
              <w:ind w:firstLineChars="0" w:firstLine="0"/>
              <w:jc w:val="center"/>
              <w:rPr>
                <w:rFonts w:hAnsi="宋体"/>
                <w:szCs w:val="21"/>
              </w:rPr>
            </w:pPr>
            <w:r w:rsidRPr="00422A3F">
              <w:rPr>
                <w:rFonts w:hAnsi="宋体" w:hint="eastAsia"/>
                <w:szCs w:val="21"/>
              </w:rPr>
              <w:t>洗涤机</w:t>
            </w:r>
          </w:p>
        </w:tc>
        <w:tc>
          <w:tcPr>
            <w:tcW w:w="3968" w:type="dxa"/>
          </w:tcPr>
          <w:p w14:paraId="1C319AEF" w14:textId="77777777" w:rsidR="00422A3F" w:rsidRPr="00422A3F" w:rsidRDefault="00422A3F" w:rsidP="00EE1AEC">
            <w:pPr>
              <w:pStyle w:val="afffffffffd"/>
              <w:rPr>
                <w:rFonts w:ascii="Times New Roman"/>
                <w:sz w:val="21"/>
                <w:szCs w:val="21"/>
              </w:rPr>
            </w:pPr>
            <w:r w:rsidRPr="00422A3F">
              <w:rPr>
                <w:rFonts w:ascii="Times New Roman" w:eastAsia="黑体"/>
                <w:sz w:val="21"/>
                <w:szCs w:val="21"/>
              </w:rPr>
              <w:t>scrap washer</w:t>
            </w:r>
          </w:p>
        </w:tc>
        <w:tc>
          <w:tcPr>
            <w:tcW w:w="1851" w:type="dxa"/>
          </w:tcPr>
          <w:p w14:paraId="36118536" w14:textId="77777777" w:rsidR="00422A3F" w:rsidRDefault="00422A3F" w:rsidP="001A56B7">
            <w:pPr>
              <w:pStyle w:val="afffffffffd"/>
            </w:pPr>
          </w:p>
        </w:tc>
      </w:tr>
      <w:tr w:rsidR="00422A3F" w14:paraId="22C88481" w14:textId="77777777" w:rsidTr="00422A3F">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44" w:type="dxa"/>
          </w:tcPr>
          <w:p w14:paraId="2B109893" w14:textId="77777777" w:rsidR="00422A3F" w:rsidRDefault="00066D9C" w:rsidP="001A56B7">
            <w:pPr>
              <w:pStyle w:val="afffffffffd"/>
            </w:pPr>
            <w:r>
              <w:rPr>
                <w:rFonts w:hint="eastAsia"/>
              </w:rPr>
              <w:t>46</w:t>
            </w:r>
          </w:p>
        </w:tc>
        <w:tc>
          <w:tcPr>
            <w:tcW w:w="2411" w:type="dxa"/>
            <w:vAlign w:val="center"/>
          </w:tcPr>
          <w:p w14:paraId="36BA0B75" w14:textId="77777777" w:rsidR="00422A3F" w:rsidRPr="00422A3F" w:rsidRDefault="00422A3F" w:rsidP="001A56B7">
            <w:pPr>
              <w:pStyle w:val="afffff"/>
              <w:ind w:firstLineChars="0" w:firstLine="0"/>
              <w:jc w:val="center"/>
              <w:rPr>
                <w:rFonts w:hAnsi="宋体"/>
                <w:szCs w:val="21"/>
              </w:rPr>
            </w:pPr>
            <w:r w:rsidRPr="00422A3F">
              <w:rPr>
                <w:rFonts w:hAnsi="宋体" w:hint="eastAsia"/>
                <w:szCs w:val="21"/>
              </w:rPr>
              <w:t>类脂物</w:t>
            </w:r>
          </w:p>
        </w:tc>
        <w:tc>
          <w:tcPr>
            <w:tcW w:w="3968" w:type="dxa"/>
          </w:tcPr>
          <w:p w14:paraId="1A5648FE" w14:textId="77777777" w:rsidR="00422A3F" w:rsidRPr="00422A3F" w:rsidRDefault="00422A3F" w:rsidP="00EE1AEC">
            <w:pPr>
              <w:pStyle w:val="afffffffffd"/>
              <w:rPr>
                <w:rFonts w:ascii="Times New Roman"/>
                <w:sz w:val="21"/>
                <w:szCs w:val="21"/>
              </w:rPr>
            </w:pPr>
            <w:r w:rsidRPr="00422A3F">
              <w:rPr>
                <w:rFonts w:ascii="Times New Roman" w:eastAsia="黑体"/>
                <w:sz w:val="21"/>
                <w:szCs w:val="21"/>
              </w:rPr>
              <w:t>lipids</w:t>
            </w:r>
          </w:p>
        </w:tc>
        <w:tc>
          <w:tcPr>
            <w:tcW w:w="1851" w:type="dxa"/>
          </w:tcPr>
          <w:p w14:paraId="7B3B08AB" w14:textId="77777777" w:rsidR="00422A3F" w:rsidRDefault="00422A3F" w:rsidP="001A56B7">
            <w:pPr>
              <w:pStyle w:val="afffffffffd"/>
            </w:pPr>
          </w:p>
        </w:tc>
      </w:tr>
      <w:tr w:rsidR="00422A3F" w14:paraId="25E305BB" w14:textId="77777777" w:rsidTr="00422A3F">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44" w:type="dxa"/>
          </w:tcPr>
          <w:p w14:paraId="0190106D" w14:textId="77777777" w:rsidR="00422A3F" w:rsidRDefault="00066D9C" w:rsidP="001A56B7">
            <w:pPr>
              <w:pStyle w:val="afffffffffd"/>
            </w:pPr>
            <w:r>
              <w:rPr>
                <w:rFonts w:hint="eastAsia"/>
              </w:rPr>
              <w:t>47</w:t>
            </w:r>
          </w:p>
        </w:tc>
        <w:tc>
          <w:tcPr>
            <w:tcW w:w="2411" w:type="dxa"/>
            <w:vAlign w:val="center"/>
          </w:tcPr>
          <w:p w14:paraId="0ED2C49F" w14:textId="77777777" w:rsidR="00422A3F" w:rsidRPr="00422A3F" w:rsidRDefault="00422A3F" w:rsidP="001A56B7">
            <w:pPr>
              <w:pStyle w:val="afffff"/>
              <w:ind w:firstLineChars="0" w:firstLine="0"/>
              <w:jc w:val="center"/>
              <w:rPr>
                <w:rFonts w:hAnsi="宋体"/>
                <w:szCs w:val="21"/>
              </w:rPr>
            </w:pPr>
            <w:r w:rsidRPr="00422A3F">
              <w:rPr>
                <w:rFonts w:hAnsi="宋体" w:hint="eastAsia"/>
                <w:szCs w:val="21"/>
              </w:rPr>
              <w:t>斗式提升机</w:t>
            </w:r>
          </w:p>
        </w:tc>
        <w:tc>
          <w:tcPr>
            <w:tcW w:w="3968" w:type="dxa"/>
          </w:tcPr>
          <w:p w14:paraId="46CDC2E2" w14:textId="77777777" w:rsidR="00422A3F" w:rsidRPr="00422A3F" w:rsidRDefault="00422A3F" w:rsidP="00EE1AEC">
            <w:pPr>
              <w:pStyle w:val="afffffffffff9"/>
              <w:numPr>
                <w:ilvl w:val="0"/>
                <w:numId w:val="0"/>
              </w:numPr>
              <w:jc w:val="center"/>
              <w:rPr>
                <w:rFonts w:ascii="Times New Roman"/>
                <w:szCs w:val="21"/>
              </w:rPr>
            </w:pPr>
            <w:r w:rsidRPr="00422A3F">
              <w:rPr>
                <w:rStyle w:val="jsx-1885187966"/>
                <w:rFonts w:ascii="Times New Roman" w:eastAsia="黑体"/>
                <w:szCs w:val="21"/>
              </w:rPr>
              <w:t>bucket elevator</w:t>
            </w:r>
          </w:p>
        </w:tc>
        <w:tc>
          <w:tcPr>
            <w:tcW w:w="1851" w:type="dxa"/>
          </w:tcPr>
          <w:p w14:paraId="5EBA2324" w14:textId="77777777" w:rsidR="00422A3F" w:rsidRDefault="00422A3F" w:rsidP="001A56B7">
            <w:pPr>
              <w:pStyle w:val="afffffffffd"/>
            </w:pPr>
          </w:p>
        </w:tc>
      </w:tr>
      <w:tr w:rsidR="00422A3F" w14:paraId="1A1558D3" w14:textId="77777777" w:rsidTr="00422A3F">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44" w:type="dxa"/>
          </w:tcPr>
          <w:p w14:paraId="115F8EC2" w14:textId="77777777" w:rsidR="00422A3F" w:rsidRDefault="00066D9C" w:rsidP="001A56B7">
            <w:pPr>
              <w:pStyle w:val="afffffffffd"/>
            </w:pPr>
            <w:r>
              <w:rPr>
                <w:rFonts w:hint="eastAsia"/>
              </w:rPr>
              <w:t>48</w:t>
            </w:r>
          </w:p>
        </w:tc>
        <w:tc>
          <w:tcPr>
            <w:tcW w:w="2411" w:type="dxa"/>
            <w:vAlign w:val="center"/>
          </w:tcPr>
          <w:p w14:paraId="19F46851" w14:textId="77777777" w:rsidR="00422A3F" w:rsidRPr="00422A3F" w:rsidRDefault="00422A3F" w:rsidP="001A56B7">
            <w:pPr>
              <w:pStyle w:val="afffff"/>
              <w:ind w:firstLineChars="0" w:firstLine="0"/>
              <w:jc w:val="center"/>
              <w:rPr>
                <w:rFonts w:hAnsi="宋体"/>
                <w:szCs w:val="21"/>
              </w:rPr>
            </w:pPr>
            <w:proofErr w:type="gramStart"/>
            <w:r w:rsidRPr="00422A3F">
              <w:rPr>
                <w:rFonts w:hAnsi="宋体" w:hint="eastAsia"/>
                <w:szCs w:val="21"/>
              </w:rPr>
              <w:t>干搅机</w:t>
            </w:r>
            <w:proofErr w:type="gramEnd"/>
          </w:p>
        </w:tc>
        <w:tc>
          <w:tcPr>
            <w:tcW w:w="3968" w:type="dxa"/>
          </w:tcPr>
          <w:p w14:paraId="5052BBF9" w14:textId="77777777" w:rsidR="00422A3F" w:rsidRPr="00422A3F" w:rsidRDefault="00422A3F" w:rsidP="00EE1AEC">
            <w:pPr>
              <w:pStyle w:val="afffffffffd"/>
              <w:rPr>
                <w:rFonts w:ascii="Times New Roman"/>
                <w:sz w:val="21"/>
                <w:szCs w:val="21"/>
              </w:rPr>
            </w:pPr>
            <w:r w:rsidRPr="00422A3F">
              <w:rPr>
                <w:rFonts w:ascii="Times New Roman" w:eastAsia="黑体"/>
                <w:sz w:val="21"/>
                <w:szCs w:val="21"/>
              </w:rPr>
              <w:t>dry mixing machine</w:t>
            </w:r>
          </w:p>
        </w:tc>
        <w:tc>
          <w:tcPr>
            <w:tcW w:w="1851" w:type="dxa"/>
          </w:tcPr>
          <w:p w14:paraId="1102236A" w14:textId="77777777" w:rsidR="00422A3F" w:rsidRDefault="00422A3F" w:rsidP="001A56B7">
            <w:pPr>
              <w:pStyle w:val="afffffffffd"/>
            </w:pPr>
          </w:p>
        </w:tc>
      </w:tr>
      <w:tr w:rsidR="00422A3F" w14:paraId="26085543" w14:textId="77777777" w:rsidTr="00422A3F">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44" w:type="dxa"/>
          </w:tcPr>
          <w:p w14:paraId="3FFD5CC9" w14:textId="77777777" w:rsidR="00422A3F" w:rsidRDefault="00066D9C" w:rsidP="001A56B7">
            <w:pPr>
              <w:pStyle w:val="afffffffffd"/>
            </w:pPr>
            <w:r>
              <w:rPr>
                <w:rFonts w:hint="eastAsia"/>
              </w:rPr>
              <w:t>49</w:t>
            </w:r>
          </w:p>
        </w:tc>
        <w:tc>
          <w:tcPr>
            <w:tcW w:w="2411" w:type="dxa"/>
            <w:vAlign w:val="center"/>
          </w:tcPr>
          <w:p w14:paraId="75DD6574" w14:textId="77777777" w:rsidR="00422A3F" w:rsidRPr="00422A3F" w:rsidRDefault="00422A3F" w:rsidP="001A56B7">
            <w:pPr>
              <w:pStyle w:val="afffff"/>
              <w:ind w:firstLineChars="0" w:firstLine="0"/>
              <w:jc w:val="center"/>
              <w:rPr>
                <w:rFonts w:hAnsi="宋体"/>
                <w:szCs w:val="21"/>
              </w:rPr>
            </w:pPr>
            <w:proofErr w:type="gramStart"/>
            <w:r w:rsidRPr="00422A3F">
              <w:rPr>
                <w:rFonts w:hAnsi="宋体" w:hint="eastAsia"/>
                <w:szCs w:val="21"/>
              </w:rPr>
              <w:t>微波测干仪</w:t>
            </w:r>
            <w:proofErr w:type="gramEnd"/>
          </w:p>
        </w:tc>
        <w:tc>
          <w:tcPr>
            <w:tcW w:w="3968" w:type="dxa"/>
          </w:tcPr>
          <w:p w14:paraId="498A1C8F" w14:textId="77777777" w:rsidR="00422A3F" w:rsidRPr="00422A3F" w:rsidRDefault="00422A3F" w:rsidP="00EE1AEC">
            <w:pPr>
              <w:pStyle w:val="afffffffffff9"/>
              <w:numPr>
                <w:ilvl w:val="0"/>
                <w:numId w:val="0"/>
              </w:numPr>
              <w:jc w:val="center"/>
              <w:rPr>
                <w:rFonts w:ascii="Times New Roman"/>
                <w:szCs w:val="21"/>
              </w:rPr>
            </w:pPr>
            <w:r w:rsidRPr="00422A3F">
              <w:rPr>
                <w:rFonts w:ascii="Times New Roman" w:eastAsia="黑体"/>
                <w:szCs w:val="21"/>
              </w:rPr>
              <w:t>microwave instrument for measuring dry rubber content of natural rubber latex</w:t>
            </w:r>
          </w:p>
        </w:tc>
        <w:tc>
          <w:tcPr>
            <w:tcW w:w="1851" w:type="dxa"/>
          </w:tcPr>
          <w:p w14:paraId="527678E2" w14:textId="77777777" w:rsidR="00422A3F" w:rsidRDefault="00422A3F" w:rsidP="001A56B7">
            <w:pPr>
              <w:pStyle w:val="afffffffffd"/>
            </w:pPr>
          </w:p>
        </w:tc>
      </w:tr>
      <w:tr w:rsidR="00422A3F" w14:paraId="48ED817A" w14:textId="77777777" w:rsidTr="00422A3F">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44" w:type="dxa"/>
          </w:tcPr>
          <w:p w14:paraId="28BBB90B" w14:textId="77777777" w:rsidR="00422A3F" w:rsidRDefault="00066D9C" w:rsidP="001A56B7">
            <w:pPr>
              <w:pStyle w:val="afffffffffd"/>
            </w:pPr>
            <w:r>
              <w:rPr>
                <w:rFonts w:hint="eastAsia"/>
              </w:rPr>
              <w:t>50</w:t>
            </w:r>
          </w:p>
        </w:tc>
        <w:tc>
          <w:tcPr>
            <w:tcW w:w="2411" w:type="dxa"/>
            <w:vAlign w:val="center"/>
          </w:tcPr>
          <w:p w14:paraId="44B69C55" w14:textId="77777777" w:rsidR="00422A3F" w:rsidRPr="00422A3F" w:rsidRDefault="00422A3F" w:rsidP="001A56B7">
            <w:pPr>
              <w:pStyle w:val="afffff"/>
              <w:ind w:firstLineChars="0" w:firstLine="0"/>
              <w:jc w:val="center"/>
              <w:rPr>
                <w:rFonts w:hAnsi="宋体"/>
                <w:szCs w:val="21"/>
              </w:rPr>
            </w:pPr>
            <w:r w:rsidRPr="00422A3F">
              <w:rPr>
                <w:rFonts w:hAnsi="宋体" w:hint="eastAsia"/>
                <w:szCs w:val="21"/>
              </w:rPr>
              <w:t>加工废气</w:t>
            </w:r>
          </w:p>
        </w:tc>
        <w:tc>
          <w:tcPr>
            <w:tcW w:w="3968" w:type="dxa"/>
          </w:tcPr>
          <w:p w14:paraId="2C9851B5" w14:textId="77777777" w:rsidR="00422A3F" w:rsidRPr="00422A3F" w:rsidRDefault="00422A3F" w:rsidP="00EE1AEC">
            <w:pPr>
              <w:pStyle w:val="afffffffffd"/>
              <w:rPr>
                <w:rFonts w:ascii="Times New Roman"/>
                <w:sz w:val="21"/>
                <w:szCs w:val="21"/>
              </w:rPr>
            </w:pPr>
            <w:r w:rsidRPr="00422A3F">
              <w:rPr>
                <w:rFonts w:ascii="Times New Roman" w:eastAsia="黑体"/>
                <w:sz w:val="21"/>
                <w:szCs w:val="21"/>
              </w:rPr>
              <w:t>waste gas from rubber processing</w:t>
            </w:r>
          </w:p>
        </w:tc>
        <w:tc>
          <w:tcPr>
            <w:tcW w:w="1851" w:type="dxa"/>
          </w:tcPr>
          <w:p w14:paraId="6A8344A6" w14:textId="77777777" w:rsidR="00422A3F" w:rsidRDefault="00422A3F" w:rsidP="001A56B7">
            <w:pPr>
              <w:pStyle w:val="afffffffffd"/>
            </w:pPr>
          </w:p>
        </w:tc>
      </w:tr>
      <w:tr w:rsidR="00422A3F" w14:paraId="774946DC" w14:textId="77777777" w:rsidTr="00422A3F">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44" w:type="dxa"/>
          </w:tcPr>
          <w:p w14:paraId="5A8CF1BF" w14:textId="77777777" w:rsidR="00422A3F" w:rsidRDefault="00066D9C" w:rsidP="001A56B7">
            <w:pPr>
              <w:pStyle w:val="afffffffffd"/>
            </w:pPr>
            <w:r>
              <w:rPr>
                <w:rFonts w:hint="eastAsia"/>
              </w:rPr>
              <w:t>51</w:t>
            </w:r>
          </w:p>
        </w:tc>
        <w:tc>
          <w:tcPr>
            <w:tcW w:w="2411" w:type="dxa"/>
            <w:vAlign w:val="center"/>
          </w:tcPr>
          <w:p w14:paraId="6C2310B7" w14:textId="77777777" w:rsidR="00422A3F" w:rsidRPr="00422A3F" w:rsidRDefault="00422A3F" w:rsidP="001A56B7">
            <w:pPr>
              <w:pStyle w:val="afffff"/>
              <w:ind w:firstLineChars="0" w:firstLine="0"/>
              <w:jc w:val="center"/>
              <w:rPr>
                <w:rFonts w:hAnsi="宋体"/>
                <w:szCs w:val="21"/>
              </w:rPr>
            </w:pPr>
            <w:r w:rsidRPr="00422A3F">
              <w:rPr>
                <w:rFonts w:hAnsi="宋体" w:hint="eastAsia"/>
                <w:szCs w:val="21"/>
              </w:rPr>
              <w:t>抗蠕变性</w:t>
            </w:r>
          </w:p>
        </w:tc>
        <w:tc>
          <w:tcPr>
            <w:tcW w:w="3968" w:type="dxa"/>
          </w:tcPr>
          <w:p w14:paraId="18451EA4" w14:textId="77777777" w:rsidR="00422A3F" w:rsidRPr="00422A3F" w:rsidRDefault="00422A3F" w:rsidP="00EE1AEC">
            <w:pPr>
              <w:pStyle w:val="afffffffffd"/>
              <w:rPr>
                <w:rFonts w:ascii="Times New Roman"/>
                <w:sz w:val="21"/>
                <w:szCs w:val="21"/>
              </w:rPr>
            </w:pPr>
            <w:r w:rsidRPr="00422A3F">
              <w:rPr>
                <w:rFonts w:ascii="Times New Roman" w:eastAsia="黑体"/>
                <w:sz w:val="21"/>
                <w:szCs w:val="21"/>
              </w:rPr>
              <w:t>creep resistance</w:t>
            </w:r>
          </w:p>
        </w:tc>
        <w:tc>
          <w:tcPr>
            <w:tcW w:w="1851" w:type="dxa"/>
          </w:tcPr>
          <w:p w14:paraId="2EB52B42" w14:textId="77777777" w:rsidR="00422A3F" w:rsidRDefault="00422A3F" w:rsidP="001A56B7">
            <w:pPr>
              <w:pStyle w:val="afffffffffd"/>
            </w:pPr>
          </w:p>
        </w:tc>
      </w:tr>
      <w:tr w:rsidR="00422A3F" w14:paraId="79C01B1B" w14:textId="77777777" w:rsidTr="00422A3F">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44" w:type="dxa"/>
          </w:tcPr>
          <w:p w14:paraId="5130557D" w14:textId="77777777" w:rsidR="00422A3F" w:rsidRDefault="00066D9C" w:rsidP="001A56B7">
            <w:pPr>
              <w:pStyle w:val="afffffffffd"/>
            </w:pPr>
            <w:r>
              <w:rPr>
                <w:rFonts w:hint="eastAsia"/>
              </w:rPr>
              <w:t>52</w:t>
            </w:r>
          </w:p>
        </w:tc>
        <w:tc>
          <w:tcPr>
            <w:tcW w:w="2411" w:type="dxa"/>
            <w:vAlign w:val="center"/>
          </w:tcPr>
          <w:p w14:paraId="464C8815" w14:textId="77777777" w:rsidR="00422A3F" w:rsidRPr="00422A3F" w:rsidRDefault="00422A3F" w:rsidP="001A56B7">
            <w:pPr>
              <w:pStyle w:val="afffffffffd"/>
              <w:rPr>
                <w:rFonts w:hAnsi="宋体"/>
                <w:sz w:val="21"/>
                <w:szCs w:val="21"/>
              </w:rPr>
            </w:pPr>
            <w:r w:rsidRPr="00422A3F">
              <w:rPr>
                <w:rFonts w:hAnsi="宋体" w:hint="eastAsia"/>
                <w:sz w:val="21"/>
                <w:szCs w:val="21"/>
              </w:rPr>
              <w:t>耐屈挠性能</w:t>
            </w:r>
          </w:p>
        </w:tc>
        <w:tc>
          <w:tcPr>
            <w:tcW w:w="3968" w:type="dxa"/>
          </w:tcPr>
          <w:p w14:paraId="010D6825" w14:textId="77777777" w:rsidR="00422A3F" w:rsidRPr="00422A3F" w:rsidRDefault="00422A3F" w:rsidP="00EE1AEC">
            <w:pPr>
              <w:pStyle w:val="afffffffffff9"/>
              <w:numPr>
                <w:ilvl w:val="0"/>
                <w:numId w:val="0"/>
              </w:numPr>
              <w:adjustRightInd w:val="0"/>
              <w:snapToGrid w:val="0"/>
              <w:jc w:val="center"/>
              <w:rPr>
                <w:rFonts w:ascii="Times New Roman"/>
                <w:szCs w:val="21"/>
              </w:rPr>
            </w:pPr>
            <w:r w:rsidRPr="00422A3F">
              <w:rPr>
                <w:rFonts w:ascii="Times New Roman" w:eastAsia="黑体"/>
                <w:szCs w:val="21"/>
              </w:rPr>
              <w:t>flexing resistance</w:t>
            </w:r>
          </w:p>
        </w:tc>
        <w:tc>
          <w:tcPr>
            <w:tcW w:w="1851" w:type="dxa"/>
          </w:tcPr>
          <w:p w14:paraId="7A611719" w14:textId="77777777" w:rsidR="00422A3F" w:rsidRDefault="00422A3F" w:rsidP="001A56B7">
            <w:pPr>
              <w:pStyle w:val="afffffffffd"/>
            </w:pPr>
          </w:p>
        </w:tc>
      </w:tr>
      <w:tr w:rsidR="00422A3F" w14:paraId="2A92A596" w14:textId="77777777" w:rsidTr="00422A3F">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44" w:type="dxa"/>
          </w:tcPr>
          <w:p w14:paraId="59DCDE4E" w14:textId="77777777" w:rsidR="00422A3F" w:rsidRDefault="00066D9C" w:rsidP="001A56B7">
            <w:pPr>
              <w:pStyle w:val="afffffffffd"/>
            </w:pPr>
            <w:r>
              <w:rPr>
                <w:rFonts w:hint="eastAsia"/>
              </w:rPr>
              <w:t>53</w:t>
            </w:r>
          </w:p>
        </w:tc>
        <w:tc>
          <w:tcPr>
            <w:tcW w:w="2411" w:type="dxa"/>
            <w:vAlign w:val="center"/>
          </w:tcPr>
          <w:p w14:paraId="09494E26" w14:textId="77777777" w:rsidR="00422A3F" w:rsidRPr="00422A3F" w:rsidRDefault="00422A3F" w:rsidP="001A56B7">
            <w:pPr>
              <w:pStyle w:val="afffff"/>
              <w:ind w:firstLineChars="0" w:firstLine="0"/>
              <w:jc w:val="center"/>
              <w:rPr>
                <w:rFonts w:hAnsi="宋体"/>
                <w:szCs w:val="21"/>
              </w:rPr>
            </w:pPr>
            <w:r w:rsidRPr="00422A3F">
              <w:rPr>
                <w:rFonts w:hAnsi="宋体" w:hint="eastAsia"/>
                <w:szCs w:val="21"/>
              </w:rPr>
              <w:t>气密性</w:t>
            </w:r>
            <w:r w:rsidRPr="00422A3F">
              <w:rPr>
                <w:rFonts w:hAnsi="宋体"/>
                <w:szCs w:val="21"/>
              </w:rPr>
              <w:t xml:space="preserve"> </w:t>
            </w:r>
          </w:p>
        </w:tc>
        <w:tc>
          <w:tcPr>
            <w:tcW w:w="3968" w:type="dxa"/>
          </w:tcPr>
          <w:p w14:paraId="5C47CC4A" w14:textId="77777777" w:rsidR="00422A3F" w:rsidRPr="00422A3F" w:rsidRDefault="00422A3F" w:rsidP="00EE1AEC">
            <w:pPr>
              <w:pStyle w:val="afffffffffd"/>
              <w:rPr>
                <w:rFonts w:ascii="Times New Roman"/>
                <w:sz w:val="21"/>
                <w:szCs w:val="21"/>
              </w:rPr>
            </w:pPr>
            <w:r w:rsidRPr="00422A3F">
              <w:rPr>
                <w:rFonts w:ascii="Times New Roman" w:eastAsia="黑体"/>
                <w:sz w:val="21"/>
                <w:szCs w:val="21"/>
              </w:rPr>
              <w:t>gas impermeability</w:t>
            </w:r>
          </w:p>
        </w:tc>
        <w:tc>
          <w:tcPr>
            <w:tcW w:w="1851" w:type="dxa"/>
          </w:tcPr>
          <w:p w14:paraId="49750D79" w14:textId="77777777" w:rsidR="00422A3F" w:rsidRDefault="00422A3F" w:rsidP="001A56B7">
            <w:pPr>
              <w:pStyle w:val="afffffffffd"/>
            </w:pPr>
          </w:p>
        </w:tc>
      </w:tr>
      <w:tr w:rsidR="00422A3F" w14:paraId="49842352" w14:textId="77777777" w:rsidTr="00422A3F">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44" w:type="dxa"/>
          </w:tcPr>
          <w:p w14:paraId="56E74209" w14:textId="77777777" w:rsidR="00422A3F" w:rsidRDefault="00066D9C" w:rsidP="001A56B7">
            <w:pPr>
              <w:pStyle w:val="afffffffffd"/>
            </w:pPr>
            <w:r>
              <w:rPr>
                <w:rFonts w:hint="eastAsia"/>
              </w:rPr>
              <w:t>54</w:t>
            </w:r>
          </w:p>
        </w:tc>
        <w:tc>
          <w:tcPr>
            <w:tcW w:w="2411" w:type="dxa"/>
            <w:vAlign w:val="center"/>
          </w:tcPr>
          <w:p w14:paraId="00DD253F" w14:textId="77777777" w:rsidR="00422A3F" w:rsidRPr="00422A3F" w:rsidRDefault="00422A3F" w:rsidP="001A56B7">
            <w:pPr>
              <w:pStyle w:val="afffff"/>
              <w:ind w:firstLineChars="0" w:firstLine="0"/>
              <w:jc w:val="center"/>
              <w:rPr>
                <w:rFonts w:hAnsi="宋体"/>
                <w:szCs w:val="21"/>
              </w:rPr>
            </w:pPr>
            <w:r w:rsidRPr="00422A3F">
              <w:rPr>
                <w:rFonts w:hAnsi="宋体" w:hint="eastAsia"/>
                <w:color w:val="000000" w:themeColor="text1"/>
                <w:szCs w:val="21"/>
              </w:rPr>
              <w:t>无氨保存剂</w:t>
            </w:r>
          </w:p>
        </w:tc>
        <w:tc>
          <w:tcPr>
            <w:tcW w:w="3968" w:type="dxa"/>
          </w:tcPr>
          <w:p w14:paraId="3EEA8A6C" w14:textId="77777777" w:rsidR="00422A3F" w:rsidRPr="00422A3F" w:rsidRDefault="00422A3F" w:rsidP="00EE1AEC">
            <w:pPr>
              <w:pStyle w:val="afffffffffd"/>
              <w:rPr>
                <w:rFonts w:ascii="Times New Roman"/>
                <w:sz w:val="21"/>
                <w:szCs w:val="21"/>
              </w:rPr>
            </w:pPr>
            <w:r w:rsidRPr="00422A3F">
              <w:rPr>
                <w:rFonts w:ascii="Times New Roman" w:eastAsia="黑体"/>
                <w:sz w:val="21"/>
                <w:szCs w:val="21"/>
              </w:rPr>
              <w:t>non-ammonia preserving system</w:t>
            </w:r>
          </w:p>
        </w:tc>
        <w:tc>
          <w:tcPr>
            <w:tcW w:w="1851" w:type="dxa"/>
          </w:tcPr>
          <w:p w14:paraId="46CD3557" w14:textId="77777777" w:rsidR="00422A3F" w:rsidRDefault="00422A3F" w:rsidP="001A56B7">
            <w:pPr>
              <w:pStyle w:val="afffffffffd"/>
            </w:pPr>
          </w:p>
        </w:tc>
      </w:tr>
      <w:tr w:rsidR="00422A3F" w14:paraId="4D8052BA" w14:textId="77777777" w:rsidTr="00422A3F">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44" w:type="dxa"/>
          </w:tcPr>
          <w:p w14:paraId="6D4BDD06" w14:textId="77777777" w:rsidR="00422A3F" w:rsidRDefault="00066D9C" w:rsidP="001A56B7">
            <w:pPr>
              <w:pStyle w:val="afffffffffd"/>
            </w:pPr>
            <w:r>
              <w:rPr>
                <w:rFonts w:hint="eastAsia"/>
              </w:rPr>
              <w:t>55</w:t>
            </w:r>
          </w:p>
        </w:tc>
        <w:tc>
          <w:tcPr>
            <w:tcW w:w="2411" w:type="dxa"/>
            <w:vAlign w:val="center"/>
          </w:tcPr>
          <w:p w14:paraId="126B2006" w14:textId="77777777" w:rsidR="00422A3F" w:rsidRPr="00422A3F" w:rsidRDefault="00422A3F" w:rsidP="001A56B7">
            <w:pPr>
              <w:pStyle w:val="afffff"/>
              <w:ind w:firstLineChars="0" w:firstLine="0"/>
              <w:jc w:val="center"/>
              <w:rPr>
                <w:rFonts w:hAnsi="宋体"/>
                <w:szCs w:val="21"/>
              </w:rPr>
            </w:pPr>
            <w:r w:rsidRPr="00422A3F">
              <w:rPr>
                <w:rFonts w:hAnsi="宋体" w:hint="eastAsia"/>
                <w:szCs w:val="21"/>
              </w:rPr>
              <w:t>无氨保存浓缩天然胶乳</w:t>
            </w:r>
          </w:p>
        </w:tc>
        <w:tc>
          <w:tcPr>
            <w:tcW w:w="3968" w:type="dxa"/>
          </w:tcPr>
          <w:p w14:paraId="32B84EF0" w14:textId="77777777" w:rsidR="00422A3F" w:rsidRPr="00422A3F" w:rsidRDefault="00422A3F" w:rsidP="00EE1AEC">
            <w:pPr>
              <w:pStyle w:val="afffffffffff9"/>
              <w:numPr>
                <w:ilvl w:val="0"/>
                <w:numId w:val="0"/>
              </w:numPr>
              <w:jc w:val="center"/>
              <w:rPr>
                <w:rFonts w:ascii="Times New Roman"/>
                <w:szCs w:val="21"/>
              </w:rPr>
            </w:pPr>
            <w:r w:rsidRPr="00422A3F">
              <w:rPr>
                <w:rFonts w:ascii="Times New Roman" w:eastAsia="黑体"/>
                <w:szCs w:val="21"/>
              </w:rPr>
              <w:t>non-ammonia preserved natural rubber latex concentrate</w:t>
            </w:r>
          </w:p>
        </w:tc>
        <w:tc>
          <w:tcPr>
            <w:tcW w:w="1851" w:type="dxa"/>
          </w:tcPr>
          <w:p w14:paraId="63B90EF9" w14:textId="77777777" w:rsidR="00422A3F" w:rsidRDefault="00422A3F" w:rsidP="001A56B7">
            <w:pPr>
              <w:pStyle w:val="afffffffffd"/>
            </w:pPr>
          </w:p>
        </w:tc>
      </w:tr>
      <w:tr w:rsidR="00422A3F" w14:paraId="5E3B9659" w14:textId="77777777" w:rsidTr="00422A3F">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44" w:type="dxa"/>
          </w:tcPr>
          <w:p w14:paraId="4EF29577" w14:textId="77777777" w:rsidR="00422A3F" w:rsidRDefault="00066D9C" w:rsidP="001A56B7">
            <w:pPr>
              <w:pStyle w:val="afffffffffd"/>
            </w:pPr>
            <w:r>
              <w:rPr>
                <w:rFonts w:hint="eastAsia"/>
              </w:rPr>
              <w:t>56</w:t>
            </w:r>
          </w:p>
        </w:tc>
        <w:tc>
          <w:tcPr>
            <w:tcW w:w="2411" w:type="dxa"/>
            <w:vAlign w:val="center"/>
          </w:tcPr>
          <w:p w14:paraId="4B5CE5A6" w14:textId="77777777" w:rsidR="00422A3F" w:rsidRPr="003555D0" w:rsidRDefault="00422A3F" w:rsidP="001A56B7">
            <w:pPr>
              <w:pStyle w:val="afffff"/>
              <w:ind w:firstLineChars="0" w:firstLine="0"/>
              <w:jc w:val="center"/>
              <w:rPr>
                <w:rFonts w:hAnsi="宋体"/>
                <w:szCs w:val="21"/>
              </w:rPr>
            </w:pPr>
            <w:r w:rsidRPr="003555D0">
              <w:rPr>
                <w:rFonts w:hAnsi="宋体" w:hint="eastAsia"/>
                <w:szCs w:val="21"/>
              </w:rPr>
              <w:t>蛋白质</w:t>
            </w:r>
          </w:p>
        </w:tc>
        <w:tc>
          <w:tcPr>
            <w:tcW w:w="3968" w:type="dxa"/>
          </w:tcPr>
          <w:p w14:paraId="45E2EEF7" w14:textId="77777777" w:rsidR="00422A3F" w:rsidRPr="00422A3F" w:rsidRDefault="00422A3F" w:rsidP="00EE1AEC">
            <w:pPr>
              <w:pStyle w:val="afffffffffd"/>
              <w:rPr>
                <w:rFonts w:ascii="Times New Roman"/>
                <w:sz w:val="21"/>
                <w:szCs w:val="21"/>
              </w:rPr>
            </w:pPr>
            <w:r w:rsidRPr="00422A3F">
              <w:rPr>
                <w:rFonts w:ascii="Times New Roman" w:eastAsia="黑体"/>
                <w:sz w:val="21"/>
                <w:szCs w:val="21"/>
              </w:rPr>
              <w:t>protein</w:t>
            </w:r>
          </w:p>
        </w:tc>
        <w:tc>
          <w:tcPr>
            <w:tcW w:w="1851" w:type="dxa"/>
          </w:tcPr>
          <w:p w14:paraId="2DF65585" w14:textId="77777777" w:rsidR="00422A3F" w:rsidRDefault="00422A3F" w:rsidP="001A56B7">
            <w:pPr>
              <w:pStyle w:val="afffffffffd"/>
            </w:pPr>
          </w:p>
        </w:tc>
      </w:tr>
      <w:tr w:rsidR="00422A3F" w14:paraId="0FBD5586" w14:textId="77777777" w:rsidTr="001A56B7">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44" w:type="dxa"/>
          </w:tcPr>
          <w:p w14:paraId="2F03B5AA" w14:textId="77777777" w:rsidR="00422A3F" w:rsidRDefault="00066D9C" w:rsidP="001A56B7">
            <w:pPr>
              <w:pStyle w:val="afffffffffd"/>
            </w:pPr>
            <w:r>
              <w:rPr>
                <w:rFonts w:hint="eastAsia"/>
              </w:rPr>
              <w:t>57</w:t>
            </w:r>
          </w:p>
        </w:tc>
        <w:tc>
          <w:tcPr>
            <w:tcW w:w="2411" w:type="dxa"/>
          </w:tcPr>
          <w:p w14:paraId="3C5D12B9" w14:textId="77777777" w:rsidR="00422A3F" w:rsidRPr="003555D0" w:rsidRDefault="00422A3F" w:rsidP="001A56B7">
            <w:pPr>
              <w:pStyle w:val="afffff"/>
              <w:ind w:firstLineChars="0" w:firstLine="0"/>
              <w:jc w:val="center"/>
              <w:rPr>
                <w:rFonts w:hAnsi="宋体"/>
                <w:szCs w:val="21"/>
              </w:rPr>
            </w:pPr>
            <w:proofErr w:type="gramStart"/>
            <w:r w:rsidRPr="003555D0">
              <w:rPr>
                <w:rFonts w:hAnsi="宋体" w:hint="eastAsia"/>
                <w:szCs w:val="21"/>
              </w:rPr>
              <w:t>打磅头</w:t>
            </w:r>
            <w:proofErr w:type="gramEnd"/>
          </w:p>
        </w:tc>
        <w:tc>
          <w:tcPr>
            <w:tcW w:w="3968" w:type="dxa"/>
          </w:tcPr>
          <w:p w14:paraId="59A4267C" w14:textId="77777777" w:rsidR="00422A3F" w:rsidRPr="00422A3F" w:rsidRDefault="00422A3F" w:rsidP="00EE1AEC">
            <w:pPr>
              <w:pStyle w:val="afffffffffd"/>
              <w:rPr>
                <w:rFonts w:ascii="Times New Roman"/>
                <w:sz w:val="21"/>
                <w:szCs w:val="21"/>
              </w:rPr>
            </w:pPr>
            <w:r w:rsidRPr="00422A3F">
              <w:rPr>
                <w:rFonts w:ascii="Times New Roman" w:eastAsia="黑体"/>
                <w:sz w:val="21"/>
                <w:szCs w:val="21"/>
              </w:rPr>
              <w:t>delivering latex sample with a dipper</w:t>
            </w:r>
          </w:p>
        </w:tc>
        <w:tc>
          <w:tcPr>
            <w:tcW w:w="1851" w:type="dxa"/>
          </w:tcPr>
          <w:p w14:paraId="096556BD" w14:textId="77777777" w:rsidR="00422A3F" w:rsidRDefault="00422A3F" w:rsidP="001A56B7">
            <w:pPr>
              <w:pStyle w:val="afffffffffd"/>
            </w:pPr>
          </w:p>
        </w:tc>
      </w:tr>
      <w:tr w:rsidR="00422A3F" w14:paraId="2B5AC998" w14:textId="77777777" w:rsidTr="00422A3F">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44" w:type="dxa"/>
          </w:tcPr>
          <w:p w14:paraId="6D86A661" w14:textId="77777777" w:rsidR="00422A3F" w:rsidRDefault="00066D9C" w:rsidP="001A56B7">
            <w:pPr>
              <w:pStyle w:val="afffffffffd"/>
            </w:pPr>
            <w:r>
              <w:rPr>
                <w:rFonts w:hint="eastAsia"/>
              </w:rPr>
              <w:t>58</w:t>
            </w:r>
          </w:p>
        </w:tc>
        <w:tc>
          <w:tcPr>
            <w:tcW w:w="2411" w:type="dxa"/>
          </w:tcPr>
          <w:p w14:paraId="61A9D9FD" w14:textId="77777777" w:rsidR="00422A3F" w:rsidRPr="003555D0" w:rsidRDefault="00422A3F" w:rsidP="001A56B7">
            <w:pPr>
              <w:pStyle w:val="afffff"/>
              <w:ind w:firstLineChars="0" w:firstLine="0"/>
              <w:jc w:val="center"/>
              <w:rPr>
                <w:rFonts w:hAnsi="宋体"/>
                <w:szCs w:val="21"/>
              </w:rPr>
            </w:pPr>
            <w:r w:rsidRPr="003555D0">
              <w:rPr>
                <w:rFonts w:hAnsi="宋体" w:hint="eastAsia"/>
                <w:szCs w:val="21"/>
              </w:rPr>
              <w:t>胶清池</w:t>
            </w:r>
          </w:p>
        </w:tc>
        <w:tc>
          <w:tcPr>
            <w:tcW w:w="3968" w:type="dxa"/>
          </w:tcPr>
          <w:p w14:paraId="4C1C9766" w14:textId="77777777" w:rsidR="00422A3F" w:rsidRPr="00422A3F" w:rsidRDefault="00422A3F" w:rsidP="00EE1AEC">
            <w:pPr>
              <w:pStyle w:val="afffffffffd"/>
              <w:rPr>
                <w:rFonts w:ascii="Times New Roman"/>
                <w:sz w:val="21"/>
                <w:szCs w:val="21"/>
              </w:rPr>
            </w:pPr>
            <w:r w:rsidRPr="00422A3F">
              <w:rPr>
                <w:rFonts w:ascii="Times New Roman" w:eastAsia="黑体"/>
                <w:sz w:val="21"/>
                <w:szCs w:val="21"/>
              </w:rPr>
              <w:t>skim latex tank</w:t>
            </w:r>
          </w:p>
        </w:tc>
        <w:tc>
          <w:tcPr>
            <w:tcW w:w="1851" w:type="dxa"/>
          </w:tcPr>
          <w:p w14:paraId="7FE911BF" w14:textId="77777777" w:rsidR="00422A3F" w:rsidRDefault="00422A3F" w:rsidP="001A56B7">
            <w:pPr>
              <w:pStyle w:val="afffffffffd"/>
            </w:pPr>
          </w:p>
        </w:tc>
      </w:tr>
      <w:tr w:rsidR="00422A3F" w14:paraId="4AF2A3E9" w14:textId="77777777" w:rsidTr="00422A3F">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44" w:type="dxa"/>
          </w:tcPr>
          <w:p w14:paraId="54F493C6" w14:textId="77777777" w:rsidR="00422A3F" w:rsidRDefault="00066D9C" w:rsidP="001A56B7">
            <w:pPr>
              <w:pStyle w:val="afffffffffd"/>
            </w:pPr>
            <w:r>
              <w:rPr>
                <w:rFonts w:hint="eastAsia"/>
              </w:rPr>
              <w:t>59</w:t>
            </w:r>
          </w:p>
        </w:tc>
        <w:tc>
          <w:tcPr>
            <w:tcW w:w="2411" w:type="dxa"/>
          </w:tcPr>
          <w:p w14:paraId="45D5FEAD" w14:textId="77777777" w:rsidR="00422A3F" w:rsidRPr="003555D0" w:rsidRDefault="00422A3F" w:rsidP="001A56B7">
            <w:pPr>
              <w:pStyle w:val="afffff"/>
              <w:ind w:firstLineChars="0" w:firstLine="0"/>
              <w:jc w:val="center"/>
              <w:rPr>
                <w:rFonts w:hAnsi="宋体"/>
                <w:szCs w:val="21"/>
              </w:rPr>
            </w:pPr>
            <w:r w:rsidRPr="003555D0">
              <w:rPr>
                <w:rFonts w:hAnsi="宋体" w:hint="eastAsia"/>
                <w:szCs w:val="21"/>
              </w:rPr>
              <w:t>胶园六清洁</w:t>
            </w:r>
          </w:p>
        </w:tc>
        <w:tc>
          <w:tcPr>
            <w:tcW w:w="3968" w:type="dxa"/>
          </w:tcPr>
          <w:p w14:paraId="3D981454" w14:textId="77777777" w:rsidR="00422A3F" w:rsidRPr="00422A3F" w:rsidRDefault="00422A3F" w:rsidP="00EE1AEC">
            <w:pPr>
              <w:pStyle w:val="afffffffffd"/>
              <w:rPr>
                <w:rFonts w:ascii="Times New Roman"/>
                <w:sz w:val="21"/>
                <w:szCs w:val="21"/>
              </w:rPr>
            </w:pPr>
            <w:r w:rsidRPr="00422A3F">
              <w:rPr>
                <w:rFonts w:ascii="Times New Roman" w:eastAsia="黑体"/>
                <w:sz w:val="21"/>
                <w:szCs w:val="21"/>
              </w:rPr>
              <w:t>cleanliness for six parts in rubber plantation</w:t>
            </w:r>
          </w:p>
        </w:tc>
        <w:tc>
          <w:tcPr>
            <w:tcW w:w="1851" w:type="dxa"/>
          </w:tcPr>
          <w:p w14:paraId="0E50C06C" w14:textId="77777777" w:rsidR="00422A3F" w:rsidRDefault="00422A3F" w:rsidP="001A56B7">
            <w:pPr>
              <w:pStyle w:val="afffffffffd"/>
            </w:pPr>
          </w:p>
        </w:tc>
      </w:tr>
      <w:tr w:rsidR="00422A3F" w14:paraId="43926E00" w14:textId="77777777" w:rsidTr="00422A3F">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44" w:type="dxa"/>
          </w:tcPr>
          <w:p w14:paraId="5986EFB8" w14:textId="77777777" w:rsidR="00422A3F" w:rsidRDefault="00066D9C" w:rsidP="001A56B7">
            <w:pPr>
              <w:pStyle w:val="afffffffffd"/>
            </w:pPr>
            <w:r>
              <w:rPr>
                <w:rFonts w:hint="eastAsia"/>
              </w:rPr>
              <w:t>60</w:t>
            </w:r>
          </w:p>
        </w:tc>
        <w:tc>
          <w:tcPr>
            <w:tcW w:w="2411" w:type="dxa"/>
          </w:tcPr>
          <w:p w14:paraId="28A74A06" w14:textId="77777777" w:rsidR="00422A3F" w:rsidRPr="003555D0" w:rsidRDefault="00422A3F" w:rsidP="001A56B7">
            <w:pPr>
              <w:pStyle w:val="afffff"/>
              <w:ind w:firstLineChars="0" w:firstLine="0"/>
              <w:jc w:val="center"/>
              <w:rPr>
                <w:rFonts w:hAnsi="宋体"/>
                <w:szCs w:val="21"/>
              </w:rPr>
            </w:pPr>
            <w:proofErr w:type="gramStart"/>
            <w:r w:rsidRPr="003555D0">
              <w:rPr>
                <w:rFonts w:hAnsi="宋体" w:hint="eastAsia"/>
                <w:szCs w:val="21"/>
              </w:rPr>
              <w:t>收胶站</w:t>
            </w:r>
            <w:proofErr w:type="gramEnd"/>
          </w:p>
        </w:tc>
        <w:tc>
          <w:tcPr>
            <w:tcW w:w="3968" w:type="dxa"/>
          </w:tcPr>
          <w:p w14:paraId="34CF9C66" w14:textId="77777777" w:rsidR="00422A3F" w:rsidRPr="00422A3F" w:rsidRDefault="00422A3F" w:rsidP="00EE1AEC">
            <w:pPr>
              <w:pStyle w:val="afffffffffd"/>
              <w:rPr>
                <w:rFonts w:ascii="Times New Roman"/>
                <w:sz w:val="21"/>
                <w:szCs w:val="21"/>
              </w:rPr>
            </w:pPr>
            <w:r w:rsidRPr="00422A3F">
              <w:rPr>
                <w:rFonts w:ascii="Times New Roman" w:eastAsia="黑体"/>
                <w:sz w:val="21"/>
                <w:szCs w:val="21"/>
              </w:rPr>
              <w:t>latex collecting station</w:t>
            </w:r>
          </w:p>
        </w:tc>
        <w:tc>
          <w:tcPr>
            <w:tcW w:w="1851" w:type="dxa"/>
          </w:tcPr>
          <w:p w14:paraId="1BAFD531" w14:textId="77777777" w:rsidR="00422A3F" w:rsidRDefault="00422A3F" w:rsidP="001A56B7">
            <w:pPr>
              <w:pStyle w:val="afffffffffd"/>
            </w:pPr>
          </w:p>
        </w:tc>
      </w:tr>
      <w:tr w:rsidR="00422A3F" w14:paraId="13E059BC" w14:textId="77777777" w:rsidTr="00422A3F">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44" w:type="dxa"/>
          </w:tcPr>
          <w:p w14:paraId="6392CE7D" w14:textId="77777777" w:rsidR="00422A3F" w:rsidRDefault="00066D9C" w:rsidP="001A56B7">
            <w:pPr>
              <w:pStyle w:val="afffffffffd"/>
            </w:pPr>
            <w:r>
              <w:rPr>
                <w:rFonts w:hint="eastAsia"/>
              </w:rPr>
              <w:t>61</w:t>
            </w:r>
          </w:p>
        </w:tc>
        <w:tc>
          <w:tcPr>
            <w:tcW w:w="2411" w:type="dxa"/>
          </w:tcPr>
          <w:p w14:paraId="12087F1C" w14:textId="77777777" w:rsidR="00422A3F" w:rsidRPr="003555D0" w:rsidRDefault="00422A3F" w:rsidP="001A56B7">
            <w:pPr>
              <w:pStyle w:val="afffff"/>
              <w:ind w:firstLineChars="0" w:firstLine="0"/>
              <w:jc w:val="center"/>
              <w:rPr>
                <w:rFonts w:hAnsi="宋体"/>
                <w:szCs w:val="21"/>
              </w:rPr>
            </w:pPr>
            <w:proofErr w:type="gramStart"/>
            <w:r w:rsidRPr="003555D0">
              <w:rPr>
                <w:rFonts w:hAnsi="宋体" w:hint="eastAsia"/>
                <w:szCs w:val="21"/>
              </w:rPr>
              <w:t>压罐</w:t>
            </w:r>
            <w:proofErr w:type="gramEnd"/>
          </w:p>
        </w:tc>
        <w:tc>
          <w:tcPr>
            <w:tcW w:w="3968" w:type="dxa"/>
          </w:tcPr>
          <w:p w14:paraId="6B0105A6" w14:textId="77777777" w:rsidR="00422A3F" w:rsidRPr="00422A3F" w:rsidRDefault="00422A3F" w:rsidP="00EE1AEC">
            <w:pPr>
              <w:pStyle w:val="afffffffffd"/>
              <w:rPr>
                <w:rFonts w:ascii="Times New Roman"/>
                <w:sz w:val="21"/>
                <w:szCs w:val="21"/>
              </w:rPr>
            </w:pPr>
            <w:r w:rsidRPr="00422A3F">
              <w:rPr>
                <w:rFonts w:ascii="Times New Roman" w:eastAsia="黑体"/>
                <w:sz w:val="21"/>
                <w:szCs w:val="21"/>
              </w:rPr>
              <w:t>transporting latex from one tank to another one with static head</w:t>
            </w:r>
          </w:p>
        </w:tc>
        <w:tc>
          <w:tcPr>
            <w:tcW w:w="1851" w:type="dxa"/>
          </w:tcPr>
          <w:p w14:paraId="21429F27" w14:textId="77777777" w:rsidR="00422A3F" w:rsidRDefault="00422A3F" w:rsidP="001A56B7">
            <w:pPr>
              <w:pStyle w:val="afffffffffd"/>
            </w:pPr>
          </w:p>
        </w:tc>
      </w:tr>
    </w:tbl>
    <w:p w14:paraId="20DF4E7A" w14:textId="77777777" w:rsidR="00C67CCA" w:rsidRDefault="00C67CCA" w:rsidP="00C67CCA">
      <w:pPr>
        <w:pStyle w:val="afffff"/>
      </w:pPr>
    </w:p>
    <w:p w14:paraId="31D2553E" w14:textId="77777777" w:rsidR="001A56B7" w:rsidRDefault="001A56B7">
      <w:pPr>
        <w:pStyle w:val="afffff"/>
        <w:ind w:left="1276" w:firstLineChars="0" w:firstLine="0"/>
      </w:pPr>
    </w:p>
    <w:p w14:paraId="6D1D0AD4" w14:textId="77777777" w:rsidR="001A56B7" w:rsidRDefault="001A56B7" w:rsidP="001A56B7">
      <w:pPr>
        <w:pStyle w:val="afffff"/>
      </w:pPr>
    </w:p>
    <w:p w14:paraId="0E356905" w14:textId="77777777" w:rsidR="00B92E55" w:rsidRDefault="00B92E55" w:rsidP="001A56B7">
      <w:pPr>
        <w:pStyle w:val="afffff"/>
      </w:pPr>
    </w:p>
    <w:p w14:paraId="320A9DFD" w14:textId="77777777" w:rsidR="00B92E55" w:rsidRDefault="00B92E55" w:rsidP="00B92E55">
      <w:pPr>
        <w:pStyle w:val="afffff"/>
        <w:sectPr w:rsidR="00B92E55" w:rsidSect="00144395">
          <w:headerReference w:type="even" r:id="rId30"/>
          <w:headerReference w:type="default" r:id="rId31"/>
          <w:footerReference w:type="even" r:id="rId32"/>
          <w:footerReference w:type="default" r:id="rId33"/>
          <w:pgSz w:w="11906" w:h="16838" w:code="9"/>
          <w:pgMar w:top="567" w:right="1134" w:bottom="1134" w:left="1134" w:header="1418" w:footer="1134" w:gutter="284"/>
          <w:pgNumType w:start="1"/>
          <w:cols w:space="425"/>
          <w:formProt w:val="0"/>
          <w:docGrid w:type="lines" w:linePitch="312"/>
        </w:sectPr>
      </w:pPr>
      <w:bookmarkStart w:id="88" w:name="BookMark7"/>
      <w:bookmarkEnd w:id="83"/>
    </w:p>
    <w:p w14:paraId="5C5BBD16" w14:textId="77777777" w:rsidR="007D179E" w:rsidRDefault="00410C3C" w:rsidP="007D179E">
      <w:pPr>
        <w:pStyle w:val="afffffffffff7"/>
        <w:spacing w:before="124" w:after="156"/>
        <w:ind w:firstLine="1260"/>
      </w:pPr>
      <w:bookmarkStart w:id="89" w:name="_Toc108107367"/>
      <w:r w:rsidRPr="00410C3C">
        <w:rPr>
          <w:rFonts w:hint="eastAsia"/>
          <w:spacing w:val="210"/>
        </w:rPr>
        <w:lastRenderedPageBreak/>
        <w:t>索</w:t>
      </w:r>
      <w:r w:rsidR="00B92E55">
        <w:rPr>
          <w:rFonts w:hint="eastAsia"/>
        </w:rPr>
        <w:t>引</w:t>
      </w:r>
      <w:bookmarkEnd w:id="89"/>
    </w:p>
    <w:p w14:paraId="4671EE73" w14:textId="32B5CF28" w:rsidR="00B92E55" w:rsidRDefault="007D179E" w:rsidP="00B92E55">
      <w:pPr>
        <w:pStyle w:val="afffff"/>
      </w:pPr>
      <w:r>
        <w:rPr>
          <w:rFonts w:hint="eastAsia"/>
        </w:rPr>
        <w:t xml:space="preserve">     </w:t>
      </w:r>
      <w:r w:rsidR="00D349E3">
        <w:rPr>
          <w:rFonts w:hint="eastAsia"/>
        </w:rPr>
        <w:t>（由于</w:t>
      </w:r>
      <w:r>
        <w:rPr>
          <w:rFonts w:hint="eastAsia"/>
        </w:rPr>
        <w:t>时间</w:t>
      </w:r>
      <w:r w:rsidR="00D349E3">
        <w:rPr>
          <w:rFonts w:hint="eastAsia"/>
        </w:rPr>
        <w:t>关系</w:t>
      </w:r>
      <w:r>
        <w:rPr>
          <w:rFonts w:hint="eastAsia"/>
        </w:rPr>
        <w:t>，</w:t>
      </w:r>
      <w:r w:rsidR="00D349E3">
        <w:rPr>
          <w:rFonts w:hint="eastAsia"/>
        </w:rPr>
        <w:t>索引</w:t>
      </w:r>
      <w:r>
        <w:rPr>
          <w:rFonts w:hint="eastAsia"/>
        </w:rPr>
        <w:t>来不及编辑。争取在送审稿提供完整的索引</w:t>
      </w:r>
      <w:r w:rsidR="00D349E3">
        <w:rPr>
          <w:rFonts w:hint="eastAsia"/>
        </w:rPr>
        <w:t>）</w:t>
      </w:r>
      <w:r>
        <w:rPr>
          <w:rFonts w:hint="eastAsia"/>
        </w:rPr>
        <w:t>。</w:t>
      </w:r>
    </w:p>
    <w:p w14:paraId="1BD59C7A" w14:textId="77777777" w:rsidR="00B92E55" w:rsidRPr="007D179E" w:rsidRDefault="00B92E55" w:rsidP="00B92E55">
      <w:pPr>
        <w:pStyle w:val="afffff"/>
      </w:pPr>
    </w:p>
    <w:p w14:paraId="6CE0C0F8" w14:textId="77777777" w:rsidR="00B92E55" w:rsidRDefault="00B92E55" w:rsidP="00B92E55">
      <w:pPr>
        <w:pStyle w:val="afffff"/>
      </w:pPr>
    </w:p>
    <w:bookmarkEnd w:id="88"/>
    <w:p w14:paraId="0557E355" w14:textId="77777777" w:rsidR="00A26E70" w:rsidRDefault="00A26E70" w:rsidP="00B92E55">
      <w:pPr>
        <w:pStyle w:val="afffff"/>
      </w:pPr>
    </w:p>
    <w:sectPr w:rsidR="00A26E70" w:rsidSect="00144395">
      <w:headerReference w:type="even" r:id="rId34"/>
      <w:headerReference w:type="default" r:id="rId35"/>
      <w:footerReference w:type="even" r:id="rId36"/>
      <w:footerReference w:type="default" r:id="rId37"/>
      <w:pgSz w:w="11906" w:h="16838" w:code="9"/>
      <w:pgMar w:top="567"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220E9" w14:textId="77777777" w:rsidR="00BF7BDC" w:rsidRDefault="00BF7BDC" w:rsidP="00D86DB7">
      <w:r>
        <w:separator/>
      </w:r>
    </w:p>
    <w:p w14:paraId="5F85744B" w14:textId="77777777" w:rsidR="00BF7BDC" w:rsidRDefault="00BF7BDC"/>
    <w:p w14:paraId="1DCB3F95" w14:textId="77777777" w:rsidR="00BF7BDC" w:rsidRDefault="00BF7BDC"/>
  </w:endnote>
  <w:endnote w:type="continuationSeparator" w:id="0">
    <w:p w14:paraId="20F00097" w14:textId="77777777" w:rsidR="00BF7BDC" w:rsidRDefault="00BF7BDC" w:rsidP="00D86DB7">
      <w:r>
        <w:continuationSeparator/>
      </w:r>
    </w:p>
    <w:p w14:paraId="32535F32" w14:textId="77777777" w:rsidR="00BF7BDC" w:rsidRDefault="00BF7BDC"/>
    <w:p w14:paraId="4377DFCC" w14:textId="77777777" w:rsidR="00BF7BDC" w:rsidRDefault="00BF7B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E575A" w14:textId="77777777" w:rsidR="007D179E" w:rsidRDefault="007D179E">
    <w:pPr>
      <w:pStyle w:val="affff"/>
    </w:pPr>
    <w:r>
      <w:fldChar w:fldCharType="begin"/>
    </w:r>
    <w:r>
      <w:instrText>PAGE   \* MERGEFORMAT</w:instrText>
    </w:r>
    <w:r>
      <w:fldChar w:fldCharType="separate"/>
    </w:r>
    <w:r w:rsidRPr="00AF47C5">
      <w:rPr>
        <w:noProof/>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F3700" w14:textId="1390BA9F" w:rsidR="007D179E" w:rsidRPr="00144395" w:rsidRDefault="00144395" w:rsidP="00144395">
    <w:pPr>
      <w:pStyle w:val="affffb"/>
    </w:pPr>
    <w:r>
      <w:fldChar w:fldCharType="begin"/>
    </w:r>
    <w:r>
      <w:instrText xml:space="preserve"> PAGE   \* MERGEFORMAT \* MERGEFORMAT </w:instrText>
    </w:r>
    <w:r>
      <w:fldChar w:fldCharType="separate"/>
    </w:r>
    <w:r>
      <w:rPr>
        <w:noProof/>
      </w:rPr>
      <w:t>2</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27892" w14:textId="77777777" w:rsidR="007D179E" w:rsidRDefault="007D179E" w:rsidP="00144395">
    <w:pPr>
      <w:pStyle w:val="affffc"/>
    </w:pPr>
    <w:r>
      <w:ptab w:relativeTo="margin" w:alignment="center" w:leader="none"/>
    </w:r>
    <w:r>
      <w:fldChar w:fldCharType="begin"/>
    </w:r>
    <w:r>
      <w:instrText>PAGE   \* MERGEFORMAT</w:instrText>
    </w:r>
    <w:r>
      <w:fldChar w:fldCharType="separate"/>
    </w:r>
    <w:r w:rsidR="000B10A6" w:rsidRPr="000B10A6">
      <w:rPr>
        <w:noProof/>
        <w:lang w:val="zh-CN"/>
      </w:rPr>
      <w:t>61</w:t>
    </w:r>
    <w:r>
      <w:fldChar w:fldCharType="end"/>
    </w:r>
    <w:r>
      <w:ptab w:relativeTo="margin" w:alignment="center" w:leader="none"/>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65091" w14:textId="12601E38" w:rsidR="00144395" w:rsidRPr="00144395" w:rsidRDefault="00144395" w:rsidP="00144395">
    <w:pPr>
      <w:pStyle w:val="affffb"/>
    </w:pPr>
    <w:r>
      <w:fldChar w:fldCharType="begin"/>
    </w:r>
    <w:r>
      <w:instrText xml:space="preserve"> PAGE   \* MERGEFORMAT \* MERGEFORMAT </w:instrText>
    </w:r>
    <w:r>
      <w:fldChar w:fldCharType="separate"/>
    </w:r>
    <w:r>
      <w:rPr>
        <w:noProof/>
      </w:rPr>
      <w:t>1</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6B029" w14:textId="77777777" w:rsidR="00144395" w:rsidRDefault="00144395" w:rsidP="00144395">
    <w:pPr>
      <w:pStyle w:val="affffc"/>
    </w:pPr>
    <w:r>
      <w:ptab w:relativeTo="margin" w:alignment="center" w:leader="none"/>
    </w:r>
    <w:r>
      <w:fldChar w:fldCharType="begin"/>
    </w:r>
    <w:r>
      <w:instrText>PAGE   \* MERGEFORMAT</w:instrText>
    </w:r>
    <w:r>
      <w:fldChar w:fldCharType="separate"/>
    </w:r>
    <w:r w:rsidRPr="000B10A6">
      <w:rPr>
        <w:noProof/>
        <w:lang w:val="zh-CN"/>
      </w:rPr>
      <w:t>61</w:t>
    </w:r>
    <w:r>
      <w:fldChar w:fldCharType="end"/>
    </w:r>
    <w:r>
      <w:ptab w:relativeTo="margin" w:alignment="center" w:leader="non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12D7D" w14:textId="77777777" w:rsidR="00144395" w:rsidRDefault="00144395">
    <w:pPr>
      <w:pStyle w:val="afff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A3680" w14:textId="77777777" w:rsidR="007D179E" w:rsidRPr="00324EDD" w:rsidRDefault="007D179E" w:rsidP="00CD50A1">
    <w:pPr>
      <w:pStyle w:val="affff"/>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789BE" w14:textId="6847E9B9" w:rsidR="007D179E" w:rsidRPr="00144395" w:rsidRDefault="00144395" w:rsidP="00144395">
    <w:pPr>
      <w:pStyle w:val="affffb"/>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E1B5D" w14:textId="77777777" w:rsidR="007D179E" w:rsidRDefault="007D179E" w:rsidP="00144395">
    <w:pPr>
      <w:pStyle w:val="affffc"/>
    </w:pPr>
    <w:r>
      <w:ptab w:relativeTo="margin" w:alignment="center" w:leader="none"/>
    </w:r>
    <w:r>
      <w:fldChar w:fldCharType="begin"/>
    </w:r>
    <w:r>
      <w:instrText>PAGE   \* MERGEFORMAT</w:instrText>
    </w:r>
    <w:r>
      <w:fldChar w:fldCharType="separate"/>
    </w:r>
    <w:r w:rsidRPr="001A56B7">
      <w:rPr>
        <w:noProof/>
        <w:lang w:val="zh-CN"/>
      </w:rPr>
      <w:t>III</w:t>
    </w:r>
    <w:r>
      <w:fldChar w:fldCharType="end"/>
    </w:r>
    <w:r>
      <w:ptab w:relativeTo="margin" w:alignment="center" w:leader="none"/>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505A8" w14:textId="3CA20486" w:rsidR="00144395" w:rsidRPr="00144395" w:rsidRDefault="00144395" w:rsidP="00144395">
    <w:pPr>
      <w:pStyle w:val="affffb"/>
    </w:pPr>
    <w:r>
      <w:fldChar w:fldCharType="begin"/>
    </w:r>
    <w:r>
      <w:instrText xml:space="preserve"> PAGE   \* MERGEFORMAT \* MERGEFORMAT </w:instrText>
    </w:r>
    <w:r>
      <w:fldChar w:fldCharType="separate"/>
    </w:r>
    <w:r>
      <w:rPr>
        <w:noProof/>
      </w:rPr>
      <w:t>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02285" w14:textId="77777777" w:rsidR="00144395" w:rsidRDefault="00144395" w:rsidP="00144395">
    <w:pPr>
      <w:pStyle w:val="affffc"/>
    </w:pPr>
    <w:r>
      <w:ptab w:relativeTo="margin" w:alignment="center" w:leader="none"/>
    </w:r>
    <w:r>
      <w:fldChar w:fldCharType="begin"/>
    </w:r>
    <w:r>
      <w:instrText>PAGE   \* MERGEFORMAT</w:instrText>
    </w:r>
    <w:r>
      <w:fldChar w:fldCharType="separate"/>
    </w:r>
    <w:r w:rsidRPr="001A56B7">
      <w:rPr>
        <w:noProof/>
        <w:lang w:val="zh-CN"/>
      </w:rPr>
      <w:t>III</w:t>
    </w:r>
    <w:r>
      <w:fldChar w:fldCharType="end"/>
    </w:r>
    <w:r>
      <w:ptab w:relativeTo="margin" w:alignment="center" w:leader="none"/>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77AB3" w14:textId="0FB9B1B4" w:rsidR="007D179E" w:rsidRPr="00144395" w:rsidRDefault="00144395" w:rsidP="00144395">
    <w:pPr>
      <w:pStyle w:val="affffb"/>
    </w:pPr>
    <w:r>
      <w:fldChar w:fldCharType="begin"/>
    </w:r>
    <w:r>
      <w:instrText xml:space="preserve"> PAGE   \* MERGEFORMAT \* MERGEFORMAT </w:instrText>
    </w:r>
    <w:r>
      <w:fldChar w:fldCharType="separate"/>
    </w:r>
    <w:r>
      <w:rPr>
        <w:noProof/>
      </w:rPr>
      <w:t>II</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1FCF8" w14:textId="77777777" w:rsidR="007D179E" w:rsidRDefault="007D179E" w:rsidP="00144395">
    <w:pPr>
      <w:pStyle w:val="affffc"/>
    </w:pPr>
    <w:r>
      <w:ptab w:relativeTo="margin" w:alignment="center" w:leader="none"/>
    </w:r>
    <w:r>
      <w:fldChar w:fldCharType="begin"/>
    </w:r>
    <w:r>
      <w:instrText>PAGE   \* MERGEFORMAT</w:instrText>
    </w:r>
    <w:r>
      <w:fldChar w:fldCharType="separate"/>
    </w:r>
    <w:r w:rsidR="00066D9C" w:rsidRPr="00066D9C">
      <w:rPr>
        <w:noProof/>
        <w:lang w:val="zh-CN"/>
      </w:rPr>
      <w:t>III</w:t>
    </w:r>
    <w:r>
      <w:fldChar w:fldCharType="end"/>
    </w:r>
    <w:r>
      <w:ptab w:relativeTo="margin" w:alignment="center"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05B7D" w14:textId="77777777" w:rsidR="00BF7BDC" w:rsidRDefault="00BF7BDC" w:rsidP="00D86DB7">
      <w:r>
        <w:separator/>
      </w:r>
    </w:p>
  </w:footnote>
  <w:footnote w:type="continuationSeparator" w:id="0">
    <w:p w14:paraId="0742E323" w14:textId="77777777" w:rsidR="00BF7BDC" w:rsidRDefault="00BF7BDC" w:rsidP="00D86DB7">
      <w:r>
        <w:continuationSeparator/>
      </w:r>
    </w:p>
    <w:p w14:paraId="2C105D21" w14:textId="77777777" w:rsidR="00BF7BDC" w:rsidRDefault="00BF7BDC"/>
    <w:p w14:paraId="0AD1834C" w14:textId="77777777" w:rsidR="00BF7BDC" w:rsidRDefault="00BF7B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88370" w14:textId="77777777" w:rsidR="00144395" w:rsidRDefault="00144395">
    <w:pPr>
      <w:pStyle w:val="afffd"/>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E14EC" w14:textId="52443BD1" w:rsidR="007D179E" w:rsidRPr="00144395" w:rsidRDefault="00144395" w:rsidP="00144395">
    <w:pPr>
      <w:pStyle w:val="afffff5"/>
    </w:pPr>
    <w:r>
      <w:fldChar w:fldCharType="begin"/>
    </w:r>
    <w:r>
      <w:instrText xml:space="preserve"> STYLEREF  标准文件_文件编号 \* MERGEFORMAT </w:instrText>
    </w:r>
    <w:r>
      <w:fldChar w:fldCharType="separate"/>
    </w:r>
    <w:r w:rsidR="00DA78EA">
      <w:t>GB/T 14795</w:t>
    </w:r>
    <w:r w:rsidR="00DA78EA">
      <w:t>—</w:t>
    </w:r>
    <w:r w:rsidR="00DA78EA">
      <w:t>202X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9A1FF" w14:textId="1D2ECB34" w:rsidR="007D179E" w:rsidRPr="00D84FA1" w:rsidRDefault="00B04F15" w:rsidP="00144395">
    <w:pPr>
      <w:pStyle w:val="afffff4"/>
    </w:pPr>
    <w:r>
      <w:fldChar w:fldCharType="begin"/>
    </w:r>
    <w:r>
      <w:instrText xml:space="preserve"> STYLEREF  标准文件_文件编号  \* MERGEFORMAT </w:instrText>
    </w:r>
    <w:r>
      <w:fldChar w:fldCharType="separate"/>
    </w:r>
    <w:r w:rsidR="00DA78EA">
      <w:t>GB/T 14795</w:t>
    </w:r>
    <w:r w:rsidR="00DA78EA">
      <w:t>—</w:t>
    </w:r>
    <w:r w:rsidR="00DA78EA">
      <w:t>202X</w:t>
    </w:r>
    <w: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FF3DC" w14:textId="2FC45E21" w:rsidR="00144395" w:rsidRPr="00144395" w:rsidRDefault="00144395" w:rsidP="00144395">
    <w:pPr>
      <w:pStyle w:val="afffff5"/>
    </w:pPr>
    <w:r>
      <w:fldChar w:fldCharType="begin"/>
    </w:r>
    <w:r>
      <w:instrText xml:space="preserve"> STYLEREF  标准文件_文件编号 \* MERGEFORMAT </w:instrText>
    </w:r>
    <w:r>
      <w:fldChar w:fldCharType="separate"/>
    </w:r>
    <w:r w:rsidR="004F693A">
      <w:t>GB/T 14795</w:t>
    </w:r>
    <w:r w:rsidR="004F693A">
      <w:t>—</w:t>
    </w:r>
    <w:r w:rsidR="004F693A">
      <w:t>202X</w:t>
    </w:r>
    <w: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238B6" w14:textId="774BBCA8" w:rsidR="00144395" w:rsidRPr="00D84FA1" w:rsidRDefault="00144395" w:rsidP="00144395">
    <w:pPr>
      <w:pStyle w:val="afffff4"/>
    </w:pPr>
    <w:r>
      <w:fldChar w:fldCharType="begin"/>
    </w:r>
    <w:r>
      <w:instrText xml:space="preserve"> STYLEREF  标准文件_文件编号  \* MERGEFORMAT </w:instrText>
    </w:r>
    <w:r>
      <w:fldChar w:fldCharType="separate"/>
    </w:r>
    <w:r w:rsidR="004F693A">
      <w:t>GB/T 14795</w:t>
    </w:r>
    <w:r w:rsidR="004F693A">
      <w:t>—</w:t>
    </w:r>
    <w:r w:rsidR="004F693A">
      <w:t>202X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900CF" w14:textId="77777777" w:rsidR="007D179E" w:rsidRPr="00E70388" w:rsidRDefault="007D179E" w:rsidP="00617387">
    <w:pPr>
      <w:pStyle w:val="afffd"/>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0F59E" w14:textId="77777777" w:rsidR="007D179E" w:rsidRPr="00324EDD" w:rsidRDefault="007D179E" w:rsidP="00E846C8">
    <w:pPr>
      <w:pStyle w:val="afffd"/>
      <w:jc w:val="both"/>
      <w:rPr>
        <w:sz w:val="2"/>
        <w:szCs w:val="2"/>
      </w:rPr>
    </w:pPr>
  </w:p>
  <w:p w14:paraId="5ADB865D" w14:textId="77777777" w:rsidR="007D179E" w:rsidRDefault="007D179E"/>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5DD4C" w14:textId="6B44EA7E" w:rsidR="007D179E" w:rsidRPr="00144395" w:rsidRDefault="00144395" w:rsidP="00144395">
    <w:pPr>
      <w:pStyle w:val="afffff5"/>
    </w:pPr>
    <w:r>
      <w:fldChar w:fldCharType="begin"/>
    </w:r>
    <w:r>
      <w:instrText xml:space="preserve"> STYLEREF  标准文件_文件编号 \* MERGEFORMAT </w:instrText>
    </w:r>
    <w:r>
      <w:fldChar w:fldCharType="separate"/>
    </w:r>
    <w:r w:rsidR="004F693A">
      <w:t>GB/T 14795</w:t>
    </w:r>
    <w:r w:rsidR="004F693A">
      <w:t>—</w:t>
    </w:r>
    <w:r w:rsidR="004F693A">
      <w:t>202X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42D7C" w14:textId="0782F48E" w:rsidR="007D179E" w:rsidRPr="00D84FA1" w:rsidRDefault="00B04F15" w:rsidP="00144395">
    <w:pPr>
      <w:pStyle w:val="afffff4"/>
    </w:pPr>
    <w:r>
      <w:fldChar w:fldCharType="begin"/>
    </w:r>
    <w:r>
      <w:instrText xml:space="preserve"> STYLEREF  标准文件_文件编号  \* MERGEFORMAT </w:instrText>
    </w:r>
    <w:r>
      <w:fldChar w:fldCharType="separate"/>
    </w:r>
    <w:r w:rsidR="00DA78EA">
      <w:t>GB/T 14795</w:t>
    </w:r>
    <w:r w:rsidR="00DA78EA">
      <w:t>—</w:t>
    </w:r>
    <w:r w:rsidR="00DA78EA">
      <w:t>202X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5BE39" w14:textId="26892104" w:rsidR="00144395" w:rsidRPr="00144395" w:rsidRDefault="00144395" w:rsidP="00144395">
    <w:pPr>
      <w:pStyle w:val="afffff5"/>
    </w:pPr>
    <w:r>
      <w:fldChar w:fldCharType="begin"/>
    </w:r>
    <w:r>
      <w:instrText xml:space="preserve"> STYLEREF  标准文件_文件编号 \* MERGEFORMAT </w:instrText>
    </w:r>
    <w:r>
      <w:fldChar w:fldCharType="separate"/>
    </w:r>
    <w:r w:rsidR="00DA78EA">
      <w:t>GB/T 14795</w:t>
    </w:r>
    <w:r w:rsidR="00DA78EA">
      <w:t>—</w:t>
    </w:r>
    <w:r w:rsidR="00DA78EA">
      <w:t>202X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F65EB" w14:textId="31B86A91" w:rsidR="00144395" w:rsidRPr="00D84FA1" w:rsidRDefault="00144395" w:rsidP="00144395">
    <w:pPr>
      <w:pStyle w:val="afffff4"/>
    </w:pPr>
    <w:r>
      <w:fldChar w:fldCharType="begin"/>
    </w:r>
    <w:r>
      <w:instrText xml:space="preserve"> STYLEREF  标准文件_文件编号  \* MERGEFORMAT </w:instrText>
    </w:r>
    <w:r>
      <w:fldChar w:fldCharType="separate"/>
    </w:r>
    <w:r w:rsidR="004F693A">
      <w:t>GB/T 14795</w:t>
    </w:r>
    <w:r w:rsidR="004F693A">
      <w:t>—</w:t>
    </w:r>
    <w:r w:rsidR="004F693A">
      <w:t>202X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8A59B" w14:textId="5CE6CC72" w:rsidR="007D179E" w:rsidRPr="00144395" w:rsidRDefault="00144395" w:rsidP="00144395">
    <w:pPr>
      <w:pStyle w:val="afffff5"/>
    </w:pPr>
    <w:r>
      <w:fldChar w:fldCharType="begin"/>
    </w:r>
    <w:r>
      <w:instrText xml:space="preserve"> STYLEREF  标准文件_文件编号 \* MERGEFORMAT </w:instrText>
    </w:r>
    <w:r>
      <w:fldChar w:fldCharType="separate"/>
    </w:r>
    <w:r w:rsidR="004F693A">
      <w:t>GB/T 14795</w:t>
    </w:r>
    <w:r w:rsidR="004F693A">
      <w:t>—</w:t>
    </w:r>
    <w:r w:rsidR="004F693A">
      <w:t>202X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3D002" w14:textId="0F3F5D23" w:rsidR="007D179E" w:rsidRPr="00D84FA1" w:rsidRDefault="00B04F15" w:rsidP="00144395">
    <w:pPr>
      <w:pStyle w:val="afffff4"/>
    </w:pPr>
    <w:r>
      <w:fldChar w:fldCharType="begin"/>
    </w:r>
    <w:r>
      <w:instrText xml:space="preserve"> STYLEREF  标准文件_文件编号  \* MERGEFORMAT </w:instrText>
    </w:r>
    <w:r>
      <w:fldChar w:fldCharType="separate"/>
    </w:r>
    <w:r w:rsidR="00DA78EA">
      <w:t>GB/T 14795</w:t>
    </w:r>
    <w:r w:rsidR="00DA78EA">
      <w:t>—</w:t>
    </w:r>
    <w:r w:rsidR="00DA78EA">
      <w:t>202X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EDD0C48C"/>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6806F7D"/>
    <w:multiLevelType w:val="hybridMultilevel"/>
    <w:tmpl w:val="9B20C2B2"/>
    <w:lvl w:ilvl="0" w:tplc="6F2A2BD2">
      <w:start w:val="1"/>
      <w:numFmt w:val="none"/>
      <w:pStyle w:val="af8"/>
      <w:lvlText w:val="图"/>
      <w:lvlJc w:val="left"/>
      <w:pPr>
        <w:tabs>
          <w:tab w:val="num" w:pos="360"/>
        </w:tabs>
        <w:ind w:left="0" w:firstLine="0"/>
      </w:pPr>
      <w:rPr>
        <w:rFonts w:ascii="黑体" w:eastAsia="黑体" w:hint="eastAsia"/>
        <w:b w:val="0"/>
        <w:i w:val="0"/>
        <w:sz w:val="21"/>
      </w:rPr>
    </w:lvl>
    <w:lvl w:ilvl="1" w:tplc="620A934C" w:tentative="1">
      <w:start w:val="1"/>
      <w:numFmt w:val="lowerLetter"/>
      <w:lvlText w:val="%2)"/>
      <w:lvlJc w:val="left"/>
      <w:pPr>
        <w:tabs>
          <w:tab w:val="num" w:pos="840"/>
        </w:tabs>
        <w:ind w:left="840" w:hanging="420"/>
      </w:pPr>
    </w:lvl>
    <w:lvl w:ilvl="2" w:tplc="59E0787E" w:tentative="1">
      <w:start w:val="1"/>
      <w:numFmt w:val="lowerRoman"/>
      <w:lvlText w:val="%3."/>
      <w:lvlJc w:val="right"/>
      <w:pPr>
        <w:tabs>
          <w:tab w:val="num" w:pos="1260"/>
        </w:tabs>
        <w:ind w:left="1260" w:hanging="420"/>
      </w:pPr>
    </w:lvl>
    <w:lvl w:ilvl="3" w:tplc="1A00B7A6" w:tentative="1">
      <w:start w:val="1"/>
      <w:numFmt w:val="decimal"/>
      <w:lvlText w:val="%4."/>
      <w:lvlJc w:val="left"/>
      <w:pPr>
        <w:tabs>
          <w:tab w:val="num" w:pos="1680"/>
        </w:tabs>
        <w:ind w:left="1680" w:hanging="420"/>
      </w:pPr>
    </w:lvl>
    <w:lvl w:ilvl="4" w:tplc="C876E4B2" w:tentative="1">
      <w:start w:val="1"/>
      <w:numFmt w:val="lowerLetter"/>
      <w:lvlText w:val="%5)"/>
      <w:lvlJc w:val="left"/>
      <w:pPr>
        <w:tabs>
          <w:tab w:val="num" w:pos="2100"/>
        </w:tabs>
        <w:ind w:left="2100" w:hanging="420"/>
      </w:pPr>
    </w:lvl>
    <w:lvl w:ilvl="5" w:tplc="374A8312" w:tentative="1">
      <w:start w:val="1"/>
      <w:numFmt w:val="lowerRoman"/>
      <w:lvlText w:val="%6."/>
      <w:lvlJc w:val="right"/>
      <w:pPr>
        <w:tabs>
          <w:tab w:val="num" w:pos="2520"/>
        </w:tabs>
        <w:ind w:left="2520" w:hanging="420"/>
      </w:pPr>
    </w:lvl>
    <w:lvl w:ilvl="6" w:tplc="BDC018EC" w:tentative="1">
      <w:start w:val="1"/>
      <w:numFmt w:val="decimal"/>
      <w:lvlText w:val="%7."/>
      <w:lvlJc w:val="left"/>
      <w:pPr>
        <w:tabs>
          <w:tab w:val="num" w:pos="2940"/>
        </w:tabs>
        <w:ind w:left="2940" w:hanging="420"/>
      </w:pPr>
    </w:lvl>
    <w:lvl w:ilvl="7" w:tplc="95CAC97E" w:tentative="1">
      <w:start w:val="1"/>
      <w:numFmt w:val="lowerLetter"/>
      <w:lvlText w:val="%8)"/>
      <w:lvlJc w:val="left"/>
      <w:pPr>
        <w:tabs>
          <w:tab w:val="num" w:pos="3360"/>
        </w:tabs>
        <w:ind w:left="3360" w:hanging="420"/>
      </w:pPr>
    </w:lvl>
    <w:lvl w:ilvl="8" w:tplc="9F9210E6" w:tentative="1">
      <w:start w:val="1"/>
      <w:numFmt w:val="lowerRoman"/>
      <w:lvlText w:val="%9."/>
      <w:lvlJc w:val="right"/>
      <w:pPr>
        <w:tabs>
          <w:tab w:val="num" w:pos="3780"/>
        </w:tabs>
        <w:ind w:left="3780" w:hanging="420"/>
      </w:pPr>
    </w:lvl>
  </w:abstractNum>
  <w:abstractNum w:abstractNumId="14" w15:restartNumberingAfterBreak="0">
    <w:nsid w:val="46D22D8F"/>
    <w:multiLevelType w:val="hybridMultilevel"/>
    <w:tmpl w:val="1ABE3F64"/>
    <w:lvl w:ilvl="0" w:tplc="74205BB6">
      <w:start w:val="1"/>
      <w:numFmt w:val="none"/>
      <w:pStyle w:val="af9"/>
      <w:lvlText w:val="%1◆　"/>
      <w:lvlJc w:val="left"/>
      <w:pPr>
        <w:tabs>
          <w:tab w:val="num" w:pos="960"/>
        </w:tabs>
        <w:ind w:left="917" w:hanging="317"/>
      </w:pPr>
      <w:rPr>
        <w:rFonts w:ascii="宋体" w:eastAsia="宋体" w:hAnsi="Times New Roman" w:hint="eastAsia"/>
        <w:b w:val="0"/>
        <w:i w:val="0"/>
        <w:position w:val="4"/>
        <w:sz w:val="11"/>
      </w:rPr>
    </w:lvl>
    <w:lvl w:ilvl="1" w:tplc="EF7C0A3A" w:tentative="1">
      <w:start w:val="1"/>
      <w:numFmt w:val="lowerLetter"/>
      <w:lvlText w:val="%2)"/>
      <w:lvlJc w:val="left"/>
      <w:pPr>
        <w:tabs>
          <w:tab w:val="num" w:pos="840"/>
        </w:tabs>
        <w:ind w:left="840" w:hanging="420"/>
      </w:pPr>
    </w:lvl>
    <w:lvl w:ilvl="2" w:tplc="A686FB40" w:tentative="1">
      <w:start w:val="1"/>
      <w:numFmt w:val="lowerRoman"/>
      <w:lvlText w:val="%3."/>
      <w:lvlJc w:val="right"/>
      <w:pPr>
        <w:tabs>
          <w:tab w:val="num" w:pos="1260"/>
        </w:tabs>
        <w:ind w:left="1260" w:hanging="420"/>
      </w:pPr>
    </w:lvl>
    <w:lvl w:ilvl="3" w:tplc="4F74A542" w:tentative="1">
      <w:start w:val="1"/>
      <w:numFmt w:val="decimal"/>
      <w:lvlText w:val="%4."/>
      <w:lvlJc w:val="left"/>
      <w:pPr>
        <w:tabs>
          <w:tab w:val="num" w:pos="1680"/>
        </w:tabs>
        <w:ind w:left="1680" w:hanging="420"/>
      </w:pPr>
    </w:lvl>
    <w:lvl w:ilvl="4" w:tplc="654A5764" w:tentative="1">
      <w:start w:val="1"/>
      <w:numFmt w:val="lowerLetter"/>
      <w:lvlText w:val="%5)"/>
      <w:lvlJc w:val="left"/>
      <w:pPr>
        <w:tabs>
          <w:tab w:val="num" w:pos="2100"/>
        </w:tabs>
        <w:ind w:left="2100" w:hanging="420"/>
      </w:pPr>
    </w:lvl>
    <w:lvl w:ilvl="5" w:tplc="FFF4D7E4" w:tentative="1">
      <w:start w:val="1"/>
      <w:numFmt w:val="lowerRoman"/>
      <w:lvlText w:val="%6."/>
      <w:lvlJc w:val="right"/>
      <w:pPr>
        <w:tabs>
          <w:tab w:val="num" w:pos="2520"/>
        </w:tabs>
        <w:ind w:left="2520" w:hanging="420"/>
      </w:pPr>
    </w:lvl>
    <w:lvl w:ilvl="6" w:tplc="C882AC5E" w:tentative="1">
      <w:start w:val="1"/>
      <w:numFmt w:val="decimal"/>
      <w:lvlText w:val="%7."/>
      <w:lvlJc w:val="left"/>
      <w:pPr>
        <w:tabs>
          <w:tab w:val="num" w:pos="2940"/>
        </w:tabs>
        <w:ind w:left="2940" w:hanging="420"/>
      </w:pPr>
    </w:lvl>
    <w:lvl w:ilvl="7" w:tplc="17F67F00" w:tentative="1">
      <w:start w:val="1"/>
      <w:numFmt w:val="lowerLetter"/>
      <w:lvlText w:val="%8)"/>
      <w:lvlJc w:val="left"/>
      <w:pPr>
        <w:tabs>
          <w:tab w:val="num" w:pos="3360"/>
        </w:tabs>
        <w:ind w:left="3360" w:hanging="420"/>
      </w:pPr>
    </w:lvl>
    <w:lvl w:ilvl="8" w:tplc="82324CCC" w:tentative="1">
      <w:start w:val="1"/>
      <w:numFmt w:val="lowerRoman"/>
      <w:lvlText w:val="%9."/>
      <w:lvlJc w:val="right"/>
      <w:pPr>
        <w:tabs>
          <w:tab w:val="num" w:pos="3780"/>
        </w:tabs>
        <w:ind w:left="3780" w:hanging="420"/>
      </w:pPr>
    </w:lvl>
  </w:abstractNum>
  <w:abstractNum w:abstractNumId="15" w15:restartNumberingAfterBreak="0">
    <w:nsid w:val="48802D1C"/>
    <w:multiLevelType w:val="multilevel"/>
    <w:tmpl w:val="A762E208"/>
    <w:lvl w:ilvl="0">
      <w:start w:val="1"/>
      <w:numFmt w:val="upperLetter"/>
      <w:pStyle w:val="afa"/>
      <w:lvlText w:val="%1"/>
      <w:lvlJc w:val="left"/>
      <w:pPr>
        <w:ind w:left="420" w:hanging="420"/>
      </w:pPr>
      <w:rPr>
        <w:rFonts w:hint="eastAsia"/>
      </w:rPr>
    </w:lvl>
    <w:lvl w:ilvl="1">
      <w:start w:val="1"/>
      <w:numFmt w:val="decimal"/>
      <w:pStyle w:val="afb"/>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2546"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B733A5F"/>
    <w:multiLevelType w:val="multilevel"/>
    <w:tmpl w:val="D44879C8"/>
    <w:lvl w:ilvl="0">
      <w:start w:val="1"/>
      <w:numFmt w:val="decimal"/>
      <w:lvlRestart w:val="0"/>
      <w:pStyle w:val="afc"/>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7" w15:restartNumberingAfterBreak="0">
    <w:nsid w:val="4E5D0534"/>
    <w:multiLevelType w:val="multilevel"/>
    <w:tmpl w:val="44863046"/>
    <w:lvl w:ilvl="0">
      <w:start w:val="1"/>
      <w:numFmt w:val="decimal"/>
      <w:lvlRestart w:val="0"/>
      <w:pStyle w:val="afd"/>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4F302902"/>
    <w:multiLevelType w:val="hybridMultilevel"/>
    <w:tmpl w:val="BB8A0C52"/>
    <w:lvl w:ilvl="0" w:tplc="4B2C45DC">
      <w:start w:val="1"/>
      <w:numFmt w:val="none"/>
      <w:pStyle w:val="afe"/>
      <w:lvlText w:val="表"/>
      <w:lvlJc w:val="left"/>
      <w:pPr>
        <w:tabs>
          <w:tab w:val="num" w:pos="360"/>
        </w:tabs>
        <w:ind w:left="0" w:firstLine="0"/>
      </w:pPr>
      <w:rPr>
        <w:rFonts w:ascii="黑体" w:eastAsia="黑体" w:hint="eastAsia"/>
        <w:b w:val="0"/>
        <w:i w:val="0"/>
        <w:sz w:val="21"/>
      </w:rPr>
    </w:lvl>
    <w:lvl w:ilvl="1" w:tplc="6E66C108" w:tentative="1">
      <w:start w:val="1"/>
      <w:numFmt w:val="lowerLetter"/>
      <w:lvlText w:val="%2)"/>
      <w:lvlJc w:val="left"/>
      <w:pPr>
        <w:tabs>
          <w:tab w:val="num" w:pos="840"/>
        </w:tabs>
        <w:ind w:left="840" w:hanging="420"/>
      </w:pPr>
    </w:lvl>
    <w:lvl w:ilvl="2" w:tplc="ED36D402" w:tentative="1">
      <w:start w:val="1"/>
      <w:numFmt w:val="lowerRoman"/>
      <w:lvlText w:val="%3."/>
      <w:lvlJc w:val="right"/>
      <w:pPr>
        <w:tabs>
          <w:tab w:val="num" w:pos="1260"/>
        </w:tabs>
        <w:ind w:left="1260" w:hanging="420"/>
      </w:pPr>
    </w:lvl>
    <w:lvl w:ilvl="3" w:tplc="F0C8ADDC" w:tentative="1">
      <w:start w:val="1"/>
      <w:numFmt w:val="decimal"/>
      <w:lvlText w:val="%4."/>
      <w:lvlJc w:val="left"/>
      <w:pPr>
        <w:tabs>
          <w:tab w:val="num" w:pos="1680"/>
        </w:tabs>
        <w:ind w:left="1680" w:hanging="420"/>
      </w:pPr>
    </w:lvl>
    <w:lvl w:ilvl="4" w:tplc="5E16E782" w:tentative="1">
      <w:start w:val="1"/>
      <w:numFmt w:val="lowerLetter"/>
      <w:lvlText w:val="%5)"/>
      <w:lvlJc w:val="left"/>
      <w:pPr>
        <w:tabs>
          <w:tab w:val="num" w:pos="2100"/>
        </w:tabs>
        <w:ind w:left="2100" w:hanging="420"/>
      </w:pPr>
    </w:lvl>
    <w:lvl w:ilvl="5" w:tplc="1E528550" w:tentative="1">
      <w:start w:val="1"/>
      <w:numFmt w:val="lowerRoman"/>
      <w:lvlText w:val="%6."/>
      <w:lvlJc w:val="right"/>
      <w:pPr>
        <w:tabs>
          <w:tab w:val="num" w:pos="2520"/>
        </w:tabs>
        <w:ind w:left="2520" w:hanging="420"/>
      </w:pPr>
    </w:lvl>
    <w:lvl w:ilvl="6" w:tplc="C3147F00" w:tentative="1">
      <w:start w:val="1"/>
      <w:numFmt w:val="decimal"/>
      <w:lvlText w:val="%7."/>
      <w:lvlJc w:val="left"/>
      <w:pPr>
        <w:tabs>
          <w:tab w:val="num" w:pos="2940"/>
        </w:tabs>
        <w:ind w:left="2940" w:hanging="420"/>
      </w:pPr>
    </w:lvl>
    <w:lvl w:ilvl="7" w:tplc="C9C65DDA" w:tentative="1">
      <w:start w:val="1"/>
      <w:numFmt w:val="lowerLetter"/>
      <w:lvlText w:val="%8)"/>
      <w:lvlJc w:val="left"/>
      <w:pPr>
        <w:tabs>
          <w:tab w:val="num" w:pos="3360"/>
        </w:tabs>
        <w:ind w:left="3360" w:hanging="420"/>
      </w:pPr>
    </w:lvl>
    <w:lvl w:ilvl="8" w:tplc="0AFE10A4" w:tentative="1">
      <w:start w:val="1"/>
      <w:numFmt w:val="lowerRoman"/>
      <w:lvlText w:val="%9."/>
      <w:lvlJc w:val="right"/>
      <w:pPr>
        <w:tabs>
          <w:tab w:val="num" w:pos="3780"/>
        </w:tabs>
        <w:ind w:left="3780" w:hanging="420"/>
      </w:pPr>
    </w:lvl>
  </w:abstractNum>
  <w:abstractNum w:abstractNumId="19" w15:restartNumberingAfterBreak="0">
    <w:nsid w:val="54632751"/>
    <w:multiLevelType w:val="multilevel"/>
    <w:tmpl w:val="8E9217A8"/>
    <w:lvl w:ilvl="0">
      <w:start w:val="1"/>
      <w:numFmt w:val="none"/>
      <w:pStyle w:val="aff"/>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0" w15:restartNumberingAfterBreak="0">
    <w:nsid w:val="557C2AF5"/>
    <w:multiLevelType w:val="multilevel"/>
    <w:tmpl w:val="A9F832E0"/>
    <w:lvl w:ilvl="0">
      <w:start w:val="1"/>
      <w:numFmt w:val="decimal"/>
      <w:lvlRestart w:val="0"/>
      <w:pStyle w:val="aff0"/>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1" w15:restartNumberingAfterBreak="0">
    <w:nsid w:val="5603797C"/>
    <w:multiLevelType w:val="multilevel"/>
    <w:tmpl w:val="E9BA3494"/>
    <w:lvl w:ilvl="0">
      <w:start w:val="1"/>
      <w:numFmt w:val="upperLetter"/>
      <w:pStyle w:val="aff1"/>
      <w:suff w:val="space"/>
      <w:lvlText w:val="%1"/>
      <w:lvlJc w:val="left"/>
      <w:pPr>
        <w:ind w:left="425" w:hanging="425"/>
      </w:pPr>
      <w:rPr>
        <w:rFonts w:hint="eastAsia"/>
      </w:rPr>
    </w:lvl>
    <w:lvl w:ilvl="1">
      <w:start w:val="1"/>
      <w:numFmt w:val="decimal"/>
      <w:pStyle w:val="aff2"/>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15:restartNumberingAfterBreak="0">
    <w:nsid w:val="564D2089"/>
    <w:multiLevelType w:val="hybridMultilevel"/>
    <w:tmpl w:val="048016DE"/>
    <w:lvl w:ilvl="0" w:tplc="5EDA49E8">
      <w:start w:val="1"/>
      <w:numFmt w:val="none"/>
      <w:lvlRestart w:val="0"/>
      <w:pStyle w:val="aff3"/>
      <w:lvlText w:val="%1注"/>
      <w:lvlJc w:val="left"/>
      <w:pPr>
        <w:tabs>
          <w:tab w:val="num" w:pos="760"/>
        </w:tabs>
        <w:ind w:left="760" w:hanging="284"/>
      </w:pPr>
    </w:lvl>
    <w:lvl w:ilvl="1" w:tplc="A2FE7E66" w:tentative="1">
      <w:start w:val="1"/>
      <w:numFmt w:val="lowerLetter"/>
      <w:lvlText w:val="%2)"/>
      <w:lvlJc w:val="left"/>
      <w:pPr>
        <w:tabs>
          <w:tab w:val="num" w:pos="840"/>
        </w:tabs>
        <w:ind w:left="840" w:hanging="420"/>
      </w:pPr>
    </w:lvl>
    <w:lvl w:ilvl="2" w:tplc="A7D05C70" w:tentative="1">
      <w:start w:val="1"/>
      <w:numFmt w:val="lowerRoman"/>
      <w:lvlText w:val="%3."/>
      <w:lvlJc w:val="right"/>
      <w:pPr>
        <w:tabs>
          <w:tab w:val="num" w:pos="1260"/>
        </w:tabs>
        <w:ind w:left="1260" w:hanging="420"/>
      </w:pPr>
    </w:lvl>
    <w:lvl w:ilvl="3" w:tplc="96DABDEA" w:tentative="1">
      <w:start w:val="1"/>
      <w:numFmt w:val="decimal"/>
      <w:lvlText w:val="%4."/>
      <w:lvlJc w:val="left"/>
      <w:pPr>
        <w:tabs>
          <w:tab w:val="num" w:pos="1680"/>
        </w:tabs>
        <w:ind w:left="1680" w:hanging="420"/>
      </w:pPr>
    </w:lvl>
    <w:lvl w:ilvl="4" w:tplc="4FAE1D94" w:tentative="1">
      <w:start w:val="1"/>
      <w:numFmt w:val="lowerLetter"/>
      <w:lvlText w:val="%5)"/>
      <w:lvlJc w:val="left"/>
      <w:pPr>
        <w:tabs>
          <w:tab w:val="num" w:pos="2100"/>
        </w:tabs>
        <w:ind w:left="2100" w:hanging="420"/>
      </w:pPr>
    </w:lvl>
    <w:lvl w:ilvl="5" w:tplc="310C1F52" w:tentative="1">
      <w:start w:val="1"/>
      <w:numFmt w:val="lowerRoman"/>
      <w:lvlText w:val="%6."/>
      <w:lvlJc w:val="right"/>
      <w:pPr>
        <w:tabs>
          <w:tab w:val="num" w:pos="2520"/>
        </w:tabs>
        <w:ind w:left="2520" w:hanging="420"/>
      </w:pPr>
    </w:lvl>
    <w:lvl w:ilvl="6" w:tplc="0A40B31E" w:tentative="1">
      <w:start w:val="1"/>
      <w:numFmt w:val="decimal"/>
      <w:lvlText w:val="%7."/>
      <w:lvlJc w:val="left"/>
      <w:pPr>
        <w:tabs>
          <w:tab w:val="num" w:pos="2940"/>
        </w:tabs>
        <w:ind w:left="2940" w:hanging="420"/>
      </w:pPr>
    </w:lvl>
    <w:lvl w:ilvl="7" w:tplc="2CF052A0" w:tentative="1">
      <w:start w:val="1"/>
      <w:numFmt w:val="lowerLetter"/>
      <w:lvlText w:val="%8)"/>
      <w:lvlJc w:val="left"/>
      <w:pPr>
        <w:tabs>
          <w:tab w:val="num" w:pos="3360"/>
        </w:tabs>
        <w:ind w:left="3360" w:hanging="420"/>
      </w:pPr>
    </w:lvl>
    <w:lvl w:ilvl="8" w:tplc="4C48EAF0" w:tentative="1">
      <w:start w:val="1"/>
      <w:numFmt w:val="lowerRoman"/>
      <w:lvlText w:val="%9."/>
      <w:lvlJc w:val="right"/>
      <w:pPr>
        <w:tabs>
          <w:tab w:val="num" w:pos="3780"/>
        </w:tabs>
        <w:ind w:left="3780" w:hanging="420"/>
      </w:pPr>
    </w:lvl>
  </w:abstractNum>
  <w:abstractNum w:abstractNumId="23" w15:restartNumberingAfterBreak="0">
    <w:nsid w:val="6350366A"/>
    <w:multiLevelType w:val="hybridMultilevel"/>
    <w:tmpl w:val="A364A292"/>
    <w:lvl w:ilvl="0" w:tplc="6D48D30C">
      <w:start w:val="1"/>
      <w:numFmt w:val="none"/>
      <w:pStyle w:val="aff4"/>
      <w:lvlText w:val="%1●　"/>
      <w:lvlJc w:val="left"/>
      <w:pPr>
        <w:tabs>
          <w:tab w:val="num" w:pos="760"/>
        </w:tabs>
        <w:ind w:left="717" w:hanging="317"/>
      </w:pPr>
      <w:rPr>
        <w:rFonts w:ascii="宋体" w:eastAsia="宋体" w:hAnsi="Times New Roman" w:hint="eastAsia"/>
        <w:b w:val="0"/>
        <w:i w:val="0"/>
        <w:position w:val="4"/>
        <w:sz w:val="13"/>
      </w:rPr>
    </w:lvl>
    <w:lvl w:ilvl="1" w:tplc="1E1ECEE0">
      <w:start w:val="1"/>
      <w:numFmt w:val="lowerLetter"/>
      <w:lvlText w:val="%2)"/>
      <w:lvlJc w:val="left"/>
      <w:pPr>
        <w:tabs>
          <w:tab w:val="num" w:pos="780"/>
        </w:tabs>
        <w:ind w:left="780" w:hanging="360"/>
      </w:pPr>
      <w:rPr>
        <w:rFonts w:hint="eastAsia"/>
      </w:rPr>
    </w:lvl>
    <w:lvl w:ilvl="2" w:tplc="E146C534">
      <w:start w:val="1"/>
      <w:numFmt w:val="decimal"/>
      <w:lvlText w:val="%3)"/>
      <w:lvlJc w:val="left"/>
      <w:pPr>
        <w:tabs>
          <w:tab w:val="num" w:pos="1200"/>
        </w:tabs>
        <w:ind w:left="1200" w:hanging="360"/>
      </w:pPr>
      <w:rPr>
        <w:rFonts w:hint="eastAsia"/>
      </w:rPr>
    </w:lvl>
    <w:lvl w:ilvl="3" w:tplc="F378E886" w:tentative="1">
      <w:start w:val="1"/>
      <w:numFmt w:val="decimal"/>
      <w:lvlText w:val="%4."/>
      <w:lvlJc w:val="left"/>
      <w:pPr>
        <w:tabs>
          <w:tab w:val="num" w:pos="1680"/>
        </w:tabs>
        <w:ind w:left="1680" w:hanging="420"/>
      </w:pPr>
    </w:lvl>
    <w:lvl w:ilvl="4" w:tplc="FA9E2900" w:tentative="1">
      <w:start w:val="1"/>
      <w:numFmt w:val="lowerLetter"/>
      <w:lvlText w:val="%5)"/>
      <w:lvlJc w:val="left"/>
      <w:pPr>
        <w:tabs>
          <w:tab w:val="num" w:pos="2100"/>
        </w:tabs>
        <w:ind w:left="2100" w:hanging="420"/>
      </w:pPr>
    </w:lvl>
    <w:lvl w:ilvl="5" w:tplc="59544F88" w:tentative="1">
      <w:start w:val="1"/>
      <w:numFmt w:val="lowerRoman"/>
      <w:lvlText w:val="%6."/>
      <w:lvlJc w:val="right"/>
      <w:pPr>
        <w:tabs>
          <w:tab w:val="num" w:pos="2520"/>
        </w:tabs>
        <w:ind w:left="2520" w:hanging="420"/>
      </w:pPr>
    </w:lvl>
    <w:lvl w:ilvl="6" w:tplc="995004D0" w:tentative="1">
      <w:start w:val="1"/>
      <w:numFmt w:val="decimal"/>
      <w:lvlText w:val="%7."/>
      <w:lvlJc w:val="left"/>
      <w:pPr>
        <w:tabs>
          <w:tab w:val="num" w:pos="2940"/>
        </w:tabs>
        <w:ind w:left="2940" w:hanging="420"/>
      </w:pPr>
    </w:lvl>
    <w:lvl w:ilvl="7" w:tplc="19762502" w:tentative="1">
      <w:start w:val="1"/>
      <w:numFmt w:val="lowerLetter"/>
      <w:lvlText w:val="%8)"/>
      <w:lvlJc w:val="left"/>
      <w:pPr>
        <w:tabs>
          <w:tab w:val="num" w:pos="3360"/>
        </w:tabs>
        <w:ind w:left="3360" w:hanging="420"/>
      </w:pPr>
    </w:lvl>
    <w:lvl w:ilvl="8" w:tplc="3D44C300" w:tentative="1">
      <w:start w:val="1"/>
      <w:numFmt w:val="lowerRoman"/>
      <w:lvlText w:val="%9."/>
      <w:lvlJc w:val="right"/>
      <w:pPr>
        <w:tabs>
          <w:tab w:val="num" w:pos="3780"/>
        </w:tabs>
        <w:ind w:left="3780" w:hanging="420"/>
      </w:pPr>
    </w:lvl>
  </w:abstractNum>
  <w:abstractNum w:abstractNumId="24" w15:restartNumberingAfterBreak="0">
    <w:nsid w:val="644622F9"/>
    <w:multiLevelType w:val="multilevel"/>
    <w:tmpl w:val="F5E62372"/>
    <w:lvl w:ilvl="0">
      <w:start w:val="1"/>
      <w:numFmt w:val="upperRoman"/>
      <w:pStyle w:val="aff5"/>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5" w15:restartNumberingAfterBreak="0">
    <w:nsid w:val="646260FA"/>
    <w:multiLevelType w:val="multilevel"/>
    <w:tmpl w:val="31B2E04E"/>
    <w:lvl w:ilvl="0">
      <w:start w:val="1"/>
      <w:numFmt w:val="decimal"/>
      <w:lvlRestart w:val="0"/>
      <w:pStyle w:val="aff6"/>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6"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7" w15:restartNumberingAfterBreak="0">
    <w:nsid w:val="657D3FBC"/>
    <w:multiLevelType w:val="multilevel"/>
    <w:tmpl w:val="D78CB1D2"/>
    <w:lvl w:ilvl="0">
      <w:start w:val="1"/>
      <w:numFmt w:val="upperLetter"/>
      <w:lvlRestart w:val="0"/>
      <w:pStyle w:val="aff7"/>
      <w:suff w:val="nothing"/>
      <w:lvlText w:val="附录%1"/>
      <w:lvlJc w:val="left"/>
      <w:pPr>
        <w:ind w:left="0" w:firstLine="0"/>
      </w:pPr>
      <w:rPr>
        <w:rFonts w:hint="eastAsia"/>
        <w:spacing w:val="100"/>
      </w:rPr>
    </w:lvl>
    <w:lvl w:ilvl="1">
      <w:start w:val="1"/>
      <w:numFmt w:val="decimal"/>
      <w:pStyle w:val="aff8"/>
      <w:suff w:val="nothing"/>
      <w:lvlText w:val="%1.%2　"/>
      <w:lvlJc w:val="left"/>
      <w:pPr>
        <w:ind w:left="0" w:firstLine="0"/>
      </w:pPr>
      <w:rPr>
        <w:rFonts w:ascii="黑体" w:eastAsia="黑体" w:hint="eastAsia"/>
        <w:b w:val="0"/>
        <w:i w:val="0"/>
        <w:sz w:val="21"/>
      </w:rPr>
    </w:lvl>
    <w:lvl w:ilvl="2">
      <w:start w:val="1"/>
      <w:numFmt w:val="decimal"/>
      <w:pStyle w:val="aff9"/>
      <w:suff w:val="nothing"/>
      <w:lvlText w:val="%1.%2.%3　"/>
      <w:lvlJc w:val="left"/>
      <w:pPr>
        <w:ind w:left="0" w:firstLine="0"/>
      </w:pPr>
      <w:rPr>
        <w:rFonts w:ascii="黑体" w:eastAsia="黑体" w:hint="eastAsia"/>
        <w:b w:val="0"/>
        <w:i w:val="0"/>
        <w:sz w:val="21"/>
      </w:rPr>
    </w:lvl>
    <w:lvl w:ilvl="3">
      <w:start w:val="1"/>
      <w:numFmt w:val="decimal"/>
      <w:pStyle w:val="affa"/>
      <w:suff w:val="nothing"/>
      <w:lvlText w:val="%1.%2.%3.%4　"/>
      <w:lvlJc w:val="left"/>
      <w:pPr>
        <w:ind w:left="0" w:firstLine="0"/>
      </w:pPr>
      <w:rPr>
        <w:rFonts w:ascii="黑体" w:eastAsia="黑体" w:hint="eastAsia"/>
        <w:b w:val="0"/>
        <w:i w:val="0"/>
        <w:sz w:val="21"/>
      </w:rPr>
    </w:lvl>
    <w:lvl w:ilvl="4">
      <w:start w:val="1"/>
      <w:numFmt w:val="decimal"/>
      <w:pStyle w:val="affb"/>
      <w:suff w:val="nothing"/>
      <w:lvlText w:val="%1.%2.%3.%4.%5　"/>
      <w:lvlJc w:val="left"/>
      <w:pPr>
        <w:ind w:left="0" w:firstLine="0"/>
      </w:pPr>
      <w:rPr>
        <w:rFonts w:ascii="黑体" w:eastAsia="黑体" w:hint="eastAsia"/>
        <w:b w:val="0"/>
        <w:i w:val="0"/>
        <w:sz w:val="21"/>
      </w:rPr>
    </w:lvl>
    <w:lvl w:ilvl="5">
      <w:start w:val="1"/>
      <w:numFmt w:val="decimal"/>
      <w:pStyle w:val="affc"/>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8"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9" w15:restartNumberingAfterBreak="0">
    <w:nsid w:val="6CA41985"/>
    <w:multiLevelType w:val="hybridMultilevel"/>
    <w:tmpl w:val="2B6C5B98"/>
    <w:lvl w:ilvl="0" w:tplc="6862D15E">
      <w:start w:val="1"/>
      <w:numFmt w:val="decimal"/>
      <w:pStyle w:val="affd"/>
      <w:lvlText w:val="%1)"/>
      <w:lvlJc w:val="left"/>
      <w:pPr>
        <w:tabs>
          <w:tab w:val="num" w:pos="823"/>
        </w:tabs>
        <w:ind w:left="823" w:hanging="420"/>
      </w:pPr>
    </w:lvl>
    <w:lvl w:ilvl="1" w:tplc="7E643308" w:tentative="1">
      <w:start w:val="1"/>
      <w:numFmt w:val="lowerLetter"/>
      <w:lvlText w:val="%2)"/>
      <w:lvlJc w:val="left"/>
      <w:pPr>
        <w:tabs>
          <w:tab w:val="num" w:pos="840"/>
        </w:tabs>
        <w:ind w:left="840" w:hanging="420"/>
      </w:pPr>
    </w:lvl>
    <w:lvl w:ilvl="2" w:tplc="021E79B4" w:tentative="1">
      <w:start w:val="1"/>
      <w:numFmt w:val="lowerRoman"/>
      <w:lvlText w:val="%3."/>
      <w:lvlJc w:val="right"/>
      <w:pPr>
        <w:tabs>
          <w:tab w:val="num" w:pos="1260"/>
        </w:tabs>
        <w:ind w:left="1260" w:hanging="420"/>
      </w:pPr>
    </w:lvl>
    <w:lvl w:ilvl="3" w:tplc="8586F72E" w:tentative="1">
      <w:start w:val="1"/>
      <w:numFmt w:val="decimal"/>
      <w:lvlText w:val="%4."/>
      <w:lvlJc w:val="left"/>
      <w:pPr>
        <w:tabs>
          <w:tab w:val="num" w:pos="1680"/>
        </w:tabs>
        <w:ind w:left="1680" w:hanging="420"/>
      </w:pPr>
    </w:lvl>
    <w:lvl w:ilvl="4" w:tplc="34EA7BFC" w:tentative="1">
      <w:start w:val="1"/>
      <w:numFmt w:val="lowerLetter"/>
      <w:lvlText w:val="%5)"/>
      <w:lvlJc w:val="left"/>
      <w:pPr>
        <w:tabs>
          <w:tab w:val="num" w:pos="2100"/>
        </w:tabs>
        <w:ind w:left="2100" w:hanging="420"/>
      </w:pPr>
    </w:lvl>
    <w:lvl w:ilvl="5" w:tplc="EC0292C0" w:tentative="1">
      <w:start w:val="1"/>
      <w:numFmt w:val="lowerRoman"/>
      <w:lvlText w:val="%6."/>
      <w:lvlJc w:val="right"/>
      <w:pPr>
        <w:tabs>
          <w:tab w:val="num" w:pos="2520"/>
        </w:tabs>
        <w:ind w:left="2520" w:hanging="420"/>
      </w:pPr>
    </w:lvl>
    <w:lvl w:ilvl="6" w:tplc="6AFCC43E" w:tentative="1">
      <w:start w:val="1"/>
      <w:numFmt w:val="decimal"/>
      <w:lvlText w:val="%7."/>
      <w:lvlJc w:val="left"/>
      <w:pPr>
        <w:tabs>
          <w:tab w:val="num" w:pos="2940"/>
        </w:tabs>
        <w:ind w:left="2940" w:hanging="420"/>
      </w:pPr>
    </w:lvl>
    <w:lvl w:ilvl="7" w:tplc="389AF42A" w:tentative="1">
      <w:start w:val="1"/>
      <w:numFmt w:val="lowerLetter"/>
      <w:lvlText w:val="%8)"/>
      <w:lvlJc w:val="left"/>
      <w:pPr>
        <w:tabs>
          <w:tab w:val="num" w:pos="3360"/>
        </w:tabs>
        <w:ind w:left="3360" w:hanging="420"/>
      </w:pPr>
    </w:lvl>
    <w:lvl w:ilvl="8" w:tplc="741E27F8" w:tentative="1">
      <w:start w:val="1"/>
      <w:numFmt w:val="lowerRoman"/>
      <w:lvlText w:val="%9."/>
      <w:lvlJc w:val="right"/>
      <w:pPr>
        <w:tabs>
          <w:tab w:val="num" w:pos="3780"/>
        </w:tabs>
        <w:ind w:left="3780" w:hanging="420"/>
      </w:pPr>
    </w:lvl>
  </w:abstractNum>
  <w:abstractNum w:abstractNumId="30" w15:restartNumberingAfterBreak="0">
    <w:nsid w:val="6CE42AC1"/>
    <w:multiLevelType w:val="hybridMultilevel"/>
    <w:tmpl w:val="77E86B10"/>
    <w:lvl w:ilvl="0" w:tplc="2FF65BA0">
      <w:start w:val="1"/>
      <w:numFmt w:val="lowerLetter"/>
      <w:pStyle w:val="affe"/>
      <w:lvlText w:val="%1"/>
      <w:lvlJc w:val="left"/>
      <w:pPr>
        <w:ind w:left="420" w:hanging="420"/>
      </w:pPr>
    </w:lvl>
    <w:lvl w:ilvl="1" w:tplc="7B947920" w:tentative="1">
      <w:start w:val="1"/>
      <w:numFmt w:val="lowerLetter"/>
      <w:lvlText w:val="%2)"/>
      <w:lvlJc w:val="left"/>
      <w:pPr>
        <w:ind w:left="840" w:hanging="420"/>
      </w:pPr>
    </w:lvl>
    <w:lvl w:ilvl="2" w:tplc="601A56D0" w:tentative="1">
      <w:start w:val="1"/>
      <w:numFmt w:val="lowerRoman"/>
      <w:lvlText w:val="%3."/>
      <w:lvlJc w:val="right"/>
      <w:pPr>
        <w:ind w:left="1260" w:hanging="420"/>
      </w:pPr>
    </w:lvl>
    <w:lvl w:ilvl="3" w:tplc="C2F2401A" w:tentative="1">
      <w:start w:val="1"/>
      <w:numFmt w:val="decimal"/>
      <w:lvlText w:val="%4."/>
      <w:lvlJc w:val="left"/>
      <w:pPr>
        <w:ind w:left="1680" w:hanging="420"/>
      </w:pPr>
    </w:lvl>
    <w:lvl w:ilvl="4" w:tplc="B62C40EA" w:tentative="1">
      <w:start w:val="1"/>
      <w:numFmt w:val="lowerLetter"/>
      <w:lvlText w:val="%5)"/>
      <w:lvlJc w:val="left"/>
      <w:pPr>
        <w:ind w:left="2100" w:hanging="420"/>
      </w:pPr>
    </w:lvl>
    <w:lvl w:ilvl="5" w:tplc="C33EB012" w:tentative="1">
      <w:start w:val="1"/>
      <w:numFmt w:val="lowerRoman"/>
      <w:lvlText w:val="%6."/>
      <w:lvlJc w:val="right"/>
      <w:pPr>
        <w:ind w:left="2520" w:hanging="420"/>
      </w:pPr>
    </w:lvl>
    <w:lvl w:ilvl="6" w:tplc="264C8452" w:tentative="1">
      <w:start w:val="1"/>
      <w:numFmt w:val="decimal"/>
      <w:lvlText w:val="%7."/>
      <w:lvlJc w:val="left"/>
      <w:pPr>
        <w:ind w:left="2940" w:hanging="420"/>
      </w:pPr>
    </w:lvl>
    <w:lvl w:ilvl="7" w:tplc="A9A6CC9E" w:tentative="1">
      <w:start w:val="1"/>
      <w:numFmt w:val="lowerLetter"/>
      <w:lvlText w:val="%8)"/>
      <w:lvlJc w:val="left"/>
      <w:pPr>
        <w:ind w:left="3360" w:hanging="420"/>
      </w:pPr>
    </w:lvl>
    <w:lvl w:ilvl="8" w:tplc="52E6C58C" w:tentative="1">
      <w:start w:val="1"/>
      <w:numFmt w:val="lowerRoman"/>
      <w:lvlText w:val="%9."/>
      <w:lvlJc w:val="right"/>
      <w:pPr>
        <w:ind w:left="3780" w:hanging="420"/>
      </w:pPr>
    </w:lvl>
  </w:abstractNum>
  <w:abstractNum w:abstractNumId="31" w15:restartNumberingAfterBreak="0">
    <w:nsid w:val="6CEA2025"/>
    <w:multiLevelType w:val="multilevel"/>
    <w:tmpl w:val="45F4374A"/>
    <w:lvl w:ilvl="0">
      <w:start w:val="1"/>
      <w:numFmt w:val="none"/>
      <w:pStyle w:val="afff"/>
      <w:suff w:val="nothing"/>
      <w:lvlText w:val="%1"/>
      <w:lvlJc w:val="left"/>
      <w:pPr>
        <w:ind w:left="0" w:firstLine="0"/>
      </w:pPr>
      <w:rPr>
        <w:rFonts w:hint="eastAsia"/>
      </w:rPr>
    </w:lvl>
    <w:lvl w:ilvl="1">
      <w:start w:val="1"/>
      <w:numFmt w:val="decimal"/>
      <w:pStyle w:val="afff0"/>
      <w:suff w:val="nothing"/>
      <w:lvlText w:val="%1%2　"/>
      <w:lvlJc w:val="left"/>
      <w:pPr>
        <w:ind w:left="142" w:firstLine="0"/>
      </w:pPr>
      <w:rPr>
        <w:rFonts w:ascii="黑体" w:eastAsia="黑体" w:hint="eastAsia"/>
        <w:b w:val="0"/>
        <w:i w:val="0"/>
        <w:sz w:val="21"/>
      </w:rPr>
    </w:lvl>
    <w:lvl w:ilvl="2">
      <w:start w:val="1"/>
      <w:numFmt w:val="decimal"/>
      <w:pStyle w:val="afff1"/>
      <w:suff w:val="nothing"/>
      <w:lvlText w:val="%1%2.%3　"/>
      <w:lvlJc w:val="left"/>
      <w:pPr>
        <w:ind w:left="851" w:firstLine="0"/>
      </w:pPr>
      <w:rPr>
        <w:rFonts w:eastAsia="宋体" w:hAnsi="宋体"/>
        <w:b w:val="0"/>
        <w:color w:val="auto"/>
      </w:rPr>
    </w:lvl>
    <w:lvl w:ilvl="3">
      <w:start w:val="1"/>
      <w:numFmt w:val="decimal"/>
      <w:pStyle w:val="afff2"/>
      <w:suff w:val="nothing"/>
      <w:lvlText w:val="%1%2.%3.%4　"/>
      <w:lvlJc w:val="left"/>
      <w:pPr>
        <w:ind w:left="1843" w:firstLine="0"/>
      </w:pPr>
      <w:rPr>
        <w:rFonts w:ascii="黑体" w:eastAsia="黑体" w:hAnsi="黑体"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1"/>
        <w:szCs w:val="0"/>
        <w:u w:val="none"/>
        <w:vertAlign w:val="baseline"/>
        <w:em w:val="none"/>
      </w:rPr>
    </w:lvl>
    <w:lvl w:ilvl="4">
      <w:start w:val="1"/>
      <w:numFmt w:val="decimal"/>
      <w:pStyle w:val="afff3"/>
      <w:suff w:val="nothing"/>
      <w:lvlText w:val="%1%2.%3.%4.%5　"/>
      <w:lvlJc w:val="left"/>
      <w:pPr>
        <w:ind w:left="283" w:firstLine="0"/>
      </w:pPr>
      <w:rPr>
        <w:rFonts w:ascii="黑体" w:eastAsia="黑体" w:hint="eastAsia"/>
        <w:b w:val="0"/>
        <w:i w:val="0"/>
        <w:sz w:val="21"/>
      </w:rPr>
    </w:lvl>
    <w:lvl w:ilvl="5">
      <w:start w:val="1"/>
      <w:numFmt w:val="decimal"/>
      <w:pStyle w:val="afff4"/>
      <w:suff w:val="nothing"/>
      <w:lvlText w:val="%1%2.%3.%4.%5.%6　"/>
      <w:lvlJc w:val="left"/>
      <w:pPr>
        <w:ind w:left="0" w:firstLine="0"/>
      </w:pPr>
      <w:rPr>
        <w:rFonts w:ascii="黑体" w:eastAsia="黑体" w:hint="eastAsia"/>
        <w:b w:val="0"/>
        <w:i w:val="0"/>
        <w:sz w:val="21"/>
      </w:rPr>
    </w:lvl>
    <w:lvl w:ilvl="6">
      <w:start w:val="1"/>
      <w:numFmt w:val="decimal"/>
      <w:pStyle w:val="afff5"/>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2" w15:restartNumberingAfterBreak="0">
    <w:nsid w:val="6DBF04F4"/>
    <w:multiLevelType w:val="multilevel"/>
    <w:tmpl w:val="5F5CD2AC"/>
    <w:lvl w:ilvl="0">
      <w:start w:val="1"/>
      <w:numFmt w:val="none"/>
      <w:pStyle w:val="afff6"/>
      <w:lvlText w:val="%1注："/>
      <w:lvlJc w:val="left"/>
      <w:pPr>
        <w:ind w:left="1650"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3" w15:restartNumberingAfterBreak="0">
    <w:nsid w:val="6DF35F19"/>
    <w:multiLevelType w:val="multilevel"/>
    <w:tmpl w:val="31ACFC82"/>
    <w:lvl w:ilvl="0">
      <w:start w:val="1"/>
      <w:numFmt w:val="decimal"/>
      <w:lvlRestart w:val="0"/>
      <w:pStyle w:val="afff7"/>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4" w15:restartNumberingAfterBreak="0">
    <w:nsid w:val="76933334"/>
    <w:multiLevelType w:val="hybridMultilevel"/>
    <w:tmpl w:val="92A665E8"/>
    <w:lvl w:ilvl="0" w:tplc="C61A632A">
      <w:start w:val="1"/>
      <w:numFmt w:val="none"/>
      <w:lvlRestart w:val="0"/>
      <w:pStyle w:val="afff8"/>
      <w:lvlText w:val="%1——"/>
      <w:lvlJc w:val="left"/>
      <w:pPr>
        <w:tabs>
          <w:tab w:val="num" w:pos="330"/>
        </w:tabs>
        <w:ind w:left="948" w:hanging="420"/>
      </w:pPr>
    </w:lvl>
    <w:lvl w:ilvl="1" w:tplc="963E58A2" w:tentative="1">
      <w:start w:val="1"/>
      <w:numFmt w:val="lowerLetter"/>
      <w:lvlText w:val="%2)"/>
      <w:lvlJc w:val="left"/>
      <w:pPr>
        <w:tabs>
          <w:tab w:val="num" w:pos="840"/>
        </w:tabs>
        <w:ind w:left="840" w:hanging="420"/>
      </w:pPr>
    </w:lvl>
    <w:lvl w:ilvl="2" w:tplc="BA74626C" w:tentative="1">
      <w:start w:val="1"/>
      <w:numFmt w:val="lowerRoman"/>
      <w:lvlText w:val="%3."/>
      <w:lvlJc w:val="right"/>
      <w:pPr>
        <w:tabs>
          <w:tab w:val="num" w:pos="1260"/>
        </w:tabs>
        <w:ind w:left="1260" w:hanging="420"/>
      </w:pPr>
    </w:lvl>
    <w:lvl w:ilvl="3" w:tplc="43F808A2" w:tentative="1">
      <w:start w:val="1"/>
      <w:numFmt w:val="decimal"/>
      <w:lvlText w:val="%4."/>
      <w:lvlJc w:val="left"/>
      <w:pPr>
        <w:tabs>
          <w:tab w:val="num" w:pos="1680"/>
        </w:tabs>
        <w:ind w:left="1680" w:hanging="420"/>
      </w:pPr>
    </w:lvl>
    <w:lvl w:ilvl="4" w:tplc="97BC8F80" w:tentative="1">
      <w:start w:val="1"/>
      <w:numFmt w:val="lowerLetter"/>
      <w:lvlText w:val="%5)"/>
      <w:lvlJc w:val="left"/>
      <w:pPr>
        <w:tabs>
          <w:tab w:val="num" w:pos="2100"/>
        </w:tabs>
        <w:ind w:left="2100" w:hanging="420"/>
      </w:pPr>
    </w:lvl>
    <w:lvl w:ilvl="5" w:tplc="BB0C3F66" w:tentative="1">
      <w:start w:val="1"/>
      <w:numFmt w:val="lowerRoman"/>
      <w:lvlText w:val="%6."/>
      <w:lvlJc w:val="right"/>
      <w:pPr>
        <w:tabs>
          <w:tab w:val="num" w:pos="2520"/>
        </w:tabs>
        <w:ind w:left="2520" w:hanging="420"/>
      </w:pPr>
    </w:lvl>
    <w:lvl w:ilvl="6" w:tplc="A85C7154" w:tentative="1">
      <w:start w:val="1"/>
      <w:numFmt w:val="decimal"/>
      <w:lvlText w:val="%7."/>
      <w:lvlJc w:val="left"/>
      <w:pPr>
        <w:tabs>
          <w:tab w:val="num" w:pos="2940"/>
        </w:tabs>
        <w:ind w:left="2940" w:hanging="420"/>
      </w:pPr>
    </w:lvl>
    <w:lvl w:ilvl="7" w:tplc="47FE3F6E" w:tentative="1">
      <w:start w:val="1"/>
      <w:numFmt w:val="lowerLetter"/>
      <w:lvlText w:val="%8)"/>
      <w:lvlJc w:val="left"/>
      <w:pPr>
        <w:tabs>
          <w:tab w:val="num" w:pos="3360"/>
        </w:tabs>
        <w:ind w:left="3360" w:hanging="420"/>
      </w:pPr>
    </w:lvl>
    <w:lvl w:ilvl="8" w:tplc="B8BA5C62" w:tentative="1">
      <w:start w:val="1"/>
      <w:numFmt w:val="lowerRoman"/>
      <w:lvlText w:val="%9."/>
      <w:lvlJc w:val="right"/>
      <w:pPr>
        <w:tabs>
          <w:tab w:val="num" w:pos="3780"/>
        </w:tabs>
        <w:ind w:left="3780" w:hanging="420"/>
      </w:pPr>
    </w:lvl>
  </w:abstractNum>
  <w:num w:numId="1" w16cid:durableId="599948825">
    <w:abstractNumId w:val="0"/>
  </w:num>
  <w:num w:numId="2" w16cid:durableId="1799453428">
    <w:abstractNumId w:val="31"/>
  </w:num>
  <w:num w:numId="3" w16cid:durableId="1924795835">
    <w:abstractNumId w:val="5"/>
  </w:num>
  <w:num w:numId="4" w16cid:durableId="1967928453">
    <w:abstractNumId w:val="8"/>
  </w:num>
  <w:num w:numId="5" w16cid:durableId="1272324281">
    <w:abstractNumId w:val="27"/>
  </w:num>
  <w:num w:numId="6" w16cid:durableId="26562400">
    <w:abstractNumId w:val="9"/>
  </w:num>
  <w:num w:numId="7" w16cid:durableId="1269314249">
    <w:abstractNumId w:val="19"/>
  </w:num>
  <w:num w:numId="8" w16cid:durableId="523397545">
    <w:abstractNumId w:val="7"/>
  </w:num>
  <w:num w:numId="9" w16cid:durableId="435754772">
    <w:abstractNumId w:val="22"/>
  </w:num>
  <w:num w:numId="10" w16cid:durableId="1705053655">
    <w:abstractNumId w:val="25"/>
  </w:num>
  <w:num w:numId="11" w16cid:durableId="1041707326">
    <w:abstractNumId w:val="20"/>
  </w:num>
  <w:num w:numId="12" w16cid:durableId="190194464">
    <w:abstractNumId w:val="33"/>
  </w:num>
  <w:num w:numId="13" w16cid:durableId="586614576">
    <w:abstractNumId w:val="17"/>
  </w:num>
  <w:num w:numId="14" w16cid:durableId="1427338141">
    <w:abstractNumId w:val="34"/>
  </w:num>
  <w:num w:numId="15" w16cid:durableId="325086162">
    <w:abstractNumId w:val="1"/>
  </w:num>
  <w:num w:numId="16" w16cid:durableId="1938363383">
    <w:abstractNumId w:val="24"/>
  </w:num>
  <w:num w:numId="17" w16cid:durableId="1017076579">
    <w:abstractNumId w:val="6"/>
  </w:num>
  <w:num w:numId="18" w16cid:durableId="398359937">
    <w:abstractNumId w:val="15"/>
  </w:num>
  <w:num w:numId="19" w16cid:durableId="1261765281">
    <w:abstractNumId w:val="29"/>
  </w:num>
  <w:num w:numId="20" w16cid:durableId="504128036">
    <w:abstractNumId w:val="30"/>
  </w:num>
  <w:num w:numId="21" w16cid:durableId="680475055">
    <w:abstractNumId w:val="11"/>
  </w:num>
  <w:num w:numId="22" w16cid:durableId="1296519960">
    <w:abstractNumId w:val="12"/>
  </w:num>
  <w:num w:numId="23" w16cid:durableId="1958635543">
    <w:abstractNumId w:val="32"/>
  </w:num>
  <w:num w:numId="24" w16cid:durableId="1804225025">
    <w:abstractNumId w:val="2"/>
  </w:num>
  <w:num w:numId="25" w16cid:durableId="1710227458">
    <w:abstractNumId w:val="4"/>
  </w:num>
  <w:num w:numId="26" w16cid:durableId="1601182022">
    <w:abstractNumId w:val="16"/>
  </w:num>
  <w:num w:numId="27" w16cid:durableId="506752234">
    <w:abstractNumId w:val="28"/>
  </w:num>
  <w:num w:numId="28" w16cid:durableId="1270355510">
    <w:abstractNumId w:val="10"/>
  </w:num>
  <w:num w:numId="29" w16cid:durableId="826244981">
    <w:abstractNumId w:val="26"/>
  </w:num>
  <w:num w:numId="30" w16cid:durableId="521282001">
    <w:abstractNumId w:val="21"/>
  </w:num>
  <w:num w:numId="31" w16cid:durableId="1650861687">
    <w:abstractNumId w:val="3"/>
  </w:num>
  <w:num w:numId="32" w16cid:durableId="130094977">
    <w:abstractNumId w:val="23"/>
  </w:num>
  <w:num w:numId="33" w16cid:durableId="1244030375">
    <w:abstractNumId w:val="14"/>
  </w:num>
  <w:num w:numId="34" w16cid:durableId="1548180070">
    <w:abstractNumId w:val="18"/>
  </w:num>
  <w:num w:numId="35" w16cid:durableId="1671986260">
    <w:abstractNumId w:val="13"/>
  </w:num>
  <w:num w:numId="36" w16cid:durableId="6275092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514821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11478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2576649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851700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715991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966054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567931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673473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897253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02540528">
    <w:abstractNumId w:val="3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hideSpellingErrors/>
  <w:hideGrammaticalErrors/>
  <w:proofState w:spelling="clean" w:grammar="clean"/>
  <w:attachedTemplate r:id="rId1"/>
  <w:stylePaneSortMethod w:val="0000"/>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12BA0"/>
    <w:rsid w:val="0000040A"/>
    <w:rsid w:val="00000A94"/>
    <w:rsid w:val="000016B6"/>
    <w:rsid w:val="00001972"/>
    <w:rsid w:val="00001D9A"/>
    <w:rsid w:val="000027F4"/>
    <w:rsid w:val="000043F4"/>
    <w:rsid w:val="000073F8"/>
    <w:rsid w:val="00007B3A"/>
    <w:rsid w:val="00007CB2"/>
    <w:rsid w:val="000107E0"/>
    <w:rsid w:val="00011FDE"/>
    <w:rsid w:val="00012FFD"/>
    <w:rsid w:val="00013BB4"/>
    <w:rsid w:val="00014162"/>
    <w:rsid w:val="00014340"/>
    <w:rsid w:val="000152FD"/>
    <w:rsid w:val="0001641A"/>
    <w:rsid w:val="00016A9C"/>
    <w:rsid w:val="00021886"/>
    <w:rsid w:val="00022184"/>
    <w:rsid w:val="00022762"/>
    <w:rsid w:val="0002288C"/>
    <w:rsid w:val="000238E0"/>
    <w:rsid w:val="00024232"/>
    <w:rsid w:val="000249DB"/>
    <w:rsid w:val="00024B04"/>
    <w:rsid w:val="0002595E"/>
    <w:rsid w:val="00025C1B"/>
    <w:rsid w:val="00026DD9"/>
    <w:rsid w:val="000273E8"/>
    <w:rsid w:val="00030154"/>
    <w:rsid w:val="000303C3"/>
    <w:rsid w:val="00033125"/>
    <w:rsid w:val="000331D3"/>
    <w:rsid w:val="00033203"/>
    <w:rsid w:val="000342EA"/>
    <w:rsid w:val="0003452D"/>
    <w:rsid w:val="000346A5"/>
    <w:rsid w:val="000359C3"/>
    <w:rsid w:val="00035A7D"/>
    <w:rsid w:val="00041296"/>
    <w:rsid w:val="0004249A"/>
    <w:rsid w:val="00042FF0"/>
    <w:rsid w:val="00043282"/>
    <w:rsid w:val="00044286"/>
    <w:rsid w:val="00045A61"/>
    <w:rsid w:val="00045F67"/>
    <w:rsid w:val="00047F28"/>
    <w:rsid w:val="000503AA"/>
    <w:rsid w:val="000506A1"/>
    <w:rsid w:val="000508C9"/>
    <w:rsid w:val="00050CB4"/>
    <w:rsid w:val="000515DD"/>
    <w:rsid w:val="0005265A"/>
    <w:rsid w:val="0005311F"/>
    <w:rsid w:val="000539DD"/>
    <w:rsid w:val="00053A0F"/>
    <w:rsid w:val="00053BD3"/>
    <w:rsid w:val="00053F42"/>
    <w:rsid w:val="00054B8E"/>
    <w:rsid w:val="00054D12"/>
    <w:rsid w:val="000550D9"/>
    <w:rsid w:val="000556ED"/>
    <w:rsid w:val="00055FE2"/>
    <w:rsid w:val="0005616F"/>
    <w:rsid w:val="00056957"/>
    <w:rsid w:val="00056BEF"/>
    <w:rsid w:val="00057C63"/>
    <w:rsid w:val="0006026F"/>
    <w:rsid w:val="00060AE5"/>
    <w:rsid w:val="00060C2E"/>
    <w:rsid w:val="00061033"/>
    <w:rsid w:val="000619E9"/>
    <w:rsid w:val="00061C77"/>
    <w:rsid w:val="000622D4"/>
    <w:rsid w:val="0006357D"/>
    <w:rsid w:val="0006412B"/>
    <w:rsid w:val="000664BD"/>
    <w:rsid w:val="00066D9C"/>
    <w:rsid w:val="00067F1E"/>
    <w:rsid w:val="000710DA"/>
    <w:rsid w:val="00071CC0"/>
    <w:rsid w:val="0007272C"/>
    <w:rsid w:val="00073483"/>
    <w:rsid w:val="00073C8C"/>
    <w:rsid w:val="00077B64"/>
    <w:rsid w:val="00080A1C"/>
    <w:rsid w:val="00080D97"/>
    <w:rsid w:val="000812FF"/>
    <w:rsid w:val="000815BE"/>
    <w:rsid w:val="00082317"/>
    <w:rsid w:val="0008270C"/>
    <w:rsid w:val="00082D1B"/>
    <w:rsid w:val="00083267"/>
    <w:rsid w:val="000833EA"/>
    <w:rsid w:val="00083D2C"/>
    <w:rsid w:val="00083E17"/>
    <w:rsid w:val="000859EC"/>
    <w:rsid w:val="00085D57"/>
    <w:rsid w:val="00086006"/>
    <w:rsid w:val="00086384"/>
    <w:rsid w:val="00086AA1"/>
    <w:rsid w:val="00086DCE"/>
    <w:rsid w:val="00087A77"/>
    <w:rsid w:val="0009020A"/>
    <w:rsid w:val="0009030F"/>
    <w:rsid w:val="00090CA6"/>
    <w:rsid w:val="000916BD"/>
    <w:rsid w:val="00092B8A"/>
    <w:rsid w:val="00092E00"/>
    <w:rsid w:val="00092FB0"/>
    <w:rsid w:val="000934C5"/>
    <w:rsid w:val="00093673"/>
    <w:rsid w:val="00093D25"/>
    <w:rsid w:val="00093D74"/>
    <w:rsid w:val="0009435E"/>
    <w:rsid w:val="00094CC5"/>
    <w:rsid w:val="00094D73"/>
    <w:rsid w:val="000962EE"/>
    <w:rsid w:val="000969FF"/>
    <w:rsid w:val="00096C48"/>
    <w:rsid w:val="00096D63"/>
    <w:rsid w:val="000972F7"/>
    <w:rsid w:val="000A0B60"/>
    <w:rsid w:val="000A0EB8"/>
    <w:rsid w:val="000A19FC"/>
    <w:rsid w:val="000A296B"/>
    <w:rsid w:val="000A4D3D"/>
    <w:rsid w:val="000A4E6D"/>
    <w:rsid w:val="000A5323"/>
    <w:rsid w:val="000A6F1E"/>
    <w:rsid w:val="000A7311"/>
    <w:rsid w:val="000B060F"/>
    <w:rsid w:val="000B10A6"/>
    <w:rsid w:val="000B1592"/>
    <w:rsid w:val="000B1FF2"/>
    <w:rsid w:val="000B200D"/>
    <w:rsid w:val="000B2736"/>
    <w:rsid w:val="000B2A3D"/>
    <w:rsid w:val="000B3CBA"/>
    <w:rsid w:val="000B3CDA"/>
    <w:rsid w:val="000B42DB"/>
    <w:rsid w:val="000B4FE8"/>
    <w:rsid w:val="000B54F0"/>
    <w:rsid w:val="000B5829"/>
    <w:rsid w:val="000B6246"/>
    <w:rsid w:val="000B6A0B"/>
    <w:rsid w:val="000C0F6C"/>
    <w:rsid w:val="000C11DB"/>
    <w:rsid w:val="000C180F"/>
    <w:rsid w:val="000C2FBD"/>
    <w:rsid w:val="000C3E10"/>
    <w:rsid w:val="000C4B41"/>
    <w:rsid w:val="000C50CE"/>
    <w:rsid w:val="000C57D6"/>
    <w:rsid w:val="000C72AB"/>
    <w:rsid w:val="000C7666"/>
    <w:rsid w:val="000C7F66"/>
    <w:rsid w:val="000D0011"/>
    <w:rsid w:val="000D09A5"/>
    <w:rsid w:val="000D0A9C"/>
    <w:rsid w:val="000D0CD5"/>
    <w:rsid w:val="000D0ED6"/>
    <w:rsid w:val="000D1795"/>
    <w:rsid w:val="000D24DB"/>
    <w:rsid w:val="000D329A"/>
    <w:rsid w:val="000D4B9C"/>
    <w:rsid w:val="000D4EB6"/>
    <w:rsid w:val="000D61B8"/>
    <w:rsid w:val="000D753B"/>
    <w:rsid w:val="000E4AB5"/>
    <w:rsid w:val="000E4C9E"/>
    <w:rsid w:val="000E535E"/>
    <w:rsid w:val="000E6E05"/>
    <w:rsid w:val="000E6FD7"/>
    <w:rsid w:val="000E752C"/>
    <w:rsid w:val="000E7FCC"/>
    <w:rsid w:val="000F066C"/>
    <w:rsid w:val="000F06E1"/>
    <w:rsid w:val="000F0E3C"/>
    <w:rsid w:val="000F19D5"/>
    <w:rsid w:val="000F1F49"/>
    <w:rsid w:val="000F2E41"/>
    <w:rsid w:val="000F4AA3"/>
    <w:rsid w:val="000F4AEA"/>
    <w:rsid w:val="000F6501"/>
    <w:rsid w:val="000F67E9"/>
    <w:rsid w:val="00100AEC"/>
    <w:rsid w:val="001016A7"/>
    <w:rsid w:val="00101BAD"/>
    <w:rsid w:val="00104926"/>
    <w:rsid w:val="001102FF"/>
    <w:rsid w:val="00112047"/>
    <w:rsid w:val="001135E9"/>
    <w:rsid w:val="00113B1E"/>
    <w:rsid w:val="00116A83"/>
    <w:rsid w:val="0011711C"/>
    <w:rsid w:val="00117D36"/>
    <w:rsid w:val="0012076F"/>
    <w:rsid w:val="00123F22"/>
    <w:rsid w:val="00124E4F"/>
    <w:rsid w:val="001253DD"/>
    <w:rsid w:val="0012584E"/>
    <w:rsid w:val="001260B7"/>
    <w:rsid w:val="00126159"/>
    <w:rsid w:val="001265CB"/>
    <w:rsid w:val="001268B6"/>
    <w:rsid w:val="00126E6A"/>
    <w:rsid w:val="001271BA"/>
    <w:rsid w:val="00127AAC"/>
    <w:rsid w:val="00131D5F"/>
    <w:rsid w:val="001321C6"/>
    <w:rsid w:val="001325C4"/>
    <w:rsid w:val="00133010"/>
    <w:rsid w:val="001337A1"/>
    <w:rsid w:val="001338EE"/>
    <w:rsid w:val="00133AAE"/>
    <w:rsid w:val="00135186"/>
    <w:rsid w:val="00135323"/>
    <w:rsid w:val="0013534B"/>
    <w:rsid w:val="001356C4"/>
    <w:rsid w:val="00135C28"/>
    <w:rsid w:val="00135ECD"/>
    <w:rsid w:val="00135FB6"/>
    <w:rsid w:val="001406A9"/>
    <w:rsid w:val="00141114"/>
    <w:rsid w:val="0014177E"/>
    <w:rsid w:val="00141C39"/>
    <w:rsid w:val="0014215B"/>
    <w:rsid w:val="001425E8"/>
    <w:rsid w:val="00142969"/>
    <w:rsid w:val="00144395"/>
    <w:rsid w:val="001457E7"/>
    <w:rsid w:val="00145D9D"/>
    <w:rsid w:val="00146388"/>
    <w:rsid w:val="001479E7"/>
    <w:rsid w:val="001529E5"/>
    <w:rsid w:val="00152ED1"/>
    <w:rsid w:val="00153C7E"/>
    <w:rsid w:val="001544E7"/>
    <w:rsid w:val="0015457A"/>
    <w:rsid w:val="00155264"/>
    <w:rsid w:val="00156B25"/>
    <w:rsid w:val="00156E1A"/>
    <w:rsid w:val="001571B5"/>
    <w:rsid w:val="00157B55"/>
    <w:rsid w:val="00161354"/>
    <w:rsid w:val="001613D5"/>
    <w:rsid w:val="00161ECB"/>
    <w:rsid w:val="001642FA"/>
    <w:rsid w:val="001649EB"/>
    <w:rsid w:val="00164BAF"/>
    <w:rsid w:val="00164FA8"/>
    <w:rsid w:val="00165065"/>
    <w:rsid w:val="00165434"/>
    <w:rsid w:val="0016580B"/>
    <w:rsid w:val="00165ED1"/>
    <w:rsid w:val="00165F49"/>
    <w:rsid w:val="00166B88"/>
    <w:rsid w:val="0016770A"/>
    <w:rsid w:val="00170370"/>
    <w:rsid w:val="00170804"/>
    <w:rsid w:val="001708E9"/>
    <w:rsid w:val="00170C7F"/>
    <w:rsid w:val="001711D1"/>
    <w:rsid w:val="00173384"/>
    <w:rsid w:val="0017340B"/>
    <w:rsid w:val="00173FB1"/>
    <w:rsid w:val="0017571F"/>
    <w:rsid w:val="00175AD7"/>
    <w:rsid w:val="00175D74"/>
    <w:rsid w:val="001762E4"/>
    <w:rsid w:val="00176DFD"/>
    <w:rsid w:val="001776BA"/>
    <w:rsid w:val="001776FA"/>
    <w:rsid w:val="0018136F"/>
    <w:rsid w:val="00181DB8"/>
    <w:rsid w:val="00182986"/>
    <w:rsid w:val="0018357D"/>
    <w:rsid w:val="00184404"/>
    <w:rsid w:val="00184A1A"/>
    <w:rsid w:val="001852C9"/>
    <w:rsid w:val="00185420"/>
    <w:rsid w:val="0018664C"/>
    <w:rsid w:val="0018681D"/>
    <w:rsid w:val="00187840"/>
    <w:rsid w:val="00187B5E"/>
    <w:rsid w:val="00190087"/>
    <w:rsid w:val="001913C4"/>
    <w:rsid w:val="0019143B"/>
    <w:rsid w:val="0019200F"/>
    <w:rsid w:val="0019348F"/>
    <w:rsid w:val="00193A07"/>
    <w:rsid w:val="00193BDB"/>
    <w:rsid w:val="00194C95"/>
    <w:rsid w:val="00195C34"/>
    <w:rsid w:val="00195D71"/>
    <w:rsid w:val="00196A94"/>
    <w:rsid w:val="00196BC0"/>
    <w:rsid w:val="00197892"/>
    <w:rsid w:val="001978C1"/>
    <w:rsid w:val="00197BFA"/>
    <w:rsid w:val="00197C92"/>
    <w:rsid w:val="001A10DE"/>
    <w:rsid w:val="001A1A53"/>
    <w:rsid w:val="001A234A"/>
    <w:rsid w:val="001A3D60"/>
    <w:rsid w:val="001A45B9"/>
    <w:rsid w:val="001A56B7"/>
    <w:rsid w:val="001B06E8"/>
    <w:rsid w:val="001B21FC"/>
    <w:rsid w:val="001B37DC"/>
    <w:rsid w:val="001B4CAD"/>
    <w:rsid w:val="001B5864"/>
    <w:rsid w:val="001B71D0"/>
    <w:rsid w:val="001B71EE"/>
    <w:rsid w:val="001B733A"/>
    <w:rsid w:val="001C04A8"/>
    <w:rsid w:val="001C21C5"/>
    <w:rsid w:val="001C27F8"/>
    <w:rsid w:val="001C2C03"/>
    <w:rsid w:val="001C42F7"/>
    <w:rsid w:val="001C4666"/>
    <w:rsid w:val="001C49E5"/>
    <w:rsid w:val="001C530A"/>
    <w:rsid w:val="001C680C"/>
    <w:rsid w:val="001C7FEA"/>
    <w:rsid w:val="001D0499"/>
    <w:rsid w:val="001D0BBE"/>
    <w:rsid w:val="001D0D0F"/>
    <w:rsid w:val="001D0ED4"/>
    <w:rsid w:val="001D0F18"/>
    <w:rsid w:val="001D1C53"/>
    <w:rsid w:val="001D212F"/>
    <w:rsid w:val="001D2603"/>
    <w:rsid w:val="001D29D7"/>
    <w:rsid w:val="001D2DE7"/>
    <w:rsid w:val="001D2EB6"/>
    <w:rsid w:val="001D3C85"/>
    <w:rsid w:val="001D3F33"/>
    <w:rsid w:val="001D411C"/>
    <w:rsid w:val="001D5E7B"/>
    <w:rsid w:val="001D76A6"/>
    <w:rsid w:val="001E0C21"/>
    <w:rsid w:val="001E1329"/>
    <w:rsid w:val="001E1B6A"/>
    <w:rsid w:val="001E2067"/>
    <w:rsid w:val="001E2484"/>
    <w:rsid w:val="001E2C78"/>
    <w:rsid w:val="001E3CC4"/>
    <w:rsid w:val="001E4882"/>
    <w:rsid w:val="001E51D1"/>
    <w:rsid w:val="001E5F58"/>
    <w:rsid w:val="001E71BA"/>
    <w:rsid w:val="001E73AB"/>
    <w:rsid w:val="001E786B"/>
    <w:rsid w:val="001E7D50"/>
    <w:rsid w:val="001F092D"/>
    <w:rsid w:val="001F143A"/>
    <w:rsid w:val="001F1605"/>
    <w:rsid w:val="001F1639"/>
    <w:rsid w:val="001F1A19"/>
    <w:rsid w:val="001F2508"/>
    <w:rsid w:val="001F2FB6"/>
    <w:rsid w:val="001F3A21"/>
    <w:rsid w:val="001F3ED3"/>
    <w:rsid w:val="001F4816"/>
    <w:rsid w:val="001F5505"/>
    <w:rsid w:val="001F69B4"/>
    <w:rsid w:val="001F7690"/>
    <w:rsid w:val="001F77C7"/>
    <w:rsid w:val="001F7D65"/>
    <w:rsid w:val="00200183"/>
    <w:rsid w:val="0020107D"/>
    <w:rsid w:val="00202AA4"/>
    <w:rsid w:val="002031F7"/>
    <w:rsid w:val="00204020"/>
    <w:rsid w:val="002040E6"/>
    <w:rsid w:val="0020527B"/>
    <w:rsid w:val="0020569B"/>
    <w:rsid w:val="00206996"/>
    <w:rsid w:val="00210B15"/>
    <w:rsid w:val="00210B4F"/>
    <w:rsid w:val="00212904"/>
    <w:rsid w:val="00212A86"/>
    <w:rsid w:val="002142EA"/>
    <w:rsid w:val="00214FDC"/>
    <w:rsid w:val="002204BB"/>
    <w:rsid w:val="00221B79"/>
    <w:rsid w:val="00221C6B"/>
    <w:rsid w:val="00222E7E"/>
    <w:rsid w:val="00223607"/>
    <w:rsid w:val="00223A10"/>
    <w:rsid w:val="002253A1"/>
    <w:rsid w:val="00225CF8"/>
    <w:rsid w:val="002275EB"/>
    <w:rsid w:val="0022794E"/>
    <w:rsid w:val="00230E9A"/>
    <w:rsid w:val="002311BC"/>
    <w:rsid w:val="0023369C"/>
    <w:rsid w:val="00233D64"/>
    <w:rsid w:val="0023482A"/>
    <w:rsid w:val="0023541E"/>
    <w:rsid w:val="002359CB"/>
    <w:rsid w:val="00235F3A"/>
    <w:rsid w:val="00236D15"/>
    <w:rsid w:val="00237D51"/>
    <w:rsid w:val="00237E99"/>
    <w:rsid w:val="002400E0"/>
    <w:rsid w:val="00242530"/>
    <w:rsid w:val="00242927"/>
    <w:rsid w:val="00243540"/>
    <w:rsid w:val="0024497B"/>
    <w:rsid w:val="00244AB8"/>
    <w:rsid w:val="0024515B"/>
    <w:rsid w:val="00245C86"/>
    <w:rsid w:val="00246021"/>
    <w:rsid w:val="0024666E"/>
    <w:rsid w:val="00247F52"/>
    <w:rsid w:val="00247FE1"/>
    <w:rsid w:val="00250B25"/>
    <w:rsid w:val="00250BBE"/>
    <w:rsid w:val="00251890"/>
    <w:rsid w:val="0025194F"/>
    <w:rsid w:val="00260659"/>
    <w:rsid w:val="00260E03"/>
    <w:rsid w:val="0026148A"/>
    <w:rsid w:val="00262696"/>
    <w:rsid w:val="002643C3"/>
    <w:rsid w:val="00264A0C"/>
    <w:rsid w:val="00266469"/>
    <w:rsid w:val="00266AE0"/>
    <w:rsid w:val="00267EF4"/>
    <w:rsid w:val="00270CB8"/>
    <w:rsid w:val="00270FED"/>
    <w:rsid w:val="00271AB7"/>
    <w:rsid w:val="00272161"/>
    <w:rsid w:val="00272B08"/>
    <w:rsid w:val="00276F4C"/>
    <w:rsid w:val="00280388"/>
    <w:rsid w:val="00281BB8"/>
    <w:rsid w:val="00281E3C"/>
    <w:rsid w:val="00281E9E"/>
    <w:rsid w:val="002827CA"/>
    <w:rsid w:val="002849B4"/>
    <w:rsid w:val="00285170"/>
    <w:rsid w:val="00285361"/>
    <w:rsid w:val="00285E14"/>
    <w:rsid w:val="00292C1D"/>
    <w:rsid w:val="00292D60"/>
    <w:rsid w:val="00294D34"/>
    <w:rsid w:val="00294E3B"/>
    <w:rsid w:val="00296193"/>
    <w:rsid w:val="00296368"/>
    <w:rsid w:val="00296C66"/>
    <w:rsid w:val="00296EBE"/>
    <w:rsid w:val="002974E3"/>
    <w:rsid w:val="002977B8"/>
    <w:rsid w:val="00297994"/>
    <w:rsid w:val="002A084B"/>
    <w:rsid w:val="002A1260"/>
    <w:rsid w:val="002A1589"/>
    <w:rsid w:val="002A1608"/>
    <w:rsid w:val="002A1647"/>
    <w:rsid w:val="002A25DC"/>
    <w:rsid w:val="002A282B"/>
    <w:rsid w:val="002A3AAB"/>
    <w:rsid w:val="002A3BF4"/>
    <w:rsid w:val="002A4CEA"/>
    <w:rsid w:val="002A5414"/>
    <w:rsid w:val="002A5977"/>
    <w:rsid w:val="002A5A13"/>
    <w:rsid w:val="002A5D10"/>
    <w:rsid w:val="002A5F0A"/>
    <w:rsid w:val="002A7A8E"/>
    <w:rsid w:val="002A7F44"/>
    <w:rsid w:val="002B0C40"/>
    <w:rsid w:val="002B0DA2"/>
    <w:rsid w:val="002B1824"/>
    <w:rsid w:val="002B1966"/>
    <w:rsid w:val="002B4508"/>
    <w:rsid w:val="002B54B4"/>
    <w:rsid w:val="002B5779"/>
    <w:rsid w:val="002B5820"/>
    <w:rsid w:val="002B7332"/>
    <w:rsid w:val="002B7F51"/>
    <w:rsid w:val="002C09E7"/>
    <w:rsid w:val="002C0F63"/>
    <w:rsid w:val="002C1A29"/>
    <w:rsid w:val="002C1B28"/>
    <w:rsid w:val="002C3541"/>
    <w:rsid w:val="002C3B4C"/>
    <w:rsid w:val="002C3F07"/>
    <w:rsid w:val="002C5278"/>
    <w:rsid w:val="002C7EBB"/>
    <w:rsid w:val="002D06C1"/>
    <w:rsid w:val="002D0C93"/>
    <w:rsid w:val="002D1072"/>
    <w:rsid w:val="002D1F7A"/>
    <w:rsid w:val="002D3948"/>
    <w:rsid w:val="002D42B5"/>
    <w:rsid w:val="002D4E5E"/>
    <w:rsid w:val="002D4F1A"/>
    <w:rsid w:val="002D56F9"/>
    <w:rsid w:val="002D6EC6"/>
    <w:rsid w:val="002D79AC"/>
    <w:rsid w:val="002E039D"/>
    <w:rsid w:val="002E0A25"/>
    <w:rsid w:val="002E1B06"/>
    <w:rsid w:val="002E2A48"/>
    <w:rsid w:val="002E30A4"/>
    <w:rsid w:val="002E4D5A"/>
    <w:rsid w:val="002E529A"/>
    <w:rsid w:val="002E6326"/>
    <w:rsid w:val="002F20D3"/>
    <w:rsid w:val="002F2650"/>
    <w:rsid w:val="002F30E0"/>
    <w:rsid w:val="002F35E4"/>
    <w:rsid w:val="002F3730"/>
    <w:rsid w:val="002F38E1"/>
    <w:rsid w:val="002F43A6"/>
    <w:rsid w:val="002F527B"/>
    <w:rsid w:val="002F7033"/>
    <w:rsid w:val="002F7AF6"/>
    <w:rsid w:val="00300E63"/>
    <w:rsid w:val="0030148A"/>
    <w:rsid w:val="00302F5F"/>
    <w:rsid w:val="0030370A"/>
    <w:rsid w:val="0030441D"/>
    <w:rsid w:val="003045F5"/>
    <w:rsid w:val="0030515B"/>
    <w:rsid w:val="00306063"/>
    <w:rsid w:val="00306117"/>
    <w:rsid w:val="0030687B"/>
    <w:rsid w:val="0031102E"/>
    <w:rsid w:val="00312AB8"/>
    <w:rsid w:val="00312D43"/>
    <w:rsid w:val="00313B03"/>
    <w:rsid w:val="00313B85"/>
    <w:rsid w:val="00314425"/>
    <w:rsid w:val="00314BDF"/>
    <w:rsid w:val="00317988"/>
    <w:rsid w:val="0032018E"/>
    <w:rsid w:val="00321243"/>
    <w:rsid w:val="00321983"/>
    <w:rsid w:val="003221B4"/>
    <w:rsid w:val="00322E62"/>
    <w:rsid w:val="0032388E"/>
    <w:rsid w:val="0032440D"/>
    <w:rsid w:val="003246B2"/>
    <w:rsid w:val="00324EDD"/>
    <w:rsid w:val="00326DA8"/>
    <w:rsid w:val="0033080E"/>
    <w:rsid w:val="003322B2"/>
    <w:rsid w:val="0033276C"/>
    <w:rsid w:val="0033343D"/>
    <w:rsid w:val="00333AEF"/>
    <w:rsid w:val="00335067"/>
    <w:rsid w:val="00335405"/>
    <w:rsid w:val="00335649"/>
    <w:rsid w:val="00336C64"/>
    <w:rsid w:val="00337162"/>
    <w:rsid w:val="00337819"/>
    <w:rsid w:val="00337B07"/>
    <w:rsid w:val="0034194F"/>
    <w:rsid w:val="00344605"/>
    <w:rsid w:val="0034488C"/>
    <w:rsid w:val="003474AA"/>
    <w:rsid w:val="0035019D"/>
    <w:rsid w:val="00350D1D"/>
    <w:rsid w:val="00351E8B"/>
    <w:rsid w:val="00352C83"/>
    <w:rsid w:val="00354583"/>
    <w:rsid w:val="003555D0"/>
    <w:rsid w:val="003558B4"/>
    <w:rsid w:val="00356609"/>
    <w:rsid w:val="00360830"/>
    <w:rsid w:val="003610EC"/>
    <w:rsid w:val="00361196"/>
    <w:rsid w:val="0036130B"/>
    <w:rsid w:val="003615D2"/>
    <w:rsid w:val="00361E49"/>
    <w:rsid w:val="00363A41"/>
    <w:rsid w:val="00364156"/>
    <w:rsid w:val="0036429C"/>
    <w:rsid w:val="00364377"/>
    <w:rsid w:val="00364A53"/>
    <w:rsid w:val="003654CB"/>
    <w:rsid w:val="00365F86"/>
    <w:rsid w:val="00365F87"/>
    <w:rsid w:val="003705F4"/>
    <w:rsid w:val="00370D58"/>
    <w:rsid w:val="00371316"/>
    <w:rsid w:val="00371751"/>
    <w:rsid w:val="00374363"/>
    <w:rsid w:val="0037491B"/>
    <w:rsid w:val="00375DE6"/>
    <w:rsid w:val="00376713"/>
    <w:rsid w:val="00381815"/>
    <w:rsid w:val="003819AF"/>
    <w:rsid w:val="003820E9"/>
    <w:rsid w:val="003825F2"/>
    <w:rsid w:val="00382DE7"/>
    <w:rsid w:val="00383592"/>
    <w:rsid w:val="00384FFC"/>
    <w:rsid w:val="00385FEB"/>
    <w:rsid w:val="00386B94"/>
    <w:rsid w:val="003872FC"/>
    <w:rsid w:val="00387ADC"/>
    <w:rsid w:val="00390020"/>
    <w:rsid w:val="003903D6"/>
    <w:rsid w:val="003905B2"/>
    <w:rsid w:val="003906E5"/>
    <w:rsid w:val="00390EE6"/>
    <w:rsid w:val="0039118F"/>
    <w:rsid w:val="00392AD7"/>
    <w:rsid w:val="00392C1E"/>
    <w:rsid w:val="003935B7"/>
    <w:rsid w:val="00393778"/>
    <w:rsid w:val="003938D9"/>
    <w:rsid w:val="00394376"/>
    <w:rsid w:val="003943FF"/>
    <w:rsid w:val="003974EB"/>
    <w:rsid w:val="00397CC5"/>
    <w:rsid w:val="003A068E"/>
    <w:rsid w:val="003A1582"/>
    <w:rsid w:val="003A2214"/>
    <w:rsid w:val="003A2DD1"/>
    <w:rsid w:val="003A4077"/>
    <w:rsid w:val="003A4430"/>
    <w:rsid w:val="003A6161"/>
    <w:rsid w:val="003B09AD"/>
    <w:rsid w:val="003B1F18"/>
    <w:rsid w:val="003B5889"/>
    <w:rsid w:val="003B5BF0"/>
    <w:rsid w:val="003B60BF"/>
    <w:rsid w:val="003B632D"/>
    <w:rsid w:val="003B6BE3"/>
    <w:rsid w:val="003B723D"/>
    <w:rsid w:val="003B724D"/>
    <w:rsid w:val="003B7BFD"/>
    <w:rsid w:val="003C010C"/>
    <w:rsid w:val="003C0A6C"/>
    <w:rsid w:val="003C1485"/>
    <w:rsid w:val="003C1A3C"/>
    <w:rsid w:val="003C5A43"/>
    <w:rsid w:val="003C6A30"/>
    <w:rsid w:val="003C6B5E"/>
    <w:rsid w:val="003D0462"/>
    <w:rsid w:val="003D0519"/>
    <w:rsid w:val="003D08E1"/>
    <w:rsid w:val="003D0FF6"/>
    <w:rsid w:val="003D112C"/>
    <w:rsid w:val="003D1F1C"/>
    <w:rsid w:val="003D262C"/>
    <w:rsid w:val="003D2D9F"/>
    <w:rsid w:val="003D325C"/>
    <w:rsid w:val="003D4248"/>
    <w:rsid w:val="003D63EA"/>
    <w:rsid w:val="003D68A4"/>
    <w:rsid w:val="003D6D61"/>
    <w:rsid w:val="003D76A9"/>
    <w:rsid w:val="003E091D"/>
    <w:rsid w:val="003E1C53"/>
    <w:rsid w:val="003E2A69"/>
    <w:rsid w:val="003E2D49"/>
    <w:rsid w:val="003E2FD4"/>
    <w:rsid w:val="003E383B"/>
    <w:rsid w:val="003E49F6"/>
    <w:rsid w:val="003E4C4B"/>
    <w:rsid w:val="003E4FEE"/>
    <w:rsid w:val="003F0841"/>
    <w:rsid w:val="003F0B12"/>
    <w:rsid w:val="003F13E6"/>
    <w:rsid w:val="003F21F7"/>
    <w:rsid w:val="003F2287"/>
    <w:rsid w:val="003F23D3"/>
    <w:rsid w:val="003F3209"/>
    <w:rsid w:val="003F3525"/>
    <w:rsid w:val="003F3F08"/>
    <w:rsid w:val="003F41EB"/>
    <w:rsid w:val="003F47F4"/>
    <w:rsid w:val="003F49F1"/>
    <w:rsid w:val="003F6272"/>
    <w:rsid w:val="003F6F2C"/>
    <w:rsid w:val="00400613"/>
    <w:rsid w:val="00400E72"/>
    <w:rsid w:val="00401176"/>
    <w:rsid w:val="00401400"/>
    <w:rsid w:val="0040235D"/>
    <w:rsid w:val="00404869"/>
    <w:rsid w:val="00404A23"/>
    <w:rsid w:val="00405884"/>
    <w:rsid w:val="00407D39"/>
    <w:rsid w:val="00410C3C"/>
    <w:rsid w:val="004134B7"/>
    <w:rsid w:val="0041434C"/>
    <w:rsid w:val="0041465A"/>
    <w:rsid w:val="0041477A"/>
    <w:rsid w:val="004147A9"/>
    <w:rsid w:val="00414AE9"/>
    <w:rsid w:val="00414EF4"/>
    <w:rsid w:val="004167A3"/>
    <w:rsid w:val="00417294"/>
    <w:rsid w:val="00421C50"/>
    <w:rsid w:val="00422A3F"/>
    <w:rsid w:val="00422E55"/>
    <w:rsid w:val="00423264"/>
    <w:rsid w:val="004240CE"/>
    <w:rsid w:val="0042473B"/>
    <w:rsid w:val="004250F0"/>
    <w:rsid w:val="0043027B"/>
    <w:rsid w:val="00430B62"/>
    <w:rsid w:val="004324EE"/>
    <w:rsid w:val="00432DAA"/>
    <w:rsid w:val="00434305"/>
    <w:rsid w:val="004347D3"/>
    <w:rsid w:val="00434A58"/>
    <w:rsid w:val="00435DF7"/>
    <w:rsid w:val="00436236"/>
    <w:rsid w:val="00436EA7"/>
    <w:rsid w:val="004375F5"/>
    <w:rsid w:val="00440341"/>
    <w:rsid w:val="004407C8"/>
    <w:rsid w:val="0044083F"/>
    <w:rsid w:val="00441A8A"/>
    <w:rsid w:val="00441AE7"/>
    <w:rsid w:val="00441F69"/>
    <w:rsid w:val="00442B3B"/>
    <w:rsid w:val="00445574"/>
    <w:rsid w:val="00445DAE"/>
    <w:rsid w:val="004467FB"/>
    <w:rsid w:val="0044769F"/>
    <w:rsid w:val="00447DB8"/>
    <w:rsid w:val="0045088A"/>
    <w:rsid w:val="00451136"/>
    <w:rsid w:val="00451216"/>
    <w:rsid w:val="00451D9D"/>
    <w:rsid w:val="00452D6B"/>
    <w:rsid w:val="00453D63"/>
    <w:rsid w:val="00454484"/>
    <w:rsid w:val="0045517B"/>
    <w:rsid w:val="00456731"/>
    <w:rsid w:val="00456819"/>
    <w:rsid w:val="00460F52"/>
    <w:rsid w:val="00461252"/>
    <w:rsid w:val="00461E65"/>
    <w:rsid w:val="00463B77"/>
    <w:rsid w:val="00463C7B"/>
    <w:rsid w:val="00463E5E"/>
    <w:rsid w:val="004644A6"/>
    <w:rsid w:val="004652F5"/>
    <w:rsid w:val="00465906"/>
    <w:rsid w:val="004659BD"/>
    <w:rsid w:val="00465E60"/>
    <w:rsid w:val="004660F3"/>
    <w:rsid w:val="0046774B"/>
    <w:rsid w:val="00467E83"/>
    <w:rsid w:val="00467FB7"/>
    <w:rsid w:val="00470775"/>
    <w:rsid w:val="00470A86"/>
    <w:rsid w:val="00472B50"/>
    <w:rsid w:val="00473675"/>
    <w:rsid w:val="004746B1"/>
    <w:rsid w:val="004752F9"/>
    <w:rsid w:val="0047583F"/>
    <w:rsid w:val="004764FF"/>
    <w:rsid w:val="00476850"/>
    <w:rsid w:val="004778FE"/>
    <w:rsid w:val="00477943"/>
    <w:rsid w:val="00477F93"/>
    <w:rsid w:val="004821A7"/>
    <w:rsid w:val="00482308"/>
    <w:rsid w:val="0048403F"/>
    <w:rsid w:val="0048463E"/>
    <w:rsid w:val="00484936"/>
    <w:rsid w:val="00484AF0"/>
    <w:rsid w:val="00485C89"/>
    <w:rsid w:val="00486BE3"/>
    <w:rsid w:val="00486D93"/>
    <w:rsid w:val="00487EE6"/>
    <w:rsid w:val="004905E4"/>
    <w:rsid w:val="00490A89"/>
    <w:rsid w:val="00490AB4"/>
    <w:rsid w:val="004915AB"/>
    <w:rsid w:val="00492F02"/>
    <w:rsid w:val="00493438"/>
    <w:rsid w:val="004939AE"/>
    <w:rsid w:val="00496854"/>
    <w:rsid w:val="00496E11"/>
    <w:rsid w:val="004A12DF"/>
    <w:rsid w:val="004A1BA8"/>
    <w:rsid w:val="004A335C"/>
    <w:rsid w:val="004A4B57"/>
    <w:rsid w:val="004A53EA"/>
    <w:rsid w:val="004A5AB4"/>
    <w:rsid w:val="004A63FA"/>
    <w:rsid w:val="004A64E9"/>
    <w:rsid w:val="004B2701"/>
    <w:rsid w:val="004B28B3"/>
    <w:rsid w:val="004B2D63"/>
    <w:rsid w:val="004B2E1B"/>
    <w:rsid w:val="004B2FDE"/>
    <w:rsid w:val="004B320B"/>
    <w:rsid w:val="004B33EE"/>
    <w:rsid w:val="004B35AC"/>
    <w:rsid w:val="004B3E93"/>
    <w:rsid w:val="004B5777"/>
    <w:rsid w:val="004C0605"/>
    <w:rsid w:val="004C1FBC"/>
    <w:rsid w:val="004C20DF"/>
    <w:rsid w:val="004C291E"/>
    <w:rsid w:val="004C2CDD"/>
    <w:rsid w:val="004C3959"/>
    <w:rsid w:val="004C3F1D"/>
    <w:rsid w:val="004C4079"/>
    <w:rsid w:val="004C446A"/>
    <w:rsid w:val="004C458D"/>
    <w:rsid w:val="004C5299"/>
    <w:rsid w:val="004C5798"/>
    <w:rsid w:val="004C7556"/>
    <w:rsid w:val="004C78B8"/>
    <w:rsid w:val="004C7B24"/>
    <w:rsid w:val="004C7E9D"/>
    <w:rsid w:val="004C7F67"/>
    <w:rsid w:val="004D076D"/>
    <w:rsid w:val="004D0EF1"/>
    <w:rsid w:val="004D0F1A"/>
    <w:rsid w:val="004D1D95"/>
    <w:rsid w:val="004D2253"/>
    <w:rsid w:val="004D412C"/>
    <w:rsid w:val="004D4406"/>
    <w:rsid w:val="004D44CB"/>
    <w:rsid w:val="004D4D06"/>
    <w:rsid w:val="004D7624"/>
    <w:rsid w:val="004D7C42"/>
    <w:rsid w:val="004E0465"/>
    <w:rsid w:val="004E0697"/>
    <w:rsid w:val="004E127B"/>
    <w:rsid w:val="004E1C0A"/>
    <w:rsid w:val="004E284E"/>
    <w:rsid w:val="004E30C5"/>
    <w:rsid w:val="004E483D"/>
    <w:rsid w:val="004E4905"/>
    <w:rsid w:val="004E4AA5"/>
    <w:rsid w:val="004E4AEE"/>
    <w:rsid w:val="004E59E3"/>
    <w:rsid w:val="004E67C0"/>
    <w:rsid w:val="004E7CEA"/>
    <w:rsid w:val="004F01CD"/>
    <w:rsid w:val="004F0337"/>
    <w:rsid w:val="004F0E26"/>
    <w:rsid w:val="004F0FF7"/>
    <w:rsid w:val="004F20EB"/>
    <w:rsid w:val="004F391A"/>
    <w:rsid w:val="004F3CFB"/>
    <w:rsid w:val="004F4BEB"/>
    <w:rsid w:val="004F6456"/>
    <w:rsid w:val="004F693A"/>
    <w:rsid w:val="004F696E"/>
    <w:rsid w:val="004F6C71"/>
    <w:rsid w:val="004F6DB1"/>
    <w:rsid w:val="00501139"/>
    <w:rsid w:val="00502F60"/>
    <w:rsid w:val="00502FCB"/>
    <w:rsid w:val="005034AE"/>
    <w:rsid w:val="0050363E"/>
    <w:rsid w:val="00503823"/>
    <w:rsid w:val="005039BC"/>
    <w:rsid w:val="00503BE6"/>
    <w:rsid w:val="005043BB"/>
    <w:rsid w:val="0050461A"/>
    <w:rsid w:val="0050476A"/>
    <w:rsid w:val="00504A3D"/>
    <w:rsid w:val="005050F2"/>
    <w:rsid w:val="00505767"/>
    <w:rsid w:val="00506645"/>
    <w:rsid w:val="005073F0"/>
    <w:rsid w:val="0051028F"/>
    <w:rsid w:val="00510800"/>
    <w:rsid w:val="00510A7B"/>
    <w:rsid w:val="00512F6E"/>
    <w:rsid w:val="00513038"/>
    <w:rsid w:val="00513DE9"/>
    <w:rsid w:val="00514174"/>
    <w:rsid w:val="00514DF9"/>
    <w:rsid w:val="00516025"/>
    <w:rsid w:val="00516088"/>
    <w:rsid w:val="00516B0B"/>
    <w:rsid w:val="0052072C"/>
    <w:rsid w:val="005220EC"/>
    <w:rsid w:val="005222C4"/>
    <w:rsid w:val="005236DF"/>
    <w:rsid w:val="00523F95"/>
    <w:rsid w:val="00524BB4"/>
    <w:rsid w:val="00524D65"/>
    <w:rsid w:val="00525B16"/>
    <w:rsid w:val="00526425"/>
    <w:rsid w:val="005279C1"/>
    <w:rsid w:val="00527D97"/>
    <w:rsid w:val="00531FCF"/>
    <w:rsid w:val="00532939"/>
    <w:rsid w:val="00533D04"/>
    <w:rsid w:val="00534804"/>
    <w:rsid w:val="00534BDF"/>
    <w:rsid w:val="005354EA"/>
    <w:rsid w:val="00535EC4"/>
    <w:rsid w:val="00535ED9"/>
    <w:rsid w:val="00536568"/>
    <w:rsid w:val="0053692B"/>
    <w:rsid w:val="00537455"/>
    <w:rsid w:val="0053748F"/>
    <w:rsid w:val="00541853"/>
    <w:rsid w:val="00542215"/>
    <w:rsid w:val="0054234A"/>
    <w:rsid w:val="00543BDA"/>
    <w:rsid w:val="005441CC"/>
    <w:rsid w:val="005478D9"/>
    <w:rsid w:val="005479DA"/>
    <w:rsid w:val="00547BCC"/>
    <w:rsid w:val="0055013B"/>
    <w:rsid w:val="005501CF"/>
    <w:rsid w:val="00550C3A"/>
    <w:rsid w:val="00550E72"/>
    <w:rsid w:val="00551F6F"/>
    <w:rsid w:val="005542A0"/>
    <w:rsid w:val="00555044"/>
    <w:rsid w:val="00556F97"/>
    <w:rsid w:val="00557902"/>
    <w:rsid w:val="0056139D"/>
    <w:rsid w:val="00561475"/>
    <w:rsid w:val="0056229C"/>
    <w:rsid w:val="0056487B"/>
    <w:rsid w:val="00564FB9"/>
    <w:rsid w:val="00565CD3"/>
    <w:rsid w:val="005668D4"/>
    <w:rsid w:val="00571391"/>
    <w:rsid w:val="0057343B"/>
    <w:rsid w:val="00573D9E"/>
    <w:rsid w:val="00574DE3"/>
    <w:rsid w:val="00575169"/>
    <w:rsid w:val="00575E9C"/>
    <w:rsid w:val="00576418"/>
    <w:rsid w:val="00577009"/>
    <w:rsid w:val="00577780"/>
    <w:rsid w:val="005801E3"/>
    <w:rsid w:val="00581381"/>
    <w:rsid w:val="00581802"/>
    <w:rsid w:val="00581BA5"/>
    <w:rsid w:val="0058274A"/>
    <w:rsid w:val="00583445"/>
    <w:rsid w:val="005836A8"/>
    <w:rsid w:val="00583A4E"/>
    <w:rsid w:val="00584262"/>
    <w:rsid w:val="00586630"/>
    <w:rsid w:val="00587ADD"/>
    <w:rsid w:val="00590A86"/>
    <w:rsid w:val="00591A0B"/>
    <w:rsid w:val="005920F7"/>
    <w:rsid w:val="00596160"/>
    <w:rsid w:val="005966E2"/>
    <w:rsid w:val="00597007"/>
    <w:rsid w:val="00597D14"/>
    <w:rsid w:val="005A0966"/>
    <w:rsid w:val="005A11B7"/>
    <w:rsid w:val="005A260B"/>
    <w:rsid w:val="005A4A1B"/>
    <w:rsid w:val="005A5595"/>
    <w:rsid w:val="005A5675"/>
    <w:rsid w:val="005A7830"/>
    <w:rsid w:val="005A7FCE"/>
    <w:rsid w:val="005B0F3F"/>
    <w:rsid w:val="005B2F1C"/>
    <w:rsid w:val="005B2F36"/>
    <w:rsid w:val="005B4903"/>
    <w:rsid w:val="005B51CE"/>
    <w:rsid w:val="005B53CE"/>
    <w:rsid w:val="005B5885"/>
    <w:rsid w:val="005B5AA2"/>
    <w:rsid w:val="005B5CD7"/>
    <w:rsid w:val="005B67EB"/>
    <w:rsid w:val="005B6CF6"/>
    <w:rsid w:val="005B7422"/>
    <w:rsid w:val="005B7FBF"/>
    <w:rsid w:val="005C29B8"/>
    <w:rsid w:val="005C2AEE"/>
    <w:rsid w:val="005C5F21"/>
    <w:rsid w:val="005C7156"/>
    <w:rsid w:val="005D0C75"/>
    <w:rsid w:val="005D378D"/>
    <w:rsid w:val="005D40D1"/>
    <w:rsid w:val="005D4171"/>
    <w:rsid w:val="005D4E94"/>
    <w:rsid w:val="005D4F7E"/>
    <w:rsid w:val="005D68EF"/>
    <w:rsid w:val="005D6A95"/>
    <w:rsid w:val="005D6B2C"/>
    <w:rsid w:val="005D6D9C"/>
    <w:rsid w:val="005D6FAF"/>
    <w:rsid w:val="005E2335"/>
    <w:rsid w:val="005E3326"/>
    <w:rsid w:val="005E34CA"/>
    <w:rsid w:val="005E3867"/>
    <w:rsid w:val="005E3C18"/>
    <w:rsid w:val="005E3EF6"/>
    <w:rsid w:val="005E653E"/>
    <w:rsid w:val="005E7881"/>
    <w:rsid w:val="005E78E0"/>
    <w:rsid w:val="005F0D9C"/>
    <w:rsid w:val="005F11F0"/>
    <w:rsid w:val="005F269C"/>
    <w:rsid w:val="005F284E"/>
    <w:rsid w:val="005F2E16"/>
    <w:rsid w:val="005F50EA"/>
    <w:rsid w:val="005F6078"/>
    <w:rsid w:val="006002B2"/>
    <w:rsid w:val="00600803"/>
    <w:rsid w:val="00600B16"/>
    <w:rsid w:val="00600F7C"/>
    <w:rsid w:val="006015CE"/>
    <w:rsid w:val="00603AD7"/>
    <w:rsid w:val="00604784"/>
    <w:rsid w:val="00605C29"/>
    <w:rsid w:val="00606024"/>
    <w:rsid w:val="00606417"/>
    <w:rsid w:val="00606419"/>
    <w:rsid w:val="00607D29"/>
    <w:rsid w:val="006121DB"/>
    <w:rsid w:val="00612952"/>
    <w:rsid w:val="00614CC1"/>
    <w:rsid w:val="0061513F"/>
    <w:rsid w:val="006152A8"/>
    <w:rsid w:val="00615A9D"/>
    <w:rsid w:val="006162BE"/>
    <w:rsid w:val="00616BBB"/>
    <w:rsid w:val="00617387"/>
    <w:rsid w:val="006252D8"/>
    <w:rsid w:val="006259BC"/>
    <w:rsid w:val="0062636B"/>
    <w:rsid w:val="00626922"/>
    <w:rsid w:val="0063115F"/>
    <w:rsid w:val="006318D4"/>
    <w:rsid w:val="00632182"/>
    <w:rsid w:val="00632438"/>
    <w:rsid w:val="00632AE0"/>
    <w:rsid w:val="006334A4"/>
    <w:rsid w:val="00633C17"/>
    <w:rsid w:val="00634932"/>
    <w:rsid w:val="006369D7"/>
    <w:rsid w:val="00636E3E"/>
    <w:rsid w:val="006379F7"/>
    <w:rsid w:val="00637E4D"/>
    <w:rsid w:val="00640620"/>
    <w:rsid w:val="0064129C"/>
    <w:rsid w:val="00641A1F"/>
    <w:rsid w:val="0064379B"/>
    <w:rsid w:val="00643D94"/>
    <w:rsid w:val="00645904"/>
    <w:rsid w:val="00647741"/>
    <w:rsid w:val="00647B07"/>
    <w:rsid w:val="00650AD9"/>
    <w:rsid w:val="00650FCC"/>
    <w:rsid w:val="006515D1"/>
    <w:rsid w:val="00651ACB"/>
    <w:rsid w:val="00651C47"/>
    <w:rsid w:val="006520D0"/>
    <w:rsid w:val="00652795"/>
    <w:rsid w:val="00652AB2"/>
    <w:rsid w:val="00654918"/>
    <w:rsid w:val="00654EC0"/>
    <w:rsid w:val="0065525B"/>
    <w:rsid w:val="00655D4F"/>
    <w:rsid w:val="006568C1"/>
    <w:rsid w:val="00657C15"/>
    <w:rsid w:val="006603D2"/>
    <w:rsid w:val="00662C4F"/>
    <w:rsid w:val="006640E5"/>
    <w:rsid w:val="006646F1"/>
    <w:rsid w:val="00664929"/>
    <w:rsid w:val="00664F62"/>
    <w:rsid w:val="006654EF"/>
    <w:rsid w:val="006655E1"/>
    <w:rsid w:val="00666EB9"/>
    <w:rsid w:val="006708B8"/>
    <w:rsid w:val="00670A2D"/>
    <w:rsid w:val="00670A31"/>
    <w:rsid w:val="00672060"/>
    <w:rsid w:val="00672BFD"/>
    <w:rsid w:val="00674977"/>
    <w:rsid w:val="00675636"/>
    <w:rsid w:val="0067690E"/>
    <w:rsid w:val="006770F4"/>
    <w:rsid w:val="00677A84"/>
    <w:rsid w:val="0068026D"/>
    <w:rsid w:val="00680A27"/>
    <w:rsid w:val="006816A4"/>
    <w:rsid w:val="006819B8"/>
    <w:rsid w:val="00681C8C"/>
    <w:rsid w:val="00682739"/>
    <w:rsid w:val="006840A6"/>
    <w:rsid w:val="006850CD"/>
    <w:rsid w:val="0068572C"/>
    <w:rsid w:val="00685AAB"/>
    <w:rsid w:val="00685D7C"/>
    <w:rsid w:val="00690CAB"/>
    <w:rsid w:val="006948A9"/>
    <w:rsid w:val="006A07AA"/>
    <w:rsid w:val="006A1025"/>
    <w:rsid w:val="006A2440"/>
    <w:rsid w:val="006A25E5"/>
    <w:rsid w:val="006A2B46"/>
    <w:rsid w:val="006A3053"/>
    <w:rsid w:val="006A336D"/>
    <w:rsid w:val="006A37B9"/>
    <w:rsid w:val="006A3AD2"/>
    <w:rsid w:val="006A7A90"/>
    <w:rsid w:val="006B0FC3"/>
    <w:rsid w:val="006B2672"/>
    <w:rsid w:val="006B4C53"/>
    <w:rsid w:val="006B54BF"/>
    <w:rsid w:val="006B5F44"/>
    <w:rsid w:val="006B5F90"/>
    <w:rsid w:val="006B62E4"/>
    <w:rsid w:val="006C1BBA"/>
    <w:rsid w:val="006C2079"/>
    <w:rsid w:val="006C295A"/>
    <w:rsid w:val="006C3171"/>
    <w:rsid w:val="006C52AC"/>
    <w:rsid w:val="006C5A62"/>
    <w:rsid w:val="006C5D68"/>
    <w:rsid w:val="006C5D96"/>
    <w:rsid w:val="006C6976"/>
    <w:rsid w:val="006C6DD0"/>
    <w:rsid w:val="006D04EA"/>
    <w:rsid w:val="006D16C4"/>
    <w:rsid w:val="006D3C39"/>
    <w:rsid w:val="006D3E96"/>
    <w:rsid w:val="006D4515"/>
    <w:rsid w:val="006D4BB1"/>
    <w:rsid w:val="006D4CDC"/>
    <w:rsid w:val="006D6593"/>
    <w:rsid w:val="006D7888"/>
    <w:rsid w:val="006E0773"/>
    <w:rsid w:val="006E4D35"/>
    <w:rsid w:val="006E64AE"/>
    <w:rsid w:val="006E67DE"/>
    <w:rsid w:val="006F03A8"/>
    <w:rsid w:val="006F057F"/>
    <w:rsid w:val="006F0E51"/>
    <w:rsid w:val="006F175F"/>
    <w:rsid w:val="006F239A"/>
    <w:rsid w:val="006F2ACA"/>
    <w:rsid w:val="006F2ADC"/>
    <w:rsid w:val="006F2BFE"/>
    <w:rsid w:val="006F31E9"/>
    <w:rsid w:val="006F6284"/>
    <w:rsid w:val="006F6C72"/>
    <w:rsid w:val="007002C5"/>
    <w:rsid w:val="007003B3"/>
    <w:rsid w:val="0070044E"/>
    <w:rsid w:val="00700C9D"/>
    <w:rsid w:val="007017D9"/>
    <w:rsid w:val="007020C2"/>
    <w:rsid w:val="00703B24"/>
    <w:rsid w:val="00704387"/>
    <w:rsid w:val="007050C0"/>
    <w:rsid w:val="00707669"/>
    <w:rsid w:val="00711CBA"/>
    <w:rsid w:val="00711FB5"/>
    <w:rsid w:val="00712A01"/>
    <w:rsid w:val="00712C76"/>
    <w:rsid w:val="0071365E"/>
    <w:rsid w:val="00714F58"/>
    <w:rsid w:val="00716754"/>
    <w:rsid w:val="007213AF"/>
    <w:rsid w:val="00722FBF"/>
    <w:rsid w:val="00722FC2"/>
    <w:rsid w:val="00725949"/>
    <w:rsid w:val="00727FA2"/>
    <w:rsid w:val="007301D7"/>
    <w:rsid w:val="007322D9"/>
    <w:rsid w:val="00732BC0"/>
    <w:rsid w:val="00732FCC"/>
    <w:rsid w:val="00735032"/>
    <w:rsid w:val="0073720F"/>
    <w:rsid w:val="00737276"/>
    <w:rsid w:val="00737796"/>
    <w:rsid w:val="00740073"/>
    <w:rsid w:val="0074165C"/>
    <w:rsid w:val="00741F05"/>
    <w:rsid w:val="007432CA"/>
    <w:rsid w:val="007439EB"/>
    <w:rsid w:val="00743BB5"/>
    <w:rsid w:val="00743CB4"/>
    <w:rsid w:val="00743F0A"/>
    <w:rsid w:val="007444E8"/>
    <w:rsid w:val="007446B8"/>
    <w:rsid w:val="0074548E"/>
    <w:rsid w:val="00745773"/>
    <w:rsid w:val="00745A5C"/>
    <w:rsid w:val="00746599"/>
    <w:rsid w:val="00746800"/>
    <w:rsid w:val="00747162"/>
    <w:rsid w:val="007501A8"/>
    <w:rsid w:val="00750434"/>
    <w:rsid w:val="00750552"/>
    <w:rsid w:val="00750EE1"/>
    <w:rsid w:val="00751340"/>
    <w:rsid w:val="00752486"/>
    <w:rsid w:val="00752B4D"/>
    <w:rsid w:val="007530C2"/>
    <w:rsid w:val="00755402"/>
    <w:rsid w:val="00755660"/>
    <w:rsid w:val="00755A40"/>
    <w:rsid w:val="00756B26"/>
    <w:rsid w:val="00756EDF"/>
    <w:rsid w:val="007609A2"/>
    <w:rsid w:val="0076103B"/>
    <w:rsid w:val="007621BF"/>
    <w:rsid w:val="00762ABE"/>
    <w:rsid w:val="00762BB9"/>
    <w:rsid w:val="00764DB8"/>
    <w:rsid w:val="00765C43"/>
    <w:rsid w:val="00765EFB"/>
    <w:rsid w:val="00766382"/>
    <w:rsid w:val="007671CA"/>
    <w:rsid w:val="00767275"/>
    <w:rsid w:val="00767C61"/>
    <w:rsid w:val="0077008A"/>
    <w:rsid w:val="007738A7"/>
    <w:rsid w:val="00773C1F"/>
    <w:rsid w:val="007747AE"/>
    <w:rsid w:val="00774DA4"/>
    <w:rsid w:val="00776599"/>
    <w:rsid w:val="0077702D"/>
    <w:rsid w:val="00777711"/>
    <w:rsid w:val="00777BE0"/>
    <w:rsid w:val="00780867"/>
    <w:rsid w:val="0078114B"/>
    <w:rsid w:val="00781AD5"/>
    <w:rsid w:val="00781C7F"/>
    <w:rsid w:val="00781DD2"/>
    <w:rsid w:val="00782364"/>
    <w:rsid w:val="00782F85"/>
    <w:rsid w:val="00783610"/>
    <w:rsid w:val="00783ECF"/>
    <w:rsid w:val="0078413A"/>
    <w:rsid w:val="0078734C"/>
    <w:rsid w:val="00790AE0"/>
    <w:rsid w:val="00792FDE"/>
    <w:rsid w:val="007933C0"/>
    <w:rsid w:val="007959E8"/>
    <w:rsid w:val="00795E9C"/>
    <w:rsid w:val="0079732E"/>
    <w:rsid w:val="007A0161"/>
    <w:rsid w:val="007A0521"/>
    <w:rsid w:val="007A061E"/>
    <w:rsid w:val="007A20C5"/>
    <w:rsid w:val="007A2E12"/>
    <w:rsid w:val="007A2EE0"/>
    <w:rsid w:val="007A3475"/>
    <w:rsid w:val="007A41C8"/>
    <w:rsid w:val="007A54CE"/>
    <w:rsid w:val="007A6972"/>
    <w:rsid w:val="007A7FFA"/>
    <w:rsid w:val="007B04EB"/>
    <w:rsid w:val="007B0D4F"/>
    <w:rsid w:val="007B111F"/>
    <w:rsid w:val="007B216A"/>
    <w:rsid w:val="007B2977"/>
    <w:rsid w:val="007B3E67"/>
    <w:rsid w:val="007B5A3D"/>
    <w:rsid w:val="007B5B95"/>
    <w:rsid w:val="007B68EA"/>
    <w:rsid w:val="007B69FC"/>
    <w:rsid w:val="007C19E8"/>
    <w:rsid w:val="007C2D89"/>
    <w:rsid w:val="007C3A7A"/>
    <w:rsid w:val="007C4593"/>
    <w:rsid w:val="007C5309"/>
    <w:rsid w:val="007C5BB6"/>
    <w:rsid w:val="007C6069"/>
    <w:rsid w:val="007C673B"/>
    <w:rsid w:val="007D06C4"/>
    <w:rsid w:val="007D1352"/>
    <w:rsid w:val="007D179E"/>
    <w:rsid w:val="007D2260"/>
    <w:rsid w:val="007D2508"/>
    <w:rsid w:val="007D346A"/>
    <w:rsid w:val="007D3A4A"/>
    <w:rsid w:val="007D6518"/>
    <w:rsid w:val="007D6DD1"/>
    <w:rsid w:val="007D76BD"/>
    <w:rsid w:val="007E036E"/>
    <w:rsid w:val="007E0BF1"/>
    <w:rsid w:val="007E0ED7"/>
    <w:rsid w:val="007E1B23"/>
    <w:rsid w:val="007E5488"/>
    <w:rsid w:val="007F0ED8"/>
    <w:rsid w:val="007F0F63"/>
    <w:rsid w:val="007F176C"/>
    <w:rsid w:val="007F37E0"/>
    <w:rsid w:val="007F5158"/>
    <w:rsid w:val="007F75CE"/>
    <w:rsid w:val="007F7975"/>
    <w:rsid w:val="00800B77"/>
    <w:rsid w:val="00800DA1"/>
    <w:rsid w:val="008013A4"/>
    <w:rsid w:val="008027CE"/>
    <w:rsid w:val="00802F42"/>
    <w:rsid w:val="00803CF0"/>
    <w:rsid w:val="00804383"/>
    <w:rsid w:val="00804BB7"/>
    <w:rsid w:val="00805BED"/>
    <w:rsid w:val="00805F9A"/>
    <w:rsid w:val="00807C2A"/>
    <w:rsid w:val="00810257"/>
    <w:rsid w:val="008104F5"/>
    <w:rsid w:val="00811072"/>
    <w:rsid w:val="008110A6"/>
    <w:rsid w:val="00811369"/>
    <w:rsid w:val="00812897"/>
    <w:rsid w:val="00814E50"/>
    <w:rsid w:val="008152F4"/>
    <w:rsid w:val="00815419"/>
    <w:rsid w:val="008163C8"/>
    <w:rsid w:val="00817325"/>
    <w:rsid w:val="0082076B"/>
    <w:rsid w:val="008209E6"/>
    <w:rsid w:val="00820FB4"/>
    <w:rsid w:val="00823303"/>
    <w:rsid w:val="008233B2"/>
    <w:rsid w:val="00823A9F"/>
    <w:rsid w:val="00823C85"/>
    <w:rsid w:val="00823C96"/>
    <w:rsid w:val="00825138"/>
    <w:rsid w:val="008269DD"/>
    <w:rsid w:val="00827544"/>
    <w:rsid w:val="00827FCC"/>
    <w:rsid w:val="00830621"/>
    <w:rsid w:val="008329B6"/>
    <w:rsid w:val="0083348C"/>
    <w:rsid w:val="008355EC"/>
    <w:rsid w:val="0083682E"/>
    <w:rsid w:val="008373D3"/>
    <w:rsid w:val="00840617"/>
    <w:rsid w:val="008420BB"/>
    <w:rsid w:val="00842A47"/>
    <w:rsid w:val="00843538"/>
    <w:rsid w:val="00843C13"/>
    <w:rsid w:val="00845380"/>
    <w:rsid w:val="008454F8"/>
    <w:rsid w:val="00845981"/>
    <w:rsid w:val="00846C48"/>
    <w:rsid w:val="00850EA0"/>
    <w:rsid w:val="00851342"/>
    <w:rsid w:val="0085173A"/>
    <w:rsid w:val="00851E08"/>
    <w:rsid w:val="0085414F"/>
    <w:rsid w:val="0085493E"/>
    <w:rsid w:val="00855430"/>
    <w:rsid w:val="008576AB"/>
    <w:rsid w:val="008603CE"/>
    <w:rsid w:val="008620FC"/>
    <w:rsid w:val="008627A5"/>
    <w:rsid w:val="00863E05"/>
    <w:rsid w:val="00863E78"/>
    <w:rsid w:val="0086480D"/>
    <w:rsid w:val="00864D13"/>
    <w:rsid w:val="00865ACA"/>
    <w:rsid w:val="00865D28"/>
    <w:rsid w:val="00865F85"/>
    <w:rsid w:val="00867C10"/>
    <w:rsid w:val="00870439"/>
    <w:rsid w:val="00870DA1"/>
    <w:rsid w:val="00870E10"/>
    <w:rsid w:val="00871989"/>
    <w:rsid w:val="008720D4"/>
    <w:rsid w:val="0087492A"/>
    <w:rsid w:val="00875A5C"/>
    <w:rsid w:val="00880EEA"/>
    <w:rsid w:val="008824B2"/>
    <w:rsid w:val="0088265D"/>
    <w:rsid w:val="00883F93"/>
    <w:rsid w:val="00884DB3"/>
    <w:rsid w:val="00885A9D"/>
    <w:rsid w:val="008864F6"/>
    <w:rsid w:val="00887C79"/>
    <w:rsid w:val="00887CAF"/>
    <w:rsid w:val="0089049D"/>
    <w:rsid w:val="008919EE"/>
    <w:rsid w:val="00892477"/>
    <w:rsid w:val="00892517"/>
    <w:rsid w:val="008928C9"/>
    <w:rsid w:val="008938DC"/>
    <w:rsid w:val="00893FD1"/>
    <w:rsid w:val="00894836"/>
    <w:rsid w:val="00895172"/>
    <w:rsid w:val="00895680"/>
    <w:rsid w:val="00896DFF"/>
    <w:rsid w:val="00897529"/>
    <w:rsid w:val="0089762C"/>
    <w:rsid w:val="00897BF7"/>
    <w:rsid w:val="008A0667"/>
    <w:rsid w:val="008A1893"/>
    <w:rsid w:val="008A44C6"/>
    <w:rsid w:val="008A4DBF"/>
    <w:rsid w:val="008A769A"/>
    <w:rsid w:val="008B0968"/>
    <w:rsid w:val="008B0C9C"/>
    <w:rsid w:val="008B166D"/>
    <w:rsid w:val="008B17F4"/>
    <w:rsid w:val="008B3615"/>
    <w:rsid w:val="008B4AC4"/>
    <w:rsid w:val="008B50C8"/>
    <w:rsid w:val="008B5281"/>
    <w:rsid w:val="008B56B9"/>
    <w:rsid w:val="008B688A"/>
    <w:rsid w:val="008B7E05"/>
    <w:rsid w:val="008C0987"/>
    <w:rsid w:val="008C1797"/>
    <w:rsid w:val="008C1EFB"/>
    <w:rsid w:val="008C20AF"/>
    <w:rsid w:val="008C219C"/>
    <w:rsid w:val="008C3864"/>
    <w:rsid w:val="008C475E"/>
    <w:rsid w:val="008C619A"/>
    <w:rsid w:val="008C6AF0"/>
    <w:rsid w:val="008C7F22"/>
    <w:rsid w:val="008D0CE8"/>
    <w:rsid w:val="008D1F54"/>
    <w:rsid w:val="008D2D1D"/>
    <w:rsid w:val="008D3764"/>
    <w:rsid w:val="008D453D"/>
    <w:rsid w:val="008D53AD"/>
    <w:rsid w:val="008D562B"/>
    <w:rsid w:val="008D5733"/>
    <w:rsid w:val="008D5DCD"/>
    <w:rsid w:val="008D622B"/>
    <w:rsid w:val="008D666C"/>
    <w:rsid w:val="008D773E"/>
    <w:rsid w:val="008D779A"/>
    <w:rsid w:val="008D7B54"/>
    <w:rsid w:val="008D7C4C"/>
    <w:rsid w:val="008E0C9D"/>
    <w:rsid w:val="008E12E5"/>
    <w:rsid w:val="008E1479"/>
    <w:rsid w:val="008E1648"/>
    <w:rsid w:val="008E1B3E"/>
    <w:rsid w:val="008E2319"/>
    <w:rsid w:val="008E28C8"/>
    <w:rsid w:val="008E4BB6"/>
    <w:rsid w:val="008E5518"/>
    <w:rsid w:val="008E6A84"/>
    <w:rsid w:val="008F0CDC"/>
    <w:rsid w:val="008F131A"/>
    <w:rsid w:val="008F17A3"/>
    <w:rsid w:val="008F1C6A"/>
    <w:rsid w:val="008F1ED3"/>
    <w:rsid w:val="008F4C29"/>
    <w:rsid w:val="008F4FF6"/>
    <w:rsid w:val="008F5A6B"/>
    <w:rsid w:val="008F5B52"/>
    <w:rsid w:val="008F62CA"/>
    <w:rsid w:val="008F70BD"/>
    <w:rsid w:val="008F788F"/>
    <w:rsid w:val="008F7EA2"/>
    <w:rsid w:val="0090008C"/>
    <w:rsid w:val="0090191A"/>
    <w:rsid w:val="00902722"/>
    <w:rsid w:val="009027BC"/>
    <w:rsid w:val="009030FD"/>
    <w:rsid w:val="00904C1D"/>
    <w:rsid w:val="009062E6"/>
    <w:rsid w:val="00911BE5"/>
    <w:rsid w:val="00912F61"/>
    <w:rsid w:val="009131A4"/>
    <w:rsid w:val="009131AD"/>
    <w:rsid w:val="00913CA9"/>
    <w:rsid w:val="00913E9F"/>
    <w:rsid w:val="009145AE"/>
    <w:rsid w:val="009146CE"/>
    <w:rsid w:val="00914875"/>
    <w:rsid w:val="00914CA7"/>
    <w:rsid w:val="00915367"/>
    <w:rsid w:val="00915C3E"/>
    <w:rsid w:val="009161A8"/>
    <w:rsid w:val="0091673D"/>
    <w:rsid w:val="00920DB5"/>
    <w:rsid w:val="00924346"/>
    <w:rsid w:val="009244A9"/>
    <w:rsid w:val="009245F5"/>
    <w:rsid w:val="00924850"/>
    <w:rsid w:val="009249EC"/>
    <w:rsid w:val="00924ABA"/>
    <w:rsid w:val="00925B59"/>
    <w:rsid w:val="009273B3"/>
    <w:rsid w:val="009305B5"/>
    <w:rsid w:val="00933CA4"/>
    <w:rsid w:val="00933D55"/>
    <w:rsid w:val="00934C12"/>
    <w:rsid w:val="00935AEC"/>
    <w:rsid w:val="009371B7"/>
    <w:rsid w:val="009372AD"/>
    <w:rsid w:val="009429D5"/>
    <w:rsid w:val="00942BF1"/>
    <w:rsid w:val="0094353B"/>
    <w:rsid w:val="0094386D"/>
    <w:rsid w:val="0094396D"/>
    <w:rsid w:val="00945180"/>
    <w:rsid w:val="00945428"/>
    <w:rsid w:val="0094607B"/>
    <w:rsid w:val="009478B9"/>
    <w:rsid w:val="0095173E"/>
    <w:rsid w:val="009522E3"/>
    <w:rsid w:val="00952C52"/>
    <w:rsid w:val="00953604"/>
    <w:rsid w:val="00954AE2"/>
    <w:rsid w:val="00956607"/>
    <w:rsid w:val="00956A16"/>
    <w:rsid w:val="00956C07"/>
    <w:rsid w:val="00956FBE"/>
    <w:rsid w:val="00957E3C"/>
    <w:rsid w:val="00960348"/>
    <w:rsid w:val="009610B1"/>
    <w:rsid w:val="009610DC"/>
    <w:rsid w:val="00961490"/>
    <w:rsid w:val="00961E73"/>
    <w:rsid w:val="0096381A"/>
    <w:rsid w:val="00963D6E"/>
    <w:rsid w:val="00963EE7"/>
    <w:rsid w:val="00963F7B"/>
    <w:rsid w:val="009650D7"/>
    <w:rsid w:val="009651A9"/>
    <w:rsid w:val="00965E04"/>
    <w:rsid w:val="009674AD"/>
    <w:rsid w:val="00967753"/>
    <w:rsid w:val="0097094E"/>
    <w:rsid w:val="00970CDC"/>
    <w:rsid w:val="00977010"/>
    <w:rsid w:val="00977249"/>
    <w:rsid w:val="00977D02"/>
    <w:rsid w:val="009802A7"/>
    <w:rsid w:val="009809BB"/>
    <w:rsid w:val="0098213B"/>
    <w:rsid w:val="00982D22"/>
    <w:rsid w:val="0098322A"/>
    <w:rsid w:val="00983565"/>
    <w:rsid w:val="0098364B"/>
    <w:rsid w:val="00983BF9"/>
    <w:rsid w:val="009856FA"/>
    <w:rsid w:val="009860E2"/>
    <w:rsid w:val="00986F7E"/>
    <w:rsid w:val="00987321"/>
    <w:rsid w:val="00987BB9"/>
    <w:rsid w:val="0099054B"/>
    <w:rsid w:val="009911AF"/>
    <w:rsid w:val="00991875"/>
    <w:rsid w:val="00991C45"/>
    <w:rsid w:val="00991F92"/>
    <w:rsid w:val="00992672"/>
    <w:rsid w:val="00992985"/>
    <w:rsid w:val="00993889"/>
    <w:rsid w:val="0099551B"/>
    <w:rsid w:val="00997216"/>
    <w:rsid w:val="00997B33"/>
    <w:rsid w:val="00997BF1"/>
    <w:rsid w:val="009A089C"/>
    <w:rsid w:val="009A118E"/>
    <w:rsid w:val="009A21CD"/>
    <w:rsid w:val="009A221B"/>
    <w:rsid w:val="009A278C"/>
    <w:rsid w:val="009A2BC2"/>
    <w:rsid w:val="009A3EEC"/>
    <w:rsid w:val="009A42C1"/>
    <w:rsid w:val="009A5429"/>
    <w:rsid w:val="009A6C33"/>
    <w:rsid w:val="009A6C67"/>
    <w:rsid w:val="009A72AD"/>
    <w:rsid w:val="009B09D1"/>
    <w:rsid w:val="009B09E0"/>
    <w:rsid w:val="009B0BC5"/>
    <w:rsid w:val="009B1247"/>
    <w:rsid w:val="009B3A30"/>
    <w:rsid w:val="009B3BE1"/>
    <w:rsid w:val="009B5324"/>
    <w:rsid w:val="009B57AF"/>
    <w:rsid w:val="009B6029"/>
    <w:rsid w:val="009B6850"/>
    <w:rsid w:val="009B6971"/>
    <w:rsid w:val="009B78AE"/>
    <w:rsid w:val="009B7BD9"/>
    <w:rsid w:val="009C1A63"/>
    <w:rsid w:val="009C27F1"/>
    <w:rsid w:val="009C3152"/>
    <w:rsid w:val="009C363D"/>
    <w:rsid w:val="009C4CFA"/>
    <w:rsid w:val="009C5070"/>
    <w:rsid w:val="009C52D2"/>
    <w:rsid w:val="009C64D6"/>
    <w:rsid w:val="009C70FB"/>
    <w:rsid w:val="009D112C"/>
    <w:rsid w:val="009D3BF8"/>
    <w:rsid w:val="009D47FA"/>
    <w:rsid w:val="009D50D2"/>
    <w:rsid w:val="009D6BCA"/>
    <w:rsid w:val="009D71AF"/>
    <w:rsid w:val="009D7884"/>
    <w:rsid w:val="009E0AAB"/>
    <w:rsid w:val="009E0F62"/>
    <w:rsid w:val="009E1A54"/>
    <w:rsid w:val="009E4A58"/>
    <w:rsid w:val="009E4C8C"/>
    <w:rsid w:val="009E5A2D"/>
    <w:rsid w:val="009E5AB2"/>
    <w:rsid w:val="009E6219"/>
    <w:rsid w:val="009E7948"/>
    <w:rsid w:val="009E79A2"/>
    <w:rsid w:val="009F00E0"/>
    <w:rsid w:val="009F03B3"/>
    <w:rsid w:val="009F14F2"/>
    <w:rsid w:val="009F4DFF"/>
    <w:rsid w:val="009F50B9"/>
    <w:rsid w:val="00A00A50"/>
    <w:rsid w:val="00A00C9A"/>
    <w:rsid w:val="00A013F4"/>
    <w:rsid w:val="00A0152F"/>
    <w:rsid w:val="00A01757"/>
    <w:rsid w:val="00A01D7B"/>
    <w:rsid w:val="00A028C0"/>
    <w:rsid w:val="00A02BAE"/>
    <w:rsid w:val="00A02E59"/>
    <w:rsid w:val="00A05B4B"/>
    <w:rsid w:val="00A06098"/>
    <w:rsid w:val="00A06A6B"/>
    <w:rsid w:val="00A06E59"/>
    <w:rsid w:val="00A07E47"/>
    <w:rsid w:val="00A107C4"/>
    <w:rsid w:val="00A10D50"/>
    <w:rsid w:val="00A1114F"/>
    <w:rsid w:val="00A11636"/>
    <w:rsid w:val="00A1254A"/>
    <w:rsid w:val="00A129D0"/>
    <w:rsid w:val="00A12C33"/>
    <w:rsid w:val="00A1360F"/>
    <w:rsid w:val="00A138BA"/>
    <w:rsid w:val="00A13F47"/>
    <w:rsid w:val="00A14C8E"/>
    <w:rsid w:val="00A153D9"/>
    <w:rsid w:val="00A1573D"/>
    <w:rsid w:val="00A15B4B"/>
    <w:rsid w:val="00A15F09"/>
    <w:rsid w:val="00A169B6"/>
    <w:rsid w:val="00A16C99"/>
    <w:rsid w:val="00A17669"/>
    <w:rsid w:val="00A213CD"/>
    <w:rsid w:val="00A22612"/>
    <w:rsid w:val="00A2271D"/>
    <w:rsid w:val="00A236E5"/>
    <w:rsid w:val="00A237D5"/>
    <w:rsid w:val="00A24278"/>
    <w:rsid w:val="00A2499F"/>
    <w:rsid w:val="00A24F7B"/>
    <w:rsid w:val="00A25830"/>
    <w:rsid w:val="00A26E70"/>
    <w:rsid w:val="00A30EFC"/>
    <w:rsid w:val="00A3134F"/>
    <w:rsid w:val="00A31984"/>
    <w:rsid w:val="00A31A01"/>
    <w:rsid w:val="00A32D73"/>
    <w:rsid w:val="00A32ECE"/>
    <w:rsid w:val="00A3367B"/>
    <w:rsid w:val="00A33F2A"/>
    <w:rsid w:val="00A3597D"/>
    <w:rsid w:val="00A40091"/>
    <w:rsid w:val="00A4030F"/>
    <w:rsid w:val="00A41AEE"/>
    <w:rsid w:val="00A41C79"/>
    <w:rsid w:val="00A41CB5"/>
    <w:rsid w:val="00A42CDF"/>
    <w:rsid w:val="00A43510"/>
    <w:rsid w:val="00A4452E"/>
    <w:rsid w:val="00A4472C"/>
    <w:rsid w:val="00A44E69"/>
    <w:rsid w:val="00A45079"/>
    <w:rsid w:val="00A4661E"/>
    <w:rsid w:val="00A50114"/>
    <w:rsid w:val="00A52613"/>
    <w:rsid w:val="00A52BE4"/>
    <w:rsid w:val="00A533FC"/>
    <w:rsid w:val="00A53E6D"/>
    <w:rsid w:val="00A55BD6"/>
    <w:rsid w:val="00A55D50"/>
    <w:rsid w:val="00A57142"/>
    <w:rsid w:val="00A577AE"/>
    <w:rsid w:val="00A62EFA"/>
    <w:rsid w:val="00A638CE"/>
    <w:rsid w:val="00A648CD"/>
    <w:rsid w:val="00A64BA1"/>
    <w:rsid w:val="00A6537A"/>
    <w:rsid w:val="00A660E0"/>
    <w:rsid w:val="00A67866"/>
    <w:rsid w:val="00A701AE"/>
    <w:rsid w:val="00A70B07"/>
    <w:rsid w:val="00A723F8"/>
    <w:rsid w:val="00A75A74"/>
    <w:rsid w:val="00A761BF"/>
    <w:rsid w:val="00A77413"/>
    <w:rsid w:val="00A77CCB"/>
    <w:rsid w:val="00A800FA"/>
    <w:rsid w:val="00A82877"/>
    <w:rsid w:val="00A82B14"/>
    <w:rsid w:val="00A82C5E"/>
    <w:rsid w:val="00A83D8D"/>
    <w:rsid w:val="00A8446B"/>
    <w:rsid w:val="00A8473F"/>
    <w:rsid w:val="00A84EF9"/>
    <w:rsid w:val="00A862D6"/>
    <w:rsid w:val="00A8715E"/>
    <w:rsid w:val="00A90575"/>
    <w:rsid w:val="00A907D6"/>
    <w:rsid w:val="00A9295B"/>
    <w:rsid w:val="00A93B09"/>
    <w:rsid w:val="00A952D7"/>
    <w:rsid w:val="00A95B3E"/>
    <w:rsid w:val="00A963F7"/>
    <w:rsid w:val="00A96AD8"/>
    <w:rsid w:val="00A97A19"/>
    <w:rsid w:val="00AA052C"/>
    <w:rsid w:val="00AA17C5"/>
    <w:rsid w:val="00AA18AE"/>
    <w:rsid w:val="00AA1E45"/>
    <w:rsid w:val="00AA23D2"/>
    <w:rsid w:val="00AA268A"/>
    <w:rsid w:val="00AA291F"/>
    <w:rsid w:val="00AA2A24"/>
    <w:rsid w:val="00AA3379"/>
    <w:rsid w:val="00AA33FC"/>
    <w:rsid w:val="00AA4286"/>
    <w:rsid w:val="00AA456B"/>
    <w:rsid w:val="00AA57F5"/>
    <w:rsid w:val="00AA672E"/>
    <w:rsid w:val="00AA6A65"/>
    <w:rsid w:val="00AA6EC9"/>
    <w:rsid w:val="00AA74DC"/>
    <w:rsid w:val="00AB011A"/>
    <w:rsid w:val="00AB161F"/>
    <w:rsid w:val="00AB2E64"/>
    <w:rsid w:val="00AB338B"/>
    <w:rsid w:val="00AB4036"/>
    <w:rsid w:val="00AB4E47"/>
    <w:rsid w:val="00AB5BA8"/>
    <w:rsid w:val="00AB6309"/>
    <w:rsid w:val="00AB6C5F"/>
    <w:rsid w:val="00AB7129"/>
    <w:rsid w:val="00AB72FB"/>
    <w:rsid w:val="00AC27A6"/>
    <w:rsid w:val="00AC2AB6"/>
    <w:rsid w:val="00AC30F7"/>
    <w:rsid w:val="00AC3108"/>
    <w:rsid w:val="00AC3A5A"/>
    <w:rsid w:val="00AC4D95"/>
    <w:rsid w:val="00AC5DF4"/>
    <w:rsid w:val="00AD0A7D"/>
    <w:rsid w:val="00AD0AEF"/>
    <w:rsid w:val="00AD11B7"/>
    <w:rsid w:val="00AD1562"/>
    <w:rsid w:val="00AD1A94"/>
    <w:rsid w:val="00AD1C05"/>
    <w:rsid w:val="00AD1C37"/>
    <w:rsid w:val="00AD2278"/>
    <w:rsid w:val="00AD2E37"/>
    <w:rsid w:val="00AD3216"/>
    <w:rsid w:val="00AD3367"/>
    <w:rsid w:val="00AD40C2"/>
    <w:rsid w:val="00AD4126"/>
    <w:rsid w:val="00AD421C"/>
    <w:rsid w:val="00AD42A5"/>
    <w:rsid w:val="00AD44FA"/>
    <w:rsid w:val="00AD4881"/>
    <w:rsid w:val="00AD4DBD"/>
    <w:rsid w:val="00AD611C"/>
    <w:rsid w:val="00AE04CC"/>
    <w:rsid w:val="00AE070A"/>
    <w:rsid w:val="00AE101C"/>
    <w:rsid w:val="00AE4449"/>
    <w:rsid w:val="00AE4975"/>
    <w:rsid w:val="00AF0C18"/>
    <w:rsid w:val="00AF2C4C"/>
    <w:rsid w:val="00AF3796"/>
    <w:rsid w:val="00AF47C5"/>
    <w:rsid w:val="00AF5398"/>
    <w:rsid w:val="00AF6114"/>
    <w:rsid w:val="00AF710A"/>
    <w:rsid w:val="00AF74DB"/>
    <w:rsid w:val="00B000B4"/>
    <w:rsid w:val="00B011C6"/>
    <w:rsid w:val="00B0303F"/>
    <w:rsid w:val="00B03137"/>
    <w:rsid w:val="00B049AF"/>
    <w:rsid w:val="00B04CEF"/>
    <w:rsid w:val="00B04D87"/>
    <w:rsid w:val="00B04F15"/>
    <w:rsid w:val="00B04F76"/>
    <w:rsid w:val="00B0514B"/>
    <w:rsid w:val="00B05591"/>
    <w:rsid w:val="00B071EA"/>
    <w:rsid w:val="00B07242"/>
    <w:rsid w:val="00B10534"/>
    <w:rsid w:val="00B113DB"/>
    <w:rsid w:val="00B118BD"/>
    <w:rsid w:val="00B11D8A"/>
    <w:rsid w:val="00B12981"/>
    <w:rsid w:val="00B12E80"/>
    <w:rsid w:val="00B146AC"/>
    <w:rsid w:val="00B147DD"/>
    <w:rsid w:val="00B156FD"/>
    <w:rsid w:val="00B17898"/>
    <w:rsid w:val="00B20A22"/>
    <w:rsid w:val="00B20DA6"/>
    <w:rsid w:val="00B21F61"/>
    <w:rsid w:val="00B23045"/>
    <w:rsid w:val="00B241E3"/>
    <w:rsid w:val="00B261F1"/>
    <w:rsid w:val="00B265BC"/>
    <w:rsid w:val="00B31316"/>
    <w:rsid w:val="00B31FB1"/>
    <w:rsid w:val="00B3253D"/>
    <w:rsid w:val="00B33952"/>
    <w:rsid w:val="00B33C5E"/>
    <w:rsid w:val="00B342F4"/>
    <w:rsid w:val="00B34369"/>
    <w:rsid w:val="00B34DC2"/>
    <w:rsid w:val="00B36564"/>
    <w:rsid w:val="00B36DF3"/>
    <w:rsid w:val="00B378E5"/>
    <w:rsid w:val="00B4346D"/>
    <w:rsid w:val="00B43FEB"/>
    <w:rsid w:val="00B440F4"/>
    <w:rsid w:val="00B447A5"/>
    <w:rsid w:val="00B45C71"/>
    <w:rsid w:val="00B4654C"/>
    <w:rsid w:val="00B4707E"/>
    <w:rsid w:val="00B47293"/>
    <w:rsid w:val="00B505A1"/>
    <w:rsid w:val="00B51DB7"/>
    <w:rsid w:val="00B520DF"/>
    <w:rsid w:val="00B52120"/>
    <w:rsid w:val="00B53180"/>
    <w:rsid w:val="00B54ABC"/>
    <w:rsid w:val="00B55D3C"/>
    <w:rsid w:val="00B56854"/>
    <w:rsid w:val="00B56FBE"/>
    <w:rsid w:val="00B574AA"/>
    <w:rsid w:val="00B619F3"/>
    <w:rsid w:val="00B61EBE"/>
    <w:rsid w:val="00B62927"/>
    <w:rsid w:val="00B62B58"/>
    <w:rsid w:val="00B65149"/>
    <w:rsid w:val="00B66567"/>
    <w:rsid w:val="00B66F52"/>
    <w:rsid w:val="00B66FE5"/>
    <w:rsid w:val="00B675B7"/>
    <w:rsid w:val="00B72880"/>
    <w:rsid w:val="00B730F8"/>
    <w:rsid w:val="00B741B6"/>
    <w:rsid w:val="00B758BF"/>
    <w:rsid w:val="00B76A26"/>
    <w:rsid w:val="00B81079"/>
    <w:rsid w:val="00B827A6"/>
    <w:rsid w:val="00B82A76"/>
    <w:rsid w:val="00B831CE"/>
    <w:rsid w:val="00B8640A"/>
    <w:rsid w:val="00B86677"/>
    <w:rsid w:val="00B87131"/>
    <w:rsid w:val="00B871C6"/>
    <w:rsid w:val="00B9127B"/>
    <w:rsid w:val="00B91566"/>
    <w:rsid w:val="00B91C59"/>
    <w:rsid w:val="00B91EE0"/>
    <w:rsid w:val="00B92039"/>
    <w:rsid w:val="00B92E55"/>
    <w:rsid w:val="00B9320C"/>
    <w:rsid w:val="00B939B1"/>
    <w:rsid w:val="00B9513F"/>
    <w:rsid w:val="00B96D40"/>
    <w:rsid w:val="00B97386"/>
    <w:rsid w:val="00BA093A"/>
    <w:rsid w:val="00BA1AB4"/>
    <w:rsid w:val="00BA263B"/>
    <w:rsid w:val="00BA42B2"/>
    <w:rsid w:val="00BA5305"/>
    <w:rsid w:val="00BA58D4"/>
    <w:rsid w:val="00BA5B9E"/>
    <w:rsid w:val="00BA5FE9"/>
    <w:rsid w:val="00BA6935"/>
    <w:rsid w:val="00BA7C9A"/>
    <w:rsid w:val="00BB0D54"/>
    <w:rsid w:val="00BB39CE"/>
    <w:rsid w:val="00BB5F8F"/>
    <w:rsid w:val="00BB657A"/>
    <w:rsid w:val="00BB748D"/>
    <w:rsid w:val="00BC02D4"/>
    <w:rsid w:val="00BC1A4E"/>
    <w:rsid w:val="00BC1D40"/>
    <w:rsid w:val="00BC2042"/>
    <w:rsid w:val="00BC5DC7"/>
    <w:rsid w:val="00BC6B8B"/>
    <w:rsid w:val="00BC73D8"/>
    <w:rsid w:val="00BC7DBB"/>
    <w:rsid w:val="00BD0942"/>
    <w:rsid w:val="00BD11B9"/>
    <w:rsid w:val="00BD1355"/>
    <w:rsid w:val="00BD300C"/>
    <w:rsid w:val="00BD42C8"/>
    <w:rsid w:val="00BD4A2C"/>
    <w:rsid w:val="00BD52D7"/>
    <w:rsid w:val="00BD5551"/>
    <w:rsid w:val="00BD5AD2"/>
    <w:rsid w:val="00BD6082"/>
    <w:rsid w:val="00BE056F"/>
    <w:rsid w:val="00BE22F3"/>
    <w:rsid w:val="00BE2733"/>
    <w:rsid w:val="00BE30AD"/>
    <w:rsid w:val="00BE370D"/>
    <w:rsid w:val="00BE49EE"/>
    <w:rsid w:val="00BE4ED1"/>
    <w:rsid w:val="00BE5B52"/>
    <w:rsid w:val="00BE74F7"/>
    <w:rsid w:val="00BE7622"/>
    <w:rsid w:val="00BE7B8D"/>
    <w:rsid w:val="00BF0993"/>
    <w:rsid w:val="00BF0F22"/>
    <w:rsid w:val="00BF10A9"/>
    <w:rsid w:val="00BF1703"/>
    <w:rsid w:val="00BF2186"/>
    <w:rsid w:val="00BF231C"/>
    <w:rsid w:val="00BF2C4E"/>
    <w:rsid w:val="00BF2C7C"/>
    <w:rsid w:val="00BF355F"/>
    <w:rsid w:val="00BF3564"/>
    <w:rsid w:val="00BF3B2D"/>
    <w:rsid w:val="00BF51E5"/>
    <w:rsid w:val="00BF5499"/>
    <w:rsid w:val="00BF7489"/>
    <w:rsid w:val="00BF74A6"/>
    <w:rsid w:val="00BF776B"/>
    <w:rsid w:val="00BF7BDC"/>
    <w:rsid w:val="00C00E7A"/>
    <w:rsid w:val="00C01152"/>
    <w:rsid w:val="00C013AD"/>
    <w:rsid w:val="00C01BD3"/>
    <w:rsid w:val="00C02D44"/>
    <w:rsid w:val="00C034D6"/>
    <w:rsid w:val="00C03819"/>
    <w:rsid w:val="00C04904"/>
    <w:rsid w:val="00C05413"/>
    <w:rsid w:val="00C056B3"/>
    <w:rsid w:val="00C07B1A"/>
    <w:rsid w:val="00C103E5"/>
    <w:rsid w:val="00C11657"/>
    <w:rsid w:val="00C12054"/>
    <w:rsid w:val="00C13319"/>
    <w:rsid w:val="00C13EE9"/>
    <w:rsid w:val="00C14D87"/>
    <w:rsid w:val="00C15C64"/>
    <w:rsid w:val="00C15E27"/>
    <w:rsid w:val="00C17C13"/>
    <w:rsid w:val="00C21540"/>
    <w:rsid w:val="00C21906"/>
    <w:rsid w:val="00C21BFA"/>
    <w:rsid w:val="00C22345"/>
    <w:rsid w:val="00C22878"/>
    <w:rsid w:val="00C2298F"/>
    <w:rsid w:val="00C23A4B"/>
    <w:rsid w:val="00C24C8D"/>
    <w:rsid w:val="00C24E9B"/>
    <w:rsid w:val="00C25759"/>
    <w:rsid w:val="00C25FE2"/>
    <w:rsid w:val="00C26B53"/>
    <w:rsid w:val="00C279B2"/>
    <w:rsid w:val="00C32BC5"/>
    <w:rsid w:val="00C32CD4"/>
    <w:rsid w:val="00C33E50"/>
    <w:rsid w:val="00C34C20"/>
    <w:rsid w:val="00C35A3E"/>
    <w:rsid w:val="00C36A27"/>
    <w:rsid w:val="00C3718A"/>
    <w:rsid w:val="00C37690"/>
    <w:rsid w:val="00C37DB4"/>
    <w:rsid w:val="00C41A94"/>
    <w:rsid w:val="00C420EE"/>
    <w:rsid w:val="00C42130"/>
    <w:rsid w:val="00C423A4"/>
    <w:rsid w:val="00C44BF5"/>
    <w:rsid w:val="00C4596D"/>
    <w:rsid w:val="00C45EC0"/>
    <w:rsid w:val="00C46EED"/>
    <w:rsid w:val="00C470FE"/>
    <w:rsid w:val="00C5092F"/>
    <w:rsid w:val="00C52685"/>
    <w:rsid w:val="00C55232"/>
    <w:rsid w:val="00C553A4"/>
    <w:rsid w:val="00C55A06"/>
    <w:rsid w:val="00C55D03"/>
    <w:rsid w:val="00C57D68"/>
    <w:rsid w:val="00C601BC"/>
    <w:rsid w:val="00C6153F"/>
    <w:rsid w:val="00C61EE3"/>
    <w:rsid w:val="00C620F1"/>
    <w:rsid w:val="00C628DF"/>
    <w:rsid w:val="00C6329F"/>
    <w:rsid w:val="00C63340"/>
    <w:rsid w:val="00C635AE"/>
    <w:rsid w:val="00C643F9"/>
    <w:rsid w:val="00C645D3"/>
    <w:rsid w:val="00C64E95"/>
    <w:rsid w:val="00C655FD"/>
    <w:rsid w:val="00C6662C"/>
    <w:rsid w:val="00C67CCA"/>
    <w:rsid w:val="00C711DF"/>
    <w:rsid w:val="00C71372"/>
    <w:rsid w:val="00C71786"/>
    <w:rsid w:val="00C717AE"/>
    <w:rsid w:val="00C71D72"/>
    <w:rsid w:val="00C72410"/>
    <w:rsid w:val="00C72680"/>
    <w:rsid w:val="00C7287F"/>
    <w:rsid w:val="00C72942"/>
    <w:rsid w:val="00C72A27"/>
    <w:rsid w:val="00C72F0E"/>
    <w:rsid w:val="00C734E1"/>
    <w:rsid w:val="00C75388"/>
    <w:rsid w:val="00C765F1"/>
    <w:rsid w:val="00C77B89"/>
    <w:rsid w:val="00C8006B"/>
    <w:rsid w:val="00C800E7"/>
    <w:rsid w:val="00C80CB8"/>
    <w:rsid w:val="00C819F8"/>
    <w:rsid w:val="00C8248C"/>
    <w:rsid w:val="00C83069"/>
    <w:rsid w:val="00C83A37"/>
    <w:rsid w:val="00C84859"/>
    <w:rsid w:val="00C84E33"/>
    <w:rsid w:val="00C859B9"/>
    <w:rsid w:val="00C865A1"/>
    <w:rsid w:val="00C86D15"/>
    <w:rsid w:val="00C86D6F"/>
    <w:rsid w:val="00C86DCC"/>
    <w:rsid w:val="00C87EAD"/>
    <w:rsid w:val="00C905FC"/>
    <w:rsid w:val="00C907C0"/>
    <w:rsid w:val="00C9092C"/>
    <w:rsid w:val="00C92D03"/>
    <w:rsid w:val="00C9319C"/>
    <w:rsid w:val="00C93B06"/>
    <w:rsid w:val="00C93C9E"/>
    <w:rsid w:val="00C94182"/>
    <w:rsid w:val="00C9435D"/>
    <w:rsid w:val="00C94D37"/>
    <w:rsid w:val="00C9517F"/>
    <w:rsid w:val="00C96741"/>
    <w:rsid w:val="00CA28D6"/>
    <w:rsid w:val="00CA2D1B"/>
    <w:rsid w:val="00CA3E88"/>
    <w:rsid w:val="00CA662A"/>
    <w:rsid w:val="00CA6722"/>
    <w:rsid w:val="00CA6DD1"/>
    <w:rsid w:val="00CA7AFD"/>
    <w:rsid w:val="00CA7C3C"/>
    <w:rsid w:val="00CB0189"/>
    <w:rsid w:val="00CB0BA2"/>
    <w:rsid w:val="00CB155B"/>
    <w:rsid w:val="00CB1A42"/>
    <w:rsid w:val="00CB1B0C"/>
    <w:rsid w:val="00CB2C0B"/>
    <w:rsid w:val="00CB517D"/>
    <w:rsid w:val="00CB5A88"/>
    <w:rsid w:val="00CC038D"/>
    <w:rsid w:val="00CC0E40"/>
    <w:rsid w:val="00CC1433"/>
    <w:rsid w:val="00CC1E87"/>
    <w:rsid w:val="00CC2A8B"/>
    <w:rsid w:val="00CC35E9"/>
    <w:rsid w:val="00CC39FF"/>
    <w:rsid w:val="00CC3C2F"/>
    <w:rsid w:val="00CC42A3"/>
    <w:rsid w:val="00CC4AC8"/>
    <w:rsid w:val="00CC4CA4"/>
    <w:rsid w:val="00CC5233"/>
    <w:rsid w:val="00CC54D0"/>
    <w:rsid w:val="00CC5DE6"/>
    <w:rsid w:val="00CC6E4E"/>
    <w:rsid w:val="00CC6FE8"/>
    <w:rsid w:val="00CC7202"/>
    <w:rsid w:val="00CD0E53"/>
    <w:rsid w:val="00CD17D1"/>
    <w:rsid w:val="00CD2610"/>
    <w:rsid w:val="00CD2808"/>
    <w:rsid w:val="00CD28BF"/>
    <w:rsid w:val="00CD3735"/>
    <w:rsid w:val="00CD389E"/>
    <w:rsid w:val="00CD3D37"/>
    <w:rsid w:val="00CD4092"/>
    <w:rsid w:val="00CD4A20"/>
    <w:rsid w:val="00CD4DC3"/>
    <w:rsid w:val="00CD50A1"/>
    <w:rsid w:val="00CD519E"/>
    <w:rsid w:val="00CD574B"/>
    <w:rsid w:val="00CD6055"/>
    <w:rsid w:val="00CD7658"/>
    <w:rsid w:val="00CE0777"/>
    <w:rsid w:val="00CE0C4F"/>
    <w:rsid w:val="00CE1F60"/>
    <w:rsid w:val="00CE30EA"/>
    <w:rsid w:val="00CE3FB0"/>
    <w:rsid w:val="00CE4894"/>
    <w:rsid w:val="00CE4BAB"/>
    <w:rsid w:val="00CF048A"/>
    <w:rsid w:val="00CF112C"/>
    <w:rsid w:val="00CF142B"/>
    <w:rsid w:val="00CF155A"/>
    <w:rsid w:val="00CF1646"/>
    <w:rsid w:val="00CF2947"/>
    <w:rsid w:val="00CF2AE9"/>
    <w:rsid w:val="00CF4382"/>
    <w:rsid w:val="00CF44B1"/>
    <w:rsid w:val="00CF44B2"/>
    <w:rsid w:val="00CF6807"/>
    <w:rsid w:val="00CF686F"/>
    <w:rsid w:val="00CF6BE2"/>
    <w:rsid w:val="00CF6E60"/>
    <w:rsid w:val="00CF7B9F"/>
    <w:rsid w:val="00CF7BCA"/>
    <w:rsid w:val="00D008FD"/>
    <w:rsid w:val="00D0106F"/>
    <w:rsid w:val="00D012BD"/>
    <w:rsid w:val="00D0321C"/>
    <w:rsid w:val="00D03227"/>
    <w:rsid w:val="00D033FA"/>
    <w:rsid w:val="00D035EC"/>
    <w:rsid w:val="00D03893"/>
    <w:rsid w:val="00D04D03"/>
    <w:rsid w:val="00D06AB1"/>
    <w:rsid w:val="00D071D4"/>
    <w:rsid w:val="00D072ED"/>
    <w:rsid w:val="00D078F4"/>
    <w:rsid w:val="00D07A16"/>
    <w:rsid w:val="00D07C63"/>
    <w:rsid w:val="00D1067E"/>
    <w:rsid w:val="00D10F50"/>
    <w:rsid w:val="00D11272"/>
    <w:rsid w:val="00D126F5"/>
    <w:rsid w:val="00D12BA0"/>
    <w:rsid w:val="00D145E1"/>
    <w:rsid w:val="00D1489E"/>
    <w:rsid w:val="00D1538B"/>
    <w:rsid w:val="00D20737"/>
    <w:rsid w:val="00D214ED"/>
    <w:rsid w:val="00D21E81"/>
    <w:rsid w:val="00D223DE"/>
    <w:rsid w:val="00D22B41"/>
    <w:rsid w:val="00D25E37"/>
    <w:rsid w:val="00D2661A"/>
    <w:rsid w:val="00D27582"/>
    <w:rsid w:val="00D27D83"/>
    <w:rsid w:val="00D31AD0"/>
    <w:rsid w:val="00D32719"/>
    <w:rsid w:val="00D33333"/>
    <w:rsid w:val="00D345C3"/>
    <w:rsid w:val="00D349E3"/>
    <w:rsid w:val="00D352A2"/>
    <w:rsid w:val="00D35CC8"/>
    <w:rsid w:val="00D361AD"/>
    <w:rsid w:val="00D361B9"/>
    <w:rsid w:val="00D3793F"/>
    <w:rsid w:val="00D37D46"/>
    <w:rsid w:val="00D40A83"/>
    <w:rsid w:val="00D4162B"/>
    <w:rsid w:val="00D4232D"/>
    <w:rsid w:val="00D4455E"/>
    <w:rsid w:val="00D4514F"/>
    <w:rsid w:val="00D451E2"/>
    <w:rsid w:val="00D4545E"/>
    <w:rsid w:val="00D455DB"/>
    <w:rsid w:val="00D456FB"/>
    <w:rsid w:val="00D45E89"/>
    <w:rsid w:val="00D45E8D"/>
    <w:rsid w:val="00D461D4"/>
    <w:rsid w:val="00D466AE"/>
    <w:rsid w:val="00D4707F"/>
    <w:rsid w:val="00D4734F"/>
    <w:rsid w:val="00D47BDB"/>
    <w:rsid w:val="00D51AA5"/>
    <w:rsid w:val="00D51BF3"/>
    <w:rsid w:val="00D56457"/>
    <w:rsid w:val="00D56A73"/>
    <w:rsid w:val="00D56EDC"/>
    <w:rsid w:val="00D57D9C"/>
    <w:rsid w:val="00D60881"/>
    <w:rsid w:val="00D6169A"/>
    <w:rsid w:val="00D63276"/>
    <w:rsid w:val="00D64C13"/>
    <w:rsid w:val="00D6533D"/>
    <w:rsid w:val="00D662D5"/>
    <w:rsid w:val="00D66846"/>
    <w:rsid w:val="00D66B1C"/>
    <w:rsid w:val="00D66BC2"/>
    <w:rsid w:val="00D675FB"/>
    <w:rsid w:val="00D71F25"/>
    <w:rsid w:val="00D725E7"/>
    <w:rsid w:val="00D73BA9"/>
    <w:rsid w:val="00D751C8"/>
    <w:rsid w:val="00D763E8"/>
    <w:rsid w:val="00D767E2"/>
    <w:rsid w:val="00D77031"/>
    <w:rsid w:val="00D81B6F"/>
    <w:rsid w:val="00D84941"/>
    <w:rsid w:val="00D84FA1"/>
    <w:rsid w:val="00D851F0"/>
    <w:rsid w:val="00D86DB7"/>
    <w:rsid w:val="00D87607"/>
    <w:rsid w:val="00D87D2A"/>
    <w:rsid w:val="00D87E43"/>
    <w:rsid w:val="00D9027E"/>
    <w:rsid w:val="00D91873"/>
    <w:rsid w:val="00D926D0"/>
    <w:rsid w:val="00D93030"/>
    <w:rsid w:val="00D950E1"/>
    <w:rsid w:val="00D952A6"/>
    <w:rsid w:val="00D97CC3"/>
    <w:rsid w:val="00D97F99"/>
    <w:rsid w:val="00DA19E7"/>
    <w:rsid w:val="00DA1E08"/>
    <w:rsid w:val="00DA20E4"/>
    <w:rsid w:val="00DA24F8"/>
    <w:rsid w:val="00DA28E8"/>
    <w:rsid w:val="00DA38D3"/>
    <w:rsid w:val="00DA3932"/>
    <w:rsid w:val="00DA3E2B"/>
    <w:rsid w:val="00DA64F8"/>
    <w:rsid w:val="00DA6C15"/>
    <w:rsid w:val="00DA7120"/>
    <w:rsid w:val="00DA7293"/>
    <w:rsid w:val="00DA7370"/>
    <w:rsid w:val="00DA78EA"/>
    <w:rsid w:val="00DB1A87"/>
    <w:rsid w:val="00DB38EE"/>
    <w:rsid w:val="00DB498B"/>
    <w:rsid w:val="00DB6144"/>
    <w:rsid w:val="00DB66CA"/>
    <w:rsid w:val="00DB6BCA"/>
    <w:rsid w:val="00DB6E9E"/>
    <w:rsid w:val="00DB7781"/>
    <w:rsid w:val="00DB794F"/>
    <w:rsid w:val="00DC0321"/>
    <w:rsid w:val="00DC3067"/>
    <w:rsid w:val="00DC33C6"/>
    <w:rsid w:val="00DC370B"/>
    <w:rsid w:val="00DC3CC8"/>
    <w:rsid w:val="00DC3D29"/>
    <w:rsid w:val="00DC58EA"/>
    <w:rsid w:val="00DC5A63"/>
    <w:rsid w:val="00DC5B90"/>
    <w:rsid w:val="00DD00F2"/>
    <w:rsid w:val="00DD00FF"/>
    <w:rsid w:val="00DD0619"/>
    <w:rsid w:val="00DD07FB"/>
    <w:rsid w:val="00DD25C6"/>
    <w:rsid w:val="00DD54B0"/>
    <w:rsid w:val="00DD57EE"/>
    <w:rsid w:val="00DD6184"/>
    <w:rsid w:val="00DD6BCC"/>
    <w:rsid w:val="00DE0A4B"/>
    <w:rsid w:val="00DE2379"/>
    <w:rsid w:val="00DE2410"/>
    <w:rsid w:val="00DE2939"/>
    <w:rsid w:val="00DE2EDD"/>
    <w:rsid w:val="00DE37C8"/>
    <w:rsid w:val="00DE3DA2"/>
    <w:rsid w:val="00DE43D1"/>
    <w:rsid w:val="00DE44C7"/>
    <w:rsid w:val="00DE51F0"/>
    <w:rsid w:val="00DE6E81"/>
    <w:rsid w:val="00DE703F"/>
    <w:rsid w:val="00DE7595"/>
    <w:rsid w:val="00DF06CB"/>
    <w:rsid w:val="00DF15BE"/>
    <w:rsid w:val="00DF1961"/>
    <w:rsid w:val="00DF2C45"/>
    <w:rsid w:val="00DF44DE"/>
    <w:rsid w:val="00DF457A"/>
    <w:rsid w:val="00DF5DA2"/>
    <w:rsid w:val="00DF5E46"/>
    <w:rsid w:val="00DF67E1"/>
    <w:rsid w:val="00E01138"/>
    <w:rsid w:val="00E02DFB"/>
    <w:rsid w:val="00E030F9"/>
    <w:rsid w:val="00E0311A"/>
    <w:rsid w:val="00E03138"/>
    <w:rsid w:val="00E03BE8"/>
    <w:rsid w:val="00E05AB0"/>
    <w:rsid w:val="00E06404"/>
    <w:rsid w:val="00E10562"/>
    <w:rsid w:val="00E10850"/>
    <w:rsid w:val="00E10F5D"/>
    <w:rsid w:val="00E11A85"/>
    <w:rsid w:val="00E12495"/>
    <w:rsid w:val="00E12786"/>
    <w:rsid w:val="00E15CCD"/>
    <w:rsid w:val="00E16D18"/>
    <w:rsid w:val="00E202EF"/>
    <w:rsid w:val="00E210B5"/>
    <w:rsid w:val="00E21FE8"/>
    <w:rsid w:val="00E22722"/>
    <w:rsid w:val="00E2306A"/>
    <w:rsid w:val="00E25188"/>
    <w:rsid w:val="00E2552F"/>
    <w:rsid w:val="00E257FB"/>
    <w:rsid w:val="00E3137A"/>
    <w:rsid w:val="00E32CCF"/>
    <w:rsid w:val="00E34A98"/>
    <w:rsid w:val="00E35D1E"/>
    <w:rsid w:val="00E35E35"/>
    <w:rsid w:val="00E364F9"/>
    <w:rsid w:val="00E365FA"/>
    <w:rsid w:val="00E37EC3"/>
    <w:rsid w:val="00E40C94"/>
    <w:rsid w:val="00E41035"/>
    <w:rsid w:val="00E41542"/>
    <w:rsid w:val="00E44A83"/>
    <w:rsid w:val="00E45749"/>
    <w:rsid w:val="00E458EC"/>
    <w:rsid w:val="00E502C1"/>
    <w:rsid w:val="00E502DD"/>
    <w:rsid w:val="00E50BA7"/>
    <w:rsid w:val="00E50D3A"/>
    <w:rsid w:val="00E512D6"/>
    <w:rsid w:val="00E51387"/>
    <w:rsid w:val="00E51E68"/>
    <w:rsid w:val="00E52EFD"/>
    <w:rsid w:val="00E5408A"/>
    <w:rsid w:val="00E54B92"/>
    <w:rsid w:val="00E55967"/>
    <w:rsid w:val="00E56800"/>
    <w:rsid w:val="00E60CD7"/>
    <w:rsid w:val="00E61D93"/>
    <w:rsid w:val="00E61DAC"/>
    <w:rsid w:val="00E6267F"/>
    <w:rsid w:val="00E62FF9"/>
    <w:rsid w:val="00E633F1"/>
    <w:rsid w:val="00E635D6"/>
    <w:rsid w:val="00E639BC"/>
    <w:rsid w:val="00E639E8"/>
    <w:rsid w:val="00E63D19"/>
    <w:rsid w:val="00E65E31"/>
    <w:rsid w:val="00E664CC"/>
    <w:rsid w:val="00E70312"/>
    <w:rsid w:val="00E70388"/>
    <w:rsid w:val="00E7080E"/>
    <w:rsid w:val="00E70F92"/>
    <w:rsid w:val="00E71140"/>
    <w:rsid w:val="00E71365"/>
    <w:rsid w:val="00E7276B"/>
    <w:rsid w:val="00E72889"/>
    <w:rsid w:val="00E7377E"/>
    <w:rsid w:val="00E73B09"/>
    <w:rsid w:val="00E74C54"/>
    <w:rsid w:val="00E74CBA"/>
    <w:rsid w:val="00E75174"/>
    <w:rsid w:val="00E77A03"/>
    <w:rsid w:val="00E822E8"/>
    <w:rsid w:val="00E82554"/>
    <w:rsid w:val="00E82606"/>
    <w:rsid w:val="00E846C8"/>
    <w:rsid w:val="00E84957"/>
    <w:rsid w:val="00E84A55"/>
    <w:rsid w:val="00E85BFF"/>
    <w:rsid w:val="00E85F2A"/>
    <w:rsid w:val="00E90391"/>
    <w:rsid w:val="00E906C2"/>
    <w:rsid w:val="00E92C18"/>
    <w:rsid w:val="00E9307D"/>
    <w:rsid w:val="00E9311F"/>
    <w:rsid w:val="00E934D1"/>
    <w:rsid w:val="00E93696"/>
    <w:rsid w:val="00E94AF0"/>
    <w:rsid w:val="00E94EF4"/>
    <w:rsid w:val="00E95D13"/>
    <w:rsid w:val="00E95DD3"/>
    <w:rsid w:val="00E96164"/>
    <w:rsid w:val="00E969D5"/>
    <w:rsid w:val="00E975F6"/>
    <w:rsid w:val="00E97838"/>
    <w:rsid w:val="00EA0763"/>
    <w:rsid w:val="00EA078D"/>
    <w:rsid w:val="00EA25A0"/>
    <w:rsid w:val="00EA2794"/>
    <w:rsid w:val="00EA2D88"/>
    <w:rsid w:val="00EA4631"/>
    <w:rsid w:val="00EA58D1"/>
    <w:rsid w:val="00EA61BC"/>
    <w:rsid w:val="00EA681A"/>
    <w:rsid w:val="00EA6B5E"/>
    <w:rsid w:val="00EA735B"/>
    <w:rsid w:val="00EB18B9"/>
    <w:rsid w:val="00EB1C42"/>
    <w:rsid w:val="00EB1E69"/>
    <w:rsid w:val="00EB2086"/>
    <w:rsid w:val="00EB3D3A"/>
    <w:rsid w:val="00EB5D77"/>
    <w:rsid w:val="00EB5EDF"/>
    <w:rsid w:val="00EB60FE"/>
    <w:rsid w:val="00EB6421"/>
    <w:rsid w:val="00EB6912"/>
    <w:rsid w:val="00EB74DB"/>
    <w:rsid w:val="00EC0BB0"/>
    <w:rsid w:val="00EC1AA8"/>
    <w:rsid w:val="00EC3A7B"/>
    <w:rsid w:val="00EC410F"/>
    <w:rsid w:val="00EC5359"/>
    <w:rsid w:val="00EC562A"/>
    <w:rsid w:val="00EC6868"/>
    <w:rsid w:val="00ED067A"/>
    <w:rsid w:val="00ED1464"/>
    <w:rsid w:val="00ED1D39"/>
    <w:rsid w:val="00ED2B50"/>
    <w:rsid w:val="00ED2FA4"/>
    <w:rsid w:val="00ED321E"/>
    <w:rsid w:val="00ED42B4"/>
    <w:rsid w:val="00ED5775"/>
    <w:rsid w:val="00ED59E2"/>
    <w:rsid w:val="00ED5ED7"/>
    <w:rsid w:val="00ED79E1"/>
    <w:rsid w:val="00EE0350"/>
    <w:rsid w:val="00EE0719"/>
    <w:rsid w:val="00EE0E80"/>
    <w:rsid w:val="00EE1227"/>
    <w:rsid w:val="00EE1AEC"/>
    <w:rsid w:val="00EE333E"/>
    <w:rsid w:val="00EE3792"/>
    <w:rsid w:val="00EE4641"/>
    <w:rsid w:val="00EE46DC"/>
    <w:rsid w:val="00EE471B"/>
    <w:rsid w:val="00EE57CA"/>
    <w:rsid w:val="00EE599A"/>
    <w:rsid w:val="00EE613F"/>
    <w:rsid w:val="00EE6F4F"/>
    <w:rsid w:val="00EE7295"/>
    <w:rsid w:val="00EE7413"/>
    <w:rsid w:val="00EE7869"/>
    <w:rsid w:val="00EF054A"/>
    <w:rsid w:val="00EF3235"/>
    <w:rsid w:val="00EF3272"/>
    <w:rsid w:val="00EF4398"/>
    <w:rsid w:val="00EF56BE"/>
    <w:rsid w:val="00EF7E72"/>
    <w:rsid w:val="00F0134D"/>
    <w:rsid w:val="00F01EFF"/>
    <w:rsid w:val="00F03017"/>
    <w:rsid w:val="00F06D37"/>
    <w:rsid w:val="00F07B9D"/>
    <w:rsid w:val="00F11586"/>
    <w:rsid w:val="00F1183B"/>
    <w:rsid w:val="00F11C9F"/>
    <w:rsid w:val="00F11CF1"/>
    <w:rsid w:val="00F12030"/>
    <w:rsid w:val="00F12263"/>
    <w:rsid w:val="00F126AC"/>
    <w:rsid w:val="00F12898"/>
    <w:rsid w:val="00F12C6A"/>
    <w:rsid w:val="00F13506"/>
    <w:rsid w:val="00F13BD6"/>
    <w:rsid w:val="00F13F54"/>
    <w:rsid w:val="00F1409D"/>
    <w:rsid w:val="00F14214"/>
    <w:rsid w:val="00F146BD"/>
    <w:rsid w:val="00F157A9"/>
    <w:rsid w:val="00F166FA"/>
    <w:rsid w:val="00F16843"/>
    <w:rsid w:val="00F16F22"/>
    <w:rsid w:val="00F20E01"/>
    <w:rsid w:val="00F22459"/>
    <w:rsid w:val="00F23B6A"/>
    <w:rsid w:val="00F249BE"/>
    <w:rsid w:val="00F25BB6"/>
    <w:rsid w:val="00F26B7E"/>
    <w:rsid w:val="00F26F9C"/>
    <w:rsid w:val="00F27895"/>
    <w:rsid w:val="00F27A3B"/>
    <w:rsid w:val="00F30251"/>
    <w:rsid w:val="00F320CE"/>
    <w:rsid w:val="00F32575"/>
    <w:rsid w:val="00F33817"/>
    <w:rsid w:val="00F3673F"/>
    <w:rsid w:val="00F3759F"/>
    <w:rsid w:val="00F420D5"/>
    <w:rsid w:val="00F4282E"/>
    <w:rsid w:val="00F43315"/>
    <w:rsid w:val="00F44F1F"/>
    <w:rsid w:val="00F451EA"/>
    <w:rsid w:val="00F45447"/>
    <w:rsid w:val="00F456C6"/>
    <w:rsid w:val="00F4577B"/>
    <w:rsid w:val="00F46496"/>
    <w:rsid w:val="00F46554"/>
    <w:rsid w:val="00F474D0"/>
    <w:rsid w:val="00F50179"/>
    <w:rsid w:val="00F501C3"/>
    <w:rsid w:val="00F50D04"/>
    <w:rsid w:val="00F51E43"/>
    <w:rsid w:val="00F52A72"/>
    <w:rsid w:val="00F56511"/>
    <w:rsid w:val="00F616FC"/>
    <w:rsid w:val="00F6194E"/>
    <w:rsid w:val="00F61D9F"/>
    <w:rsid w:val="00F623AC"/>
    <w:rsid w:val="00F630F9"/>
    <w:rsid w:val="00F632E8"/>
    <w:rsid w:val="00F6412A"/>
    <w:rsid w:val="00F65893"/>
    <w:rsid w:val="00F66A4A"/>
    <w:rsid w:val="00F70E88"/>
    <w:rsid w:val="00F71A2A"/>
    <w:rsid w:val="00F71E22"/>
    <w:rsid w:val="00F71E91"/>
    <w:rsid w:val="00F72142"/>
    <w:rsid w:val="00F72AE7"/>
    <w:rsid w:val="00F72CB2"/>
    <w:rsid w:val="00F74AD2"/>
    <w:rsid w:val="00F74C2B"/>
    <w:rsid w:val="00F7731B"/>
    <w:rsid w:val="00F80070"/>
    <w:rsid w:val="00F82631"/>
    <w:rsid w:val="00F82D73"/>
    <w:rsid w:val="00F833DD"/>
    <w:rsid w:val="00F84934"/>
    <w:rsid w:val="00F84BFA"/>
    <w:rsid w:val="00F84FD0"/>
    <w:rsid w:val="00F859A8"/>
    <w:rsid w:val="00F874DD"/>
    <w:rsid w:val="00F87B85"/>
    <w:rsid w:val="00F9108B"/>
    <w:rsid w:val="00F91349"/>
    <w:rsid w:val="00F93A8A"/>
    <w:rsid w:val="00F95248"/>
    <w:rsid w:val="00F956A9"/>
    <w:rsid w:val="00F960CF"/>
    <w:rsid w:val="00F963ED"/>
    <w:rsid w:val="00F966CF"/>
    <w:rsid w:val="00F96910"/>
    <w:rsid w:val="00F96CAE"/>
    <w:rsid w:val="00F97C99"/>
    <w:rsid w:val="00F97FDC"/>
    <w:rsid w:val="00FA1006"/>
    <w:rsid w:val="00FA10D5"/>
    <w:rsid w:val="00FA33D0"/>
    <w:rsid w:val="00FA40A4"/>
    <w:rsid w:val="00FA662D"/>
    <w:rsid w:val="00FA6D78"/>
    <w:rsid w:val="00FA73B1"/>
    <w:rsid w:val="00FB0246"/>
    <w:rsid w:val="00FB0652"/>
    <w:rsid w:val="00FB0BE4"/>
    <w:rsid w:val="00FB0CB9"/>
    <w:rsid w:val="00FB1267"/>
    <w:rsid w:val="00FB291F"/>
    <w:rsid w:val="00FB3DC4"/>
    <w:rsid w:val="00FB45F1"/>
    <w:rsid w:val="00FB4A72"/>
    <w:rsid w:val="00FB54E8"/>
    <w:rsid w:val="00FB7054"/>
    <w:rsid w:val="00FB78CE"/>
    <w:rsid w:val="00FC17B7"/>
    <w:rsid w:val="00FC1E30"/>
    <w:rsid w:val="00FC2CB7"/>
    <w:rsid w:val="00FC3053"/>
    <w:rsid w:val="00FC3158"/>
    <w:rsid w:val="00FC3653"/>
    <w:rsid w:val="00FC3CFB"/>
    <w:rsid w:val="00FC4090"/>
    <w:rsid w:val="00FC4B5C"/>
    <w:rsid w:val="00FC4C45"/>
    <w:rsid w:val="00FC4FAE"/>
    <w:rsid w:val="00FC55B4"/>
    <w:rsid w:val="00FC5910"/>
    <w:rsid w:val="00FC6BB2"/>
    <w:rsid w:val="00FD00E6"/>
    <w:rsid w:val="00FD09A1"/>
    <w:rsid w:val="00FD2917"/>
    <w:rsid w:val="00FD2A7C"/>
    <w:rsid w:val="00FD53F1"/>
    <w:rsid w:val="00FD59EB"/>
    <w:rsid w:val="00FD67F2"/>
    <w:rsid w:val="00FD7299"/>
    <w:rsid w:val="00FE16D7"/>
    <w:rsid w:val="00FE1FBE"/>
    <w:rsid w:val="00FE2FB8"/>
    <w:rsid w:val="00FE3901"/>
    <w:rsid w:val="00FE4BCE"/>
    <w:rsid w:val="00FE54AE"/>
    <w:rsid w:val="00FE576A"/>
    <w:rsid w:val="00FE61CF"/>
    <w:rsid w:val="00FE7AFD"/>
    <w:rsid w:val="00FE7E79"/>
    <w:rsid w:val="00FF117B"/>
    <w:rsid w:val="00FF16C4"/>
    <w:rsid w:val="00FF3E7D"/>
    <w:rsid w:val="00FF40BE"/>
    <w:rsid w:val="00FF4160"/>
    <w:rsid w:val="00FF5A9A"/>
    <w:rsid w:val="00FF5B99"/>
    <w:rsid w:val="00FF730C"/>
    <w:rsid w:val="00FF73F4"/>
    <w:rsid w:val="00FF7526"/>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356CC0B4"/>
  <w15:docId w15:val="{AC4CA2B3-A7C9-424C-BF1D-A5294BFC3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9">
    <w:name w:val="Normal"/>
    <w:qFormat/>
    <w:rsid w:val="0023482A"/>
    <w:pPr>
      <w:widowControl w:val="0"/>
      <w:adjustRightInd w:val="0"/>
      <w:spacing w:line="400" w:lineRule="exact"/>
      <w:jc w:val="both"/>
    </w:pPr>
    <w:rPr>
      <w:kern w:val="2"/>
      <w:sz w:val="21"/>
      <w:szCs w:val="21"/>
    </w:rPr>
  </w:style>
  <w:style w:type="paragraph" w:styleId="1">
    <w:name w:val="heading 1"/>
    <w:basedOn w:val="afff9"/>
    <w:next w:val="afff9"/>
    <w:link w:val="10"/>
    <w:qFormat/>
    <w:rsid w:val="00D4734F"/>
    <w:pPr>
      <w:keepNext/>
      <w:keepLines/>
      <w:spacing w:before="340" w:after="330" w:line="578" w:lineRule="auto"/>
      <w:outlineLvl w:val="0"/>
    </w:pPr>
    <w:rPr>
      <w:b/>
      <w:bCs/>
      <w:kern w:val="44"/>
      <w:sz w:val="44"/>
      <w:szCs w:val="44"/>
    </w:rPr>
  </w:style>
  <w:style w:type="paragraph" w:styleId="22">
    <w:name w:val="heading 2"/>
    <w:basedOn w:val="afff9"/>
    <w:next w:val="afff9"/>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9"/>
    <w:next w:val="afff9"/>
    <w:link w:val="30"/>
    <w:qFormat/>
    <w:rsid w:val="00D4734F"/>
    <w:pPr>
      <w:keepNext/>
      <w:keepLines/>
      <w:spacing w:before="260" w:after="260" w:line="416" w:lineRule="auto"/>
      <w:outlineLvl w:val="2"/>
    </w:pPr>
    <w:rPr>
      <w:b/>
      <w:bCs/>
      <w:sz w:val="32"/>
      <w:szCs w:val="32"/>
    </w:rPr>
  </w:style>
  <w:style w:type="paragraph" w:styleId="4">
    <w:name w:val="heading 4"/>
    <w:basedOn w:val="afff9"/>
    <w:next w:val="afff9"/>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9"/>
    <w:next w:val="afff9"/>
    <w:link w:val="50"/>
    <w:qFormat/>
    <w:rsid w:val="00D4734F"/>
    <w:pPr>
      <w:keepNext/>
      <w:keepLines/>
      <w:adjustRightInd/>
      <w:spacing w:before="280" w:after="290" w:line="376" w:lineRule="auto"/>
      <w:outlineLvl w:val="4"/>
    </w:pPr>
    <w:rPr>
      <w:b/>
      <w:bCs/>
      <w:sz w:val="28"/>
      <w:szCs w:val="28"/>
    </w:rPr>
  </w:style>
  <w:style w:type="paragraph" w:styleId="6">
    <w:name w:val="heading 6"/>
    <w:basedOn w:val="afff9"/>
    <w:next w:val="afff9"/>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9"/>
    <w:next w:val="afff9"/>
    <w:link w:val="70"/>
    <w:qFormat/>
    <w:rsid w:val="00D4734F"/>
    <w:pPr>
      <w:keepNext/>
      <w:keepLines/>
      <w:adjustRightInd/>
      <w:spacing w:before="240" w:after="64" w:line="320" w:lineRule="auto"/>
      <w:outlineLvl w:val="6"/>
    </w:pPr>
    <w:rPr>
      <w:b/>
      <w:bCs/>
      <w:sz w:val="24"/>
      <w:szCs w:val="24"/>
    </w:rPr>
  </w:style>
  <w:style w:type="paragraph" w:styleId="8">
    <w:name w:val="heading 8"/>
    <w:basedOn w:val="afff9"/>
    <w:next w:val="afff9"/>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9"/>
    <w:next w:val="afff9"/>
    <w:link w:val="90"/>
    <w:qFormat/>
    <w:rsid w:val="00D4734F"/>
    <w:pPr>
      <w:keepNext/>
      <w:keepLines/>
      <w:adjustRightInd/>
      <w:spacing w:before="240" w:after="64" w:line="320" w:lineRule="auto"/>
      <w:outlineLvl w:val="8"/>
    </w:pPr>
    <w:rPr>
      <w:rFonts w:ascii="Arial" w:eastAsia="黑体" w:hAnsi="Arial"/>
    </w:rPr>
  </w:style>
  <w:style w:type="character" w:default="1" w:styleId="afffa">
    <w:name w:val="Default Paragraph Font"/>
    <w:uiPriority w:val="1"/>
    <w:semiHidden/>
    <w:unhideWhenUsed/>
  </w:style>
  <w:style w:type="table" w:default="1" w:styleId="afffb">
    <w:name w:val="Normal Table"/>
    <w:uiPriority w:val="99"/>
    <w:semiHidden/>
    <w:unhideWhenUsed/>
    <w:tblPr>
      <w:tblInd w:w="0" w:type="dxa"/>
      <w:tblCellMar>
        <w:top w:w="0" w:type="dxa"/>
        <w:left w:w="108" w:type="dxa"/>
        <w:bottom w:w="0" w:type="dxa"/>
        <w:right w:w="108" w:type="dxa"/>
      </w:tblCellMar>
    </w:tblPr>
  </w:style>
  <w:style w:type="numbering" w:default="1" w:styleId="afffc">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d">
    <w:name w:val="header"/>
    <w:basedOn w:val="afff9"/>
    <w:link w:val="afffe"/>
    <w:uiPriority w:val="99"/>
    <w:rsid w:val="00D4734F"/>
    <w:pPr>
      <w:tabs>
        <w:tab w:val="center" w:pos="4153"/>
        <w:tab w:val="right" w:pos="8306"/>
      </w:tabs>
      <w:adjustRightInd/>
      <w:snapToGrid w:val="0"/>
      <w:jc w:val="center"/>
    </w:pPr>
    <w:rPr>
      <w:sz w:val="18"/>
      <w:szCs w:val="18"/>
    </w:rPr>
  </w:style>
  <w:style w:type="character" w:customStyle="1" w:styleId="afffe">
    <w:name w:val="页眉 字符"/>
    <w:link w:val="afffd"/>
    <w:uiPriority w:val="99"/>
    <w:rsid w:val="00D86DB7"/>
    <w:rPr>
      <w:rFonts w:ascii="Times New Roman" w:eastAsia="宋体" w:hAnsi="Times New Roman" w:cs="Times New Roman"/>
      <w:sz w:val="18"/>
      <w:szCs w:val="18"/>
    </w:rPr>
  </w:style>
  <w:style w:type="paragraph" w:styleId="affff">
    <w:name w:val="footer"/>
    <w:basedOn w:val="afff9"/>
    <w:link w:val="affff0"/>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f0">
    <w:name w:val="页脚 字符"/>
    <w:link w:val="affff"/>
    <w:rsid w:val="00D86DB7"/>
    <w:rPr>
      <w:rFonts w:ascii="宋体" w:eastAsia="宋体" w:hAnsi="Times New Roman" w:cs="Times New Roman"/>
      <w:sz w:val="18"/>
      <w:szCs w:val="18"/>
    </w:rPr>
  </w:style>
  <w:style w:type="paragraph" w:styleId="affff1">
    <w:name w:val="Balloon Text"/>
    <w:basedOn w:val="afff9"/>
    <w:link w:val="affff2"/>
    <w:semiHidden/>
    <w:unhideWhenUsed/>
    <w:rsid w:val="00153C7E"/>
    <w:rPr>
      <w:sz w:val="18"/>
      <w:szCs w:val="18"/>
    </w:rPr>
  </w:style>
  <w:style w:type="character" w:customStyle="1" w:styleId="affff2">
    <w:name w:val="批注框文本 字符"/>
    <w:link w:val="affff1"/>
    <w:semiHidden/>
    <w:rsid w:val="00153C7E"/>
    <w:rPr>
      <w:sz w:val="18"/>
      <w:szCs w:val="18"/>
    </w:rPr>
  </w:style>
  <w:style w:type="paragraph" w:styleId="affff3">
    <w:name w:val="Quote"/>
    <w:basedOn w:val="afff9"/>
    <w:next w:val="afff9"/>
    <w:link w:val="affff4"/>
    <w:uiPriority w:val="29"/>
    <w:qFormat/>
    <w:rsid w:val="00D4734F"/>
    <w:rPr>
      <w:i/>
      <w:iCs/>
      <w:color w:val="000000"/>
    </w:rPr>
  </w:style>
  <w:style w:type="character" w:customStyle="1" w:styleId="affff4">
    <w:name w:val="引用 字符"/>
    <w:link w:val="affff3"/>
    <w:uiPriority w:val="29"/>
    <w:rsid w:val="00D4734F"/>
    <w:rPr>
      <w:i/>
      <w:iCs/>
      <w:color w:val="000000"/>
    </w:rPr>
  </w:style>
  <w:style w:type="character" w:styleId="affff5">
    <w:name w:val="Strong"/>
    <w:uiPriority w:val="22"/>
    <w:qFormat/>
    <w:rsid w:val="00D4734F"/>
    <w:rPr>
      <w:b/>
      <w:bCs/>
    </w:rPr>
  </w:style>
  <w:style w:type="character" w:styleId="affff6">
    <w:name w:val="Emphasis"/>
    <w:uiPriority w:val="20"/>
    <w:qFormat/>
    <w:rsid w:val="00D4734F"/>
    <w:rPr>
      <w:i/>
      <w:iCs/>
    </w:rPr>
  </w:style>
  <w:style w:type="paragraph" w:styleId="affff7">
    <w:name w:val="Title"/>
    <w:basedOn w:val="afff9"/>
    <w:link w:val="affff8"/>
    <w:qFormat/>
    <w:rsid w:val="00D4734F"/>
    <w:pPr>
      <w:spacing w:before="240" w:after="60"/>
      <w:jc w:val="center"/>
      <w:outlineLvl w:val="0"/>
    </w:pPr>
    <w:rPr>
      <w:rFonts w:ascii="Arial" w:hAnsi="Arial" w:cs="Arial"/>
      <w:b/>
      <w:bCs/>
      <w:sz w:val="32"/>
      <w:szCs w:val="32"/>
    </w:rPr>
  </w:style>
  <w:style w:type="character" w:customStyle="1" w:styleId="affff8">
    <w:name w:val="标题 字符"/>
    <w:link w:val="affff7"/>
    <w:rsid w:val="00D4734F"/>
    <w:rPr>
      <w:rFonts w:ascii="Arial" w:eastAsia="宋体" w:hAnsi="Arial" w:cs="Arial"/>
      <w:b/>
      <w:bCs/>
      <w:sz w:val="32"/>
      <w:szCs w:val="32"/>
    </w:rPr>
  </w:style>
  <w:style w:type="paragraph" w:customStyle="1" w:styleId="affff9">
    <w:name w:val="标准标志"/>
    <w:next w:val="afff9"/>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9"/>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rsid w:val="007A061E"/>
    <w:pPr>
      <w:ind w:left="198"/>
    </w:pPr>
    <w:rPr>
      <w:rFonts w:ascii="宋体" w:hAnsi="Times New Roman"/>
      <w:sz w:val="18"/>
    </w:rPr>
  </w:style>
  <w:style w:type="paragraph" w:customStyle="1" w:styleId="affffc">
    <w:name w:val="标准文件_页脚奇数页"/>
    <w:rsid w:val="00D63276"/>
    <w:pPr>
      <w:ind w:right="227"/>
      <w:jc w:val="right"/>
    </w:pPr>
    <w:rPr>
      <w:rFonts w:ascii="宋体" w:hAnsi="Times New Roman"/>
      <w:sz w:val="18"/>
    </w:rPr>
  </w:style>
  <w:style w:type="paragraph" w:customStyle="1" w:styleId="affffd">
    <w:name w:val="标准书眉一"/>
    <w:rsid w:val="00D4734F"/>
    <w:pPr>
      <w:jc w:val="both"/>
    </w:pPr>
    <w:rPr>
      <w:rFonts w:ascii="Times New Roman" w:hAnsi="Times New Roman"/>
    </w:rPr>
  </w:style>
  <w:style w:type="paragraph" w:customStyle="1" w:styleId="ICS">
    <w:name w:val="标准文件_ICS"/>
    <w:basedOn w:val="afff9"/>
    <w:rsid w:val="00D4734F"/>
    <w:pPr>
      <w:spacing w:line="0" w:lineRule="atLeast"/>
    </w:pPr>
    <w:rPr>
      <w:rFonts w:ascii="黑体" w:eastAsia="黑体" w:hAnsi="宋体"/>
    </w:rPr>
  </w:style>
  <w:style w:type="paragraph" w:customStyle="1" w:styleId="affffe">
    <w:name w:val="标准文件_标准正文"/>
    <w:basedOn w:val="afff9"/>
    <w:next w:val="afffff"/>
    <w:rsid w:val="00071CC0"/>
    <w:pPr>
      <w:snapToGrid w:val="0"/>
      <w:ind w:firstLineChars="200" w:firstLine="200"/>
    </w:pPr>
    <w:rPr>
      <w:kern w:val="0"/>
    </w:rPr>
  </w:style>
  <w:style w:type="paragraph" w:customStyle="1" w:styleId="afffff0">
    <w:name w:val="标准文件_版本"/>
    <w:basedOn w:val="affffe"/>
    <w:rsid w:val="00D4734F"/>
    <w:pPr>
      <w:adjustRightInd/>
      <w:snapToGrid/>
      <w:ind w:firstLineChars="0" w:firstLine="0"/>
    </w:pPr>
    <w:rPr>
      <w:rFonts w:ascii="宋体" w:hAnsi="宋体"/>
      <w:kern w:val="2"/>
    </w:rPr>
  </w:style>
  <w:style w:type="paragraph" w:customStyle="1" w:styleId="afffff1">
    <w:name w:val="标准文件_标准部门"/>
    <w:basedOn w:val="afff9"/>
    <w:rsid w:val="00D4734F"/>
    <w:pPr>
      <w:jc w:val="center"/>
    </w:pPr>
    <w:rPr>
      <w:rFonts w:ascii="黑体" w:eastAsia="黑体"/>
      <w:kern w:val="0"/>
      <w:sz w:val="44"/>
    </w:rPr>
  </w:style>
  <w:style w:type="paragraph" w:customStyle="1" w:styleId="afffff2">
    <w:name w:val="标准文件_标准代替"/>
    <w:basedOn w:val="afff9"/>
    <w:next w:val="afff9"/>
    <w:rsid w:val="00D4734F"/>
    <w:pPr>
      <w:spacing w:line="310" w:lineRule="exact"/>
      <w:jc w:val="right"/>
    </w:pPr>
    <w:rPr>
      <w:rFonts w:ascii="宋体" w:hAnsi="宋体"/>
      <w:kern w:val="0"/>
    </w:rPr>
  </w:style>
  <w:style w:type="paragraph" w:customStyle="1" w:styleId="afffff3">
    <w:name w:val="标准文件_标准名称标题"/>
    <w:basedOn w:val="afff9"/>
    <w:next w:val="afff9"/>
    <w:rsid w:val="00D4734F"/>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9"/>
    <w:rsid w:val="00D4734F"/>
    <w:pPr>
      <w:tabs>
        <w:tab w:val="center" w:pos="4154"/>
        <w:tab w:val="right" w:pos="8306"/>
      </w:tabs>
      <w:spacing w:after="120"/>
      <w:jc w:val="right"/>
    </w:pPr>
    <w:rPr>
      <w:rFonts w:ascii="黑体" w:eastAsia="黑体" w:hAnsi="宋体"/>
      <w:noProof/>
      <w:sz w:val="21"/>
    </w:rPr>
  </w:style>
  <w:style w:type="paragraph" w:customStyle="1" w:styleId="afffff5">
    <w:name w:val="标准文件_页眉偶数页"/>
    <w:basedOn w:val="afffff4"/>
    <w:next w:val="afff9"/>
    <w:rsid w:val="00D4734F"/>
    <w:pPr>
      <w:jc w:val="left"/>
    </w:pPr>
  </w:style>
  <w:style w:type="paragraph" w:customStyle="1" w:styleId="afffff6">
    <w:name w:val="标准文件_参考文献标题"/>
    <w:basedOn w:val="afff9"/>
    <w:next w:val="afff9"/>
    <w:rsid w:val="003E1C53"/>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f">
    <w:name w:val="标准文件_段"/>
    <w:link w:val="Char"/>
    <w:qFormat/>
    <w:rsid w:val="0012076F"/>
    <w:pPr>
      <w:autoSpaceDE w:val="0"/>
      <w:autoSpaceDN w:val="0"/>
      <w:ind w:firstLineChars="200" w:firstLine="420"/>
      <w:jc w:val="both"/>
    </w:pPr>
    <w:rPr>
      <w:rFonts w:ascii="宋体" w:hAnsi="Times New Roman"/>
      <w:sz w:val="21"/>
    </w:rPr>
  </w:style>
  <w:style w:type="paragraph" w:customStyle="1" w:styleId="afff2">
    <w:name w:val="标准文件_二级条标题"/>
    <w:next w:val="afffff"/>
    <w:rsid w:val="0055013B"/>
    <w:pPr>
      <w:widowControl w:val="0"/>
      <w:numPr>
        <w:ilvl w:val="3"/>
        <w:numId w:val="2"/>
      </w:numPr>
      <w:spacing w:beforeLines="50" w:afterLines="50"/>
      <w:ind w:left="0"/>
      <w:jc w:val="both"/>
      <w:outlineLvl w:val="2"/>
    </w:pPr>
    <w:rPr>
      <w:rFonts w:ascii="黑体" w:eastAsia="黑体" w:hAnsi="Times New Roman"/>
      <w:sz w:val="21"/>
    </w:rPr>
  </w:style>
  <w:style w:type="character" w:customStyle="1" w:styleId="afffff7">
    <w:name w:val="标准文件_发布"/>
    <w:rsid w:val="00D4734F"/>
    <w:rPr>
      <w:rFonts w:ascii="黑体" w:eastAsia="黑体"/>
      <w:spacing w:val="0"/>
      <w:w w:val="100"/>
      <w:position w:val="3"/>
      <w:sz w:val="28"/>
    </w:rPr>
  </w:style>
  <w:style w:type="paragraph" w:customStyle="1" w:styleId="ad">
    <w:name w:val="标准文件_方框数字列项"/>
    <w:basedOn w:val="afffff"/>
    <w:rsid w:val="00E90391"/>
    <w:pPr>
      <w:numPr>
        <w:numId w:val="3"/>
      </w:numPr>
      <w:ind w:firstLineChars="0" w:firstLine="0"/>
    </w:pPr>
  </w:style>
  <w:style w:type="paragraph" w:customStyle="1" w:styleId="afffff8">
    <w:name w:val="标准文件_封面标准编号"/>
    <w:basedOn w:val="afff9"/>
    <w:next w:val="afffff2"/>
    <w:rsid w:val="00D4734F"/>
    <w:pPr>
      <w:spacing w:line="310" w:lineRule="exact"/>
      <w:jc w:val="right"/>
    </w:pPr>
    <w:rPr>
      <w:rFonts w:ascii="黑体" w:eastAsia="黑体"/>
      <w:kern w:val="0"/>
      <w:sz w:val="28"/>
    </w:rPr>
  </w:style>
  <w:style w:type="paragraph" w:customStyle="1" w:styleId="afffff9">
    <w:name w:val="标准文件_封面标准分类号"/>
    <w:basedOn w:val="afff9"/>
    <w:rsid w:val="00D4734F"/>
    <w:rPr>
      <w:rFonts w:ascii="黑体" w:eastAsia="黑体"/>
      <w:b/>
      <w:kern w:val="0"/>
      <w:sz w:val="28"/>
    </w:rPr>
  </w:style>
  <w:style w:type="paragraph" w:customStyle="1" w:styleId="afffffa">
    <w:name w:val="标准文件_封面标准名称"/>
    <w:basedOn w:val="afff9"/>
    <w:rsid w:val="00D4734F"/>
    <w:pPr>
      <w:spacing w:line="240" w:lineRule="auto"/>
      <w:jc w:val="center"/>
    </w:pPr>
    <w:rPr>
      <w:rFonts w:ascii="黑体" w:eastAsia="黑体"/>
      <w:kern w:val="0"/>
      <w:sz w:val="52"/>
    </w:rPr>
  </w:style>
  <w:style w:type="paragraph" w:customStyle="1" w:styleId="afffffb">
    <w:name w:val="标准文件_封面标准英文名称"/>
    <w:basedOn w:val="afff9"/>
    <w:rsid w:val="00D4734F"/>
    <w:pPr>
      <w:spacing w:line="240" w:lineRule="auto"/>
      <w:jc w:val="center"/>
    </w:pPr>
    <w:rPr>
      <w:rFonts w:ascii="黑体" w:eastAsia="黑体"/>
      <w:b/>
      <w:sz w:val="28"/>
    </w:rPr>
  </w:style>
  <w:style w:type="paragraph" w:customStyle="1" w:styleId="afffffc">
    <w:name w:val="标准文件_封面发布日期"/>
    <w:basedOn w:val="afff9"/>
    <w:rsid w:val="00D4734F"/>
    <w:pPr>
      <w:spacing w:line="310" w:lineRule="exact"/>
    </w:pPr>
    <w:rPr>
      <w:rFonts w:ascii="黑体" w:eastAsia="黑体"/>
      <w:kern w:val="0"/>
      <w:sz w:val="28"/>
    </w:rPr>
  </w:style>
  <w:style w:type="paragraph" w:customStyle="1" w:styleId="afffffd">
    <w:name w:val="标准文件_封面密级"/>
    <w:basedOn w:val="afff9"/>
    <w:rsid w:val="00D4734F"/>
    <w:rPr>
      <w:rFonts w:eastAsia="黑体"/>
      <w:sz w:val="32"/>
    </w:rPr>
  </w:style>
  <w:style w:type="paragraph" w:customStyle="1" w:styleId="afffffe">
    <w:name w:val="标准文件_封面实施日期"/>
    <w:basedOn w:val="afff9"/>
    <w:rsid w:val="00D4734F"/>
    <w:pPr>
      <w:spacing w:line="310" w:lineRule="exact"/>
      <w:jc w:val="right"/>
    </w:pPr>
    <w:rPr>
      <w:rFonts w:ascii="黑体" w:eastAsia="黑体"/>
      <w:sz w:val="28"/>
    </w:rPr>
  </w:style>
  <w:style w:type="paragraph" w:customStyle="1" w:styleId="affffff">
    <w:name w:val="标准文件_封面抬头"/>
    <w:basedOn w:val="afffff"/>
    <w:rsid w:val="00D4734F"/>
    <w:pPr>
      <w:adjustRightInd w:val="0"/>
      <w:spacing w:line="800" w:lineRule="exact"/>
      <w:ind w:firstLineChars="0" w:firstLine="0"/>
      <w:jc w:val="distribute"/>
    </w:pPr>
    <w:rPr>
      <w:rFonts w:ascii="黑体" w:eastAsia="黑体"/>
      <w:b/>
      <w:sz w:val="64"/>
    </w:rPr>
  </w:style>
  <w:style w:type="paragraph" w:customStyle="1" w:styleId="aff7">
    <w:name w:val="标准文件_附录标识"/>
    <w:next w:val="afffff"/>
    <w:rsid w:val="00165434"/>
    <w:pPr>
      <w:numPr>
        <w:numId w:val="5"/>
      </w:numPr>
      <w:shd w:val="clear" w:color="FFFFFF" w:fill="FFFFFF"/>
      <w:tabs>
        <w:tab w:val="left" w:pos="6406"/>
      </w:tabs>
      <w:spacing w:beforeLines="25" w:afterLines="50"/>
      <w:jc w:val="center"/>
      <w:outlineLvl w:val="0"/>
    </w:pPr>
    <w:rPr>
      <w:rFonts w:ascii="黑体" w:eastAsia="黑体" w:hAnsi="Times New Roman"/>
      <w:noProof/>
      <w:sz w:val="21"/>
    </w:rPr>
  </w:style>
  <w:style w:type="paragraph" w:customStyle="1" w:styleId="aff2">
    <w:name w:val="标准文件_附录表标题"/>
    <w:next w:val="afffff"/>
    <w:rsid w:val="00B12981"/>
    <w:pPr>
      <w:numPr>
        <w:ilvl w:val="1"/>
        <w:numId w:val="30"/>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8">
    <w:name w:val="标准文件_附录一级条标题"/>
    <w:next w:val="afffff"/>
    <w:rsid w:val="002A5977"/>
    <w:pPr>
      <w:widowControl w:val="0"/>
      <w:numPr>
        <w:ilvl w:val="1"/>
        <w:numId w:val="5"/>
      </w:numPr>
      <w:spacing w:beforeLines="50" w:afterLines="50"/>
      <w:jc w:val="both"/>
      <w:outlineLvl w:val="2"/>
    </w:pPr>
    <w:rPr>
      <w:rFonts w:ascii="黑体" w:eastAsia="黑体" w:hAnsi="Times New Roman"/>
      <w:kern w:val="21"/>
      <w:sz w:val="21"/>
    </w:rPr>
  </w:style>
  <w:style w:type="paragraph" w:customStyle="1" w:styleId="aff9">
    <w:name w:val="标准文件_附录二级条标题"/>
    <w:basedOn w:val="aff8"/>
    <w:next w:val="afffff"/>
    <w:rsid w:val="002A5977"/>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a">
    <w:name w:val="标准文件_附录三级条标题"/>
    <w:next w:val="afffff"/>
    <w:rsid w:val="002A5977"/>
    <w:pPr>
      <w:widowControl w:val="0"/>
      <w:numPr>
        <w:ilvl w:val="3"/>
        <w:numId w:val="5"/>
      </w:numPr>
      <w:spacing w:beforeLines="50" w:afterLines="50"/>
      <w:jc w:val="both"/>
      <w:outlineLvl w:val="4"/>
    </w:pPr>
    <w:rPr>
      <w:rFonts w:ascii="黑体" w:eastAsia="黑体" w:hAnsi="Times New Roman"/>
      <w:kern w:val="21"/>
      <w:sz w:val="21"/>
    </w:rPr>
  </w:style>
  <w:style w:type="paragraph" w:customStyle="1" w:styleId="affb">
    <w:name w:val="标准文件_附录四级条标题"/>
    <w:next w:val="afffff"/>
    <w:rsid w:val="002A5977"/>
    <w:pPr>
      <w:widowControl w:val="0"/>
      <w:numPr>
        <w:ilvl w:val="4"/>
        <w:numId w:val="5"/>
      </w:numPr>
      <w:spacing w:beforeLines="50" w:afterLines="50"/>
      <w:jc w:val="both"/>
      <w:outlineLvl w:val="5"/>
    </w:pPr>
    <w:rPr>
      <w:rFonts w:ascii="黑体" w:eastAsia="黑体" w:hAnsi="Times New Roman"/>
      <w:kern w:val="21"/>
      <w:sz w:val="21"/>
    </w:rPr>
  </w:style>
  <w:style w:type="paragraph" w:customStyle="1" w:styleId="afb">
    <w:name w:val="标准文件_附录图标题"/>
    <w:next w:val="afffff"/>
    <w:rsid w:val="00B12981"/>
    <w:pPr>
      <w:numPr>
        <w:ilvl w:val="1"/>
        <w:numId w:val="18"/>
      </w:numPr>
      <w:adjustRightInd w:val="0"/>
      <w:snapToGrid w:val="0"/>
      <w:spacing w:beforeLines="50" w:afterLines="50"/>
      <w:ind w:firstLine="420"/>
      <w:jc w:val="center"/>
    </w:pPr>
    <w:rPr>
      <w:rFonts w:ascii="黑体" w:eastAsia="黑体" w:hAnsi="Times New Roman"/>
      <w:sz w:val="21"/>
    </w:rPr>
  </w:style>
  <w:style w:type="paragraph" w:customStyle="1" w:styleId="affc">
    <w:name w:val="标准文件_附录五级条标题"/>
    <w:next w:val="afffff"/>
    <w:rsid w:val="002A5977"/>
    <w:pPr>
      <w:widowControl w:val="0"/>
      <w:numPr>
        <w:ilvl w:val="5"/>
        <w:numId w:val="5"/>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f1"/>
    <w:rsid w:val="00D4734F"/>
    <w:pPr>
      <w:numPr>
        <w:numId w:val="4"/>
      </w:numPr>
      <w:tabs>
        <w:tab w:val="left" w:pos="6406"/>
      </w:tabs>
      <w:spacing w:before="220" w:after="320"/>
      <w:jc w:val="center"/>
      <w:outlineLvl w:val="0"/>
    </w:pPr>
    <w:rPr>
      <w:rFonts w:ascii="黑体" w:eastAsia="黑体" w:hAnsi="Times New Roman"/>
      <w:sz w:val="21"/>
    </w:rPr>
  </w:style>
  <w:style w:type="paragraph" w:styleId="affffff1">
    <w:name w:val="Body Text"/>
    <w:basedOn w:val="afff9"/>
    <w:link w:val="affffff2"/>
    <w:rsid w:val="00D4734F"/>
    <w:pPr>
      <w:spacing w:after="120"/>
    </w:pPr>
  </w:style>
  <w:style w:type="character" w:customStyle="1" w:styleId="affffff2">
    <w:name w:val="正文文本 字符"/>
    <w:link w:val="affffff1"/>
    <w:rsid w:val="00D4734F"/>
    <w:rPr>
      <w:rFonts w:ascii="Times New Roman" w:eastAsia="宋体" w:hAnsi="Times New Roman" w:cs="Times New Roman"/>
      <w:szCs w:val="20"/>
    </w:rPr>
  </w:style>
  <w:style w:type="paragraph" w:customStyle="1" w:styleId="affffff3">
    <w:name w:val="标准文件_附录章标题"/>
    <w:next w:val="afffff"/>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4">
    <w:name w:val="标准文件_公式后的破折号"/>
    <w:basedOn w:val="afffff"/>
    <w:next w:val="afffff"/>
    <w:rsid w:val="00D4734F"/>
    <w:pPr>
      <w:ind w:leftChars="200" w:left="488" w:hangingChars="290" w:hanging="289"/>
    </w:pPr>
  </w:style>
  <w:style w:type="paragraph" w:customStyle="1" w:styleId="a6">
    <w:name w:val="标准文件_前言、引言标题"/>
    <w:next w:val="afff9"/>
    <w:rsid w:val="00C55D03"/>
    <w:pPr>
      <w:numPr>
        <w:numId w:val="31"/>
      </w:numPr>
      <w:shd w:val="clear" w:color="FFFFFF" w:fill="FFFFFF"/>
      <w:spacing w:afterLines="150"/>
      <w:ind w:left="0" w:firstLine="0"/>
      <w:jc w:val="center"/>
      <w:outlineLvl w:val="0"/>
    </w:pPr>
    <w:rPr>
      <w:rFonts w:ascii="黑体" w:eastAsia="黑体" w:hAnsi="Times New Roman"/>
      <w:sz w:val="32"/>
    </w:rPr>
  </w:style>
  <w:style w:type="paragraph" w:customStyle="1" w:styleId="affffff5">
    <w:name w:val="标准文件_目次、标准名称标题"/>
    <w:basedOn w:val="a6"/>
    <w:next w:val="afffff"/>
    <w:rsid w:val="00C643F9"/>
    <w:pPr>
      <w:spacing w:line="460" w:lineRule="exact"/>
    </w:pPr>
  </w:style>
  <w:style w:type="paragraph" w:customStyle="1" w:styleId="affffff6">
    <w:name w:val="标准文件_目录标题"/>
    <w:basedOn w:val="afff9"/>
    <w:rsid w:val="00615A9D"/>
    <w:pPr>
      <w:spacing w:afterLines="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f">
    <w:name w:val="标准文件_破折号列项（二级）"/>
    <w:basedOn w:val="af1"/>
    <w:rsid w:val="00CB517D"/>
    <w:pPr>
      <w:numPr>
        <w:numId w:val="7"/>
      </w:numPr>
      <w:ind w:left="0" w:firstLine="200"/>
    </w:pPr>
  </w:style>
  <w:style w:type="paragraph" w:customStyle="1" w:styleId="afff3">
    <w:name w:val="标准文件_三级条标题"/>
    <w:basedOn w:val="afff2"/>
    <w:next w:val="afffff"/>
    <w:rsid w:val="0055013B"/>
    <w:pPr>
      <w:widowControl/>
      <w:numPr>
        <w:ilvl w:val="4"/>
      </w:numPr>
      <w:ind w:left="2978"/>
      <w:outlineLvl w:val="3"/>
    </w:pPr>
  </w:style>
  <w:style w:type="character" w:styleId="affffff7">
    <w:name w:val="Subtle Reference"/>
    <w:uiPriority w:val="31"/>
    <w:qFormat/>
    <w:rsid w:val="001F69B4"/>
    <w:rPr>
      <w:smallCaps/>
      <w:color w:val="C0504D"/>
      <w:u w:val="single"/>
    </w:rPr>
  </w:style>
  <w:style w:type="paragraph" w:customStyle="1" w:styleId="affffff8">
    <w:name w:val="标准文件_示例后续"/>
    <w:basedOn w:val="afff9"/>
    <w:rsid w:val="00CB517D"/>
    <w:pPr>
      <w:adjustRightInd/>
      <w:spacing w:line="240" w:lineRule="auto"/>
      <w:ind w:firstLineChars="200" w:firstLine="200"/>
    </w:pPr>
    <w:rPr>
      <w:sz w:val="18"/>
      <w:szCs w:val="24"/>
    </w:rPr>
  </w:style>
  <w:style w:type="paragraph" w:customStyle="1" w:styleId="affd">
    <w:name w:val="标准文件_数字编号列项"/>
    <w:rsid w:val="00C13EE9"/>
    <w:pPr>
      <w:numPr>
        <w:numId w:val="19"/>
      </w:numPr>
      <w:jc w:val="both"/>
    </w:pPr>
    <w:rPr>
      <w:rFonts w:ascii="宋体" w:hAnsi="宋体"/>
      <w:sz w:val="21"/>
    </w:rPr>
  </w:style>
  <w:style w:type="paragraph" w:customStyle="1" w:styleId="afff4">
    <w:name w:val="标准文件_四级条标题"/>
    <w:next w:val="afffff"/>
    <w:rsid w:val="0055013B"/>
    <w:pPr>
      <w:widowControl w:val="0"/>
      <w:numPr>
        <w:ilvl w:val="5"/>
        <w:numId w:val="2"/>
      </w:numPr>
      <w:spacing w:beforeLines="50" w:afterLines="50"/>
      <w:jc w:val="both"/>
      <w:outlineLvl w:val="4"/>
    </w:pPr>
    <w:rPr>
      <w:rFonts w:ascii="黑体" w:eastAsia="黑体" w:hAnsi="Times New Roman"/>
      <w:sz w:val="21"/>
    </w:rPr>
  </w:style>
  <w:style w:type="paragraph" w:styleId="affffff9">
    <w:name w:val="footnote text"/>
    <w:basedOn w:val="afff9"/>
    <w:next w:val="afff9"/>
    <w:link w:val="affffffa"/>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a">
    <w:name w:val="脚注文本 字符"/>
    <w:link w:val="affffff9"/>
    <w:semiHidden/>
    <w:rsid w:val="00D4734F"/>
    <w:rPr>
      <w:rFonts w:ascii="宋体" w:eastAsia="宋体" w:hAnsi="Times New Roman" w:cs="Times New Roman"/>
      <w:sz w:val="18"/>
      <w:szCs w:val="18"/>
    </w:rPr>
  </w:style>
  <w:style w:type="paragraph" w:customStyle="1" w:styleId="affffffb">
    <w:name w:val="标准文件_条文脚注"/>
    <w:basedOn w:val="affffff9"/>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9"/>
    <w:next w:val="afffff"/>
    <w:rsid w:val="0096381A"/>
    <w:pPr>
      <w:numPr>
        <w:numId w:val="21"/>
      </w:numPr>
      <w:spacing w:line="240" w:lineRule="auto"/>
      <w:jc w:val="left"/>
    </w:pPr>
    <w:rPr>
      <w:rFonts w:ascii="宋体" w:hAnsi="宋体"/>
      <w:sz w:val="18"/>
    </w:rPr>
  </w:style>
  <w:style w:type="character" w:styleId="affffffc">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d">
    <w:name w:val="标准文件_图表脚注内容"/>
    <w:rsid w:val="00D4734F"/>
    <w:rPr>
      <w:rFonts w:ascii="宋体" w:eastAsia="宋体" w:hAnsi="宋体" w:cs="Times New Roman"/>
      <w:spacing w:val="0"/>
      <w:sz w:val="18"/>
      <w:vertAlign w:val="superscript"/>
    </w:rPr>
  </w:style>
  <w:style w:type="paragraph" w:customStyle="1" w:styleId="afff5">
    <w:name w:val="标准文件_五级条标题"/>
    <w:next w:val="afffff"/>
    <w:rsid w:val="0055013B"/>
    <w:pPr>
      <w:widowControl w:val="0"/>
      <w:numPr>
        <w:ilvl w:val="6"/>
        <w:numId w:val="2"/>
      </w:numPr>
      <w:spacing w:beforeLines="50" w:afterLines="50"/>
      <w:jc w:val="both"/>
      <w:outlineLvl w:val="5"/>
    </w:pPr>
    <w:rPr>
      <w:rFonts w:ascii="黑体" w:eastAsia="黑体" w:hAnsi="Times New Roman"/>
      <w:sz w:val="21"/>
    </w:rPr>
  </w:style>
  <w:style w:type="paragraph" w:customStyle="1" w:styleId="afff0">
    <w:name w:val="标准文件_章标题"/>
    <w:next w:val="afffff"/>
    <w:link w:val="Char0"/>
    <w:rsid w:val="0055013B"/>
    <w:pPr>
      <w:numPr>
        <w:ilvl w:val="1"/>
        <w:numId w:val="2"/>
      </w:numPr>
      <w:spacing w:beforeLines="100" w:afterLines="100"/>
      <w:ind w:left="0"/>
      <w:jc w:val="both"/>
      <w:outlineLvl w:val="0"/>
    </w:pPr>
    <w:rPr>
      <w:rFonts w:ascii="黑体" w:eastAsia="黑体" w:hAnsi="Times New Roman"/>
      <w:sz w:val="21"/>
    </w:rPr>
  </w:style>
  <w:style w:type="paragraph" w:customStyle="1" w:styleId="afff1">
    <w:name w:val="标准文件_一级条标题"/>
    <w:basedOn w:val="afff0"/>
    <w:next w:val="afffff"/>
    <w:rsid w:val="0055013B"/>
    <w:pPr>
      <w:numPr>
        <w:ilvl w:val="2"/>
      </w:numPr>
      <w:spacing w:beforeLines="50" w:afterLines="50"/>
      <w:ind w:left="426"/>
      <w:outlineLvl w:val="1"/>
    </w:pPr>
  </w:style>
  <w:style w:type="paragraph" w:customStyle="1" w:styleId="affffffe">
    <w:name w:val="标准文件_一致程度"/>
    <w:basedOn w:val="afff9"/>
    <w:rsid w:val="00D4734F"/>
    <w:pPr>
      <w:spacing w:line="440" w:lineRule="exact"/>
      <w:jc w:val="center"/>
    </w:pPr>
    <w:rPr>
      <w:sz w:val="28"/>
    </w:rPr>
  </w:style>
  <w:style w:type="paragraph" w:customStyle="1" w:styleId="afffffff">
    <w:name w:val="标准文件_引言标题"/>
    <w:next w:val="afff9"/>
    <w:rsid w:val="00D4734F"/>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e"/>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C72F0E"/>
    <w:pPr>
      <w:numPr>
        <w:ilvl w:val="1"/>
        <w:numId w:val="22"/>
      </w:numPr>
      <w:jc w:val="both"/>
    </w:pPr>
    <w:rPr>
      <w:rFonts w:ascii="宋体" w:hAnsi="Times New Roman"/>
      <w:sz w:val="21"/>
    </w:rPr>
  </w:style>
  <w:style w:type="paragraph" w:customStyle="1" w:styleId="af">
    <w:name w:val="标准文件_英文注："/>
    <w:basedOn w:val="afff9"/>
    <w:next w:val="afffff"/>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3">
    <w:name w:val="标准文件_英文注×："/>
    <w:basedOn w:val="afff9"/>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6">
    <w:name w:val="标准文件_正文表标题"/>
    <w:next w:val="afffff"/>
    <w:rsid w:val="00970CDC"/>
    <w:pPr>
      <w:numPr>
        <w:numId w:val="10"/>
      </w:numPr>
      <w:tabs>
        <w:tab w:val="left" w:pos="0"/>
      </w:tabs>
      <w:spacing w:beforeLines="50" w:afterLines="50"/>
      <w:jc w:val="center"/>
    </w:pPr>
    <w:rPr>
      <w:rFonts w:ascii="黑体" w:eastAsia="黑体" w:hAnsi="Times New Roman"/>
      <w:sz w:val="21"/>
    </w:rPr>
  </w:style>
  <w:style w:type="paragraph" w:customStyle="1" w:styleId="afffffff1">
    <w:name w:val="标准文件_正文公式"/>
    <w:basedOn w:val="afff9"/>
    <w:next w:val="affffe"/>
    <w:rsid w:val="00F623AC"/>
    <w:pPr>
      <w:tabs>
        <w:tab w:val="center" w:pos="4678"/>
        <w:tab w:val="right" w:leader="middleDot" w:pos="9356"/>
      </w:tabs>
      <w:spacing w:line="240" w:lineRule="auto"/>
    </w:pPr>
    <w:rPr>
      <w:rFonts w:ascii="宋体" w:hAnsi="宋体"/>
    </w:rPr>
  </w:style>
  <w:style w:type="paragraph" w:customStyle="1" w:styleId="aff0">
    <w:name w:val="标准文件_正文图标题"/>
    <w:next w:val="afffff"/>
    <w:rsid w:val="00970CDC"/>
    <w:pPr>
      <w:numPr>
        <w:numId w:val="11"/>
      </w:numPr>
      <w:spacing w:beforeLines="50" w:afterLines="50"/>
      <w:jc w:val="center"/>
    </w:pPr>
    <w:rPr>
      <w:rFonts w:ascii="黑体" w:eastAsia="黑体" w:hAnsi="Times New Roman"/>
      <w:sz w:val="21"/>
    </w:rPr>
  </w:style>
  <w:style w:type="paragraph" w:customStyle="1" w:styleId="afff7">
    <w:name w:val="标准文件_正文英文表标题"/>
    <w:next w:val="afffff"/>
    <w:rsid w:val="00D4734F"/>
    <w:pPr>
      <w:numPr>
        <w:numId w:val="12"/>
      </w:numPr>
      <w:jc w:val="center"/>
    </w:pPr>
    <w:rPr>
      <w:rFonts w:ascii="黑体" w:eastAsia="黑体" w:hAnsi="Times New Roman"/>
      <w:sz w:val="21"/>
    </w:rPr>
  </w:style>
  <w:style w:type="paragraph" w:customStyle="1" w:styleId="afd">
    <w:name w:val="标准文件_正文英文图标题"/>
    <w:next w:val="afffff"/>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2"/>
      </w:numPr>
    </w:pPr>
    <w:rPr>
      <w:rFonts w:ascii="宋体" w:hAnsi="Times New Roman"/>
      <w:sz w:val="21"/>
    </w:rPr>
  </w:style>
  <w:style w:type="character" w:styleId="afffffff2">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9"/>
    <w:rsid w:val="00D4734F"/>
    <w:pPr>
      <w:numPr>
        <w:ilvl w:val="3"/>
        <w:numId w:val="15"/>
      </w:numPr>
      <w:adjustRightInd/>
      <w:spacing w:line="240" w:lineRule="auto"/>
    </w:pPr>
    <w:rPr>
      <w:rFonts w:ascii="宋体" w:hAnsi="宋体"/>
      <w:szCs w:val="24"/>
    </w:rPr>
  </w:style>
  <w:style w:type="paragraph" w:customStyle="1" w:styleId="afffffff3">
    <w:name w:val="发布部门"/>
    <w:next w:val="afffff"/>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4">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5">
    <w:name w:val="封面标准代替信息"/>
    <w:basedOn w:val="afff9"/>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7">
    <w:name w:val="封面标准文稿编辑信息"/>
    <w:rsid w:val="00D4734F"/>
    <w:pPr>
      <w:spacing w:before="180" w:line="180" w:lineRule="exact"/>
      <w:jc w:val="center"/>
    </w:pPr>
    <w:rPr>
      <w:rFonts w:ascii="宋体" w:hAnsi="Times New Roman"/>
      <w:sz w:val="21"/>
    </w:rPr>
  </w:style>
  <w:style w:type="paragraph" w:customStyle="1" w:styleId="afffffff8">
    <w:name w:val="封面标准文稿类别"/>
    <w:rsid w:val="00D4734F"/>
    <w:pPr>
      <w:spacing w:before="440" w:line="400" w:lineRule="exact"/>
      <w:jc w:val="center"/>
    </w:pPr>
    <w:rPr>
      <w:rFonts w:ascii="宋体" w:hAnsi="Times New Roman"/>
      <w:sz w:val="24"/>
    </w:rPr>
  </w:style>
  <w:style w:type="paragraph" w:customStyle="1" w:styleId="afffffff9">
    <w:name w:val="封面标准英文名称"/>
    <w:rsid w:val="00815419"/>
    <w:pPr>
      <w:widowControl w:val="0"/>
      <w:spacing w:line="360" w:lineRule="exact"/>
      <w:jc w:val="center"/>
    </w:pPr>
    <w:rPr>
      <w:rFonts w:ascii="Times New Roman" w:hAnsi="Times New Roman"/>
      <w:sz w:val="28"/>
    </w:rPr>
  </w:style>
  <w:style w:type="paragraph" w:customStyle="1" w:styleId="afffffffa">
    <w:name w:val="封面一致性程度标识"/>
    <w:rsid w:val="00D4734F"/>
    <w:pPr>
      <w:spacing w:before="440" w:line="440" w:lineRule="exact"/>
      <w:jc w:val="center"/>
    </w:pPr>
    <w:rPr>
      <w:rFonts w:ascii="Times New Roman" w:hAnsi="Times New Roman"/>
      <w:sz w:val="28"/>
    </w:rPr>
  </w:style>
  <w:style w:type="paragraph" w:customStyle="1" w:styleId="afffffffb">
    <w:name w:val="封面正文"/>
    <w:rsid w:val="00D4734F"/>
    <w:pPr>
      <w:jc w:val="both"/>
    </w:pPr>
    <w:rPr>
      <w:rFonts w:ascii="Times New Roman" w:hAnsi="Times New Roman"/>
    </w:rPr>
  </w:style>
  <w:style w:type="paragraph" w:customStyle="1" w:styleId="afffffffc">
    <w:name w:val="附录二级无标题条"/>
    <w:basedOn w:val="afff9"/>
    <w:next w:val="afffff"/>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
    <w:rsid w:val="00D4734F"/>
    <w:pPr>
      <w:outlineLvl w:val="4"/>
    </w:pPr>
  </w:style>
  <w:style w:type="paragraph" w:customStyle="1" w:styleId="afffffffe">
    <w:name w:val="附录四级无标题条"/>
    <w:basedOn w:val="afffffffd"/>
    <w:next w:val="afffff"/>
    <w:rsid w:val="00D4734F"/>
    <w:pPr>
      <w:outlineLvl w:val="5"/>
    </w:pPr>
  </w:style>
  <w:style w:type="paragraph" w:customStyle="1" w:styleId="affffffff">
    <w:name w:val="附录图"/>
    <w:next w:val="afffff"/>
    <w:rsid w:val="00D4734F"/>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C72F0E"/>
    <w:pPr>
      <w:numPr>
        <w:numId w:val="28"/>
      </w:numPr>
    </w:pPr>
    <w:rPr>
      <w:rFonts w:ascii="宋体" w:hAnsi="Times New Roman"/>
      <w:sz w:val="21"/>
    </w:rPr>
  </w:style>
  <w:style w:type="paragraph" w:customStyle="1" w:styleId="affffffff0">
    <w:name w:val="附录五级无标题条"/>
    <w:basedOn w:val="afffffffe"/>
    <w:next w:val="afffff"/>
    <w:rsid w:val="00D4734F"/>
    <w:pPr>
      <w:outlineLvl w:val="6"/>
    </w:pPr>
  </w:style>
  <w:style w:type="paragraph" w:customStyle="1" w:styleId="affffffff1">
    <w:name w:val="附录性质"/>
    <w:basedOn w:val="afff9"/>
    <w:rsid w:val="00D4734F"/>
    <w:pPr>
      <w:widowControl/>
      <w:adjustRightInd/>
      <w:jc w:val="center"/>
    </w:pPr>
    <w:rPr>
      <w:rFonts w:ascii="黑体" w:eastAsia="黑体"/>
    </w:rPr>
  </w:style>
  <w:style w:type="paragraph" w:customStyle="1" w:styleId="affffffff2">
    <w:name w:val="附录一级无标题条"/>
    <w:basedOn w:val="affffff3"/>
    <w:next w:val="afffff"/>
    <w:rsid w:val="00D4734F"/>
    <w:pPr>
      <w:autoSpaceDN w:val="0"/>
      <w:outlineLvl w:val="2"/>
    </w:pPr>
    <w:rPr>
      <w:rFonts w:ascii="宋体" w:eastAsia="宋体" w:hAnsi="宋体"/>
    </w:rPr>
  </w:style>
  <w:style w:type="character" w:customStyle="1" w:styleId="affffffff3">
    <w:name w:val="个人答复风格"/>
    <w:rsid w:val="00D4734F"/>
    <w:rPr>
      <w:rFonts w:ascii="Arial" w:eastAsia="宋体" w:hAnsi="Arial" w:cs="Arial"/>
      <w:color w:val="auto"/>
      <w:spacing w:val="0"/>
      <w:sz w:val="20"/>
    </w:rPr>
  </w:style>
  <w:style w:type="character" w:customStyle="1" w:styleId="affffffff4">
    <w:name w:val="个人撰写风格"/>
    <w:rsid w:val="00D4734F"/>
    <w:rPr>
      <w:rFonts w:ascii="Arial" w:eastAsia="宋体" w:hAnsi="Arial" w:cs="Arial"/>
      <w:color w:val="auto"/>
      <w:spacing w:val="0"/>
      <w:sz w:val="20"/>
    </w:rPr>
  </w:style>
  <w:style w:type="paragraph" w:customStyle="1" w:styleId="affffffff5">
    <w:name w:val="脚注后续"/>
    <w:rsid w:val="00D4734F"/>
    <w:pPr>
      <w:ind w:leftChars="350" w:left="350"/>
      <w:jc w:val="both"/>
    </w:pPr>
    <w:rPr>
      <w:rFonts w:ascii="宋体" w:hAnsi="Times New Roman"/>
      <w:sz w:val="18"/>
    </w:rPr>
  </w:style>
  <w:style w:type="paragraph" w:customStyle="1" w:styleId="afff8">
    <w:name w:val="列项——"/>
    <w:rsid w:val="00D4734F"/>
    <w:pPr>
      <w:widowControl w:val="0"/>
      <w:numPr>
        <w:numId w:val="14"/>
      </w:numPr>
      <w:jc w:val="both"/>
    </w:pPr>
    <w:rPr>
      <w:rFonts w:ascii="宋体" w:hAnsi="宋体"/>
      <w:sz w:val="21"/>
    </w:rPr>
  </w:style>
  <w:style w:type="paragraph" w:customStyle="1" w:styleId="affffffff6">
    <w:name w:val="列项·"/>
    <w:basedOn w:val="afffff"/>
    <w:rsid w:val="00D4734F"/>
    <w:pPr>
      <w:tabs>
        <w:tab w:val="left" w:pos="840"/>
      </w:tabs>
    </w:pPr>
  </w:style>
  <w:style w:type="paragraph" w:customStyle="1" w:styleId="affffffff7">
    <w:name w:val="目次、索引正文"/>
    <w:rsid w:val="00D4734F"/>
    <w:pPr>
      <w:spacing w:line="320" w:lineRule="exact"/>
      <w:jc w:val="both"/>
    </w:pPr>
    <w:rPr>
      <w:rFonts w:ascii="宋体" w:hAnsi="Times New Roman"/>
      <w:sz w:val="21"/>
    </w:rPr>
  </w:style>
  <w:style w:type="paragraph" w:customStyle="1" w:styleId="210">
    <w:name w:val="目录 21"/>
    <w:basedOn w:val="afff9"/>
    <w:next w:val="afff9"/>
    <w:autoRedefine/>
    <w:semiHidden/>
    <w:rsid w:val="00D4734F"/>
    <w:pPr>
      <w:adjustRightInd/>
      <w:spacing w:line="240" w:lineRule="auto"/>
      <w:jc w:val="left"/>
    </w:pPr>
    <w:rPr>
      <w:bCs/>
      <w:iCs/>
    </w:rPr>
  </w:style>
  <w:style w:type="paragraph" w:customStyle="1" w:styleId="31">
    <w:name w:val="目录 31"/>
    <w:basedOn w:val="afff9"/>
    <w:next w:val="afff9"/>
    <w:autoRedefine/>
    <w:semiHidden/>
    <w:rsid w:val="00D4734F"/>
    <w:pPr>
      <w:spacing w:line="240" w:lineRule="auto"/>
    </w:pPr>
    <w:rPr>
      <w:rFonts w:ascii="宋体" w:hAnsi="宋体"/>
      <w:iCs/>
    </w:rPr>
  </w:style>
  <w:style w:type="paragraph" w:customStyle="1" w:styleId="41">
    <w:name w:val="目录 41"/>
    <w:basedOn w:val="afff9"/>
    <w:next w:val="afff9"/>
    <w:autoRedefine/>
    <w:semiHidden/>
    <w:rsid w:val="00D4734F"/>
    <w:pPr>
      <w:adjustRightInd/>
      <w:spacing w:line="240" w:lineRule="auto"/>
      <w:jc w:val="left"/>
    </w:pPr>
  </w:style>
  <w:style w:type="paragraph" w:customStyle="1" w:styleId="51">
    <w:name w:val="目录 51"/>
    <w:basedOn w:val="afff9"/>
    <w:next w:val="afff9"/>
    <w:autoRedefine/>
    <w:semiHidden/>
    <w:rsid w:val="00D4734F"/>
    <w:pPr>
      <w:spacing w:line="240" w:lineRule="auto"/>
    </w:pPr>
    <w:rPr>
      <w:rFonts w:ascii="宋体" w:hAnsi="宋体"/>
    </w:rPr>
  </w:style>
  <w:style w:type="paragraph" w:customStyle="1" w:styleId="61">
    <w:name w:val="目录 61"/>
    <w:basedOn w:val="afff9"/>
    <w:next w:val="afff9"/>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8">
    <w:name w:val="其他标准称谓"/>
    <w:rsid w:val="00D4734F"/>
    <w:pPr>
      <w:spacing w:line="0" w:lineRule="atLeast"/>
      <w:jc w:val="distribute"/>
    </w:pPr>
    <w:rPr>
      <w:rFonts w:ascii="黑体" w:eastAsia="黑体" w:hAnsi="宋体"/>
      <w:sz w:val="52"/>
    </w:rPr>
  </w:style>
  <w:style w:type="paragraph" w:customStyle="1" w:styleId="affffffff9">
    <w:name w:val="其他发布部门"/>
    <w:basedOn w:val="afffffff3"/>
    <w:rsid w:val="00D4734F"/>
    <w:pPr>
      <w:framePr w:wrap="around"/>
      <w:spacing w:line="0" w:lineRule="atLeast"/>
    </w:pPr>
    <w:rPr>
      <w:rFonts w:ascii="黑体" w:eastAsia="黑体"/>
      <w:b w:val="0"/>
    </w:rPr>
  </w:style>
  <w:style w:type="paragraph" w:customStyle="1" w:styleId="afff">
    <w:name w:val="前言标题"/>
    <w:next w:val="afff9"/>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9"/>
    <w:rsid w:val="00D4734F"/>
    <w:pPr>
      <w:numPr>
        <w:ilvl w:val="4"/>
        <w:numId w:val="15"/>
      </w:numPr>
      <w:adjustRightInd/>
      <w:spacing w:line="240" w:lineRule="auto"/>
    </w:pPr>
    <w:rPr>
      <w:rFonts w:ascii="宋体" w:hAnsi="宋体"/>
      <w:szCs w:val="24"/>
    </w:rPr>
  </w:style>
  <w:style w:type="paragraph" w:customStyle="1" w:styleId="affffffffa">
    <w:name w:val="实施日期"/>
    <w:basedOn w:val="afffffff4"/>
    <w:rsid w:val="00D4734F"/>
    <w:pPr>
      <w:framePr w:hSpace="0" w:wrap="around" w:xAlign="right"/>
      <w:jc w:val="right"/>
    </w:pPr>
  </w:style>
  <w:style w:type="paragraph" w:customStyle="1" w:styleId="a3">
    <w:name w:val="四级无标题条"/>
    <w:basedOn w:val="afff9"/>
    <w:rsid w:val="00D4734F"/>
    <w:pPr>
      <w:numPr>
        <w:ilvl w:val="5"/>
        <w:numId w:val="15"/>
      </w:numPr>
      <w:adjustRightInd/>
      <w:spacing w:line="240" w:lineRule="auto"/>
    </w:pPr>
    <w:rPr>
      <w:rFonts w:ascii="宋体" w:hAnsi="宋体"/>
      <w:szCs w:val="24"/>
    </w:rPr>
  </w:style>
  <w:style w:type="paragraph" w:styleId="affffffffb">
    <w:name w:val="table of figures"/>
    <w:basedOn w:val="afff9"/>
    <w:next w:val="afff9"/>
    <w:semiHidden/>
    <w:rsid w:val="00D4734F"/>
    <w:pPr>
      <w:adjustRightInd/>
      <w:spacing w:line="240" w:lineRule="auto"/>
      <w:jc w:val="left"/>
    </w:pPr>
    <w:rPr>
      <w:szCs w:val="24"/>
    </w:rPr>
  </w:style>
  <w:style w:type="paragraph" w:customStyle="1" w:styleId="affffffffc">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d">
    <w:name w:val="无标题条"/>
    <w:next w:val="afffff"/>
    <w:rsid w:val="00D4734F"/>
    <w:pPr>
      <w:jc w:val="both"/>
    </w:pPr>
    <w:rPr>
      <w:rFonts w:ascii="宋体" w:hAnsi="宋体"/>
      <w:sz w:val="21"/>
    </w:rPr>
  </w:style>
  <w:style w:type="paragraph" w:customStyle="1" w:styleId="a4">
    <w:name w:val="五级无标题条"/>
    <w:basedOn w:val="afff9"/>
    <w:rsid w:val="00D4734F"/>
    <w:pPr>
      <w:numPr>
        <w:ilvl w:val="6"/>
        <w:numId w:val="15"/>
      </w:numPr>
      <w:adjustRightInd/>
    </w:pPr>
    <w:rPr>
      <w:szCs w:val="24"/>
    </w:rPr>
  </w:style>
  <w:style w:type="character" w:styleId="affffffffe">
    <w:name w:val="page number"/>
    <w:rsid w:val="00D4734F"/>
    <w:rPr>
      <w:rFonts w:ascii="宋体" w:eastAsia="宋体" w:hAnsi="Times New Roman"/>
      <w:sz w:val="18"/>
    </w:rPr>
  </w:style>
  <w:style w:type="paragraph" w:customStyle="1" w:styleId="a0">
    <w:name w:val="一级无标题条"/>
    <w:basedOn w:val="afff9"/>
    <w:rsid w:val="00D4734F"/>
    <w:pPr>
      <w:numPr>
        <w:ilvl w:val="2"/>
        <w:numId w:val="15"/>
      </w:numPr>
      <w:adjustRightInd/>
      <w:spacing w:before="10" w:after="10" w:line="240" w:lineRule="auto"/>
    </w:pPr>
    <w:rPr>
      <w:rFonts w:ascii="宋体" w:hAnsi="宋体"/>
      <w:szCs w:val="24"/>
    </w:rPr>
  </w:style>
  <w:style w:type="paragraph" w:styleId="afffffffff">
    <w:name w:val="Normal Indent"/>
    <w:basedOn w:val="afff9"/>
    <w:rsid w:val="00D4734F"/>
    <w:pPr>
      <w:ind w:firstLine="420"/>
    </w:pPr>
  </w:style>
  <w:style w:type="paragraph" w:customStyle="1" w:styleId="afffffffff0">
    <w:name w:val="注:后续"/>
    <w:rsid w:val="00D4734F"/>
    <w:pPr>
      <w:spacing w:line="300" w:lineRule="exact"/>
      <w:ind w:leftChars="400" w:left="600" w:hangingChars="200" w:hanging="200"/>
      <w:jc w:val="both"/>
    </w:pPr>
    <w:rPr>
      <w:rFonts w:ascii="宋体" w:hAnsi="Times New Roman"/>
      <w:sz w:val="18"/>
    </w:rPr>
  </w:style>
  <w:style w:type="paragraph" w:customStyle="1" w:styleId="afffffffff1">
    <w:name w:val="注×:后续"/>
    <w:basedOn w:val="afffffffff0"/>
    <w:rsid w:val="00D4734F"/>
    <w:pPr>
      <w:ind w:leftChars="0" w:left="1406" w:firstLineChars="0" w:hanging="499"/>
    </w:pPr>
  </w:style>
  <w:style w:type="paragraph" w:customStyle="1" w:styleId="afffffffff2">
    <w:name w:val="标准文件_一级无标题"/>
    <w:basedOn w:val="afff1"/>
    <w:qFormat/>
    <w:rsid w:val="00BA263B"/>
    <w:pPr>
      <w:spacing w:beforeLines="0" w:afterLines="0"/>
      <w:outlineLvl w:val="9"/>
    </w:pPr>
    <w:rPr>
      <w:rFonts w:ascii="宋体" w:eastAsia="宋体"/>
    </w:rPr>
  </w:style>
  <w:style w:type="paragraph" w:customStyle="1" w:styleId="afffffffff3">
    <w:name w:val="标准文件_五级无标题"/>
    <w:basedOn w:val="afff5"/>
    <w:qFormat/>
    <w:rsid w:val="00BA263B"/>
    <w:pPr>
      <w:spacing w:beforeLines="0" w:afterLines="0"/>
      <w:outlineLvl w:val="9"/>
    </w:pPr>
    <w:rPr>
      <w:rFonts w:ascii="宋体" w:eastAsia="宋体"/>
    </w:rPr>
  </w:style>
  <w:style w:type="paragraph" w:customStyle="1" w:styleId="afffffffff4">
    <w:name w:val="标准文件_三级无标题"/>
    <w:basedOn w:val="afff3"/>
    <w:qFormat/>
    <w:rsid w:val="00BA263B"/>
    <w:pPr>
      <w:spacing w:beforeLines="0" w:afterLines="0"/>
      <w:outlineLvl w:val="9"/>
    </w:pPr>
    <w:rPr>
      <w:rFonts w:ascii="宋体" w:eastAsia="宋体"/>
    </w:rPr>
  </w:style>
  <w:style w:type="paragraph" w:customStyle="1" w:styleId="afffffffff5">
    <w:name w:val="标准文件_二级无标题"/>
    <w:basedOn w:val="afff2"/>
    <w:qFormat/>
    <w:rsid w:val="007050C0"/>
    <w:pPr>
      <w:spacing w:beforeLines="0" w:afterLines="0"/>
      <w:outlineLvl w:val="9"/>
    </w:pPr>
    <w:rPr>
      <w:rFonts w:ascii="宋体" w:eastAsia="宋体"/>
      <w:b/>
    </w:rPr>
  </w:style>
  <w:style w:type="paragraph" w:customStyle="1" w:styleId="afffffffff6">
    <w:name w:val="标准_四级无标题"/>
    <w:basedOn w:val="afff4"/>
    <w:next w:val="afffff"/>
    <w:qFormat/>
    <w:rsid w:val="00D27582"/>
    <w:rPr>
      <w:rFonts w:eastAsia="宋体"/>
    </w:rPr>
  </w:style>
  <w:style w:type="paragraph" w:customStyle="1" w:styleId="afffffffff7">
    <w:name w:val="标准文件_四级无标题"/>
    <w:basedOn w:val="afff4"/>
    <w:qFormat/>
    <w:rsid w:val="00BA263B"/>
    <w:pPr>
      <w:spacing w:beforeLines="0" w:afterLines="0"/>
      <w:outlineLvl w:val="9"/>
    </w:pPr>
    <w:rPr>
      <w:rFonts w:ascii="宋体" w:eastAsia="宋体" w:hAnsi="黑体"/>
      <w:szCs w:val="52"/>
    </w:rPr>
  </w:style>
  <w:style w:type="paragraph" w:customStyle="1" w:styleId="aff5">
    <w:name w:val="标准文件_大写罗马数字编号列项"/>
    <w:basedOn w:val="afffff"/>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f"/>
    <w:rsid w:val="00E34A98"/>
    <w:pPr>
      <w:numPr>
        <w:numId w:val="17"/>
      </w:numPr>
      <w:ind w:firstLineChars="0" w:firstLine="0"/>
    </w:pPr>
    <w:rPr>
      <w:rFonts w:cs="Arial"/>
      <w:szCs w:val="28"/>
    </w:rPr>
  </w:style>
  <w:style w:type="paragraph" w:customStyle="1" w:styleId="afffffffff8">
    <w:name w:val="标准文件_附录标题"/>
    <w:basedOn w:val="aff7"/>
    <w:qFormat/>
    <w:rsid w:val="00C9435D"/>
    <w:pPr>
      <w:numPr>
        <w:numId w:val="0"/>
      </w:numPr>
      <w:spacing w:after="280"/>
      <w:outlineLvl w:val="9"/>
    </w:pPr>
  </w:style>
  <w:style w:type="paragraph" w:customStyle="1" w:styleId="afffffffff9">
    <w:name w:val="标准文件_二级项"/>
    <w:rsid w:val="00C72F0E"/>
    <w:rPr>
      <w:rFonts w:ascii="宋体" w:hAnsi="Times New Roman"/>
      <w:sz w:val="21"/>
    </w:rPr>
  </w:style>
  <w:style w:type="paragraph" w:customStyle="1" w:styleId="af3">
    <w:name w:val="标准文件_三级项"/>
    <w:basedOn w:val="afff9"/>
    <w:rsid w:val="00E82554"/>
    <w:pPr>
      <w:numPr>
        <w:ilvl w:val="2"/>
        <w:numId w:val="28"/>
      </w:numPr>
      <w:spacing w:line="-300" w:lineRule="auto"/>
    </w:pPr>
    <w:rPr>
      <w:rFonts w:ascii="Times New Roman" w:hAnsi="Times New Roman"/>
    </w:rPr>
  </w:style>
  <w:style w:type="paragraph" w:customStyle="1" w:styleId="affe">
    <w:name w:val="图表脚注说明"/>
    <w:basedOn w:val="afff9"/>
    <w:next w:val="afffff"/>
    <w:rsid w:val="00D035EC"/>
    <w:pPr>
      <w:numPr>
        <w:numId w:val="20"/>
      </w:numPr>
      <w:adjustRightInd/>
      <w:spacing w:line="240" w:lineRule="auto"/>
      <w:ind w:left="783"/>
    </w:pPr>
    <w:rPr>
      <w:rFonts w:ascii="宋体" w:hAnsi="Times New Roman"/>
      <w:sz w:val="18"/>
      <w:szCs w:val="18"/>
    </w:rPr>
  </w:style>
  <w:style w:type="paragraph" w:customStyle="1" w:styleId="af5">
    <w:name w:val="标准文件_字母编号列项（一级）"/>
    <w:rsid w:val="00C72F0E"/>
    <w:pPr>
      <w:numPr>
        <w:numId w:val="22"/>
      </w:numPr>
      <w:jc w:val="both"/>
    </w:pPr>
    <w:rPr>
      <w:rFonts w:ascii="宋体" w:hAnsi="Times New Roman"/>
      <w:sz w:val="21"/>
    </w:rPr>
  </w:style>
  <w:style w:type="paragraph" w:customStyle="1" w:styleId="afffffffffa">
    <w:name w:val="标准文件_索引字母"/>
    <w:next w:val="afffff"/>
    <w:qFormat/>
    <w:rsid w:val="00A05B4B"/>
    <w:pPr>
      <w:jc w:val="center"/>
    </w:pPr>
    <w:rPr>
      <w:rFonts w:ascii="宋体" w:eastAsia="Times New Roman" w:hAnsi="宋体"/>
      <w:b/>
      <w:kern w:val="2"/>
      <w:sz w:val="21"/>
    </w:rPr>
  </w:style>
  <w:style w:type="paragraph" w:customStyle="1" w:styleId="afffffffffb">
    <w:name w:val="标准文件_附录前"/>
    <w:next w:val="afffff"/>
    <w:qFormat/>
    <w:rsid w:val="00B56FBE"/>
    <w:pPr>
      <w:spacing w:line="20" w:lineRule="atLeast"/>
      <w:ind w:firstLine="200"/>
    </w:pPr>
    <w:rPr>
      <w:rFonts w:ascii="宋体" w:hAnsi="宋体"/>
      <w:kern w:val="2"/>
      <w:sz w:val="10"/>
    </w:rPr>
  </w:style>
  <w:style w:type="paragraph" w:customStyle="1" w:styleId="afffffffffc">
    <w:name w:val="标准文件_正文标准名称"/>
    <w:qFormat/>
    <w:rsid w:val="008C619A"/>
    <w:pPr>
      <w:spacing w:beforeLines="20" w:after="640" w:line="400" w:lineRule="exact"/>
      <w:jc w:val="center"/>
    </w:pPr>
    <w:rPr>
      <w:rFonts w:ascii="黑体" w:eastAsia="黑体" w:hAnsi="黑体"/>
      <w:kern w:val="2"/>
      <w:sz w:val="32"/>
      <w:szCs w:val="32"/>
    </w:rPr>
  </w:style>
  <w:style w:type="paragraph" w:customStyle="1" w:styleId="afffffffffd">
    <w:name w:val="标准文件_表格"/>
    <w:basedOn w:val="afffff"/>
    <w:qFormat/>
    <w:rsid w:val="006D16C4"/>
    <w:pPr>
      <w:ind w:firstLineChars="0" w:firstLine="0"/>
      <w:jc w:val="center"/>
    </w:pPr>
    <w:rPr>
      <w:sz w:val="18"/>
    </w:rPr>
  </w:style>
  <w:style w:type="paragraph" w:customStyle="1" w:styleId="afff6">
    <w:name w:val="标准文件_注："/>
    <w:next w:val="afffff"/>
    <w:rsid w:val="006819B8"/>
    <w:pPr>
      <w:widowControl w:val="0"/>
      <w:numPr>
        <w:numId w:val="23"/>
      </w:numPr>
      <w:autoSpaceDE w:val="0"/>
      <w:autoSpaceDN w:val="0"/>
      <w:ind w:left="374"/>
      <w:jc w:val="both"/>
    </w:pPr>
    <w:rPr>
      <w:rFonts w:ascii="宋体" w:hAnsi="Times New Roman"/>
      <w:sz w:val="18"/>
      <w:szCs w:val="18"/>
    </w:rPr>
  </w:style>
  <w:style w:type="paragraph" w:customStyle="1" w:styleId="a5">
    <w:name w:val="标准文件_注×："/>
    <w:rsid w:val="00614CC1"/>
    <w:pPr>
      <w:widowControl w:val="0"/>
      <w:numPr>
        <w:numId w:val="24"/>
      </w:numPr>
      <w:autoSpaceDE w:val="0"/>
      <w:autoSpaceDN w:val="0"/>
      <w:jc w:val="both"/>
    </w:pPr>
    <w:rPr>
      <w:rFonts w:ascii="宋体" w:hAnsi="Times New Roman"/>
      <w:sz w:val="18"/>
      <w:szCs w:val="18"/>
    </w:rPr>
  </w:style>
  <w:style w:type="paragraph" w:customStyle="1" w:styleId="ac">
    <w:name w:val="标准文件_示例："/>
    <w:next w:val="afffffffffe"/>
    <w:rsid w:val="00FA73B1"/>
    <w:pPr>
      <w:widowControl w:val="0"/>
      <w:numPr>
        <w:numId w:val="25"/>
      </w:numPr>
      <w:jc w:val="both"/>
    </w:pPr>
    <w:rPr>
      <w:rFonts w:ascii="宋体" w:hAnsi="Times New Roman"/>
      <w:sz w:val="18"/>
      <w:szCs w:val="18"/>
    </w:rPr>
  </w:style>
  <w:style w:type="paragraph" w:customStyle="1" w:styleId="afc">
    <w:name w:val="标准文件_示例×："/>
    <w:basedOn w:val="afff9"/>
    <w:next w:val="afffffffffe"/>
    <w:qFormat/>
    <w:rsid w:val="007A41C8"/>
    <w:pPr>
      <w:widowControl/>
      <w:numPr>
        <w:numId w:val="26"/>
      </w:numPr>
      <w:adjustRightInd/>
      <w:spacing w:line="240" w:lineRule="auto"/>
    </w:pPr>
    <w:rPr>
      <w:rFonts w:ascii="宋体" w:hAnsi="Times New Roman"/>
      <w:kern w:val="0"/>
      <w:sz w:val="18"/>
      <w:szCs w:val="18"/>
    </w:rPr>
  </w:style>
  <w:style w:type="character" w:customStyle="1" w:styleId="Char">
    <w:name w:val="标准文件_段 Char"/>
    <w:link w:val="afffff"/>
    <w:rsid w:val="0012076F"/>
    <w:rPr>
      <w:rFonts w:ascii="宋体" w:hAnsi="Times New Roman"/>
      <w:sz w:val="21"/>
    </w:rPr>
  </w:style>
  <w:style w:type="paragraph" w:customStyle="1" w:styleId="affffffffff">
    <w:name w:val="标准文件_表格续"/>
    <w:basedOn w:val="afffff"/>
    <w:next w:val="afffff"/>
    <w:qFormat/>
    <w:rsid w:val="003F6272"/>
    <w:pPr>
      <w:jc w:val="center"/>
    </w:pPr>
    <w:rPr>
      <w:rFonts w:ascii="黑体" w:eastAsia="黑体" w:hAnsi="黑体"/>
    </w:rPr>
  </w:style>
  <w:style w:type="paragraph" w:styleId="TOC1">
    <w:name w:val="toc 1"/>
    <w:basedOn w:val="afff9"/>
    <w:next w:val="afff9"/>
    <w:autoRedefine/>
    <w:uiPriority w:val="39"/>
    <w:unhideWhenUsed/>
    <w:rsid w:val="009650D7"/>
    <w:pPr>
      <w:tabs>
        <w:tab w:val="right" w:leader="dot" w:pos="9344"/>
      </w:tabs>
    </w:pPr>
    <w:rPr>
      <w:rFonts w:ascii="宋体"/>
    </w:rPr>
  </w:style>
  <w:style w:type="table" w:styleId="affffffffff0">
    <w:name w:val="Table Grid"/>
    <w:basedOn w:val="afffb"/>
    <w:uiPriority w:val="59"/>
    <w:qFormat/>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1">
    <w:name w:val="Placeholder Text"/>
    <w:basedOn w:val="afffa"/>
    <w:uiPriority w:val="99"/>
    <w:semiHidden/>
    <w:rsid w:val="00445574"/>
    <w:rPr>
      <w:color w:val="808080"/>
    </w:rPr>
  </w:style>
  <w:style w:type="paragraph" w:customStyle="1" w:styleId="2">
    <w:name w:val="标准文件_二级项2"/>
    <w:basedOn w:val="afffff"/>
    <w:qFormat/>
    <w:rsid w:val="00C72F0E"/>
    <w:pPr>
      <w:numPr>
        <w:ilvl w:val="1"/>
        <w:numId w:val="28"/>
      </w:numPr>
      <w:ind w:left="1271" w:firstLineChars="0" w:hanging="420"/>
    </w:pPr>
  </w:style>
  <w:style w:type="paragraph" w:customStyle="1" w:styleId="21">
    <w:name w:val="标准文件_三级项2"/>
    <w:basedOn w:val="afffff"/>
    <w:qFormat/>
    <w:rsid w:val="00313B85"/>
    <w:pPr>
      <w:numPr>
        <w:numId w:val="27"/>
      </w:numPr>
      <w:spacing w:line="300" w:lineRule="exact"/>
      <w:ind w:left="1276" w:firstLineChars="0" w:hanging="425"/>
    </w:pPr>
    <w:rPr>
      <w:rFonts w:ascii="Times New Roman"/>
    </w:rPr>
  </w:style>
  <w:style w:type="paragraph" w:customStyle="1" w:styleId="20">
    <w:name w:val="标准文件_一级项2"/>
    <w:basedOn w:val="afffff"/>
    <w:qFormat/>
    <w:rsid w:val="00AE070A"/>
    <w:pPr>
      <w:numPr>
        <w:numId w:val="29"/>
      </w:numPr>
      <w:spacing w:line="300" w:lineRule="exact"/>
      <w:ind w:left="1271" w:firstLineChars="0" w:hanging="420"/>
    </w:pPr>
    <w:rPr>
      <w:rFonts w:ascii="Times New Roman"/>
    </w:rPr>
  </w:style>
  <w:style w:type="paragraph" w:customStyle="1" w:styleId="affffffffff2">
    <w:name w:val="标准文件_提示"/>
    <w:basedOn w:val="afffff"/>
    <w:next w:val="afffff"/>
    <w:qFormat/>
    <w:rsid w:val="00365F86"/>
    <w:rPr>
      <w:rFonts w:ascii="黑体" w:eastAsia="黑体"/>
    </w:rPr>
  </w:style>
  <w:style w:type="character" w:customStyle="1" w:styleId="affffffffff3">
    <w:name w:val="标准文件_来源"/>
    <w:basedOn w:val="afffa"/>
    <w:uiPriority w:val="1"/>
    <w:qFormat/>
    <w:rsid w:val="00991875"/>
    <w:rPr>
      <w:rFonts w:eastAsia="宋体"/>
      <w:sz w:val="21"/>
    </w:rPr>
  </w:style>
  <w:style w:type="paragraph" w:customStyle="1" w:styleId="affffffffff4">
    <w:name w:val="标准文件_图表说明"/>
    <w:qFormat/>
    <w:rsid w:val="00A8446B"/>
    <w:pPr>
      <w:spacing w:line="276" w:lineRule="auto"/>
      <w:ind w:firstLine="420"/>
    </w:pPr>
    <w:rPr>
      <w:rFonts w:ascii="宋体" w:hAnsi="宋体"/>
      <w:kern w:val="2"/>
      <w:sz w:val="18"/>
    </w:rPr>
  </w:style>
  <w:style w:type="paragraph" w:customStyle="1" w:styleId="affffffffff5">
    <w:name w:val="其他发布日期"/>
    <w:basedOn w:val="afffffff4"/>
    <w:rsid w:val="00CD50A1"/>
    <w:pPr>
      <w:framePr w:w="3997" w:h="471" w:hRule="exact" w:hSpace="0" w:vSpace="181" w:wrap="around" w:vAnchor="page" w:hAnchor="page" w:x="1419" w:y="14097"/>
    </w:pPr>
  </w:style>
  <w:style w:type="paragraph" w:customStyle="1" w:styleId="affffffffff6">
    <w:name w:val="其他实施日期"/>
    <w:basedOn w:val="affffffffa"/>
    <w:rsid w:val="00CD50A1"/>
    <w:pPr>
      <w:framePr w:w="3997" w:h="471" w:hRule="exact" w:vSpace="181" w:wrap="around" w:vAnchor="page" w:hAnchor="page" w:x="7089" w:y="14097"/>
    </w:pPr>
  </w:style>
  <w:style w:type="paragraph" w:customStyle="1" w:styleId="affffffffff7">
    <w:name w:val="标准文件_文件编号"/>
    <w:basedOn w:val="afffff"/>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8">
    <w:name w:val="标准文件_替换文件编号"/>
    <w:basedOn w:val="affffffffff7"/>
    <w:qFormat/>
    <w:rsid w:val="00A952D7"/>
    <w:pPr>
      <w:framePr w:wrap="auto"/>
      <w:spacing w:before="57"/>
    </w:pPr>
    <w:rPr>
      <w:sz w:val="21"/>
    </w:rPr>
  </w:style>
  <w:style w:type="paragraph" w:customStyle="1" w:styleId="affffffffff9">
    <w:name w:val="标准文件_文件名称"/>
    <w:basedOn w:val="afffff"/>
    <w:next w:val="afffff"/>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9"/>
    <w:next w:val="afff9"/>
    <w:autoRedefine/>
    <w:unhideWhenUsed/>
    <w:rsid w:val="00EB1E69"/>
    <w:pPr>
      <w:spacing w:line="300" w:lineRule="exact"/>
      <w:ind w:left="420"/>
    </w:pPr>
    <w:rPr>
      <w:rFonts w:ascii="宋体"/>
    </w:rPr>
  </w:style>
  <w:style w:type="paragraph" w:styleId="TOC4">
    <w:name w:val="toc 4"/>
    <w:basedOn w:val="afff9"/>
    <w:next w:val="afff9"/>
    <w:autoRedefine/>
    <w:unhideWhenUsed/>
    <w:rsid w:val="00EB1E69"/>
    <w:pPr>
      <w:tabs>
        <w:tab w:val="right" w:leader="dot" w:pos="9344"/>
      </w:tabs>
      <w:spacing w:line="300" w:lineRule="exact"/>
      <w:ind w:left="629"/>
    </w:pPr>
    <w:rPr>
      <w:rFonts w:ascii="宋体"/>
    </w:rPr>
  </w:style>
  <w:style w:type="paragraph" w:styleId="TOC5">
    <w:name w:val="toc 5"/>
    <w:basedOn w:val="afff9"/>
    <w:next w:val="afff9"/>
    <w:autoRedefine/>
    <w:unhideWhenUsed/>
    <w:rsid w:val="00EB1E69"/>
    <w:pPr>
      <w:ind w:left="839"/>
    </w:pPr>
    <w:rPr>
      <w:rFonts w:ascii="宋体"/>
    </w:rPr>
  </w:style>
  <w:style w:type="paragraph" w:styleId="TOC6">
    <w:name w:val="toc 6"/>
    <w:basedOn w:val="afff9"/>
    <w:next w:val="afff9"/>
    <w:autoRedefine/>
    <w:unhideWhenUsed/>
    <w:rsid w:val="00EB1E69"/>
    <w:pPr>
      <w:spacing w:line="300" w:lineRule="exact"/>
      <w:ind w:left="1049"/>
    </w:pPr>
    <w:rPr>
      <w:rFonts w:ascii="宋体"/>
    </w:rPr>
  </w:style>
  <w:style w:type="paragraph" w:styleId="TOC7">
    <w:name w:val="toc 7"/>
    <w:basedOn w:val="afff9"/>
    <w:next w:val="afff9"/>
    <w:autoRedefine/>
    <w:unhideWhenUsed/>
    <w:rsid w:val="00EB1E69"/>
    <w:pPr>
      <w:tabs>
        <w:tab w:val="right" w:leader="dot" w:pos="9344"/>
      </w:tabs>
      <w:spacing w:line="300" w:lineRule="exact"/>
      <w:ind w:left="1259"/>
    </w:pPr>
    <w:rPr>
      <w:rFonts w:ascii="宋体"/>
    </w:rPr>
  </w:style>
  <w:style w:type="paragraph" w:customStyle="1" w:styleId="afa">
    <w:name w:val="标准文件_附录图标号"/>
    <w:basedOn w:val="afffff"/>
    <w:next w:val="afffff"/>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f1">
    <w:name w:val="标准文件_附录表标号"/>
    <w:basedOn w:val="afffff"/>
    <w:next w:val="afffff"/>
    <w:qFormat/>
    <w:rsid w:val="009B6029"/>
    <w:pPr>
      <w:numPr>
        <w:numId w:val="30"/>
      </w:numPr>
      <w:spacing w:line="14" w:lineRule="exact"/>
      <w:ind w:firstLineChars="0" w:firstLine="0"/>
      <w:jc w:val="center"/>
    </w:pPr>
    <w:rPr>
      <w:rFonts w:eastAsia="黑体"/>
      <w:vanish/>
      <w:sz w:val="2"/>
    </w:rPr>
  </w:style>
  <w:style w:type="paragraph" w:styleId="TOC2">
    <w:name w:val="toc 2"/>
    <w:basedOn w:val="afff9"/>
    <w:next w:val="afff9"/>
    <w:autoRedefine/>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f"/>
    <w:next w:val="afffff"/>
    <w:qFormat/>
    <w:rsid w:val="00E030F9"/>
    <w:pPr>
      <w:numPr>
        <w:ilvl w:val="1"/>
        <w:numId w:val="31"/>
      </w:numPr>
      <w:spacing w:beforeLines="50" w:afterLines="50"/>
      <w:ind w:firstLineChars="0"/>
    </w:pPr>
    <w:rPr>
      <w:rFonts w:ascii="黑体" w:eastAsia="黑体"/>
    </w:rPr>
  </w:style>
  <w:style w:type="paragraph" w:customStyle="1" w:styleId="a8">
    <w:name w:val="标准文件_引言二级条标题"/>
    <w:basedOn w:val="afffff"/>
    <w:next w:val="afffff"/>
    <w:qFormat/>
    <w:rsid w:val="00E030F9"/>
    <w:pPr>
      <w:numPr>
        <w:ilvl w:val="2"/>
        <w:numId w:val="31"/>
      </w:numPr>
      <w:spacing w:beforeLines="50" w:afterLines="50"/>
      <w:ind w:firstLineChars="0"/>
    </w:pPr>
    <w:rPr>
      <w:rFonts w:ascii="黑体" w:eastAsia="黑体"/>
    </w:rPr>
  </w:style>
  <w:style w:type="paragraph" w:customStyle="1" w:styleId="a9">
    <w:name w:val="标准文件_引言三级条标题"/>
    <w:basedOn w:val="afffff"/>
    <w:next w:val="afffff"/>
    <w:qFormat/>
    <w:rsid w:val="00E030F9"/>
    <w:pPr>
      <w:numPr>
        <w:ilvl w:val="3"/>
        <w:numId w:val="31"/>
      </w:numPr>
      <w:spacing w:beforeLines="50" w:afterLines="50"/>
      <w:ind w:firstLineChars="0"/>
    </w:pPr>
    <w:rPr>
      <w:rFonts w:ascii="黑体" w:eastAsia="黑体"/>
    </w:rPr>
  </w:style>
  <w:style w:type="paragraph" w:customStyle="1" w:styleId="aa">
    <w:name w:val="标准文件_引言四级条标题"/>
    <w:basedOn w:val="afffff"/>
    <w:next w:val="afffff"/>
    <w:qFormat/>
    <w:rsid w:val="005E3C18"/>
    <w:pPr>
      <w:numPr>
        <w:ilvl w:val="4"/>
        <w:numId w:val="31"/>
      </w:numPr>
      <w:spacing w:beforeLines="50" w:afterLines="50"/>
      <w:ind w:firstLineChars="0"/>
    </w:pPr>
    <w:rPr>
      <w:rFonts w:ascii="黑体" w:eastAsia="黑体"/>
    </w:rPr>
  </w:style>
  <w:style w:type="paragraph" w:customStyle="1" w:styleId="ab">
    <w:name w:val="标准文件_引言五级条标题"/>
    <w:basedOn w:val="afffff"/>
    <w:next w:val="afffff"/>
    <w:qFormat/>
    <w:rsid w:val="005E3C18"/>
    <w:pPr>
      <w:numPr>
        <w:ilvl w:val="5"/>
        <w:numId w:val="31"/>
      </w:numPr>
      <w:spacing w:beforeLines="50" w:afterLines="50"/>
      <w:ind w:firstLineChars="0"/>
    </w:pPr>
    <w:rPr>
      <w:rFonts w:ascii="黑体" w:eastAsia="黑体"/>
    </w:rPr>
  </w:style>
  <w:style w:type="paragraph" w:customStyle="1" w:styleId="affffffffffa">
    <w:name w:val="标准文件_注后"/>
    <w:basedOn w:val="afffff"/>
    <w:qFormat/>
    <w:rsid w:val="00614CC1"/>
    <w:pPr>
      <w:ind w:left="811" w:firstLineChars="0" w:firstLine="0"/>
    </w:pPr>
    <w:rPr>
      <w:sz w:val="18"/>
    </w:rPr>
  </w:style>
  <w:style w:type="paragraph" w:customStyle="1" w:styleId="X">
    <w:name w:val="标准文件_注X后"/>
    <w:basedOn w:val="afffff"/>
    <w:qFormat/>
    <w:rsid w:val="00614CC1"/>
    <w:pPr>
      <w:ind w:left="811" w:firstLineChars="0" w:firstLine="0"/>
    </w:pPr>
    <w:rPr>
      <w:sz w:val="18"/>
    </w:rPr>
  </w:style>
  <w:style w:type="paragraph" w:customStyle="1" w:styleId="affffffffffb">
    <w:name w:val="标准文件_示例后"/>
    <w:basedOn w:val="afffff"/>
    <w:qFormat/>
    <w:rsid w:val="00AC5DF4"/>
    <w:pPr>
      <w:ind w:left="964" w:firstLineChars="0" w:firstLine="0"/>
    </w:pPr>
    <w:rPr>
      <w:sz w:val="18"/>
    </w:rPr>
  </w:style>
  <w:style w:type="paragraph" w:customStyle="1" w:styleId="X0">
    <w:name w:val="标准文件_示例X后"/>
    <w:basedOn w:val="afffff"/>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c">
    <w:name w:val="标准文件_索引项"/>
    <w:basedOn w:val="afffff"/>
    <w:next w:val="afffff"/>
    <w:qFormat/>
    <w:rsid w:val="00E210B5"/>
    <w:pPr>
      <w:tabs>
        <w:tab w:val="right" w:leader="dot" w:pos="9356"/>
      </w:tabs>
      <w:ind w:left="210" w:firstLineChars="0" w:hanging="210"/>
      <w:jc w:val="left"/>
    </w:pPr>
  </w:style>
  <w:style w:type="paragraph" w:customStyle="1" w:styleId="affffffffffd">
    <w:name w:val="标准文件_附录一级无标题"/>
    <w:basedOn w:val="aff8"/>
    <w:qFormat/>
    <w:rsid w:val="009D6BCA"/>
    <w:pPr>
      <w:spacing w:beforeLines="0" w:afterLines="0" w:line="276" w:lineRule="auto"/>
      <w:outlineLvl w:val="9"/>
    </w:pPr>
    <w:rPr>
      <w:rFonts w:ascii="宋体" w:eastAsia="宋体"/>
    </w:rPr>
  </w:style>
  <w:style w:type="paragraph" w:customStyle="1" w:styleId="affffffffffe">
    <w:name w:val="标准文件_附录二级无标题"/>
    <w:basedOn w:val="aff9"/>
    <w:rsid w:val="009D6BCA"/>
    <w:pPr>
      <w:spacing w:beforeLines="0" w:afterLines="0" w:line="276" w:lineRule="auto"/>
      <w:outlineLvl w:val="9"/>
    </w:pPr>
    <w:rPr>
      <w:rFonts w:ascii="宋体" w:eastAsia="宋体"/>
    </w:rPr>
  </w:style>
  <w:style w:type="paragraph" w:customStyle="1" w:styleId="afffffffffff">
    <w:name w:val="标准文件_附录三级无标题"/>
    <w:basedOn w:val="affa"/>
    <w:qFormat/>
    <w:rsid w:val="00A41CB5"/>
    <w:pPr>
      <w:spacing w:beforeLines="0" w:afterLines="0" w:line="276" w:lineRule="auto"/>
      <w:outlineLvl w:val="9"/>
    </w:pPr>
    <w:rPr>
      <w:rFonts w:ascii="宋体" w:eastAsia="宋体"/>
    </w:rPr>
  </w:style>
  <w:style w:type="paragraph" w:customStyle="1" w:styleId="afffffffffff0">
    <w:name w:val="标准文件_附录四级无标题"/>
    <w:basedOn w:val="affb"/>
    <w:qFormat/>
    <w:rsid w:val="00A41CB5"/>
    <w:pPr>
      <w:spacing w:beforeLines="0" w:afterLines="0" w:line="276" w:lineRule="auto"/>
      <w:outlineLvl w:val="9"/>
    </w:pPr>
    <w:rPr>
      <w:rFonts w:ascii="宋体" w:eastAsia="宋体"/>
    </w:rPr>
  </w:style>
  <w:style w:type="paragraph" w:customStyle="1" w:styleId="afffffffffff1">
    <w:name w:val="标准文件_附录五级无标题"/>
    <w:basedOn w:val="affc"/>
    <w:qFormat/>
    <w:rsid w:val="00A41CB5"/>
    <w:pPr>
      <w:spacing w:beforeLines="0" w:afterLines="0" w:line="276" w:lineRule="auto"/>
      <w:outlineLvl w:val="9"/>
    </w:pPr>
    <w:rPr>
      <w:rFonts w:ascii="宋体" w:eastAsia="宋体"/>
    </w:rPr>
  </w:style>
  <w:style w:type="paragraph" w:customStyle="1" w:styleId="afffffffffe">
    <w:name w:val="标准文件_示例内容"/>
    <w:basedOn w:val="afffff"/>
    <w:qFormat/>
    <w:rsid w:val="009674AD"/>
    <w:rPr>
      <w:sz w:val="18"/>
    </w:rPr>
  </w:style>
  <w:style w:type="paragraph" w:customStyle="1" w:styleId="afffffffffff2">
    <w:name w:val="标准文件_引言一级无标题"/>
    <w:basedOn w:val="a7"/>
    <w:next w:val="afffff"/>
    <w:qFormat/>
    <w:rsid w:val="00843C13"/>
    <w:pPr>
      <w:spacing w:beforeLines="0" w:afterLines="0" w:line="276" w:lineRule="auto"/>
    </w:pPr>
    <w:rPr>
      <w:rFonts w:ascii="宋体" w:eastAsia="宋体"/>
    </w:rPr>
  </w:style>
  <w:style w:type="paragraph" w:customStyle="1" w:styleId="afffffffffff3">
    <w:name w:val="标准文件_引言二级无标题"/>
    <w:basedOn w:val="a8"/>
    <w:next w:val="afffff"/>
    <w:qFormat/>
    <w:rsid w:val="00843C13"/>
    <w:pPr>
      <w:spacing w:beforeLines="0" w:afterLines="0" w:line="276" w:lineRule="auto"/>
    </w:pPr>
    <w:rPr>
      <w:rFonts w:ascii="宋体" w:eastAsia="宋体"/>
    </w:rPr>
  </w:style>
  <w:style w:type="paragraph" w:customStyle="1" w:styleId="afffffffffff4">
    <w:name w:val="标准文件_引言三级无标题"/>
    <w:basedOn w:val="a9"/>
    <w:qFormat/>
    <w:rsid w:val="00534BDF"/>
    <w:pPr>
      <w:spacing w:beforeLines="0" w:afterLines="0" w:line="276" w:lineRule="auto"/>
    </w:pPr>
    <w:rPr>
      <w:rFonts w:ascii="宋体" w:eastAsia="宋体"/>
    </w:rPr>
  </w:style>
  <w:style w:type="paragraph" w:customStyle="1" w:styleId="afffffffffff5">
    <w:name w:val="标准文件_引言四级无标题"/>
    <w:basedOn w:val="aa"/>
    <w:next w:val="afffff"/>
    <w:qFormat/>
    <w:rsid w:val="00534BDF"/>
    <w:pPr>
      <w:spacing w:beforeLines="0" w:afterLines="0" w:line="276" w:lineRule="auto"/>
    </w:pPr>
    <w:rPr>
      <w:rFonts w:ascii="宋体" w:eastAsia="宋体"/>
    </w:rPr>
  </w:style>
  <w:style w:type="paragraph" w:customStyle="1" w:styleId="afffffffffff6">
    <w:name w:val="标准文件_引言五级无标题"/>
    <w:basedOn w:val="ab"/>
    <w:next w:val="afffff"/>
    <w:qFormat/>
    <w:rsid w:val="00534BDF"/>
    <w:pPr>
      <w:spacing w:beforeLines="0" w:afterLines="0" w:line="276" w:lineRule="auto"/>
    </w:pPr>
    <w:rPr>
      <w:rFonts w:ascii="宋体" w:eastAsia="宋体"/>
    </w:rPr>
  </w:style>
  <w:style w:type="paragraph" w:customStyle="1" w:styleId="afffffffffff7">
    <w:name w:val="标准文件_索引标题"/>
    <w:basedOn w:val="afffff6"/>
    <w:next w:val="afffff"/>
    <w:qFormat/>
    <w:rsid w:val="002643C3"/>
    <w:rPr>
      <w:rFonts w:hAnsi="黑体"/>
    </w:rPr>
  </w:style>
  <w:style w:type="paragraph" w:customStyle="1" w:styleId="afffffffffff8">
    <w:name w:val="标准文件_脚注内容"/>
    <w:basedOn w:val="afffff"/>
    <w:qFormat/>
    <w:rsid w:val="00DC3067"/>
    <w:pPr>
      <w:ind w:leftChars="200" w:left="400" w:hangingChars="200" w:hanging="200"/>
    </w:pPr>
    <w:rPr>
      <w:sz w:val="15"/>
    </w:rPr>
  </w:style>
  <w:style w:type="paragraph" w:customStyle="1" w:styleId="afffffffffff9">
    <w:name w:val="标准文件_术语条一"/>
    <w:basedOn w:val="afffffffff2"/>
    <w:next w:val="afffff"/>
    <w:qFormat/>
    <w:rsid w:val="00AF0C18"/>
    <w:pPr>
      <w:ind w:left="993"/>
    </w:pPr>
  </w:style>
  <w:style w:type="paragraph" w:customStyle="1" w:styleId="afffffffffffa">
    <w:name w:val="标准文件_术语条二"/>
    <w:basedOn w:val="afffffffff5"/>
    <w:next w:val="afffff"/>
    <w:qFormat/>
    <w:rsid w:val="00CE0777"/>
    <w:pPr>
      <w:adjustRightInd w:val="0"/>
      <w:snapToGrid w:val="0"/>
      <w:jc w:val="left"/>
    </w:pPr>
  </w:style>
  <w:style w:type="paragraph" w:customStyle="1" w:styleId="afffffffffffb">
    <w:name w:val="标准文件_术语条三"/>
    <w:basedOn w:val="afffffffff4"/>
    <w:next w:val="afffff"/>
    <w:qFormat/>
    <w:rsid w:val="00AF0C18"/>
  </w:style>
  <w:style w:type="paragraph" w:customStyle="1" w:styleId="afffffffffffc">
    <w:name w:val="标准文件_术语条四"/>
    <w:basedOn w:val="afffffffff7"/>
    <w:next w:val="afffff"/>
    <w:qFormat/>
    <w:rsid w:val="00AF0C18"/>
  </w:style>
  <w:style w:type="paragraph" w:customStyle="1" w:styleId="afffffffffffd">
    <w:name w:val="标准文件_术语条五"/>
    <w:basedOn w:val="afffffffff3"/>
    <w:next w:val="afffff"/>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paragraph" w:styleId="afffffffffffe">
    <w:name w:val="Document Map"/>
    <w:basedOn w:val="afff9"/>
    <w:link w:val="affffffffffff"/>
    <w:unhideWhenUsed/>
    <w:rsid w:val="00A1114F"/>
    <w:rPr>
      <w:rFonts w:ascii="宋体"/>
      <w:sz w:val="18"/>
      <w:szCs w:val="18"/>
    </w:rPr>
  </w:style>
  <w:style w:type="character" w:customStyle="1" w:styleId="affffffffffff">
    <w:name w:val="文档结构图 字符"/>
    <w:basedOn w:val="afffa"/>
    <w:link w:val="afffffffffffe"/>
    <w:rsid w:val="00A1114F"/>
    <w:rPr>
      <w:rFonts w:ascii="宋体"/>
      <w:kern w:val="2"/>
      <w:sz w:val="18"/>
      <w:szCs w:val="18"/>
    </w:rPr>
  </w:style>
  <w:style w:type="paragraph" w:customStyle="1" w:styleId="Char1">
    <w:name w:val="段 Char"/>
    <w:link w:val="CharChar"/>
    <w:rsid w:val="00A1114F"/>
    <w:pPr>
      <w:autoSpaceDE w:val="0"/>
      <w:autoSpaceDN w:val="0"/>
      <w:ind w:firstLineChars="200" w:firstLine="200"/>
      <w:jc w:val="both"/>
    </w:pPr>
    <w:rPr>
      <w:rFonts w:ascii="宋体" w:hAnsi="Times New Roman"/>
      <w:noProof/>
      <w:sz w:val="21"/>
    </w:rPr>
  </w:style>
  <w:style w:type="character" w:customStyle="1" w:styleId="CharChar">
    <w:name w:val="段 Char Char"/>
    <w:basedOn w:val="afffa"/>
    <w:link w:val="Char1"/>
    <w:rsid w:val="00A1114F"/>
    <w:rPr>
      <w:rFonts w:ascii="宋体" w:hAnsi="Times New Roman"/>
      <w:noProof/>
      <w:sz w:val="21"/>
    </w:rPr>
  </w:style>
  <w:style w:type="character" w:styleId="HTML">
    <w:name w:val="HTML Code"/>
    <w:basedOn w:val="afffa"/>
    <w:rsid w:val="00A1114F"/>
    <w:rPr>
      <w:rFonts w:ascii="Courier New" w:hAnsi="Courier New"/>
      <w:sz w:val="20"/>
      <w:szCs w:val="20"/>
    </w:rPr>
  </w:style>
  <w:style w:type="character" w:styleId="HTML0">
    <w:name w:val="HTML Variable"/>
    <w:basedOn w:val="afffa"/>
    <w:rsid w:val="00A1114F"/>
    <w:rPr>
      <w:i/>
      <w:iCs/>
    </w:rPr>
  </w:style>
  <w:style w:type="character" w:styleId="HTML1">
    <w:name w:val="HTML Typewriter"/>
    <w:basedOn w:val="afffa"/>
    <w:rsid w:val="00A1114F"/>
    <w:rPr>
      <w:rFonts w:ascii="Courier New" w:hAnsi="Courier New"/>
      <w:sz w:val="20"/>
      <w:szCs w:val="20"/>
    </w:rPr>
  </w:style>
  <w:style w:type="paragraph" w:styleId="HTML2">
    <w:name w:val="HTML Address"/>
    <w:basedOn w:val="afff9"/>
    <w:link w:val="HTML3"/>
    <w:rsid w:val="00A1114F"/>
    <w:pPr>
      <w:adjustRightInd/>
      <w:spacing w:line="240" w:lineRule="auto"/>
      <w:ind w:left="567"/>
    </w:pPr>
    <w:rPr>
      <w:rFonts w:ascii="Times New Roman" w:hAnsi="Times New Roman"/>
      <w:i/>
      <w:iCs/>
      <w:szCs w:val="20"/>
    </w:rPr>
  </w:style>
  <w:style w:type="character" w:customStyle="1" w:styleId="HTML3">
    <w:name w:val="HTML 地址 字符"/>
    <w:basedOn w:val="afffa"/>
    <w:link w:val="HTML2"/>
    <w:rsid w:val="00A1114F"/>
    <w:rPr>
      <w:rFonts w:ascii="Times New Roman" w:hAnsi="Times New Roman"/>
      <w:i/>
      <w:iCs/>
      <w:kern w:val="2"/>
      <w:sz w:val="21"/>
    </w:rPr>
  </w:style>
  <w:style w:type="character" w:styleId="HTML4">
    <w:name w:val="HTML Definition"/>
    <w:basedOn w:val="afffa"/>
    <w:rsid w:val="00A1114F"/>
    <w:rPr>
      <w:i/>
      <w:iCs/>
    </w:rPr>
  </w:style>
  <w:style w:type="character" w:styleId="HTML5">
    <w:name w:val="HTML Keyboard"/>
    <w:basedOn w:val="afffa"/>
    <w:rsid w:val="00A1114F"/>
    <w:rPr>
      <w:rFonts w:ascii="Courier New" w:hAnsi="Courier New"/>
      <w:sz w:val="20"/>
      <w:szCs w:val="20"/>
    </w:rPr>
  </w:style>
  <w:style w:type="character" w:styleId="HTML6">
    <w:name w:val="HTML Acronym"/>
    <w:basedOn w:val="afffa"/>
    <w:rsid w:val="00A1114F"/>
  </w:style>
  <w:style w:type="character" w:styleId="HTML7">
    <w:name w:val="HTML Sample"/>
    <w:basedOn w:val="afffa"/>
    <w:rsid w:val="00A1114F"/>
    <w:rPr>
      <w:rFonts w:ascii="Courier New" w:hAnsi="Courier New"/>
    </w:rPr>
  </w:style>
  <w:style w:type="paragraph" w:styleId="HTML8">
    <w:name w:val="HTML Preformatted"/>
    <w:basedOn w:val="afff9"/>
    <w:link w:val="HTML9"/>
    <w:rsid w:val="00A1114F"/>
    <w:pPr>
      <w:adjustRightInd/>
      <w:spacing w:line="240" w:lineRule="auto"/>
      <w:ind w:left="567"/>
    </w:pPr>
    <w:rPr>
      <w:rFonts w:ascii="Courier New" w:hAnsi="Courier New" w:cs="Courier New"/>
      <w:sz w:val="20"/>
      <w:szCs w:val="20"/>
    </w:rPr>
  </w:style>
  <w:style w:type="character" w:customStyle="1" w:styleId="HTML9">
    <w:name w:val="HTML 预设格式 字符"/>
    <w:basedOn w:val="afffa"/>
    <w:link w:val="HTML8"/>
    <w:rsid w:val="00A1114F"/>
    <w:rPr>
      <w:rFonts w:ascii="Courier New" w:hAnsi="Courier New" w:cs="Courier New"/>
      <w:kern w:val="2"/>
    </w:rPr>
  </w:style>
  <w:style w:type="character" w:styleId="HTMLa">
    <w:name w:val="HTML Cite"/>
    <w:basedOn w:val="afffa"/>
    <w:rsid w:val="00A1114F"/>
    <w:rPr>
      <w:i/>
      <w:iCs/>
    </w:rPr>
  </w:style>
  <w:style w:type="paragraph" w:customStyle="1" w:styleId="affffffffffff0">
    <w:name w:val="标准书脚_偶数页"/>
    <w:rsid w:val="00A1114F"/>
    <w:pPr>
      <w:spacing w:before="120"/>
    </w:pPr>
    <w:rPr>
      <w:rFonts w:ascii="Times New Roman" w:hAnsi="Times New Roman"/>
      <w:sz w:val="18"/>
    </w:rPr>
  </w:style>
  <w:style w:type="paragraph" w:customStyle="1" w:styleId="affffffffffff1">
    <w:name w:val="标准书脚_奇数页"/>
    <w:rsid w:val="00A1114F"/>
    <w:pPr>
      <w:spacing w:before="120"/>
      <w:jc w:val="right"/>
    </w:pPr>
    <w:rPr>
      <w:rFonts w:ascii="Times New Roman" w:hAnsi="Times New Roman"/>
      <w:sz w:val="18"/>
    </w:rPr>
  </w:style>
  <w:style w:type="paragraph" w:customStyle="1" w:styleId="affffffffffff2">
    <w:name w:val="标准书眉_奇数页"/>
    <w:next w:val="afff9"/>
    <w:rsid w:val="00A1114F"/>
    <w:pPr>
      <w:tabs>
        <w:tab w:val="center" w:pos="4154"/>
        <w:tab w:val="right" w:pos="8306"/>
      </w:tabs>
      <w:spacing w:after="120"/>
      <w:jc w:val="right"/>
    </w:pPr>
    <w:rPr>
      <w:rFonts w:ascii="Times New Roman" w:hAnsi="Times New Roman"/>
      <w:noProof/>
      <w:sz w:val="21"/>
    </w:rPr>
  </w:style>
  <w:style w:type="paragraph" w:customStyle="1" w:styleId="affffffffffff3">
    <w:name w:val="标准书眉_偶数页"/>
    <w:basedOn w:val="affffffffffff2"/>
    <w:next w:val="afff9"/>
    <w:rsid w:val="00A1114F"/>
    <w:pPr>
      <w:jc w:val="left"/>
    </w:pPr>
  </w:style>
  <w:style w:type="paragraph" w:customStyle="1" w:styleId="affffffffffff4">
    <w:name w:val="前言、引言标题"/>
    <w:next w:val="afff9"/>
    <w:rsid w:val="00A1114F"/>
    <w:pPr>
      <w:shd w:val="clear" w:color="FFFFFF" w:fill="FFFFFF"/>
      <w:spacing w:before="640" w:after="560"/>
      <w:jc w:val="center"/>
      <w:outlineLvl w:val="0"/>
    </w:pPr>
    <w:rPr>
      <w:rFonts w:ascii="黑体" w:eastAsia="黑体" w:hAnsi="Times New Roman"/>
      <w:sz w:val="32"/>
    </w:rPr>
  </w:style>
  <w:style w:type="paragraph" w:customStyle="1" w:styleId="affffffffffff5">
    <w:name w:val="参考文献、索引标题"/>
    <w:basedOn w:val="affffffffffff4"/>
    <w:next w:val="afff9"/>
    <w:rsid w:val="00A1114F"/>
    <w:pPr>
      <w:spacing w:after="200"/>
    </w:pPr>
    <w:rPr>
      <w:sz w:val="21"/>
    </w:rPr>
  </w:style>
  <w:style w:type="paragraph" w:customStyle="1" w:styleId="affffffffffff6">
    <w:name w:val="章标题"/>
    <w:next w:val="Char1"/>
    <w:rsid w:val="00A1114F"/>
    <w:pPr>
      <w:spacing w:beforeLines="50" w:afterLines="50"/>
      <w:ind w:left="315"/>
      <w:jc w:val="both"/>
      <w:outlineLvl w:val="1"/>
    </w:pPr>
    <w:rPr>
      <w:rFonts w:ascii="黑体" w:eastAsia="黑体" w:hAnsi="Times New Roman"/>
      <w:sz w:val="21"/>
    </w:rPr>
  </w:style>
  <w:style w:type="paragraph" w:customStyle="1" w:styleId="affffffffffff7">
    <w:name w:val="一级条标题"/>
    <w:next w:val="Char1"/>
    <w:rsid w:val="00A1114F"/>
    <w:pPr>
      <w:outlineLvl w:val="2"/>
    </w:pPr>
    <w:rPr>
      <w:rFonts w:ascii="Times New Roman" w:eastAsia="黑体" w:hAnsi="Times New Roman"/>
      <w:sz w:val="21"/>
    </w:rPr>
  </w:style>
  <w:style w:type="paragraph" w:customStyle="1" w:styleId="affffffffffff8">
    <w:name w:val="二级条标题"/>
    <w:basedOn w:val="affffffffffff7"/>
    <w:next w:val="Char1"/>
    <w:rsid w:val="00A1114F"/>
    <w:pPr>
      <w:outlineLvl w:val="3"/>
    </w:pPr>
  </w:style>
  <w:style w:type="character" w:customStyle="1" w:styleId="affffffffffff9">
    <w:name w:val="发布"/>
    <w:basedOn w:val="afffa"/>
    <w:rsid w:val="00A1114F"/>
    <w:rPr>
      <w:rFonts w:ascii="黑体" w:eastAsia="黑体"/>
      <w:spacing w:val="22"/>
      <w:w w:val="100"/>
      <w:position w:val="3"/>
      <w:sz w:val="28"/>
    </w:rPr>
  </w:style>
  <w:style w:type="paragraph" w:customStyle="1" w:styleId="11">
    <w:name w:val="封面标准号1"/>
    <w:rsid w:val="00A1114F"/>
    <w:pPr>
      <w:widowControl w:val="0"/>
      <w:kinsoku w:val="0"/>
      <w:overflowPunct w:val="0"/>
      <w:autoSpaceDE w:val="0"/>
      <w:autoSpaceDN w:val="0"/>
      <w:spacing w:before="308"/>
      <w:jc w:val="right"/>
      <w:textAlignment w:val="center"/>
    </w:pPr>
    <w:rPr>
      <w:rFonts w:ascii="Times New Roman" w:hAnsi="Times New Roman"/>
      <w:sz w:val="28"/>
    </w:rPr>
  </w:style>
  <w:style w:type="paragraph" w:customStyle="1" w:styleId="24">
    <w:name w:val="封面标准号2"/>
    <w:basedOn w:val="11"/>
    <w:rsid w:val="00A1114F"/>
    <w:pPr>
      <w:framePr w:w="9138" w:h="1244" w:hRule="exact" w:wrap="auto" w:vAnchor="page" w:hAnchor="margin" w:y="2908"/>
      <w:adjustRightInd w:val="0"/>
      <w:spacing w:before="357" w:line="280" w:lineRule="exact"/>
    </w:pPr>
  </w:style>
  <w:style w:type="paragraph" w:customStyle="1" w:styleId="affffffffffffa">
    <w:name w:val="附录标识"/>
    <w:basedOn w:val="affffffffffff4"/>
    <w:rsid w:val="00A1114F"/>
    <w:pPr>
      <w:tabs>
        <w:tab w:val="left" w:pos="6405"/>
      </w:tabs>
      <w:spacing w:after="200"/>
    </w:pPr>
    <w:rPr>
      <w:sz w:val="21"/>
    </w:rPr>
  </w:style>
  <w:style w:type="paragraph" w:customStyle="1" w:styleId="afe">
    <w:name w:val="附录表标题"/>
    <w:next w:val="Char1"/>
    <w:rsid w:val="00A1114F"/>
    <w:pPr>
      <w:numPr>
        <w:numId w:val="34"/>
      </w:numPr>
      <w:jc w:val="center"/>
      <w:textAlignment w:val="baseline"/>
    </w:pPr>
    <w:rPr>
      <w:rFonts w:ascii="黑体" w:eastAsia="黑体" w:hAnsi="Times New Roman"/>
      <w:kern w:val="21"/>
      <w:sz w:val="21"/>
    </w:rPr>
  </w:style>
  <w:style w:type="paragraph" w:customStyle="1" w:styleId="affffffffffffb">
    <w:name w:val="附录章标题"/>
    <w:next w:val="Char1"/>
    <w:rsid w:val="00A111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ffffffc">
    <w:name w:val="附录一级条标题"/>
    <w:basedOn w:val="affffffffffffb"/>
    <w:next w:val="Char1"/>
    <w:rsid w:val="00A1114F"/>
    <w:pPr>
      <w:autoSpaceDN w:val="0"/>
      <w:spacing w:beforeLines="0" w:afterLines="0"/>
      <w:outlineLvl w:val="2"/>
    </w:pPr>
  </w:style>
  <w:style w:type="paragraph" w:customStyle="1" w:styleId="affffffffffffd">
    <w:name w:val="附录二级条标题"/>
    <w:basedOn w:val="affffffffffffc"/>
    <w:next w:val="Char1"/>
    <w:rsid w:val="00A1114F"/>
    <w:pPr>
      <w:outlineLvl w:val="3"/>
    </w:pPr>
  </w:style>
  <w:style w:type="paragraph" w:customStyle="1" w:styleId="affffffffffffe">
    <w:name w:val="附录三级条标题"/>
    <w:basedOn w:val="affffffffffffd"/>
    <w:next w:val="Char1"/>
    <w:rsid w:val="00A1114F"/>
    <w:pPr>
      <w:outlineLvl w:val="4"/>
    </w:pPr>
  </w:style>
  <w:style w:type="paragraph" w:customStyle="1" w:styleId="afffffffffffff">
    <w:name w:val="附录四级条标题"/>
    <w:basedOn w:val="affffffffffffe"/>
    <w:next w:val="Char1"/>
    <w:rsid w:val="00A1114F"/>
    <w:pPr>
      <w:outlineLvl w:val="5"/>
    </w:pPr>
  </w:style>
  <w:style w:type="paragraph" w:customStyle="1" w:styleId="af8">
    <w:name w:val="附录图标题"/>
    <w:next w:val="Char1"/>
    <w:rsid w:val="00A1114F"/>
    <w:pPr>
      <w:numPr>
        <w:numId w:val="35"/>
      </w:numPr>
      <w:jc w:val="center"/>
    </w:pPr>
    <w:rPr>
      <w:rFonts w:ascii="黑体" w:eastAsia="黑体" w:hAnsi="Times New Roman"/>
      <w:sz w:val="21"/>
    </w:rPr>
  </w:style>
  <w:style w:type="paragraph" w:customStyle="1" w:styleId="afffffffffffff0">
    <w:name w:val="附录五级条标题"/>
    <w:basedOn w:val="afffffffffffff"/>
    <w:next w:val="Char1"/>
    <w:rsid w:val="00A1114F"/>
    <w:pPr>
      <w:outlineLvl w:val="6"/>
    </w:pPr>
  </w:style>
  <w:style w:type="paragraph" w:customStyle="1" w:styleId="afffffffffffff1">
    <w:name w:val="列项——（一级）"/>
    <w:rsid w:val="00A1114F"/>
    <w:pPr>
      <w:widowControl w:val="0"/>
      <w:tabs>
        <w:tab w:val="num" w:pos="854"/>
      </w:tabs>
      <w:ind w:leftChars="200" w:left="840" w:hangingChars="200" w:hanging="420"/>
      <w:jc w:val="both"/>
    </w:pPr>
    <w:rPr>
      <w:rFonts w:ascii="宋体" w:hAnsi="Times New Roman"/>
      <w:sz w:val="21"/>
    </w:rPr>
  </w:style>
  <w:style w:type="paragraph" w:customStyle="1" w:styleId="aff4">
    <w:name w:val="列项●（二级）"/>
    <w:rsid w:val="00A1114F"/>
    <w:pPr>
      <w:numPr>
        <w:numId w:val="32"/>
      </w:numPr>
      <w:tabs>
        <w:tab w:val="left" w:pos="840"/>
      </w:tabs>
      <w:ind w:leftChars="400" w:left="600" w:hangingChars="200" w:hanging="200"/>
      <w:jc w:val="both"/>
    </w:pPr>
    <w:rPr>
      <w:rFonts w:ascii="宋体" w:hAnsi="Times New Roman"/>
      <w:sz w:val="21"/>
    </w:rPr>
  </w:style>
  <w:style w:type="paragraph" w:customStyle="1" w:styleId="afffffffffffff2">
    <w:name w:val="目次、标准名称标题"/>
    <w:basedOn w:val="affffffffffff4"/>
    <w:next w:val="Char1"/>
    <w:rsid w:val="00A1114F"/>
    <w:pPr>
      <w:spacing w:line="460" w:lineRule="exact"/>
    </w:pPr>
  </w:style>
  <w:style w:type="paragraph" w:styleId="TOC8">
    <w:name w:val="toc 8"/>
    <w:basedOn w:val="TOC7"/>
    <w:autoRedefine/>
    <w:semiHidden/>
    <w:rsid w:val="00A1114F"/>
    <w:pPr>
      <w:widowControl/>
      <w:tabs>
        <w:tab w:val="clear" w:pos="9344"/>
      </w:tabs>
      <w:adjustRightInd/>
      <w:spacing w:line="240" w:lineRule="auto"/>
      <w:ind w:left="0"/>
    </w:pPr>
    <w:rPr>
      <w:rFonts w:hAnsi="Times New Roman"/>
      <w:noProof/>
      <w:kern w:val="0"/>
      <w:szCs w:val="20"/>
    </w:rPr>
  </w:style>
  <w:style w:type="paragraph" w:styleId="TOC9">
    <w:name w:val="toc 9"/>
    <w:basedOn w:val="TOC8"/>
    <w:autoRedefine/>
    <w:semiHidden/>
    <w:rsid w:val="00A1114F"/>
  </w:style>
  <w:style w:type="paragraph" w:customStyle="1" w:styleId="afffffffffffff3">
    <w:name w:val="三级条标题"/>
    <w:basedOn w:val="affffffffffff8"/>
    <w:next w:val="Char1"/>
    <w:rsid w:val="00A1114F"/>
    <w:pPr>
      <w:outlineLvl w:val="4"/>
    </w:pPr>
  </w:style>
  <w:style w:type="paragraph" w:customStyle="1" w:styleId="afffffffffffff4">
    <w:name w:val="示例"/>
    <w:next w:val="Char1"/>
    <w:rsid w:val="00A1114F"/>
    <w:pPr>
      <w:tabs>
        <w:tab w:val="num" w:pos="816"/>
      </w:tabs>
      <w:ind w:firstLineChars="233" w:firstLine="419"/>
      <w:jc w:val="both"/>
    </w:pPr>
    <w:rPr>
      <w:rFonts w:ascii="宋体" w:hAnsi="Times New Roman"/>
      <w:sz w:val="18"/>
    </w:rPr>
  </w:style>
  <w:style w:type="paragraph" w:customStyle="1" w:styleId="afffffffffffff5">
    <w:name w:val="数字编号列项（二级）"/>
    <w:rsid w:val="00A1114F"/>
    <w:pPr>
      <w:ind w:leftChars="400" w:left="1260" w:hangingChars="200" w:hanging="420"/>
      <w:jc w:val="both"/>
    </w:pPr>
    <w:rPr>
      <w:rFonts w:ascii="宋体" w:hAnsi="Times New Roman"/>
      <w:sz w:val="21"/>
    </w:rPr>
  </w:style>
  <w:style w:type="paragraph" w:customStyle="1" w:styleId="afffffffffffff6">
    <w:name w:val="四级条标题"/>
    <w:basedOn w:val="afffffffffffff3"/>
    <w:next w:val="Char1"/>
    <w:rsid w:val="00A1114F"/>
    <w:pPr>
      <w:outlineLvl w:val="5"/>
    </w:pPr>
  </w:style>
  <w:style w:type="paragraph" w:customStyle="1" w:styleId="afffffffffffff7">
    <w:name w:val="条文脚注"/>
    <w:basedOn w:val="affffff9"/>
    <w:rsid w:val="00A1114F"/>
    <w:pPr>
      <w:spacing w:line="240" w:lineRule="auto"/>
      <w:ind w:left="780" w:hanging="360"/>
      <w:jc w:val="both"/>
    </w:pPr>
    <w:rPr>
      <w:rFonts w:hAnsi="Times New Roman"/>
    </w:rPr>
  </w:style>
  <w:style w:type="paragraph" w:customStyle="1" w:styleId="afffffffffffff8">
    <w:name w:val="图表脚注"/>
    <w:next w:val="Char1"/>
    <w:rsid w:val="00A1114F"/>
    <w:pPr>
      <w:jc w:val="both"/>
    </w:pPr>
    <w:rPr>
      <w:rFonts w:ascii="宋体" w:hAnsi="Times New Roman"/>
      <w:sz w:val="18"/>
    </w:rPr>
  </w:style>
  <w:style w:type="paragraph" w:customStyle="1" w:styleId="afffffffffffff9">
    <w:name w:val="五级条标题"/>
    <w:basedOn w:val="afffffffffffff6"/>
    <w:next w:val="Char1"/>
    <w:rsid w:val="00A1114F"/>
    <w:pPr>
      <w:outlineLvl w:val="6"/>
    </w:pPr>
  </w:style>
  <w:style w:type="paragraph" w:customStyle="1" w:styleId="afffffffffffffa">
    <w:name w:val="正文表标题"/>
    <w:next w:val="Char1"/>
    <w:rsid w:val="00A1114F"/>
    <w:pPr>
      <w:jc w:val="center"/>
    </w:pPr>
    <w:rPr>
      <w:rFonts w:ascii="黑体" w:eastAsia="黑体" w:hAnsi="Times New Roman"/>
      <w:sz w:val="21"/>
    </w:rPr>
  </w:style>
  <w:style w:type="paragraph" w:customStyle="1" w:styleId="afffffffffffffb">
    <w:name w:val="正文图标题"/>
    <w:next w:val="Char1"/>
    <w:rsid w:val="00A1114F"/>
    <w:pPr>
      <w:jc w:val="center"/>
    </w:pPr>
    <w:rPr>
      <w:rFonts w:ascii="黑体" w:eastAsia="黑体" w:hAnsi="Times New Roman"/>
      <w:sz w:val="21"/>
    </w:rPr>
  </w:style>
  <w:style w:type="paragraph" w:customStyle="1" w:styleId="afffffffffffffc">
    <w:name w:val="注："/>
    <w:next w:val="Char1"/>
    <w:rsid w:val="00A1114F"/>
    <w:pPr>
      <w:widowControl w:val="0"/>
      <w:autoSpaceDE w:val="0"/>
      <w:autoSpaceDN w:val="0"/>
      <w:ind w:left="840" w:hanging="420"/>
      <w:jc w:val="both"/>
    </w:pPr>
    <w:rPr>
      <w:rFonts w:ascii="宋体" w:hAnsi="Times New Roman"/>
      <w:sz w:val="18"/>
    </w:rPr>
  </w:style>
  <w:style w:type="paragraph" w:customStyle="1" w:styleId="afffffffffffffd">
    <w:name w:val="注×："/>
    <w:rsid w:val="00A1114F"/>
    <w:pPr>
      <w:widowControl w:val="0"/>
      <w:tabs>
        <w:tab w:val="left" w:pos="630"/>
      </w:tabs>
      <w:autoSpaceDE w:val="0"/>
      <w:autoSpaceDN w:val="0"/>
      <w:ind w:left="900" w:hanging="500"/>
      <w:jc w:val="both"/>
    </w:pPr>
    <w:rPr>
      <w:rFonts w:ascii="宋体" w:hAnsi="Times New Roman"/>
      <w:sz w:val="18"/>
    </w:rPr>
  </w:style>
  <w:style w:type="paragraph" w:customStyle="1" w:styleId="afffffffffffffe">
    <w:name w:val="字母编号列项（一级）"/>
    <w:rsid w:val="00A1114F"/>
    <w:pPr>
      <w:ind w:leftChars="200" w:left="840" w:hangingChars="200" w:hanging="420"/>
      <w:jc w:val="both"/>
    </w:pPr>
    <w:rPr>
      <w:rFonts w:ascii="宋体" w:hAnsi="Times New Roman"/>
      <w:sz w:val="21"/>
    </w:rPr>
  </w:style>
  <w:style w:type="paragraph" w:customStyle="1" w:styleId="af9">
    <w:name w:val="列项◆（三级）"/>
    <w:rsid w:val="00A1114F"/>
    <w:pPr>
      <w:numPr>
        <w:numId w:val="33"/>
      </w:numPr>
      <w:ind w:leftChars="600" w:left="800" w:hangingChars="200" w:hanging="200"/>
    </w:pPr>
    <w:rPr>
      <w:rFonts w:ascii="宋体" w:hAnsi="Times New Roman"/>
      <w:sz w:val="21"/>
    </w:rPr>
  </w:style>
  <w:style w:type="paragraph" w:customStyle="1" w:styleId="affffffffffffff">
    <w:name w:val="编号列项（三级）"/>
    <w:rsid w:val="00A1114F"/>
    <w:pPr>
      <w:ind w:leftChars="600" w:left="800" w:hangingChars="200" w:hanging="200"/>
    </w:pPr>
    <w:rPr>
      <w:rFonts w:ascii="宋体" w:hAnsi="Times New Roman"/>
      <w:sz w:val="21"/>
    </w:rPr>
  </w:style>
  <w:style w:type="paragraph" w:styleId="affffffffffffff0">
    <w:name w:val="Date"/>
    <w:basedOn w:val="afff9"/>
    <w:next w:val="afff9"/>
    <w:link w:val="affffffffffffff1"/>
    <w:rsid w:val="00A1114F"/>
    <w:pPr>
      <w:adjustRightInd/>
      <w:spacing w:line="240" w:lineRule="auto"/>
      <w:ind w:leftChars="2500" w:left="100"/>
    </w:pPr>
    <w:rPr>
      <w:rFonts w:ascii="Times New Roman" w:hAnsi="Times New Roman"/>
      <w:szCs w:val="24"/>
    </w:rPr>
  </w:style>
  <w:style w:type="character" w:customStyle="1" w:styleId="affffffffffffff1">
    <w:name w:val="日期 字符"/>
    <w:basedOn w:val="afffa"/>
    <w:link w:val="affffffffffffff0"/>
    <w:rsid w:val="00A1114F"/>
    <w:rPr>
      <w:rFonts w:ascii="Times New Roman" w:hAnsi="Times New Roman"/>
      <w:kern w:val="2"/>
      <w:sz w:val="21"/>
      <w:szCs w:val="24"/>
    </w:rPr>
  </w:style>
  <w:style w:type="paragraph" w:customStyle="1" w:styleId="affffffffffffff2">
    <w:name w:val="段"/>
    <w:rsid w:val="00A1114F"/>
    <w:pPr>
      <w:autoSpaceDE w:val="0"/>
      <w:autoSpaceDN w:val="0"/>
      <w:ind w:firstLineChars="200" w:firstLine="200"/>
      <w:jc w:val="both"/>
    </w:pPr>
    <w:rPr>
      <w:rFonts w:ascii="宋体" w:hAnsi="Times New Roman"/>
      <w:noProof/>
      <w:sz w:val="21"/>
    </w:rPr>
  </w:style>
  <w:style w:type="paragraph" w:customStyle="1" w:styleId="affffffffffffff3">
    <w:name w:val="注：（正文）"/>
    <w:basedOn w:val="afffffffffffffc"/>
    <w:next w:val="affffffffffffff2"/>
    <w:rsid w:val="001E51D1"/>
    <w:pPr>
      <w:ind w:left="0" w:firstLine="0"/>
    </w:pPr>
    <w:rPr>
      <w:szCs w:val="18"/>
    </w:rPr>
  </w:style>
  <w:style w:type="paragraph" w:styleId="affffffffffffff4">
    <w:name w:val="List Paragraph"/>
    <w:basedOn w:val="afff9"/>
    <w:uiPriority w:val="34"/>
    <w:qFormat/>
    <w:rsid w:val="00AD40C2"/>
    <w:pPr>
      <w:adjustRightInd/>
      <w:spacing w:line="240" w:lineRule="auto"/>
      <w:ind w:firstLineChars="200" w:firstLine="420"/>
    </w:pPr>
    <w:rPr>
      <w:rFonts w:asciiTheme="minorHAnsi" w:eastAsiaTheme="minorEastAsia" w:hAnsiTheme="minorHAnsi" w:cstheme="minorBidi"/>
      <w:szCs w:val="22"/>
    </w:rPr>
  </w:style>
  <w:style w:type="paragraph" w:styleId="affffffffffffff5">
    <w:name w:val="Normal (Web)"/>
    <w:basedOn w:val="afff9"/>
    <w:uiPriority w:val="99"/>
    <w:semiHidden/>
    <w:unhideWhenUsed/>
    <w:rsid w:val="00AD40C2"/>
    <w:pPr>
      <w:widowControl/>
      <w:adjustRightInd/>
      <w:spacing w:before="100" w:beforeAutospacing="1" w:after="100" w:afterAutospacing="1" w:line="240" w:lineRule="auto"/>
      <w:jc w:val="left"/>
    </w:pPr>
    <w:rPr>
      <w:rFonts w:ascii="宋体" w:hAnsi="宋体" w:cs="宋体"/>
      <w:kern w:val="0"/>
      <w:sz w:val="24"/>
      <w:szCs w:val="24"/>
    </w:rPr>
  </w:style>
  <w:style w:type="character" w:customStyle="1" w:styleId="jsx-1885187966">
    <w:name w:val="jsx-1885187966"/>
    <w:basedOn w:val="afffa"/>
    <w:rsid w:val="00242927"/>
  </w:style>
  <w:style w:type="paragraph" w:customStyle="1" w:styleId="affffffffffffff6">
    <w:name w:val="一级标题"/>
    <w:basedOn w:val="afff0"/>
    <w:link w:val="Char2"/>
    <w:qFormat/>
    <w:rsid w:val="0012076F"/>
    <w:pPr>
      <w:spacing w:before="312" w:after="312"/>
    </w:pPr>
  </w:style>
  <w:style w:type="character" w:customStyle="1" w:styleId="Char0">
    <w:name w:val="标准文件_章标题 Char"/>
    <w:basedOn w:val="afffa"/>
    <w:link w:val="afff0"/>
    <w:rsid w:val="0012076F"/>
    <w:rPr>
      <w:rFonts w:ascii="黑体" w:eastAsia="黑体" w:hAnsi="Times New Roman"/>
      <w:sz w:val="21"/>
    </w:rPr>
  </w:style>
  <w:style w:type="character" w:customStyle="1" w:styleId="Char2">
    <w:name w:val="一级标题 Char"/>
    <w:basedOn w:val="Char0"/>
    <w:link w:val="affffffffffffff6"/>
    <w:rsid w:val="0012076F"/>
    <w:rPr>
      <w:rFonts w:ascii="黑体" w:eastAsia="黑体" w:hAnsi="Times New Roman"/>
      <w:sz w:val="21"/>
    </w:rPr>
  </w:style>
  <w:style w:type="paragraph" w:styleId="affffffffffffff7">
    <w:name w:val="No Spacing"/>
    <w:link w:val="affffffffffffff8"/>
    <w:uiPriority w:val="1"/>
    <w:qFormat/>
    <w:rsid w:val="00E73B09"/>
    <w:rPr>
      <w:rFonts w:asciiTheme="minorHAnsi" w:eastAsiaTheme="minorEastAsia" w:hAnsiTheme="minorHAnsi" w:cstheme="minorBidi"/>
      <w:sz w:val="22"/>
      <w:szCs w:val="22"/>
    </w:rPr>
  </w:style>
  <w:style w:type="character" w:customStyle="1" w:styleId="affffffffffffff8">
    <w:name w:val="无间隔 字符"/>
    <w:basedOn w:val="afffa"/>
    <w:link w:val="affffffffffffff7"/>
    <w:uiPriority w:val="1"/>
    <w:rsid w:val="00E73B09"/>
    <w:rPr>
      <w:rFonts w:asciiTheme="minorHAnsi" w:eastAsiaTheme="minorEastAsia" w:hAnsiTheme="minorHAnsi" w:cstheme="minorBidi"/>
      <w:sz w:val="22"/>
      <w:szCs w:val="22"/>
    </w:rPr>
  </w:style>
  <w:style w:type="character" w:customStyle="1" w:styleId="Char10">
    <w:name w:val="批注框文本 Char1"/>
    <w:basedOn w:val="afffa"/>
    <w:uiPriority w:val="99"/>
    <w:semiHidden/>
    <w:rsid w:val="00FC6BB2"/>
    <w:rPr>
      <w:rFonts w:ascii="Calibri" w:eastAsia="宋体" w:hAnsi="Calibri" w:cs="Times New Roman"/>
      <w:sz w:val="18"/>
      <w:szCs w:val="18"/>
    </w:rPr>
  </w:style>
  <w:style w:type="character" w:styleId="affffffffffffff9">
    <w:name w:val="annotation reference"/>
    <w:basedOn w:val="afffa"/>
    <w:uiPriority w:val="99"/>
    <w:semiHidden/>
    <w:unhideWhenUsed/>
    <w:rsid w:val="00750552"/>
    <w:rPr>
      <w:sz w:val="21"/>
      <w:szCs w:val="21"/>
    </w:rPr>
  </w:style>
  <w:style w:type="paragraph" w:styleId="affffffffffffffa">
    <w:name w:val="annotation text"/>
    <w:basedOn w:val="afff9"/>
    <w:link w:val="affffffffffffffb"/>
    <w:uiPriority w:val="99"/>
    <w:semiHidden/>
    <w:unhideWhenUsed/>
    <w:rsid w:val="00750552"/>
    <w:pPr>
      <w:jc w:val="left"/>
    </w:pPr>
  </w:style>
  <w:style w:type="character" w:customStyle="1" w:styleId="affffffffffffffb">
    <w:name w:val="批注文字 字符"/>
    <w:basedOn w:val="afffa"/>
    <w:link w:val="affffffffffffffa"/>
    <w:uiPriority w:val="99"/>
    <w:semiHidden/>
    <w:rsid w:val="00750552"/>
    <w:rPr>
      <w:kern w:val="2"/>
      <w:sz w:val="21"/>
      <w:szCs w:val="21"/>
    </w:rPr>
  </w:style>
  <w:style w:type="paragraph" w:styleId="affffffffffffffc">
    <w:name w:val="Revision"/>
    <w:hidden/>
    <w:uiPriority w:val="99"/>
    <w:semiHidden/>
    <w:rsid w:val="00D349E3"/>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639071661">
      <w:bodyDiv w:val="1"/>
      <w:marLeft w:val="0"/>
      <w:marRight w:val="0"/>
      <w:marTop w:val="0"/>
      <w:marBottom w:val="0"/>
      <w:divBdr>
        <w:top w:val="none" w:sz="0" w:space="0" w:color="auto"/>
        <w:left w:val="none" w:sz="0" w:space="0" w:color="auto"/>
        <w:bottom w:val="none" w:sz="0" w:space="0" w:color="auto"/>
        <w:right w:val="none" w:sz="0" w:space="0" w:color="auto"/>
      </w:divBdr>
    </w:div>
    <w:div w:id="1086269880">
      <w:bodyDiv w:val="1"/>
      <w:marLeft w:val="0"/>
      <w:marRight w:val="0"/>
      <w:marTop w:val="0"/>
      <w:marBottom w:val="0"/>
      <w:divBdr>
        <w:top w:val="none" w:sz="0" w:space="0" w:color="auto"/>
        <w:left w:val="none" w:sz="0" w:space="0" w:color="auto"/>
        <w:bottom w:val="none" w:sz="0" w:space="0" w:color="auto"/>
        <w:right w:val="none" w:sz="0" w:space="0" w:color="auto"/>
      </w:divBdr>
    </w:div>
    <w:div w:id="1351107064">
      <w:bodyDiv w:val="1"/>
      <w:marLeft w:val="0"/>
      <w:marRight w:val="0"/>
      <w:marTop w:val="0"/>
      <w:marBottom w:val="0"/>
      <w:divBdr>
        <w:top w:val="none" w:sz="0" w:space="0" w:color="auto"/>
        <w:left w:val="none" w:sz="0" w:space="0" w:color="auto"/>
        <w:bottom w:val="none" w:sz="0" w:space="0" w:color="auto"/>
        <w:right w:val="none" w:sz="0" w:space="0" w:color="auto"/>
      </w:divBdr>
    </w:div>
    <w:div w:id="2010329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footer" Target="footer8.xml"/><Relationship Id="rId39" Type="http://schemas.openxmlformats.org/officeDocument/2006/relationships/glossaryDocument" Target="glossary/document.xml"/><Relationship Id="rId21" Type="http://schemas.openxmlformats.org/officeDocument/2006/relationships/header" Target="header7.xml"/><Relationship Id="rId34" Type="http://schemas.openxmlformats.org/officeDocument/2006/relationships/header" Target="header12.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footer" Target="footer11.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footer" Target="footer10.xml"/><Relationship Id="rId37" Type="http://schemas.openxmlformats.org/officeDocument/2006/relationships/footer" Target="footer1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tiff"/><Relationship Id="rId23" Type="http://schemas.openxmlformats.org/officeDocument/2006/relationships/footer" Target="footer7.xml"/><Relationship Id="rId28" Type="http://schemas.openxmlformats.org/officeDocument/2006/relationships/image" Target="media/image3.wmf"/><Relationship Id="rId36" Type="http://schemas.openxmlformats.org/officeDocument/2006/relationships/footer" Target="footer12.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 Id="rId27" Type="http://schemas.openxmlformats.org/officeDocument/2006/relationships/footer" Target="footer9.xml"/><Relationship Id="rId30" Type="http://schemas.openxmlformats.org/officeDocument/2006/relationships/header" Target="header10.xml"/><Relationship Id="rId35" Type="http://schemas.openxmlformats.org/officeDocument/2006/relationships/header" Target="header13.xml"/><Relationship Id="rId8" Type="http://schemas.openxmlformats.org/officeDocument/2006/relationships/image" Target="media/image1.pn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AA374A7E93A48EDB065919C51A5D2CC"/>
        <w:category>
          <w:name w:val="常规"/>
          <w:gallery w:val="placeholder"/>
        </w:category>
        <w:types>
          <w:type w:val="bbPlcHdr"/>
        </w:types>
        <w:behaviors>
          <w:behavior w:val="content"/>
        </w:behaviors>
        <w:guid w:val="{F61F0241-984B-4966-9A35-7E14C4EBAD1A}"/>
      </w:docPartPr>
      <w:docPartBody>
        <w:p w:rsidR="00471C98" w:rsidRDefault="0004060E">
          <w:pPr>
            <w:pStyle w:val="AAA374A7E93A48EDB065919C51A5D2CC"/>
          </w:pPr>
          <w:r w:rsidRPr="00751A05">
            <w:rPr>
              <w:rStyle w:val="a3"/>
              <w:rFonts w:hint="eastAsia"/>
            </w:rPr>
            <w:t>单击或点击此处输入文字。</w:t>
          </w:r>
        </w:p>
      </w:docPartBody>
    </w:docPart>
    <w:docPart>
      <w:docPartPr>
        <w:name w:val="4D3D958DEC67448B8FC45CF6B812996D"/>
        <w:category>
          <w:name w:val="常规"/>
          <w:gallery w:val="placeholder"/>
        </w:category>
        <w:types>
          <w:type w:val="bbPlcHdr"/>
        </w:types>
        <w:behaviors>
          <w:behavior w:val="content"/>
        </w:behaviors>
        <w:guid w:val="{F6084B1F-E140-4E73-ABBD-DA1B0DEDB8B3}"/>
      </w:docPartPr>
      <w:docPartBody>
        <w:p w:rsidR="00471C98" w:rsidRDefault="0004060E">
          <w:pPr>
            <w:pStyle w:val="4D3D958DEC67448B8FC45CF6B812996D"/>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4060E"/>
    <w:rsid w:val="0004060E"/>
    <w:rsid w:val="00052E52"/>
    <w:rsid w:val="00074CAC"/>
    <w:rsid w:val="000946E6"/>
    <w:rsid w:val="000963AE"/>
    <w:rsid w:val="000E1877"/>
    <w:rsid w:val="000E4388"/>
    <w:rsid w:val="000F1C38"/>
    <w:rsid w:val="0010295B"/>
    <w:rsid w:val="001154EA"/>
    <w:rsid w:val="001179B3"/>
    <w:rsid w:val="00160DAB"/>
    <w:rsid w:val="00194650"/>
    <w:rsid w:val="001A0646"/>
    <w:rsid w:val="001A4B88"/>
    <w:rsid w:val="001B0E40"/>
    <w:rsid w:val="001C11B0"/>
    <w:rsid w:val="001D08D1"/>
    <w:rsid w:val="00202ACC"/>
    <w:rsid w:val="00214B1B"/>
    <w:rsid w:val="00234587"/>
    <w:rsid w:val="00284B0A"/>
    <w:rsid w:val="002B106D"/>
    <w:rsid w:val="002B6671"/>
    <w:rsid w:val="002C0194"/>
    <w:rsid w:val="002F1838"/>
    <w:rsid w:val="002F350E"/>
    <w:rsid w:val="002F3B73"/>
    <w:rsid w:val="00303937"/>
    <w:rsid w:val="003066F1"/>
    <w:rsid w:val="0031601E"/>
    <w:rsid w:val="00321186"/>
    <w:rsid w:val="00360E53"/>
    <w:rsid w:val="003670B0"/>
    <w:rsid w:val="00382C18"/>
    <w:rsid w:val="003F1AF7"/>
    <w:rsid w:val="004103D1"/>
    <w:rsid w:val="00440EC1"/>
    <w:rsid w:val="0046186B"/>
    <w:rsid w:val="00471915"/>
    <w:rsid w:val="00471C98"/>
    <w:rsid w:val="0048514B"/>
    <w:rsid w:val="00494143"/>
    <w:rsid w:val="004A2AF1"/>
    <w:rsid w:val="004C16E1"/>
    <w:rsid w:val="004E184B"/>
    <w:rsid w:val="0051559B"/>
    <w:rsid w:val="005277DF"/>
    <w:rsid w:val="00534744"/>
    <w:rsid w:val="005B1B9A"/>
    <w:rsid w:val="005F0C6E"/>
    <w:rsid w:val="0061561C"/>
    <w:rsid w:val="006270E5"/>
    <w:rsid w:val="00633A78"/>
    <w:rsid w:val="00643232"/>
    <w:rsid w:val="00651864"/>
    <w:rsid w:val="006537CD"/>
    <w:rsid w:val="00665F3D"/>
    <w:rsid w:val="0066645D"/>
    <w:rsid w:val="006954D3"/>
    <w:rsid w:val="006B65BD"/>
    <w:rsid w:val="006F6CE9"/>
    <w:rsid w:val="00712D6A"/>
    <w:rsid w:val="00715E88"/>
    <w:rsid w:val="0075019F"/>
    <w:rsid w:val="007630F7"/>
    <w:rsid w:val="007636E4"/>
    <w:rsid w:val="007746F3"/>
    <w:rsid w:val="00781AED"/>
    <w:rsid w:val="0079653B"/>
    <w:rsid w:val="007D260D"/>
    <w:rsid w:val="008041C7"/>
    <w:rsid w:val="0081663E"/>
    <w:rsid w:val="00824438"/>
    <w:rsid w:val="00833C6B"/>
    <w:rsid w:val="008462AC"/>
    <w:rsid w:val="008568D9"/>
    <w:rsid w:val="0087306C"/>
    <w:rsid w:val="008820AF"/>
    <w:rsid w:val="008B1C8A"/>
    <w:rsid w:val="008C76D6"/>
    <w:rsid w:val="008E0B41"/>
    <w:rsid w:val="008F0C9C"/>
    <w:rsid w:val="00902878"/>
    <w:rsid w:val="00917BC1"/>
    <w:rsid w:val="009264DC"/>
    <w:rsid w:val="0096321C"/>
    <w:rsid w:val="009972FD"/>
    <w:rsid w:val="009A30DA"/>
    <w:rsid w:val="00A0641B"/>
    <w:rsid w:val="00A368EF"/>
    <w:rsid w:val="00A427E5"/>
    <w:rsid w:val="00A46950"/>
    <w:rsid w:val="00A53A62"/>
    <w:rsid w:val="00A55C21"/>
    <w:rsid w:val="00A85C7C"/>
    <w:rsid w:val="00A916C1"/>
    <w:rsid w:val="00AB38E7"/>
    <w:rsid w:val="00AB3DF3"/>
    <w:rsid w:val="00AB644B"/>
    <w:rsid w:val="00AC0697"/>
    <w:rsid w:val="00AC4FE8"/>
    <w:rsid w:val="00AC7BC5"/>
    <w:rsid w:val="00B00DE8"/>
    <w:rsid w:val="00B11AA4"/>
    <w:rsid w:val="00B15D32"/>
    <w:rsid w:val="00B27886"/>
    <w:rsid w:val="00B5689B"/>
    <w:rsid w:val="00B758BD"/>
    <w:rsid w:val="00B77864"/>
    <w:rsid w:val="00B83E45"/>
    <w:rsid w:val="00B9205A"/>
    <w:rsid w:val="00BA00F9"/>
    <w:rsid w:val="00C13552"/>
    <w:rsid w:val="00C47DF4"/>
    <w:rsid w:val="00C65077"/>
    <w:rsid w:val="00CA6D43"/>
    <w:rsid w:val="00CB0957"/>
    <w:rsid w:val="00CE24AD"/>
    <w:rsid w:val="00CE45A7"/>
    <w:rsid w:val="00CE6D67"/>
    <w:rsid w:val="00CF67C7"/>
    <w:rsid w:val="00D047F8"/>
    <w:rsid w:val="00D04B23"/>
    <w:rsid w:val="00D14DE3"/>
    <w:rsid w:val="00D5200C"/>
    <w:rsid w:val="00D67557"/>
    <w:rsid w:val="00D67870"/>
    <w:rsid w:val="00D67F69"/>
    <w:rsid w:val="00D70251"/>
    <w:rsid w:val="00DB448F"/>
    <w:rsid w:val="00DB5717"/>
    <w:rsid w:val="00DC671B"/>
    <w:rsid w:val="00DE0941"/>
    <w:rsid w:val="00E00E5D"/>
    <w:rsid w:val="00E059D9"/>
    <w:rsid w:val="00E1742E"/>
    <w:rsid w:val="00E212B9"/>
    <w:rsid w:val="00E26684"/>
    <w:rsid w:val="00E64636"/>
    <w:rsid w:val="00E84DD4"/>
    <w:rsid w:val="00E9458B"/>
    <w:rsid w:val="00EE4E7B"/>
    <w:rsid w:val="00F0756C"/>
    <w:rsid w:val="00F1181C"/>
    <w:rsid w:val="00F17949"/>
    <w:rsid w:val="00F3112E"/>
    <w:rsid w:val="00F41915"/>
    <w:rsid w:val="00F521F6"/>
    <w:rsid w:val="00F61AC2"/>
    <w:rsid w:val="00F87C18"/>
    <w:rsid w:val="00FA3C0E"/>
    <w:rsid w:val="00FF4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1C9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7306C"/>
    <w:rPr>
      <w:color w:val="808080"/>
    </w:rPr>
  </w:style>
  <w:style w:type="paragraph" w:customStyle="1" w:styleId="AAA374A7E93A48EDB065919C51A5D2CC">
    <w:name w:val="AAA374A7E93A48EDB065919C51A5D2CC"/>
    <w:rsid w:val="00471C98"/>
    <w:pPr>
      <w:widowControl w:val="0"/>
      <w:jc w:val="both"/>
    </w:pPr>
  </w:style>
  <w:style w:type="paragraph" w:customStyle="1" w:styleId="4D3D958DEC67448B8FC45CF6B812996D">
    <w:name w:val="4D3D958DEC67448B8FC45CF6B812996D"/>
    <w:rsid w:val="00471C98"/>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AB9658-66FE-41FF-99DD-782E550A5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国家标准</Template>
  <TotalTime>209</TotalTime>
  <Pages>1</Pages>
  <Words>7946</Words>
  <Characters>45298</Characters>
  <Application>Microsoft Office Word</Application>
  <DocSecurity>0</DocSecurity>
  <Lines>377</Lines>
  <Paragraphs>106</Paragraphs>
  <ScaleCrop>false</ScaleCrop>
  <Company>PCMI</Company>
  <LinksUpToDate>false</LinksUpToDate>
  <CharactersWithSpaces>53138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国家标准</dc:title>
  <dc:subject/>
  <dc:creator>china</dc:creator>
  <cp:keywords/>
  <dc:description/>
  <cp:lastModifiedBy>Administrator</cp:lastModifiedBy>
  <cp:revision>49</cp:revision>
  <cp:lastPrinted>2022-07-07T09:29:00Z</cp:lastPrinted>
  <dcterms:created xsi:type="dcterms:W3CDTF">2022-07-07T03:02:00Z</dcterms:created>
  <dcterms:modified xsi:type="dcterms:W3CDTF">2022-07-07T09:45:00Z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